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24" w:rsidRDefault="00845324" w:rsidP="00845324">
      <w:r>
        <w:rPr>
          <w:noProof/>
        </w:rPr>
        <w:drawing>
          <wp:inline distT="0" distB="0" distL="0" distR="0" wp14:anchorId="63046A25" wp14:editId="3B68E5EF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5324">
        <w:t xml:space="preserve"> </w:t>
      </w:r>
      <w:r>
        <w:t>Elemental Composition Report</w:t>
      </w:r>
    </w:p>
    <w:p w:rsidR="00845324" w:rsidRDefault="00845324" w:rsidP="00845324"/>
    <w:p w:rsidR="00845324" w:rsidRDefault="00845324" w:rsidP="00845324">
      <w:r>
        <w:t>Single Mass Analysis</w:t>
      </w:r>
    </w:p>
    <w:p w:rsidR="00845324" w:rsidRDefault="00845324" w:rsidP="00845324">
      <w:r>
        <w:t>Tolerance = 7.0 PPM   /   DBE: min = -1.5, max = 100.0</w:t>
      </w:r>
    </w:p>
    <w:p w:rsidR="00845324" w:rsidRDefault="00845324" w:rsidP="00845324">
      <w:r>
        <w:t xml:space="preserve">Element prediction: Off </w:t>
      </w:r>
    </w:p>
    <w:p w:rsidR="00845324" w:rsidRDefault="00845324" w:rsidP="00845324">
      <w:r>
        <w:t>Number of isotope peaks used for i-FIT = 3</w:t>
      </w:r>
    </w:p>
    <w:p w:rsidR="00845324" w:rsidRDefault="00845324" w:rsidP="00845324"/>
    <w:p w:rsidR="00845324" w:rsidRDefault="00845324" w:rsidP="00845324">
      <w:r>
        <w:t>Monoisotopic Mass, Even Electron Ions</w:t>
      </w:r>
    </w:p>
    <w:p w:rsidR="00845324" w:rsidRDefault="00845324" w:rsidP="00845324">
      <w:r>
        <w:t>387 formula(e) evaluated with 1 results within limits (all results (up to 1000) for each mass)</w:t>
      </w:r>
    </w:p>
    <w:p w:rsidR="00845324" w:rsidRDefault="00845324" w:rsidP="00845324">
      <w:r>
        <w:t>Elements Used:</w:t>
      </w:r>
    </w:p>
    <w:p w:rsidR="00845324" w:rsidRDefault="00845324" w:rsidP="00845324">
      <w:r>
        <w:t xml:space="preserve">C: 17-17    H: 0-200    N: 0-10    O: 0-10    Na: 0-1    I: 0-2    </w:t>
      </w:r>
    </w:p>
    <w:p w:rsidR="00845324" w:rsidRDefault="00845324" w:rsidP="00845324"/>
    <w:p w:rsidR="00845324" w:rsidRDefault="00845324" w:rsidP="0084532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45324" w:rsidRDefault="00845324" w:rsidP="0084532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845324" w:rsidRDefault="00845324" w:rsidP="00845324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845324" w:rsidP="00845324">
      <w:r>
        <w:t xml:space="preserve">302.1387   </w:t>
      </w:r>
      <w:r>
        <w:tab/>
        <w:t xml:space="preserve">302.1392       </w:t>
      </w:r>
      <w:r>
        <w:tab/>
        <w:t xml:space="preserve">-0.5     </w:t>
      </w:r>
      <w:r>
        <w:tab/>
        <w:t xml:space="preserve">-1.7     </w:t>
      </w:r>
      <w:r>
        <w:tab/>
        <w:t xml:space="preserve">8.5      </w:t>
      </w:r>
      <w:r>
        <w:tab/>
        <w:t xml:space="preserve">174.2      </w:t>
      </w:r>
      <w:r>
        <w:tab/>
        <w:t xml:space="preserve">0.0          </w:t>
      </w:r>
      <w:r>
        <w:tab/>
        <w:t>C17  H20  N  O4</w:t>
      </w:r>
    </w:p>
    <w:p w:rsidR="00845324" w:rsidRDefault="00845324" w:rsidP="00845324"/>
    <w:p w:rsidR="00845324" w:rsidRDefault="00845324" w:rsidP="00845324">
      <w:r>
        <w:t>REPORT MASSES AS +/-5mDa, referenced against</w:t>
      </w:r>
    </w:p>
    <w:p w:rsidR="00845324" w:rsidRDefault="00845324" w:rsidP="00845324">
      <w:r>
        <w:t xml:space="preserve"> Leucine Enkephalin @ 557.2802 (M+H, C13 isotope) and 556.2771 (M+H, C12 isotope) positive mode, 555.2645 (M-H, C13) and 554.2615 (M-H, C12) negative mode.</w:t>
      </w:r>
    </w:p>
    <w:p w:rsidR="00845324" w:rsidRDefault="00845324" w:rsidP="00845324">
      <w:r>
        <w:t>or Sulfadimethoxine @312.0840 (M+H, C13) and 311.0814 (M+H, C12) positive mode, 310.0684 (M-H, C13) and 309.0658 (M-H, C12) negative mode.</w:t>
      </w:r>
    </w:p>
    <w:p w:rsidR="00845324" w:rsidRDefault="00845324" w:rsidP="00845324">
      <w:r>
        <w:lastRenderedPageBreak/>
        <w:t>This software version MassLynx 4.1 is calibrated ignoring the electron in all cases.</w:t>
      </w:r>
    </w:p>
    <w:p w:rsidR="00845324" w:rsidRDefault="00845324" w:rsidP="00845324">
      <w:pPr>
        <w:tabs>
          <w:tab w:val="left" w:pos="6195"/>
        </w:tabs>
      </w:pPr>
      <w:r>
        <w:tab/>
      </w:r>
    </w:p>
    <w:p w:rsidR="00845324" w:rsidRPr="00044EB7" w:rsidRDefault="00845324" w:rsidP="00845324"/>
    <w:p w:rsidR="00845324" w:rsidRPr="00195477" w:rsidRDefault="00845324" w:rsidP="00845324"/>
    <w:p w:rsidR="00845324" w:rsidRDefault="00845324" w:rsidP="00845324">
      <w:r>
        <w:t>144.8664</w:t>
      </w:r>
      <w:r>
        <w:tab/>
        <w:t>1.013e0</w:t>
      </w:r>
    </w:p>
    <w:p w:rsidR="00845324" w:rsidRDefault="00845324" w:rsidP="00845324">
      <w:r>
        <w:t>144.8947</w:t>
      </w:r>
      <w:r>
        <w:tab/>
        <w:t>1.013e0</w:t>
      </w:r>
    </w:p>
    <w:p w:rsidR="00845324" w:rsidRDefault="00845324" w:rsidP="00845324">
      <w:r>
        <w:t>144.9836</w:t>
      </w:r>
      <w:r>
        <w:tab/>
        <w:t>6.361e1</w:t>
      </w:r>
    </w:p>
    <w:p w:rsidR="00845324" w:rsidRDefault="00845324" w:rsidP="00845324">
      <w:r>
        <w:t>145.0232</w:t>
      </w:r>
      <w:r>
        <w:tab/>
        <w:t>6.076e0</w:t>
      </w:r>
    </w:p>
    <w:p w:rsidR="00845324" w:rsidRDefault="00845324" w:rsidP="00845324">
      <w:r>
        <w:t>145.0573</w:t>
      </w:r>
      <w:r>
        <w:tab/>
        <w:t>7.089e0</w:t>
      </w:r>
    </w:p>
    <w:p w:rsidR="00845324" w:rsidRDefault="00845324" w:rsidP="00845324">
      <w:r>
        <w:t>145.0973</w:t>
      </w:r>
      <w:r>
        <w:tab/>
        <w:t>7.947e0</w:t>
      </w:r>
    </w:p>
    <w:p w:rsidR="00845324" w:rsidRDefault="00845324" w:rsidP="00845324">
      <w:r>
        <w:t>145.1328</w:t>
      </w:r>
      <w:r>
        <w:tab/>
        <w:t>4.224e0</w:t>
      </w:r>
    </w:p>
    <w:p w:rsidR="00845324" w:rsidRDefault="00845324" w:rsidP="00845324">
      <w:r>
        <w:t>145.1542</w:t>
      </w:r>
      <w:r>
        <w:tab/>
        <w:t>1.013e0</w:t>
      </w:r>
    </w:p>
    <w:p w:rsidR="00845324" w:rsidRDefault="00845324" w:rsidP="00845324">
      <w:r>
        <w:t>145.1799</w:t>
      </w:r>
      <w:r>
        <w:tab/>
        <w:t>5.063e0</w:t>
      </w:r>
    </w:p>
    <w:p w:rsidR="00845324" w:rsidRDefault="00845324" w:rsidP="00845324">
      <w:r>
        <w:t>145.2110</w:t>
      </w:r>
      <w:r>
        <w:tab/>
        <w:t>4.051e0</w:t>
      </w:r>
    </w:p>
    <w:p w:rsidR="00845324" w:rsidRDefault="00845324" w:rsidP="00845324">
      <w:r>
        <w:t>145.2574</w:t>
      </w:r>
      <w:r>
        <w:tab/>
        <w:t>5.063e0</w:t>
      </w:r>
    </w:p>
    <w:p w:rsidR="00845324" w:rsidRDefault="00845324" w:rsidP="00845324">
      <w:r>
        <w:t>145.2869</w:t>
      </w:r>
      <w:r>
        <w:tab/>
        <w:t>3.038e0</w:t>
      </w:r>
    </w:p>
    <w:p w:rsidR="00845324" w:rsidRDefault="00845324" w:rsidP="00845324">
      <w:r>
        <w:t>145.3067</w:t>
      </w:r>
      <w:r>
        <w:tab/>
        <w:t>2.025e0</w:t>
      </w:r>
    </w:p>
    <w:p w:rsidR="00845324" w:rsidRDefault="00845324" w:rsidP="00845324">
      <w:r>
        <w:t>145.3421</w:t>
      </w:r>
      <w:r>
        <w:tab/>
        <w:t>4.051e0</w:t>
      </w:r>
    </w:p>
    <w:p w:rsidR="00845324" w:rsidRDefault="00845324" w:rsidP="00845324">
      <w:r>
        <w:t>145.3780</w:t>
      </w:r>
      <w:r>
        <w:tab/>
        <w:t>1.013e0</w:t>
      </w:r>
    </w:p>
    <w:p w:rsidR="00845324" w:rsidRDefault="00845324" w:rsidP="00845324">
      <w:r>
        <w:lastRenderedPageBreak/>
        <w:t>145.4074</w:t>
      </w:r>
      <w:r>
        <w:tab/>
        <w:t>3.038e0</w:t>
      </w:r>
    </w:p>
    <w:p w:rsidR="00845324" w:rsidRDefault="00845324" w:rsidP="00845324">
      <w:r>
        <w:t>145.4625</w:t>
      </w:r>
      <w:r>
        <w:tab/>
        <w:t>4.051e0</w:t>
      </w:r>
    </w:p>
    <w:p w:rsidR="00845324" w:rsidRDefault="00845324" w:rsidP="00845324">
      <w:r>
        <w:t>145.4916</w:t>
      </w:r>
      <w:r>
        <w:tab/>
        <w:t>3.038e0</w:t>
      </w:r>
    </w:p>
    <w:p w:rsidR="00845324" w:rsidRDefault="00845324" w:rsidP="00845324">
      <w:r>
        <w:t>145.5181</w:t>
      </w:r>
      <w:r>
        <w:tab/>
        <w:t>2.025e0</w:t>
      </w:r>
    </w:p>
    <w:p w:rsidR="00845324" w:rsidRDefault="00845324" w:rsidP="00845324">
      <w:r>
        <w:t>145.5416</w:t>
      </w:r>
      <w:r>
        <w:tab/>
        <w:t>3.038e0</w:t>
      </w:r>
    </w:p>
    <w:p w:rsidR="00845324" w:rsidRDefault="00845324" w:rsidP="00845324">
      <w:r>
        <w:t>145.5809</w:t>
      </w:r>
      <w:r>
        <w:tab/>
        <w:t>2.025e0</w:t>
      </w:r>
    </w:p>
    <w:p w:rsidR="00845324" w:rsidRDefault="00845324" w:rsidP="00845324">
      <w:r>
        <w:t>145.6058</w:t>
      </w:r>
      <w:r>
        <w:tab/>
        <w:t>1.013e0</w:t>
      </w:r>
    </w:p>
    <w:p w:rsidR="00845324" w:rsidRDefault="00845324" w:rsidP="00845324">
      <w:r>
        <w:t>145.7237</w:t>
      </w:r>
      <w:r>
        <w:tab/>
        <w:t>3.038e0</w:t>
      </w:r>
    </w:p>
    <w:p w:rsidR="00845324" w:rsidRDefault="00845324" w:rsidP="00845324">
      <w:r>
        <w:t>145.7938</w:t>
      </w:r>
      <w:r>
        <w:tab/>
        <w:t>2.025e0</w:t>
      </w:r>
    </w:p>
    <w:p w:rsidR="00845324" w:rsidRDefault="00845324" w:rsidP="00845324">
      <w:r>
        <w:t>145.8149</w:t>
      </w:r>
      <w:r>
        <w:tab/>
        <w:t>3.038e0</w:t>
      </w:r>
    </w:p>
    <w:p w:rsidR="00845324" w:rsidRDefault="00845324" w:rsidP="00845324">
      <w:r>
        <w:t>145.8560</w:t>
      </w:r>
      <w:r>
        <w:tab/>
        <w:t>3.735e0</w:t>
      </w:r>
    </w:p>
    <w:p w:rsidR="00845324" w:rsidRDefault="00845324" w:rsidP="00845324">
      <w:r>
        <w:t>145.8784</w:t>
      </w:r>
      <w:r>
        <w:tab/>
        <w:t>1.013e0</w:t>
      </w:r>
    </w:p>
    <w:p w:rsidR="00845324" w:rsidRDefault="00845324" w:rsidP="00845324">
      <w:r>
        <w:t>145.9203</w:t>
      </w:r>
      <w:r>
        <w:tab/>
        <w:t>1.013e0</w:t>
      </w:r>
    </w:p>
    <w:p w:rsidR="00845324" w:rsidRDefault="00845324" w:rsidP="00845324">
      <w:r>
        <w:t>145.9859</w:t>
      </w:r>
      <w:r>
        <w:tab/>
        <w:t>2.025e0</w:t>
      </w:r>
    </w:p>
    <w:p w:rsidR="00845324" w:rsidRDefault="00845324" w:rsidP="00845324">
      <w:r>
        <w:t>146.0185</w:t>
      </w:r>
      <w:r>
        <w:tab/>
        <w:t>2.025e0</w:t>
      </w:r>
    </w:p>
    <w:p w:rsidR="00845324" w:rsidRDefault="00845324" w:rsidP="00845324">
      <w:r>
        <w:t>146.0703</w:t>
      </w:r>
      <w:r>
        <w:tab/>
        <w:t>1.284e2</w:t>
      </w:r>
    </w:p>
    <w:p w:rsidR="00845324" w:rsidRDefault="00845324" w:rsidP="00845324">
      <w:r>
        <w:t>146.1318</w:t>
      </w:r>
      <w:r>
        <w:tab/>
        <w:t>3.873e0</w:t>
      </w:r>
    </w:p>
    <w:p w:rsidR="00845324" w:rsidRDefault="00845324" w:rsidP="00845324">
      <w:r>
        <w:t>146.1588</w:t>
      </w:r>
      <w:r>
        <w:tab/>
        <w:t>5.063e0</w:t>
      </w:r>
    </w:p>
    <w:p w:rsidR="00845324" w:rsidRDefault="00845324" w:rsidP="00845324">
      <w:r>
        <w:t>146.1794</w:t>
      </w:r>
      <w:r>
        <w:tab/>
        <w:t>3.384e0</w:t>
      </w:r>
    </w:p>
    <w:p w:rsidR="00845324" w:rsidRDefault="00845324" w:rsidP="00845324">
      <w:r>
        <w:lastRenderedPageBreak/>
        <w:t>146.1983</w:t>
      </w:r>
      <w:r>
        <w:tab/>
        <w:t>8.101e0</w:t>
      </w:r>
    </w:p>
    <w:p w:rsidR="00845324" w:rsidRDefault="00845324" w:rsidP="00845324">
      <w:r>
        <w:t>146.2319</w:t>
      </w:r>
      <w:r>
        <w:tab/>
        <w:t>3.038e0</w:t>
      </w:r>
    </w:p>
    <w:p w:rsidR="00845324" w:rsidRDefault="00845324" w:rsidP="00845324">
      <w:r>
        <w:t>146.2832</w:t>
      </w:r>
      <w:r>
        <w:tab/>
        <w:t>3.038e0</w:t>
      </w:r>
    </w:p>
    <w:p w:rsidR="00845324" w:rsidRDefault="00845324" w:rsidP="00845324">
      <w:r>
        <w:t>146.3346</w:t>
      </w:r>
      <w:r>
        <w:tab/>
        <w:t>1.013e0</w:t>
      </w:r>
    </w:p>
    <w:p w:rsidR="00845324" w:rsidRDefault="00845324" w:rsidP="00845324">
      <w:r>
        <w:t>146.3608</w:t>
      </w:r>
      <w:r>
        <w:tab/>
        <w:t>1.013e0</w:t>
      </w:r>
    </w:p>
    <w:p w:rsidR="00845324" w:rsidRDefault="00845324" w:rsidP="00845324">
      <w:r>
        <w:t>146.3928</w:t>
      </w:r>
      <w:r>
        <w:tab/>
        <w:t>5.063e0</w:t>
      </w:r>
    </w:p>
    <w:p w:rsidR="00845324" w:rsidRDefault="00845324" w:rsidP="00845324">
      <w:r>
        <w:t>146.4262</w:t>
      </w:r>
      <w:r>
        <w:tab/>
        <w:t>2.025e0</w:t>
      </w:r>
    </w:p>
    <w:p w:rsidR="00845324" w:rsidRDefault="00845324" w:rsidP="00845324">
      <w:r>
        <w:t>146.4487</w:t>
      </w:r>
      <w:r>
        <w:tab/>
        <w:t>2.025e0</w:t>
      </w:r>
    </w:p>
    <w:p w:rsidR="00845324" w:rsidRDefault="00845324" w:rsidP="00845324">
      <w:r>
        <w:t>146.4699</w:t>
      </w:r>
      <w:r>
        <w:tab/>
        <w:t>3.038e0</w:t>
      </w:r>
    </w:p>
    <w:p w:rsidR="00845324" w:rsidRDefault="00845324" w:rsidP="00845324">
      <w:r>
        <w:t>146.5007</w:t>
      </w:r>
      <w:r>
        <w:tab/>
        <w:t>3.038e0</w:t>
      </w:r>
    </w:p>
    <w:p w:rsidR="00845324" w:rsidRDefault="00845324" w:rsidP="00845324">
      <w:r>
        <w:t>146.5596</w:t>
      </w:r>
      <w:r>
        <w:tab/>
        <w:t>1.013e0</w:t>
      </w:r>
    </w:p>
    <w:p w:rsidR="00845324" w:rsidRDefault="00845324" w:rsidP="00845324">
      <w:r>
        <w:t>146.5859</w:t>
      </w:r>
      <w:r>
        <w:tab/>
        <w:t>2.025e0</w:t>
      </w:r>
    </w:p>
    <w:p w:rsidR="00845324" w:rsidRDefault="00845324" w:rsidP="00845324">
      <w:r>
        <w:t>146.6208</w:t>
      </w:r>
      <w:r>
        <w:tab/>
        <w:t>1.013e0</w:t>
      </w:r>
    </w:p>
    <w:p w:rsidR="00845324" w:rsidRDefault="00845324" w:rsidP="00845324">
      <w:r>
        <w:t>146.6422</w:t>
      </w:r>
      <w:r>
        <w:tab/>
        <w:t>4.051e0</w:t>
      </w:r>
    </w:p>
    <w:p w:rsidR="00845324" w:rsidRDefault="00845324" w:rsidP="00845324">
      <w:r>
        <w:t>146.6836</w:t>
      </w:r>
      <w:r>
        <w:tab/>
        <w:t>2.025e0</w:t>
      </w:r>
    </w:p>
    <w:p w:rsidR="00845324" w:rsidRDefault="00845324" w:rsidP="00845324">
      <w:r>
        <w:t>146.7651</w:t>
      </w:r>
      <w:r>
        <w:tab/>
        <w:t>3.038e0</w:t>
      </w:r>
    </w:p>
    <w:p w:rsidR="00845324" w:rsidRDefault="00845324" w:rsidP="00845324">
      <w:r>
        <w:t>146.7781</w:t>
      </w:r>
      <w:r>
        <w:tab/>
        <w:t>2.050e0</w:t>
      </w:r>
    </w:p>
    <w:p w:rsidR="00845324" w:rsidRDefault="00845324" w:rsidP="00845324">
      <w:r>
        <w:t>146.8076</w:t>
      </w:r>
      <w:r>
        <w:tab/>
        <w:t>1.013e0</w:t>
      </w:r>
    </w:p>
    <w:p w:rsidR="00845324" w:rsidRDefault="00845324" w:rsidP="00845324">
      <w:r>
        <w:t>146.8607</w:t>
      </w:r>
      <w:r>
        <w:tab/>
        <w:t>2.025e0</w:t>
      </w:r>
    </w:p>
    <w:p w:rsidR="00845324" w:rsidRDefault="00845324" w:rsidP="00845324">
      <w:r>
        <w:lastRenderedPageBreak/>
        <w:t>146.8828</w:t>
      </w:r>
      <w:r>
        <w:tab/>
        <w:t>4.051e0</w:t>
      </w:r>
    </w:p>
    <w:p w:rsidR="00845324" w:rsidRDefault="00845324" w:rsidP="00845324">
      <w:r>
        <w:t>146.9058</w:t>
      </w:r>
      <w:r>
        <w:tab/>
        <w:t>3.038e0</w:t>
      </w:r>
    </w:p>
    <w:p w:rsidR="00845324" w:rsidRDefault="00845324" w:rsidP="00845324">
      <w:r>
        <w:t>146.9525</w:t>
      </w:r>
      <w:r>
        <w:tab/>
        <w:t>2.750e0</w:t>
      </w:r>
    </w:p>
    <w:p w:rsidR="00845324" w:rsidRDefault="00845324" w:rsidP="00845324">
      <w:r>
        <w:t>146.9803</w:t>
      </w:r>
      <w:r>
        <w:tab/>
        <w:t>2.235e1</w:t>
      </w:r>
    </w:p>
    <w:p w:rsidR="00845324" w:rsidRDefault="00845324" w:rsidP="00845324">
      <w:r>
        <w:t>147.0264</w:t>
      </w:r>
      <w:r>
        <w:tab/>
        <w:t>1.013e0</w:t>
      </w:r>
    </w:p>
    <w:p w:rsidR="00845324" w:rsidRDefault="00845324" w:rsidP="00845324">
      <w:r>
        <w:t>147.0461</w:t>
      </w:r>
      <w:r>
        <w:tab/>
        <w:t>1.013e0</w:t>
      </w:r>
    </w:p>
    <w:p w:rsidR="00845324" w:rsidRDefault="00845324" w:rsidP="00845324">
      <w:r>
        <w:t>147.0720</w:t>
      </w:r>
      <w:r>
        <w:tab/>
        <w:t>4.583e0</w:t>
      </w:r>
    </w:p>
    <w:p w:rsidR="00845324" w:rsidRDefault="00845324" w:rsidP="00845324">
      <w:r>
        <w:t>147.0899</w:t>
      </w:r>
      <w:r>
        <w:tab/>
        <w:t>6.871e0</w:t>
      </w:r>
    </w:p>
    <w:p w:rsidR="00845324" w:rsidRDefault="00845324" w:rsidP="00845324">
      <w:r>
        <w:t>147.1539</w:t>
      </w:r>
      <w:r>
        <w:tab/>
        <w:t>2.025e0</w:t>
      </w:r>
    </w:p>
    <w:p w:rsidR="00845324" w:rsidRDefault="00845324" w:rsidP="00845324">
      <w:r>
        <w:t>147.1939</w:t>
      </w:r>
      <w:r>
        <w:tab/>
        <w:t>1.013e0</w:t>
      </w:r>
    </w:p>
    <w:p w:rsidR="00845324" w:rsidRDefault="00845324" w:rsidP="00845324">
      <w:r>
        <w:t>147.2218</w:t>
      </w:r>
      <w:r>
        <w:tab/>
        <w:t>2.025e0</w:t>
      </w:r>
    </w:p>
    <w:p w:rsidR="00845324" w:rsidRDefault="00845324" w:rsidP="00845324">
      <w:r>
        <w:t>147.2390</w:t>
      </w:r>
      <w:r>
        <w:tab/>
        <w:t>1.013e0</w:t>
      </w:r>
    </w:p>
    <w:p w:rsidR="00845324" w:rsidRDefault="00845324" w:rsidP="00845324">
      <w:r>
        <w:t>147.2661</w:t>
      </w:r>
      <w:r>
        <w:tab/>
        <w:t>3.038e0</w:t>
      </w:r>
    </w:p>
    <w:p w:rsidR="00845324" w:rsidRDefault="00845324" w:rsidP="00845324">
      <w:r>
        <w:t>147.3328</w:t>
      </w:r>
      <w:r>
        <w:tab/>
        <w:t>1.013e0</w:t>
      </w:r>
    </w:p>
    <w:p w:rsidR="00845324" w:rsidRDefault="00845324" w:rsidP="00845324">
      <w:r>
        <w:t>147.3661</w:t>
      </w:r>
      <w:r>
        <w:tab/>
        <w:t>2.025e0</w:t>
      </w:r>
    </w:p>
    <w:p w:rsidR="00845324" w:rsidRDefault="00845324" w:rsidP="00845324">
      <w:r>
        <w:t>147.3876</w:t>
      </w:r>
      <w:r>
        <w:tab/>
        <w:t>1.013e0</w:t>
      </w:r>
    </w:p>
    <w:p w:rsidR="00845324" w:rsidRDefault="00845324" w:rsidP="00845324">
      <w:r>
        <w:t>147.4134</w:t>
      </w:r>
      <w:r>
        <w:tab/>
        <w:t>1.013e0</w:t>
      </w:r>
    </w:p>
    <w:p w:rsidR="00845324" w:rsidRDefault="00845324" w:rsidP="00845324">
      <w:r>
        <w:t>147.4259</w:t>
      </w:r>
      <w:r>
        <w:tab/>
        <w:t>2.025e0</w:t>
      </w:r>
    </w:p>
    <w:p w:rsidR="00845324" w:rsidRDefault="00845324" w:rsidP="00845324">
      <w:r>
        <w:t>147.4456</w:t>
      </w:r>
      <w:r>
        <w:tab/>
        <w:t>2.025e0</w:t>
      </w:r>
    </w:p>
    <w:p w:rsidR="00845324" w:rsidRDefault="00845324" w:rsidP="00845324">
      <w:r>
        <w:lastRenderedPageBreak/>
        <w:t>147.5037</w:t>
      </w:r>
      <w:r>
        <w:tab/>
        <w:t>2.025e0</w:t>
      </w:r>
    </w:p>
    <w:p w:rsidR="00845324" w:rsidRDefault="00845324" w:rsidP="00845324">
      <w:r>
        <w:t>147.5341</w:t>
      </w:r>
      <w:r>
        <w:tab/>
        <w:t>2.025e0</w:t>
      </w:r>
    </w:p>
    <w:p w:rsidR="00845324" w:rsidRDefault="00845324" w:rsidP="00845324">
      <w:r>
        <w:t>147.5585</w:t>
      </w:r>
      <w:r>
        <w:tab/>
        <w:t>2.025e0</w:t>
      </w:r>
    </w:p>
    <w:p w:rsidR="00845324" w:rsidRDefault="00845324" w:rsidP="00845324">
      <w:r>
        <w:t>147.5867</w:t>
      </w:r>
      <w:r>
        <w:tab/>
        <w:t>2.025e0</w:t>
      </w:r>
    </w:p>
    <w:p w:rsidR="00845324" w:rsidRDefault="00845324" w:rsidP="00845324">
      <w:r>
        <w:t>147.6396</w:t>
      </w:r>
      <w:r>
        <w:tab/>
        <w:t>2.025e0</w:t>
      </w:r>
    </w:p>
    <w:p w:rsidR="00845324" w:rsidRDefault="00845324" w:rsidP="00845324">
      <w:r>
        <w:t>147.6747</w:t>
      </w:r>
      <w:r>
        <w:tab/>
        <w:t>1.013e0</w:t>
      </w:r>
    </w:p>
    <w:p w:rsidR="00845324" w:rsidRDefault="00845324" w:rsidP="00845324">
      <w:r>
        <w:t>147.6976</w:t>
      </w:r>
      <w:r>
        <w:tab/>
        <w:t>1.013e0</w:t>
      </w:r>
    </w:p>
    <w:p w:rsidR="00845324" w:rsidRDefault="00845324" w:rsidP="00845324">
      <w:r>
        <w:t>147.7475</w:t>
      </w:r>
      <w:r>
        <w:tab/>
        <w:t>2.025e0</w:t>
      </w:r>
    </w:p>
    <w:p w:rsidR="00845324" w:rsidRDefault="00845324" w:rsidP="00845324">
      <w:r>
        <w:t>147.8056</w:t>
      </w:r>
      <w:r>
        <w:tab/>
        <w:t>2.025e0</w:t>
      </w:r>
    </w:p>
    <w:p w:rsidR="00845324" w:rsidRDefault="00845324" w:rsidP="00845324">
      <w:r>
        <w:t>147.8238</w:t>
      </w:r>
      <w:r>
        <w:tab/>
        <w:t>2.025e0</w:t>
      </w:r>
    </w:p>
    <w:p w:rsidR="00845324" w:rsidRDefault="00845324" w:rsidP="00845324">
      <w:r>
        <w:t>147.8653</w:t>
      </w:r>
      <w:r>
        <w:tab/>
        <w:t>2.025e0</w:t>
      </w:r>
    </w:p>
    <w:p w:rsidR="00845324" w:rsidRDefault="00845324" w:rsidP="00845324">
      <w:r>
        <w:t>147.9152</w:t>
      </w:r>
      <w:r>
        <w:tab/>
        <w:t>2.025e0</w:t>
      </w:r>
    </w:p>
    <w:p w:rsidR="00845324" w:rsidRDefault="00845324" w:rsidP="00845324">
      <w:r>
        <w:t>147.9333</w:t>
      </w:r>
      <w:r>
        <w:tab/>
        <w:t>1.013e0</w:t>
      </w:r>
    </w:p>
    <w:p w:rsidR="00845324" w:rsidRDefault="00845324" w:rsidP="00845324">
      <w:r>
        <w:t>147.9839</w:t>
      </w:r>
      <w:r>
        <w:tab/>
        <w:t>4.051e0</w:t>
      </w:r>
    </w:p>
    <w:p w:rsidR="00845324" w:rsidRDefault="00845324" w:rsidP="00845324">
      <w:r>
        <w:t>148.0201</w:t>
      </w:r>
      <w:r>
        <w:tab/>
        <w:t>2.025e0</w:t>
      </w:r>
    </w:p>
    <w:p w:rsidR="00845324" w:rsidRDefault="00845324" w:rsidP="00845324">
      <w:r>
        <w:t>148.0714</w:t>
      </w:r>
      <w:r>
        <w:tab/>
        <w:t>4.689e0</w:t>
      </w:r>
    </w:p>
    <w:p w:rsidR="00845324" w:rsidRDefault="00845324" w:rsidP="00845324">
      <w:r>
        <w:t>148.1142</w:t>
      </w:r>
      <w:r>
        <w:tab/>
        <w:t>2.431e0</w:t>
      </w:r>
    </w:p>
    <w:p w:rsidR="00845324" w:rsidRDefault="00845324" w:rsidP="00845324">
      <w:r>
        <w:t>148.1272</w:t>
      </w:r>
      <w:r>
        <w:tab/>
        <w:t>1.924e0</w:t>
      </w:r>
    </w:p>
    <w:p w:rsidR="00845324" w:rsidRDefault="00845324" w:rsidP="00845324">
      <w:r>
        <w:t>148.1543</w:t>
      </w:r>
      <w:r>
        <w:tab/>
        <w:t>2.025e0</w:t>
      </w:r>
    </w:p>
    <w:p w:rsidR="00845324" w:rsidRDefault="00845324" w:rsidP="00845324">
      <w:r>
        <w:lastRenderedPageBreak/>
        <w:t>148.1889</w:t>
      </w:r>
      <w:r>
        <w:tab/>
        <w:t>1.013e0</w:t>
      </w:r>
    </w:p>
    <w:p w:rsidR="00845324" w:rsidRDefault="00845324" w:rsidP="00845324">
      <w:r>
        <w:t>148.2182</w:t>
      </w:r>
      <w:r>
        <w:tab/>
        <w:t>5.063e0</w:t>
      </w:r>
    </w:p>
    <w:p w:rsidR="00845324" w:rsidRDefault="00845324" w:rsidP="00845324">
      <w:r>
        <w:t>148.2404</w:t>
      </w:r>
      <w:r>
        <w:tab/>
        <w:t>1.013e0</w:t>
      </w:r>
    </w:p>
    <w:p w:rsidR="00845324" w:rsidRDefault="00845324" w:rsidP="00845324">
      <w:r>
        <w:t>148.2756</w:t>
      </w:r>
      <w:r>
        <w:tab/>
        <w:t>1.013e0</w:t>
      </w:r>
    </w:p>
    <w:p w:rsidR="00845324" w:rsidRDefault="00845324" w:rsidP="00845324">
      <w:r>
        <w:t>148.3003</w:t>
      </w:r>
      <w:r>
        <w:tab/>
        <w:t>2.025e0</w:t>
      </w:r>
    </w:p>
    <w:p w:rsidR="00845324" w:rsidRDefault="00845324" w:rsidP="00845324">
      <w:r>
        <w:t>148.3150</w:t>
      </w:r>
      <w:r>
        <w:tab/>
        <w:t>3.038e0</w:t>
      </w:r>
    </w:p>
    <w:p w:rsidR="00845324" w:rsidRDefault="00845324" w:rsidP="00845324">
      <w:r>
        <w:t>148.3775</w:t>
      </w:r>
      <w:r>
        <w:tab/>
        <w:t>3.038e0</w:t>
      </w:r>
    </w:p>
    <w:p w:rsidR="00845324" w:rsidRDefault="00845324" w:rsidP="00845324">
      <w:r>
        <w:t>148.4265</w:t>
      </w:r>
      <w:r>
        <w:tab/>
        <w:t>2.025e0</w:t>
      </w:r>
    </w:p>
    <w:p w:rsidR="00845324" w:rsidRDefault="00845324" w:rsidP="00845324">
      <w:r>
        <w:t>148.4880</w:t>
      </w:r>
      <w:r>
        <w:tab/>
        <w:t>2.025e0</w:t>
      </w:r>
    </w:p>
    <w:p w:rsidR="00845324" w:rsidRDefault="00845324" w:rsidP="00845324">
      <w:r>
        <w:t>148.5044</w:t>
      </w:r>
      <w:r>
        <w:tab/>
        <w:t>2.025e0</w:t>
      </w:r>
    </w:p>
    <w:p w:rsidR="00845324" w:rsidRDefault="00845324" w:rsidP="00845324">
      <w:r>
        <w:t>148.5769</w:t>
      </w:r>
      <w:r>
        <w:tab/>
        <w:t>1.013e0</w:t>
      </w:r>
    </w:p>
    <w:p w:rsidR="00845324" w:rsidRDefault="00845324" w:rsidP="00845324">
      <w:r>
        <w:t>148.6028</w:t>
      </w:r>
      <w:r>
        <w:tab/>
        <w:t>1.013e0</w:t>
      </w:r>
    </w:p>
    <w:p w:rsidR="00845324" w:rsidRDefault="00845324" w:rsidP="00845324">
      <w:r>
        <w:t>148.6209</w:t>
      </w:r>
      <w:r>
        <w:tab/>
        <w:t>2.025e0</w:t>
      </w:r>
    </w:p>
    <w:p w:rsidR="00845324" w:rsidRDefault="00845324" w:rsidP="00845324">
      <w:r>
        <w:t>148.6578</w:t>
      </w:r>
      <w:r>
        <w:tab/>
        <w:t>1.013e0</w:t>
      </w:r>
    </w:p>
    <w:p w:rsidR="00845324" w:rsidRDefault="00845324" w:rsidP="00845324">
      <w:r>
        <w:t>148.6959</w:t>
      </w:r>
      <w:r>
        <w:tab/>
        <w:t>2.025e0</w:t>
      </w:r>
    </w:p>
    <w:p w:rsidR="00845324" w:rsidRDefault="00845324" w:rsidP="00845324">
      <w:r>
        <w:t>148.7143</w:t>
      </w:r>
      <w:r>
        <w:tab/>
        <w:t>2.025e0</w:t>
      </w:r>
    </w:p>
    <w:p w:rsidR="00845324" w:rsidRDefault="00845324" w:rsidP="00845324">
      <w:r>
        <w:t>148.7389</w:t>
      </w:r>
      <w:r>
        <w:tab/>
        <w:t>1.470e0</w:t>
      </w:r>
    </w:p>
    <w:p w:rsidR="00845324" w:rsidRDefault="00845324" w:rsidP="00845324">
      <w:r>
        <w:t>148.7617</w:t>
      </w:r>
      <w:r>
        <w:tab/>
        <w:t>1.013e0</w:t>
      </w:r>
    </w:p>
    <w:p w:rsidR="00845324" w:rsidRDefault="00845324" w:rsidP="00845324">
      <w:r>
        <w:t>148.7929</w:t>
      </w:r>
      <w:r>
        <w:tab/>
        <w:t>3.038e0</w:t>
      </w:r>
    </w:p>
    <w:p w:rsidR="00845324" w:rsidRDefault="00845324" w:rsidP="00845324">
      <w:r>
        <w:lastRenderedPageBreak/>
        <w:t>148.8457</w:t>
      </w:r>
      <w:r>
        <w:tab/>
        <w:t>1.013e0</w:t>
      </w:r>
    </w:p>
    <w:p w:rsidR="00845324" w:rsidRDefault="00845324" w:rsidP="00845324">
      <w:r>
        <w:t>148.8654</w:t>
      </w:r>
      <w:r>
        <w:tab/>
        <w:t>1.013e0</w:t>
      </w:r>
    </w:p>
    <w:p w:rsidR="00845324" w:rsidRDefault="00845324" w:rsidP="00845324">
      <w:r>
        <w:t>148.8941</w:t>
      </w:r>
      <w:r>
        <w:tab/>
        <w:t>3.038e0</w:t>
      </w:r>
    </w:p>
    <w:p w:rsidR="00845324" w:rsidRDefault="00845324" w:rsidP="00845324">
      <w:r>
        <w:t>148.9499</w:t>
      </w:r>
      <w:r>
        <w:tab/>
        <w:t>1.013e0</w:t>
      </w:r>
    </w:p>
    <w:p w:rsidR="00845324" w:rsidRDefault="00845324" w:rsidP="00845324">
      <w:r>
        <w:t>148.9715</w:t>
      </w:r>
      <w:r>
        <w:tab/>
        <w:t>4.051e0</w:t>
      </w:r>
    </w:p>
    <w:p w:rsidR="00845324" w:rsidRDefault="00845324" w:rsidP="00845324">
      <w:r>
        <w:t>148.9919</w:t>
      </w:r>
      <w:r>
        <w:tab/>
        <w:t>2.025e0</w:t>
      </w:r>
    </w:p>
    <w:p w:rsidR="00845324" w:rsidRDefault="00845324" w:rsidP="00845324">
      <w:r>
        <w:t>149.0208</w:t>
      </w:r>
      <w:r>
        <w:tab/>
        <w:t>2.025e0</w:t>
      </w:r>
    </w:p>
    <w:p w:rsidR="00845324" w:rsidRDefault="00845324" w:rsidP="00845324">
      <w:r>
        <w:t>149.0350</w:t>
      </w:r>
      <w:r>
        <w:tab/>
        <w:t>3.038e0</w:t>
      </w:r>
    </w:p>
    <w:p w:rsidR="00845324" w:rsidRDefault="00845324" w:rsidP="00845324">
      <w:r>
        <w:t>149.1018</w:t>
      </w:r>
      <w:r>
        <w:tab/>
        <w:t>1.387e0</w:t>
      </w:r>
    </w:p>
    <w:p w:rsidR="00845324" w:rsidRDefault="00845324" w:rsidP="00845324">
      <w:r>
        <w:t>149.1167</w:t>
      </w:r>
      <w:r>
        <w:tab/>
        <w:t>1.741e0</w:t>
      </w:r>
    </w:p>
    <w:p w:rsidR="00845324" w:rsidRDefault="00845324" w:rsidP="00845324">
      <w:r>
        <w:t>149.1297</w:t>
      </w:r>
      <w:r>
        <w:tab/>
        <w:t>2.114e0</w:t>
      </w:r>
    </w:p>
    <w:p w:rsidR="00845324" w:rsidRDefault="00845324" w:rsidP="00845324">
      <w:r>
        <w:t>149.1475</w:t>
      </w:r>
      <w:r>
        <w:tab/>
        <w:t>1.013e0</w:t>
      </w:r>
    </w:p>
    <w:p w:rsidR="00845324" w:rsidRDefault="00845324" w:rsidP="00845324">
      <w:r>
        <w:t>149.1799</w:t>
      </w:r>
      <w:r>
        <w:tab/>
        <w:t>1.013e0</w:t>
      </w:r>
    </w:p>
    <w:p w:rsidR="00845324" w:rsidRDefault="00845324" w:rsidP="00845324">
      <w:r>
        <w:t>149.2481</w:t>
      </w:r>
      <w:r>
        <w:tab/>
        <w:t>1.013e0</w:t>
      </w:r>
    </w:p>
    <w:p w:rsidR="00845324" w:rsidRDefault="00845324" w:rsidP="00845324">
      <w:r>
        <w:t>149.3065</w:t>
      </w:r>
      <w:r>
        <w:tab/>
        <w:t>3.038e0</w:t>
      </w:r>
    </w:p>
    <w:p w:rsidR="00845324" w:rsidRDefault="00845324" w:rsidP="00845324">
      <w:r>
        <w:t>149.3484</w:t>
      </w:r>
      <w:r>
        <w:tab/>
        <w:t>2.025e0</w:t>
      </w:r>
    </w:p>
    <w:p w:rsidR="00845324" w:rsidRDefault="00845324" w:rsidP="00845324">
      <w:r>
        <w:t>149.3780</w:t>
      </w:r>
      <w:r>
        <w:tab/>
        <w:t>1.013e0</w:t>
      </w:r>
    </w:p>
    <w:p w:rsidR="00845324" w:rsidRDefault="00845324" w:rsidP="00845324">
      <w:r>
        <w:t>149.4165</w:t>
      </w:r>
      <w:r>
        <w:tab/>
        <w:t>1.013e0</w:t>
      </w:r>
    </w:p>
    <w:p w:rsidR="00845324" w:rsidRDefault="00845324" w:rsidP="00845324">
      <w:r>
        <w:t>149.4429</w:t>
      </w:r>
      <w:r>
        <w:tab/>
        <w:t>3.038e0</w:t>
      </w:r>
    </w:p>
    <w:p w:rsidR="00845324" w:rsidRDefault="00845324" w:rsidP="00845324">
      <w:r>
        <w:lastRenderedPageBreak/>
        <w:t>149.4707</w:t>
      </w:r>
      <w:r>
        <w:tab/>
        <w:t>2.025e0</w:t>
      </w:r>
    </w:p>
    <w:p w:rsidR="00845324" w:rsidRDefault="00845324" w:rsidP="00845324">
      <w:r>
        <w:t>149.4881</w:t>
      </w:r>
      <w:r>
        <w:tab/>
        <w:t>1.013e0</w:t>
      </w:r>
    </w:p>
    <w:p w:rsidR="00845324" w:rsidRDefault="00845324" w:rsidP="00845324">
      <w:r>
        <w:t>149.5564</w:t>
      </w:r>
      <w:r>
        <w:tab/>
        <w:t>2.025e0</w:t>
      </w:r>
    </w:p>
    <w:p w:rsidR="00845324" w:rsidRDefault="00845324" w:rsidP="00845324">
      <w:r>
        <w:t>149.5762</w:t>
      </w:r>
      <w:r>
        <w:tab/>
        <w:t>1.013e0</w:t>
      </w:r>
    </w:p>
    <w:p w:rsidR="00845324" w:rsidRDefault="00845324" w:rsidP="00845324">
      <w:r>
        <w:t>149.6031</w:t>
      </w:r>
      <w:r>
        <w:tab/>
        <w:t>3.038e0</w:t>
      </w:r>
    </w:p>
    <w:p w:rsidR="00845324" w:rsidRDefault="00845324" w:rsidP="00845324">
      <w:r>
        <w:t>149.6510</w:t>
      </w:r>
      <w:r>
        <w:tab/>
        <w:t>1.013e0</w:t>
      </w:r>
    </w:p>
    <w:p w:rsidR="00845324" w:rsidRDefault="00845324" w:rsidP="00845324">
      <w:r>
        <w:t>149.6766</w:t>
      </w:r>
      <w:r>
        <w:tab/>
        <w:t>1.013e0</w:t>
      </w:r>
    </w:p>
    <w:p w:rsidR="00845324" w:rsidRDefault="00845324" w:rsidP="00845324">
      <w:r>
        <w:t>149.7045</w:t>
      </w:r>
      <w:r>
        <w:tab/>
        <w:t>2.025e0</w:t>
      </w:r>
    </w:p>
    <w:p w:rsidR="00845324" w:rsidRDefault="00845324" w:rsidP="00845324">
      <w:r>
        <w:t>149.7293</w:t>
      </w:r>
      <w:r>
        <w:tab/>
        <w:t>1.013e0</w:t>
      </w:r>
    </w:p>
    <w:p w:rsidR="00845324" w:rsidRDefault="00845324" w:rsidP="00845324">
      <w:r>
        <w:t>149.7480</w:t>
      </w:r>
      <w:r>
        <w:tab/>
        <w:t>1.013e0</w:t>
      </w:r>
    </w:p>
    <w:p w:rsidR="00845324" w:rsidRDefault="00845324" w:rsidP="00845324">
      <w:r>
        <w:t>149.7877</w:t>
      </w:r>
      <w:r>
        <w:tab/>
        <w:t>2.025e0</w:t>
      </w:r>
    </w:p>
    <w:p w:rsidR="00845324" w:rsidRDefault="00845324" w:rsidP="00845324">
      <w:r>
        <w:t>149.8263</w:t>
      </w:r>
      <w:r>
        <w:tab/>
        <w:t>1.013e0</w:t>
      </w:r>
    </w:p>
    <w:p w:rsidR="00845324" w:rsidRDefault="00845324" w:rsidP="00845324">
      <w:r>
        <w:t>149.8428</w:t>
      </w:r>
      <w:r>
        <w:tab/>
        <w:t>2.025e0</w:t>
      </w:r>
    </w:p>
    <w:p w:rsidR="00845324" w:rsidRDefault="00845324" w:rsidP="00845324">
      <w:r>
        <w:t>149.8813</w:t>
      </w:r>
      <w:r>
        <w:tab/>
        <w:t>1.013e0</w:t>
      </w:r>
    </w:p>
    <w:p w:rsidR="00845324" w:rsidRDefault="00845324" w:rsidP="00845324">
      <w:r>
        <w:t>149.9309</w:t>
      </w:r>
      <w:r>
        <w:tab/>
        <w:t>1.013e0</w:t>
      </w:r>
    </w:p>
    <w:p w:rsidR="00845324" w:rsidRDefault="00845324" w:rsidP="00845324">
      <w:r>
        <w:t>149.9520</w:t>
      </w:r>
      <w:r>
        <w:tab/>
        <w:t>3.038e0</w:t>
      </w:r>
    </w:p>
    <w:p w:rsidR="00845324" w:rsidRDefault="00845324" w:rsidP="00845324">
      <w:r>
        <w:t>150.0126</w:t>
      </w:r>
      <w:r>
        <w:tab/>
        <w:t>3.038e0</w:t>
      </w:r>
    </w:p>
    <w:p w:rsidR="00845324" w:rsidRDefault="00845324" w:rsidP="00845324">
      <w:r>
        <w:t>150.0478</w:t>
      </w:r>
      <w:r>
        <w:tab/>
        <w:t>1.013e0</w:t>
      </w:r>
    </w:p>
    <w:p w:rsidR="00845324" w:rsidRDefault="00845324" w:rsidP="00845324">
      <w:r>
        <w:t>150.0627</w:t>
      </w:r>
      <w:r>
        <w:tab/>
        <w:t>2.025e0</w:t>
      </w:r>
    </w:p>
    <w:p w:rsidR="00845324" w:rsidRDefault="00845324" w:rsidP="00845324">
      <w:r>
        <w:lastRenderedPageBreak/>
        <w:t>150.1256</w:t>
      </w:r>
      <w:r>
        <w:tab/>
        <w:t>4.055e1</w:t>
      </w:r>
    </w:p>
    <w:p w:rsidR="00845324" w:rsidRDefault="00845324" w:rsidP="00845324">
      <w:r>
        <w:t>150.1581</w:t>
      </w:r>
      <w:r>
        <w:tab/>
        <w:t>1.013e0</w:t>
      </w:r>
    </w:p>
    <w:p w:rsidR="00845324" w:rsidRDefault="00845324" w:rsidP="00845324">
      <w:r>
        <w:t>150.1954</w:t>
      </w:r>
      <w:r>
        <w:tab/>
        <w:t>3.038e0</w:t>
      </w:r>
    </w:p>
    <w:p w:rsidR="00845324" w:rsidRDefault="00845324" w:rsidP="00845324">
      <w:r>
        <w:t>150.2348</w:t>
      </w:r>
      <w:r>
        <w:tab/>
        <w:t>2.025e0</w:t>
      </w:r>
    </w:p>
    <w:p w:rsidR="00845324" w:rsidRDefault="00845324" w:rsidP="00845324">
      <w:r>
        <w:t>150.2849</w:t>
      </w:r>
      <w:r>
        <w:tab/>
        <w:t>2.025e0</w:t>
      </w:r>
    </w:p>
    <w:p w:rsidR="00845324" w:rsidRDefault="00845324" w:rsidP="00845324">
      <w:r>
        <w:t>150.3147</w:t>
      </w:r>
      <w:r>
        <w:tab/>
        <w:t>2.025e0</w:t>
      </w:r>
    </w:p>
    <w:p w:rsidR="00845324" w:rsidRDefault="00845324" w:rsidP="00845324">
      <w:r>
        <w:t>150.3456</w:t>
      </w:r>
      <w:r>
        <w:tab/>
        <w:t>3.038e0</w:t>
      </w:r>
    </w:p>
    <w:p w:rsidR="00845324" w:rsidRDefault="00845324" w:rsidP="00845324">
      <w:r>
        <w:t>150.3881</w:t>
      </w:r>
      <w:r>
        <w:tab/>
        <w:t>2.025e0</w:t>
      </w:r>
    </w:p>
    <w:p w:rsidR="00845324" w:rsidRDefault="00845324" w:rsidP="00845324">
      <w:r>
        <w:t>150.4515</w:t>
      </w:r>
      <w:r>
        <w:tab/>
        <w:t>1.013e0</w:t>
      </w:r>
    </w:p>
    <w:p w:rsidR="00845324" w:rsidRDefault="00845324" w:rsidP="00845324">
      <w:r>
        <w:t>150.4809</w:t>
      </w:r>
      <w:r>
        <w:tab/>
        <w:t>1.013e0</w:t>
      </w:r>
    </w:p>
    <w:p w:rsidR="00845324" w:rsidRDefault="00845324" w:rsidP="00845324">
      <w:r>
        <w:t>150.5051</w:t>
      </w:r>
      <w:r>
        <w:tab/>
        <w:t>2.025e0</w:t>
      </w:r>
    </w:p>
    <w:p w:rsidR="00845324" w:rsidRDefault="00845324" w:rsidP="00845324">
      <w:r>
        <w:t>150.5462</w:t>
      </w:r>
      <w:r>
        <w:tab/>
        <w:t>7.089e0</w:t>
      </w:r>
    </w:p>
    <w:p w:rsidR="00845324" w:rsidRDefault="00845324" w:rsidP="00845324">
      <w:r>
        <w:t>150.6045</w:t>
      </w:r>
      <w:r>
        <w:tab/>
        <w:t>3.038e0</w:t>
      </w:r>
    </w:p>
    <w:p w:rsidR="00845324" w:rsidRDefault="00845324" w:rsidP="00845324">
      <w:r>
        <w:t>150.6536</w:t>
      </w:r>
      <w:r>
        <w:tab/>
        <w:t>4.051e0</w:t>
      </w:r>
    </w:p>
    <w:p w:rsidR="00845324" w:rsidRDefault="00845324" w:rsidP="00845324">
      <w:r>
        <w:t>150.7158</w:t>
      </w:r>
      <w:r>
        <w:tab/>
        <w:t>5.063e0</w:t>
      </w:r>
    </w:p>
    <w:p w:rsidR="00845324" w:rsidRDefault="00845324" w:rsidP="00845324">
      <w:r>
        <w:t>150.7520</w:t>
      </w:r>
      <w:r>
        <w:tab/>
        <w:t>2.025e0</w:t>
      </w:r>
    </w:p>
    <w:p w:rsidR="00845324" w:rsidRDefault="00845324" w:rsidP="00845324">
      <w:r>
        <w:t>150.7873</w:t>
      </w:r>
      <w:r>
        <w:tab/>
        <w:t>1.013e0</w:t>
      </w:r>
    </w:p>
    <w:p w:rsidR="00845324" w:rsidRDefault="00845324" w:rsidP="00845324">
      <w:r>
        <w:t>150.8171</w:t>
      </w:r>
      <w:r>
        <w:tab/>
        <w:t>1.013e0</w:t>
      </w:r>
    </w:p>
    <w:p w:rsidR="00845324" w:rsidRDefault="00845324" w:rsidP="00845324">
      <w:r>
        <w:t>150.8789</w:t>
      </w:r>
      <w:r>
        <w:tab/>
        <w:t>1.013e0</w:t>
      </w:r>
    </w:p>
    <w:p w:rsidR="00845324" w:rsidRDefault="00845324" w:rsidP="00845324">
      <w:r>
        <w:lastRenderedPageBreak/>
        <w:t>150.9524</w:t>
      </w:r>
      <w:r>
        <w:tab/>
        <w:t>2.025e0</w:t>
      </w:r>
    </w:p>
    <w:p w:rsidR="00845324" w:rsidRDefault="00845324" w:rsidP="00845324">
      <w:r>
        <w:t>150.9702</w:t>
      </w:r>
      <w:r>
        <w:tab/>
        <w:t>1.013e0</w:t>
      </w:r>
    </w:p>
    <w:p w:rsidR="00845324" w:rsidRDefault="00845324" w:rsidP="00845324">
      <w:r>
        <w:t>150.9994</w:t>
      </w:r>
      <w:r>
        <w:tab/>
        <w:t>2.025e0</w:t>
      </w:r>
    </w:p>
    <w:p w:rsidR="00845324" w:rsidRDefault="00845324" w:rsidP="00845324">
      <w:r>
        <w:t>151.0457</w:t>
      </w:r>
      <w:r>
        <w:tab/>
        <w:t>1.014e2</w:t>
      </w:r>
    </w:p>
    <w:p w:rsidR="00845324" w:rsidRDefault="00845324" w:rsidP="00845324">
      <w:r>
        <w:t>151.0913</w:t>
      </w:r>
      <w:r>
        <w:tab/>
        <w:t>2.546e0</w:t>
      </w:r>
    </w:p>
    <w:p w:rsidR="00845324" w:rsidRDefault="00845324" w:rsidP="00845324">
      <w:r>
        <w:t>151.1088</w:t>
      </w:r>
      <w:r>
        <w:tab/>
        <w:t>2.965e0</w:t>
      </w:r>
    </w:p>
    <w:p w:rsidR="00845324" w:rsidRDefault="00845324" w:rsidP="00845324">
      <w:r>
        <w:t>151.1293</w:t>
      </w:r>
      <w:r>
        <w:tab/>
        <w:t>2.199e0</w:t>
      </w:r>
    </w:p>
    <w:p w:rsidR="00845324" w:rsidRDefault="00845324" w:rsidP="00845324">
      <w:r>
        <w:t>151.1663</w:t>
      </w:r>
      <w:r>
        <w:tab/>
        <w:t>1.013e0</w:t>
      </w:r>
    </w:p>
    <w:p w:rsidR="00845324" w:rsidRDefault="00845324" w:rsidP="00845324">
      <w:r>
        <w:t>151.1888</w:t>
      </w:r>
      <w:r>
        <w:tab/>
        <w:t>1.013e0</w:t>
      </w:r>
    </w:p>
    <w:p w:rsidR="00845324" w:rsidRDefault="00845324" w:rsidP="00845324">
      <w:r>
        <w:t>151.2194</w:t>
      </w:r>
      <w:r>
        <w:tab/>
        <w:t>3.038e0</w:t>
      </w:r>
    </w:p>
    <w:p w:rsidR="00845324" w:rsidRDefault="00845324" w:rsidP="00845324">
      <w:r>
        <w:t>151.2544</w:t>
      </w:r>
      <w:r>
        <w:tab/>
        <w:t>1.013e0</w:t>
      </w:r>
    </w:p>
    <w:p w:rsidR="00845324" w:rsidRDefault="00845324" w:rsidP="00845324">
      <w:r>
        <w:t>151.2702</w:t>
      </w:r>
      <w:r>
        <w:tab/>
        <w:t>2.025e0</w:t>
      </w:r>
    </w:p>
    <w:p w:rsidR="00845324" w:rsidRDefault="00845324" w:rsidP="00845324">
      <w:r>
        <w:t>151.2915</w:t>
      </w:r>
      <w:r>
        <w:tab/>
        <w:t>1.394e0</w:t>
      </w:r>
    </w:p>
    <w:p w:rsidR="00845324" w:rsidRDefault="00845324" w:rsidP="00845324">
      <w:r>
        <w:t>151.3186</w:t>
      </w:r>
      <w:r>
        <w:tab/>
        <w:t>3.038e0</w:t>
      </w:r>
    </w:p>
    <w:p w:rsidR="00845324" w:rsidRDefault="00845324" w:rsidP="00845324">
      <w:r>
        <w:t>151.3327</w:t>
      </w:r>
      <w:r>
        <w:tab/>
        <w:t>4.051e0</w:t>
      </w:r>
    </w:p>
    <w:p w:rsidR="00845324" w:rsidRDefault="00845324" w:rsidP="00845324">
      <w:r>
        <w:t>151.3826</w:t>
      </w:r>
      <w:r>
        <w:tab/>
        <w:t>6.184e0</w:t>
      </w:r>
    </w:p>
    <w:p w:rsidR="00845324" w:rsidRDefault="00845324" w:rsidP="00845324">
      <w:r>
        <w:t>151.3962</w:t>
      </w:r>
      <w:r>
        <w:tab/>
        <w:t>3.038e0</w:t>
      </w:r>
    </w:p>
    <w:p w:rsidR="00845324" w:rsidRDefault="00845324" w:rsidP="00845324">
      <w:r>
        <w:t>151.4473</w:t>
      </w:r>
      <w:r>
        <w:tab/>
        <w:t>2.025e0</w:t>
      </w:r>
    </w:p>
    <w:p w:rsidR="00845324" w:rsidRDefault="00845324" w:rsidP="00845324">
      <w:r>
        <w:t>151.5076</w:t>
      </w:r>
      <w:r>
        <w:tab/>
        <w:t>2.025e0</w:t>
      </w:r>
    </w:p>
    <w:p w:rsidR="00845324" w:rsidRDefault="00845324" w:rsidP="00845324">
      <w:r>
        <w:lastRenderedPageBreak/>
        <w:t>151.5492</w:t>
      </w:r>
      <w:r>
        <w:tab/>
        <w:t>2.835e1</w:t>
      </w:r>
    </w:p>
    <w:p w:rsidR="00845324" w:rsidRDefault="00845324" w:rsidP="00845324">
      <w:r>
        <w:t>151.5878</w:t>
      </w:r>
      <w:r>
        <w:tab/>
        <w:t>3.038e0</w:t>
      </w:r>
    </w:p>
    <w:p w:rsidR="00845324" w:rsidRDefault="00845324" w:rsidP="00845324">
      <w:r>
        <w:t>151.6142</w:t>
      </w:r>
      <w:r>
        <w:tab/>
        <w:t>3.038e0</w:t>
      </w:r>
    </w:p>
    <w:p w:rsidR="00845324" w:rsidRDefault="00845324" w:rsidP="00845324">
      <w:r>
        <w:t>151.6432</w:t>
      </w:r>
      <w:r>
        <w:tab/>
        <w:t>2.025e0</w:t>
      </w:r>
    </w:p>
    <w:p w:rsidR="00845324" w:rsidRDefault="00845324" w:rsidP="00845324">
      <w:r>
        <w:t>151.6747</w:t>
      </w:r>
      <w:r>
        <w:tab/>
        <w:t>6.076e0</w:t>
      </w:r>
    </w:p>
    <w:p w:rsidR="00845324" w:rsidRDefault="00845324" w:rsidP="00845324">
      <w:r>
        <w:t>151.7019</w:t>
      </w:r>
      <w:r>
        <w:tab/>
        <w:t>1.013e0</w:t>
      </w:r>
    </w:p>
    <w:p w:rsidR="00845324" w:rsidRDefault="00845324" w:rsidP="00845324">
      <w:r>
        <w:t>151.7517</w:t>
      </w:r>
      <w:r>
        <w:tab/>
        <w:t>1.013e0</w:t>
      </w:r>
    </w:p>
    <w:p w:rsidR="00845324" w:rsidRDefault="00845324" w:rsidP="00845324">
      <w:r>
        <w:t>151.8044</w:t>
      </w:r>
      <w:r>
        <w:tab/>
        <w:t>3.038e0</w:t>
      </w:r>
    </w:p>
    <w:p w:rsidR="00845324" w:rsidRDefault="00845324" w:rsidP="00845324">
      <w:r>
        <w:t>151.8350</w:t>
      </w:r>
      <w:r>
        <w:tab/>
        <w:t>4.814e0</w:t>
      </w:r>
    </w:p>
    <w:p w:rsidR="00845324" w:rsidRDefault="00845324" w:rsidP="00845324">
      <w:r>
        <w:t>151.9024</w:t>
      </w:r>
      <w:r>
        <w:tab/>
        <w:t>2.025e0</w:t>
      </w:r>
    </w:p>
    <w:p w:rsidR="00845324" w:rsidRDefault="00845324" w:rsidP="00845324">
      <w:r>
        <w:t>151.9492</w:t>
      </w:r>
      <w:r>
        <w:tab/>
        <w:t>5.458e0</w:t>
      </w:r>
    </w:p>
    <w:p w:rsidR="00845324" w:rsidRDefault="00845324" w:rsidP="00845324">
      <w:r>
        <w:t>151.9925</w:t>
      </w:r>
      <w:r>
        <w:tab/>
        <w:t>3.038e0</w:t>
      </w:r>
    </w:p>
    <w:p w:rsidR="00845324" w:rsidRDefault="00845324" w:rsidP="00845324">
      <w:r>
        <w:t>152.0468</w:t>
      </w:r>
      <w:r>
        <w:tab/>
        <w:t>2.651e1</w:t>
      </w:r>
    </w:p>
    <w:p w:rsidR="00845324" w:rsidRDefault="00845324" w:rsidP="00845324">
      <w:r>
        <w:t>152.1246</w:t>
      </w:r>
      <w:r>
        <w:tab/>
        <w:t>4.649e0</w:t>
      </w:r>
    </w:p>
    <w:p w:rsidR="00845324" w:rsidRDefault="00845324" w:rsidP="00845324">
      <w:r>
        <w:t>152.1572</w:t>
      </w:r>
      <w:r>
        <w:tab/>
        <w:t>2.025e0</w:t>
      </w:r>
    </w:p>
    <w:p w:rsidR="00845324" w:rsidRDefault="00845324" w:rsidP="00845324">
      <w:r>
        <w:t>152.1838</w:t>
      </w:r>
      <w:r>
        <w:tab/>
        <w:t>1.013e0</w:t>
      </w:r>
    </w:p>
    <w:p w:rsidR="00845324" w:rsidRDefault="00845324" w:rsidP="00845324">
      <w:r>
        <w:t>152.2067</w:t>
      </w:r>
      <w:r>
        <w:tab/>
        <w:t>4.051e0</w:t>
      </w:r>
    </w:p>
    <w:p w:rsidR="00845324" w:rsidRDefault="00845324" w:rsidP="00845324">
      <w:r>
        <w:t>152.2273</w:t>
      </w:r>
      <w:r>
        <w:tab/>
        <w:t>3.038e0</w:t>
      </w:r>
    </w:p>
    <w:p w:rsidR="00845324" w:rsidRDefault="00845324" w:rsidP="00845324">
      <w:r>
        <w:t>152.2608</w:t>
      </w:r>
      <w:r>
        <w:tab/>
        <w:t>3.495e0</w:t>
      </w:r>
    </w:p>
    <w:p w:rsidR="00845324" w:rsidRDefault="00845324" w:rsidP="00845324">
      <w:r>
        <w:lastRenderedPageBreak/>
        <w:t>152.2918</w:t>
      </w:r>
      <w:r>
        <w:tab/>
        <w:t>2.025e0</w:t>
      </w:r>
    </w:p>
    <w:p w:rsidR="00845324" w:rsidRDefault="00845324" w:rsidP="00845324">
      <w:r>
        <w:t>152.3213</w:t>
      </w:r>
      <w:r>
        <w:tab/>
        <w:t>1.013e0</w:t>
      </w:r>
    </w:p>
    <w:p w:rsidR="00845324" w:rsidRDefault="00845324" w:rsidP="00845324">
      <w:r>
        <w:t>152.3578</w:t>
      </w:r>
      <w:r>
        <w:tab/>
        <w:t>3.038e0</w:t>
      </w:r>
    </w:p>
    <w:p w:rsidR="00845324" w:rsidRDefault="00845324" w:rsidP="00845324">
      <w:r>
        <w:t>152.4133</w:t>
      </w:r>
      <w:r>
        <w:tab/>
        <w:t>1.013e0</w:t>
      </w:r>
    </w:p>
    <w:p w:rsidR="00845324" w:rsidRDefault="00845324" w:rsidP="00845324">
      <w:r>
        <w:t>152.4437</w:t>
      </w:r>
      <w:r>
        <w:tab/>
        <w:t>3.038e0</w:t>
      </w:r>
    </w:p>
    <w:p w:rsidR="00845324" w:rsidRDefault="00845324" w:rsidP="00845324">
      <w:r>
        <w:t>152.4722</w:t>
      </w:r>
      <w:r>
        <w:tab/>
        <w:t>2.025e0</w:t>
      </w:r>
    </w:p>
    <w:p w:rsidR="00845324" w:rsidRDefault="00845324" w:rsidP="00845324">
      <w:r>
        <w:t>152.4988</w:t>
      </w:r>
      <w:r>
        <w:tab/>
        <w:t>2.025e0</w:t>
      </w:r>
    </w:p>
    <w:p w:rsidR="00845324" w:rsidRDefault="00845324" w:rsidP="00845324">
      <w:r>
        <w:t>152.5367</w:t>
      </w:r>
      <w:r>
        <w:tab/>
        <w:t>3.114e0</w:t>
      </w:r>
    </w:p>
    <w:p w:rsidR="00845324" w:rsidRDefault="00845324" w:rsidP="00845324">
      <w:r>
        <w:t>152.5613</w:t>
      </w:r>
      <w:r>
        <w:tab/>
        <w:t>4.864e0</w:t>
      </w:r>
    </w:p>
    <w:p w:rsidR="00845324" w:rsidRDefault="00845324" w:rsidP="00845324">
      <w:r>
        <w:t>152.5843</w:t>
      </w:r>
      <w:r>
        <w:tab/>
        <w:t>1.013e0</w:t>
      </w:r>
    </w:p>
    <w:p w:rsidR="00845324" w:rsidRDefault="00845324" w:rsidP="00845324">
      <w:r>
        <w:t>152.6064</w:t>
      </w:r>
      <w:r>
        <w:tab/>
        <w:t>1.013e0</w:t>
      </w:r>
    </w:p>
    <w:p w:rsidR="00845324" w:rsidRDefault="00845324" w:rsidP="00845324">
      <w:r>
        <w:t>152.6430</w:t>
      </w:r>
      <w:r>
        <w:tab/>
        <w:t>2.025e0</w:t>
      </w:r>
    </w:p>
    <w:p w:rsidR="00845324" w:rsidRDefault="00845324" w:rsidP="00845324">
      <w:r>
        <w:t>152.6851</w:t>
      </w:r>
      <w:r>
        <w:tab/>
        <w:t>2.025e0</w:t>
      </w:r>
    </w:p>
    <w:p w:rsidR="00845324" w:rsidRDefault="00845324" w:rsidP="00845324">
      <w:r>
        <w:t>152.7019</w:t>
      </w:r>
      <w:r>
        <w:tab/>
        <w:t>2.025e0</w:t>
      </w:r>
    </w:p>
    <w:p w:rsidR="00845324" w:rsidRDefault="00845324" w:rsidP="00845324">
      <w:r>
        <w:t>152.7285</w:t>
      </w:r>
      <w:r>
        <w:tab/>
        <w:t>1.013e0</w:t>
      </w:r>
    </w:p>
    <w:p w:rsidR="00845324" w:rsidRDefault="00845324" w:rsidP="00845324">
      <w:r>
        <w:t>152.7576</w:t>
      </w:r>
      <w:r>
        <w:tab/>
        <w:t>1.013e0</w:t>
      </w:r>
    </w:p>
    <w:p w:rsidR="00845324" w:rsidRDefault="00845324" w:rsidP="00845324">
      <w:r>
        <w:t>152.8107</w:t>
      </w:r>
      <w:r>
        <w:tab/>
        <w:t>1.013e0</w:t>
      </w:r>
    </w:p>
    <w:p w:rsidR="00845324" w:rsidRDefault="00845324" w:rsidP="00845324">
      <w:r>
        <w:t>152.8495</w:t>
      </w:r>
      <w:r>
        <w:tab/>
        <w:t>2.025e0</w:t>
      </w:r>
    </w:p>
    <w:p w:rsidR="00845324" w:rsidRDefault="00845324" w:rsidP="00845324">
      <w:r>
        <w:t>152.8795</w:t>
      </w:r>
      <w:r>
        <w:tab/>
        <w:t>1.013e0</w:t>
      </w:r>
    </w:p>
    <w:p w:rsidR="00845324" w:rsidRDefault="00845324" w:rsidP="00845324">
      <w:r>
        <w:lastRenderedPageBreak/>
        <w:t>152.9026</w:t>
      </w:r>
      <w:r>
        <w:tab/>
        <w:t>1.013e0</w:t>
      </w:r>
    </w:p>
    <w:p w:rsidR="00845324" w:rsidRDefault="00845324" w:rsidP="00845324">
      <w:r>
        <w:t>152.9474</w:t>
      </w:r>
      <w:r>
        <w:tab/>
        <w:t>5.063e0</w:t>
      </w:r>
    </w:p>
    <w:p w:rsidR="00845324" w:rsidRDefault="00845324" w:rsidP="00845324">
      <w:r>
        <w:t>152.9847</w:t>
      </w:r>
      <w:r>
        <w:tab/>
        <w:t>1.013e0</w:t>
      </w:r>
    </w:p>
    <w:p w:rsidR="00845324" w:rsidRDefault="00845324" w:rsidP="00845324">
      <w:r>
        <w:t>153.0139</w:t>
      </w:r>
      <w:r>
        <w:tab/>
        <w:t>1.013e0</w:t>
      </w:r>
    </w:p>
    <w:p w:rsidR="00845324" w:rsidRDefault="00845324" w:rsidP="00845324">
      <w:r>
        <w:t>153.0454</w:t>
      </w:r>
      <w:r>
        <w:tab/>
        <w:t>1.569e1</w:t>
      </w:r>
    </w:p>
    <w:p w:rsidR="00845324" w:rsidRDefault="00845324" w:rsidP="00845324">
      <w:r>
        <w:t>153.1421</w:t>
      </w:r>
      <w:r>
        <w:tab/>
        <w:t>2.521e1</w:t>
      </w:r>
    </w:p>
    <w:p w:rsidR="00845324" w:rsidRDefault="00845324" w:rsidP="00845324">
      <w:r>
        <w:t>153.1898</w:t>
      </w:r>
      <w:r>
        <w:tab/>
        <w:t>3.038e0</w:t>
      </w:r>
    </w:p>
    <w:p w:rsidR="00845324" w:rsidRDefault="00845324" w:rsidP="00845324">
      <w:r>
        <w:t>153.2372</w:t>
      </w:r>
      <w:r>
        <w:tab/>
        <w:t>1.013e0</w:t>
      </w:r>
    </w:p>
    <w:p w:rsidR="00845324" w:rsidRDefault="00845324" w:rsidP="00845324">
      <w:r>
        <w:t>153.2906</w:t>
      </w:r>
      <w:r>
        <w:tab/>
        <w:t>3.038e0</w:t>
      </w:r>
    </w:p>
    <w:p w:rsidR="00845324" w:rsidRDefault="00845324" w:rsidP="00845324">
      <w:r>
        <w:t>153.3512</w:t>
      </w:r>
      <w:r>
        <w:tab/>
        <w:t>2.025e0</w:t>
      </w:r>
    </w:p>
    <w:p w:rsidR="00845324" w:rsidRDefault="00845324" w:rsidP="00845324">
      <w:r>
        <w:t>153.3795</w:t>
      </w:r>
      <w:r>
        <w:tab/>
        <w:t>2.025e0</w:t>
      </w:r>
    </w:p>
    <w:p w:rsidR="00845324" w:rsidRDefault="00845324" w:rsidP="00845324">
      <w:r>
        <w:t>153.4135</w:t>
      </w:r>
      <w:r>
        <w:tab/>
        <w:t>2.025e0</w:t>
      </w:r>
    </w:p>
    <w:p w:rsidR="00845324" w:rsidRDefault="00845324" w:rsidP="00845324">
      <w:r>
        <w:t>153.4385</w:t>
      </w:r>
      <w:r>
        <w:tab/>
        <w:t>1.013e0</w:t>
      </w:r>
    </w:p>
    <w:p w:rsidR="00845324" w:rsidRDefault="00845324" w:rsidP="00845324">
      <w:r>
        <w:t>153.4632</w:t>
      </w:r>
      <w:r>
        <w:tab/>
        <w:t>2.025e0</w:t>
      </w:r>
    </w:p>
    <w:p w:rsidR="00845324" w:rsidRDefault="00845324" w:rsidP="00845324">
      <w:r>
        <w:t>153.4908</w:t>
      </w:r>
      <w:r>
        <w:tab/>
        <w:t>1.013e0</w:t>
      </w:r>
    </w:p>
    <w:p w:rsidR="00845324" w:rsidRDefault="00845324" w:rsidP="00845324">
      <w:r>
        <w:t>153.5075</w:t>
      </w:r>
      <w:r>
        <w:tab/>
        <w:t>1.013e0</w:t>
      </w:r>
    </w:p>
    <w:p w:rsidR="00845324" w:rsidRDefault="00845324" w:rsidP="00845324">
      <w:r>
        <w:t>153.5555</w:t>
      </w:r>
      <w:r>
        <w:tab/>
        <w:t>5.063e0</w:t>
      </w:r>
    </w:p>
    <w:p w:rsidR="00845324" w:rsidRDefault="00845324" w:rsidP="00845324">
      <w:r>
        <w:t>153.5956</w:t>
      </w:r>
      <w:r>
        <w:tab/>
        <w:t>3.038e0</w:t>
      </w:r>
    </w:p>
    <w:p w:rsidR="00845324" w:rsidRDefault="00845324" w:rsidP="00845324">
      <w:r>
        <w:t>153.6469</w:t>
      </w:r>
      <w:r>
        <w:tab/>
        <w:t>2.025e0</w:t>
      </w:r>
    </w:p>
    <w:p w:rsidR="00845324" w:rsidRDefault="00845324" w:rsidP="00845324">
      <w:r>
        <w:lastRenderedPageBreak/>
        <w:t>153.6854</w:t>
      </w:r>
      <w:r>
        <w:tab/>
        <w:t>1.013e0</w:t>
      </w:r>
    </w:p>
    <w:p w:rsidR="00845324" w:rsidRDefault="00845324" w:rsidP="00845324">
      <w:r>
        <w:t>153.7113</w:t>
      </w:r>
      <w:r>
        <w:tab/>
        <w:t>4.051e0</w:t>
      </w:r>
    </w:p>
    <w:p w:rsidR="00845324" w:rsidRDefault="00845324" w:rsidP="00845324">
      <w:r>
        <w:t>153.7321</w:t>
      </w:r>
      <w:r>
        <w:tab/>
        <w:t>2.695e0</w:t>
      </w:r>
    </w:p>
    <w:p w:rsidR="00845324" w:rsidRDefault="00845324" w:rsidP="00845324">
      <w:r>
        <w:t>153.7595</w:t>
      </w:r>
      <w:r>
        <w:tab/>
        <w:t>2.025e0</w:t>
      </w:r>
    </w:p>
    <w:p w:rsidR="00845324" w:rsidRDefault="00845324" w:rsidP="00845324">
      <w:r>
        <w:t>153.8004</w:t>
      </w:r>
      <w:r>
        <w:tab/>
        <w:t>2.025e0</w:t>
      </w:r>
    </w:p>
    <w:p w:rsidR="00845324" w:rsidRDefault="00845324" w:rsidP="00845324">
      <w:r>
        <w:t>153.8335</w:t>
      </w:r>
      <w:r>
        <w:tab/>
        <w:t>2.025e0</w:t>
      </w:r>
    </w:p>
    <w:p w:rsidR="00845324" w:rsidRDefault="00845324" w:rsidP="00845324">
      <w:r>
        <w:t>153.8544</w:t>
      </w:r>
      <w:r>
        <w:tab/>
        <w:t>3.038e0</w:t>
      </w:r>
    </w:p>
    <w:p w:rsidR="00845324" w:rsidRDefault="00845324" w:rsidP="00845324">
      <w:r>
        <w:t>153.8718</w:t>
      </w:r>
      <w:r>
        <w:tab/>
        <w:t>3.038e0</w:t>
      </w:r>
    </w:p>
    <w:p w:rsidR="00845324" w:rsidRDefault="00845324" w:rsidP="00845324">
      <w:r>
        <w:t>153.9059</w:t>
      </w:r>
      <w:r>
        <w:tab/>
        <w:t>1.013e0</w:t>
      </w:r>
    </w:p>
    <w:p w:rsidR="00845324" w:rsidRDefault="00845324" w:rsidP="00845324">
      <w:r>
        <w:t>153.9478</w:t>
      </w:r>
      <w:r>
        <w:tab/>
        <w:t>2.025e0</w:t>
      </w:r>
    </w:p>
    <w:p w:rsidR="00845324" w:rsidRDefault="00845324" w:rsidP="00845324">
      <w:r>
        <w:t>154.0016</w:t>
      </w:r>
      <w:r>
        <w:tab/>
        <w:t>1.013e0</w:t>
      </w:r>
    </w:p>
    <w:p w:rsidR="00845324" w:rsidRDefault="00845324" w:rsidP="00845324">
      <w:r>
        <w:t>154.0594</w:t>
      </w:r>
      <w:r>
        <w:tab/>
        <w:t>4.051e0</w:t>
      </w:r>
    </w:p>
    <w:p w:rsidR="00845324" w:rsidRDefault="00845324" w:rsidP="00845324">
      <w:r>
        <w:t>154.1165</w:t>
      </w:r>
      <w:r>
        <w:tab/>
        <w:t>2.965e0</w:t>
      </w:r>
    </w:p>
    <w:p w:rsidR="00845324" w:rsidRDefault="00845324" w:rsidP="00845324">
      <w:r>
        <w:t>154.1406</w:t>
      </w:r>
      <w:r>
        <w:tab/>
        <w:t>8.669e0</w:t>
      </w:r>
    </w:p>
    <w:p w:rsidR="00845324" w:rsidRDefault="00845324" w:rsidP="00845324">
      <w:r>
        <w:t>154.1782</w:t>
      </w:r>
      <w:r>
        <w:tab/>
        <w:t>2.025e0</w:t>
      </w:r>
    </w:p>
    <w:p w:rsidR="00845324" w:rsidRDefault="00845324" w:rsidP="00845324">
      <w:r>
        <w:t>154.1983</w:t>
      </w:r>
      <w:r>
        <w:tab/>
        <w:t>2.025e0</w:t>
      </w:r>
    </w:p>
    <w:p w:rsidR="00845324" w:rsidRDefault="00845324" w:rsidP="00845324">
      <w:r>
        <w:t>154.2447</w:t>
      </w:r>
      <w:r>
        <w:tab/>
        <w:t>3.253e0</w:t>
      </w:r>
    </w:p>
    <w:p w:rsidR="00845324" w:rsidRDefault="00845324" w:rsidP="00845324">
      <w:r>
        <w:t>154.2757</w:t>
      </w:r>
      <w:r>
        <w:tab/>
        <w:t>1.013e0</w:t>
      </w:r>
    </w:p>
    <w:p w:rsidR="00845324" w:rsidRDefault="00845324" w:rsidP="00845324">
      <w:r>
        <w:t>154.3404</w:t>
      </w:r>
      <w:r>
        <w:tab/>
        <w:t>5.063e0</w:t>
      </w:r>
    </w:p>
    <w:p w:rsidR="00845324" w:rsidRDefault="00845324" w:rsidP="00845324">
      <w:r>
        <w:lastRenderedPageBreak/>
        <w:t>154.4240</w:t>
      </w:r>
      <w:r>
        <w:tab/>
        <w:t>1.013e0</w:t>
      </w:r>
    </w:p>
    <w:p w:rsidR="00845324" w:rsidRDefault="00845324" w:rsidP="00845324">
      <w:r>
        <w:t>154.4507</w:t>
      </w:r>
      <w:r>
        <w:tab/>
        <w:t>2.025e0</w:t>
      </w:r>
    </w:p>
    <w:p w:rsidR="00845324" w:rsidRDefault="00845324" w:rsidP="00845324">
      <w:r>
        <w:t>154.4862</w:t>
      </w:r>
      <w:r>
        <w:tab/>
        <w:t>2.025e0</w:t>
      </w:r>
    </w:p>
    <w:p w:rsidR="00845324" w:rsidRDefault="00845324" w:rsidP="00845324">
      <w:r>
        <w:t>154.5400</w:t>
      </w:r>
      <w:r>
        <w:tab/>
        <w:t>3.038e0</w:t>
      </w:r>
    </w:p>
    <w:p w:rsidR="00845324" w:rsidRDefault="00845324" w:rsidP="00845324">
      <w:r>
        <w:t>154.5594</w:t>
      </w:r>
      <w:r>
        <w:tab/>
        <w:t>1.013e0</w:t>
      </w:r>
    </w:p>
    <w:p w:rsidR="00845324" w:rsidRDefault="00845324" w:rsidP="00845324">
      <w:r>
        <w:t>154.5923</w:t>
      </w:r>
      <w:r>
        <w:tab/>
        <w:t>1.013e0</w:t>
      </w:r>
    </w:p>
    <w:p w:rsidR="00845324" w:rsidRDefault="00845324" w:rsidP="00845324">
      <w:r>
        <w:t>154.6453</w:t>
      </w:r>
      <w:r>
        <w:tab/>
        <w:t>2.025e0</w:t>
      </w:r>
    </w:p>
    <w:p w:rsidR="00845324" w:rsidRDefault="00845324" w:rsidP="00845324">
      <w:r>
        <w:t>154.6681</w:t>
      </w:r>
      <w:r>
        <w:tab/>
        <w:t>2.025e0</w:t>
      </w:r>
    </w:p>
    <w:p w:rsidR="00845324" w:rsidRDefault="00845324" w:rsidP="00845324">
      <w:r>
        <w:t>154.6983</w:t>
      </w:r>
      <w:r>
        <w:tab/>
        <w:t>2.025e0</w:t>
      </w:r>
    </w:p>
    <w:p w:rsidR="00845324" w:rsidRDefault="00845324" w:rsidP="00845324">
      <w:r>
        <w:t>154.7389</w:t>
      </w:r>
      <w:r>
        <w:tab/>
        <w:t>3.038e0</w:t>
      </w:r>
    </w:p>
    <w:p w:rsidR="00845324" w:rsidRDefault="00845324" w:rsidP="00845324">
      <w:r>
        <w:t>154.7742</w:t>
      </w:r>
      <w:r>
        <w:tab/>
        <w:t>2.025e0</w:t>
      </w:r>
    </w:p>
    <w:p w:rsidR="00845324" w:rsidRDefault="00845324" w:rsidP="00845324">
      <w:r>
        <w:t>154.8113</w:t>
      </w:r>
      <w:r>
        <w:tab/>
        <w:t>3.038e0</w:t>
      </w:r>
    </w:p>
    <w:p w:rsidR="00845324" w:rsidRDefault="00845324" w:rsidP="00845324">
      <w:r>
        <w:t>154.8433</w:t>
      </w:r>
      <w:r>
        <w:tab/>
        <w:t>2.025e0</w:t>
      </w:r>
    </w:p>
    <w:p w:rsidR="00845324" w:rsidRDefault="00845324" w:rsidP="00845324">
      <w:r>
        <w:t>154.8734</w:t>
      </w:r>
      <w:r>
        <w:tab/>
        <w:t>1.013e0</w:t>
      </w:r>
    </w:p>
    <w:p w:rsidR="00845324" w:rsidRDefault="00845324" w:rsidP="00845324">
      <w:r>
        <w:t>154.8936</w:t>
      </w:r>
      <w:r>
        <w:tab/>
        <w:t>1.013e0</w:t>
      </w:r>
    </w:p>
    <w:p w:rsidR="00845324" w:rsidRDefault="00845324" w:rsidP="00845324">
      <w:r>
        <w:t>154.9191</w:t>
      </w:r>
      <w:r>
        <w:tab/>
        <w:t>2.025e0</w:t>
      </w:r>
    </w:p>
    <w:p w:rsidR="00845324" w:rsidRDefault="00845324" w:rsidP="00845324">
      <w:r>
        <w:t>154.9612</w:t>
      </w:r>
      <w:r>
        <w:tab/>
        <w:t>3.038e0</w:t>
      </w:r>
    </w:p>
    <w:p w:rsidR="00845324" w:rsidRDefault="00845324" w:rsidP="00845324">
      <w:r>
        <w:t>155.0185</w:t>
      </w:r>
      <w:r>
        <w:tab/>
        <w:t>4.051e0</w:t>
      </w:r>
    </w:p>
    <w:p w:rsidR="00845324" w:rsidRDefault="00845324" w:rsidP="00845324">
      <w:r>
        <w:t>155.0554</w:t>
      </w:r>
      <w:r>
        <w:tab/>
        <w:t>2.025e0</w:t>
      </w:r>
    </w:p>
    <w:p w:rsidR="00845324" w:rsidRDefault="00845324" w:rsidP="00845324">
      <w:r>
        <w:lastRenderedPageBreak/>
        <w:t>155.0787</w:t>
      </w:r>
      <w:r>
        <w:tab/>
        <w:t>1.101e0</w:t>
      </w:r>
    </w:p>
    <w:p w:rsidR="00845324" w:rsidRDefault="00845324" w:rsidP="00845324">
      <w:r>
        <w:t>155.1185</w:t>
      </w:r>
      <w:r>
        <w:tab/>
        <w:t>3.060e0</w:t>
      </w:r>
    </w:p>
    <w:p w:rsidR="00845324" w:rsidRDefault="00845324" w:rsidP="00845324">
      <w:r>
        <w:t>155.1515</w:t>
      </w:r>
      <w:r>
        <w:tab/>
        <w:t>3.038e0</w:t>
      </w:r>
    </w:p>
    <w:p w:rsidR="00845324" w:rsidRDefault="00845324" w:rsidP="00845324">
      <w:r>
        <w:t>155.2670</w:t>
      </w:r>
      <w:r>
        <w:tab/>
        <w:t>3.038e0</w:t>
      </w:r>
    </w:p>
    <w:p w:rsidR="00845324" w:rsidRDefault="00845324" w:rsidP="00845324">
      <w:r>
        <w:t>155.2933</w:t>
      </w:r>
      <w:r>
        <w:tab/>
        <w:t>1.013e0</w:t>
      </w:r>
    </w:p>
    <w:p w:rsidR="00845324" w:rsidRDefault="00845324" w:rsidP="00845324">
      <w:r>
        <w:t>155.3235</w:t>
      </w:r>
      <w:r>
        <w:tab/>
        <w:t>1.013e0</w:t>
      </w:r>
    </w:p>
    <w:p w:rsidR="00845324" w:rsidRDefault="00845324" w:rsidP="00845324">
      <w:r>
        <w:t>155.3773</w:t>
      </w:r>
      <w:r>
        <w:tab/>
        <w:t>3.038e0</w:t>
      </w:r>
    </w:p>
    <w:p w:rsidR="00845324" w:rsidRDefault="00845324" w:rsidP="00845324">
      <w:r>
        <w:t>155.4297</w:t>
      </w:r>
      <w:r>
        <w:tab/>
        <w:t>1.013e0</w:t>
      </w:r>
    </w:p>
    <w:p w:rsidR="00845324" w:rsidRDefault="00845324" w:rsidP="00845324">
      <w:r>
        <w:t>155.4524</w:t>
      </w:r>
      <w:r>
        <w:tab/>
        <w:t>1.013e0</w:t>
      </w:r>
    </w:p>
    <w:p w:rsidR="00845324" w:rsidRDefault="00845324" w:rsidP="00845324">
      <w:r>
        <w:t>155.4789</w:t>
      </w:r>
      <w:r>
        <w:tab/>
        <w:t>1.013e0</w:t>
      </w:r>
    </w:p>
    <w:p w:rsidR="00845324" w:rsidRDefault="00845324" w:rsidP="00845324">
      <w:r>
        <w:t>155.5683</w:t>
      </w:r>
      <w:r>
        <w:tab/>
        <w:t>1.013e0</w:t>
      </w:r>
    </w:p>
    <w:p w:rsidR="00845324" w:rsidRDefault="00845324" w:rsidP="00845324">
      <w:r>
        <w:t>155.6018</w:t>
      </w:r>
      <w:r>
        <w:tab/>
        <w:t>1.013e0</w:t>
      </w:r>
    </w:p>
    <w:p w:rsidR="00845324" w:rsidRDefault="00845324" w:rsidP="00845324">
      <w:r>
        <w:t>155.6234</w:t>
      </w:r>
      <w:r>
        <w:tab/>
        <w:t>2.025e0</w:t>
      </w:r>
    </w:p>
    <w:p w:rsidR="00845324" w:rsidRDefault="00845324" w:rsidP="00845324">
      <w:r>
        <w:t>155.6443</w:t>
      </w:r>
      <w:r>
        <w:tab/>
        <w:t>1.013e0</w:t>
      </w:r>
    </w:p>
    <w:p w:rsidR="00845324" w:rsidRDefault="00845324" w:rsidP="00845324">
      <w:r>
        <w:t>155.6712</w:t>
      </w:r>
      <w:r>
        <w:tab/>
        <w:t>1.013e0</w:t>
      </w:r>
    </w:p>
    <w:p w:rsidR="00845324" w:rsidRDefault="00845324" w:rsidP="00845324">
      <w:r>
        <w:t>155.7147</w:t>
      </w:r>
      <w:r>
        <w:tab/>
        <w:t>1.013e0</w:t>
      </w:r>
    </w:p>
    <w:p w:rsidR="00845324" w:rsidRDefault="00845324" w:rsidP="00845324">
      <w:r>
        <w:t>155.7640</w:t>
      </w:r>
      <w:r>
        <w:tab/>
        <w:t>1.013e0</w:t>
      </w:r>
    </w:p>
    <w:p w:rsidR="00845324" w:rsidRDefault="00845324" w:rsidP="00845324">
      <w:r>
        <w:t>155.7807</w:t>
      </w:r>
      <w:r>
        <w:tab/>
        <w:t>1.013e0</w:t>
      </w:r>
    </w:p>
    <w:p w:rsidR="00845324" w:rsidRDefault="00845324" w:rsidP="00845324">
      <w:r>
        <w:t>155.8156</w:t>
      </w:r>
      <w:r>
        <w:tab/>
        <w:t>3.038e0</w:t>
      </w:r>
    </w:p>
    <w:p w:rsidR="00845324" w:rsidRDefault="00845324" w:rsidP="00845324">
      <w:r>
        <w:lastRenderedPageBreak/>
        <w:t>155.8400</w:t>
      </w:r>
      <w:r>
        <w:tab/>
        <w:t>2.025e0</w:t>
      </w:r>
    </w:p>
    <w:p w:rsidR="00845324" w:rsidRDefault="00845324" w:rsidP="00845324">
      <w:r>
        <w:t>155.8919</w:t>
      </w:r>
      <w:r>
        <w:tab/>
        <w:t>3.038e0</w:t>
      </w:r>
    </w:p>
    <w:p w:rsidR="00845324" w:rsidRDefault="00845324" w:rsidP="00845324">
      <w:r>
        <w:t>155.9312</w:t>
      </w:r>
      <w:r>
        <w:tab/>
        <w:t>2.025e0</w:t>
      </w:r>
    </w:p>
    <w:p w:rsidR="00845324" w:rsidRDefault="00845324" w:rsidP="00845324">
      <w:r>
        <w:t>155.9514</w:t>
      </w:r>
      <w:r>
        <w:tab/>
        <w:t>2.025e0</w:t>
      </w:r>
    </w:p>
    <w:p w:rsidR="00845324" w:rsidRDefault="00845324" w:rsidP="00845324">
      <w:r>
        <w:t>155.9765</w:t>
      </w:r>
      <w:r>
        <w:tab/>
        <w:t>2.025e0</w:t>
      </w:r>
    </w:p>
    <w:p w:rsidR="00845324" w:rsidRDefault="00845324" w:rsidP="00845324">
      <w:r>
        <w:t>156.0095</w:t>
      </w:r>
      <w:r>
        <w:tab/>
        <w:t>1.013e0</w:t>
      </w:r>
    </w:p>
    <w:p w:rsidR="00845324" w:rsidRDefault="00845324" w:rsidP="00845324">
      <w:r>
        <w:t>156.0291</w:t>
      </w:r>
      <w:r>
        <w:tab/>
        <w:t>1.013e0</w:t>
      </w:r>
    </w:p>
    <w:p w:rsidR="00845324" w:rsidRDefault="00845324" w:rsidP="00845324">
      <w:r>
        <w:t>156.0792</w:t>
      </w:r>
      <w:r>
        <w:tab/>
        <w:t>3.043e1</w:t>
      </w:r>
    </w:p>
    <w:p w:rsidR="00845324" w:rsidRDefault="00845324" w:rsidP="00845324">
      <w:r>
        <w:t>156.1122</w:t>
      </w:r>
      <w:r>
        <w:tab/>
        <w:t>3.800e0</w:t>
      </w:r>
    </w:p>
    <w:p w:rsidR="00845324" w:rsidRDefault="00845324" w:rsidP="00845324">
      <w:r>
        <w:t>156.1513</w:t>
      </w:r>
      <w:r>
        <w:tab/>
        <w:t>4.051e0</w:t>
      </w:r>
    </w:p>
    <w:p w:rsidR="00845324" w:rsidRDefault="00845324" w:rsidP="00845324">
      <w:r>
        <w:t>156.1938</w:t>
      </w:r>
      <w:r>
        <w:tab/>
        <w:t>3.038e0</w:t>
      </w:r>
    </w:p>
    <w:p w:rsidR="00845324" w:rsidRDefault="00845324" w:rsidP="00845324">
      <w:r>
        <w:t>156.2183</w:t>
      </w:r>
      <w:r>
        <w:tab/>
        <w:t>2.025e0</w:t>
      </w:r>
    </w:p>
    <w:p w:rsidR="00845324" w:rsidRDefault="00845324" w:rsidP="00845324">
      <w:r>
        <w:t>156.2536</w:t>
      </w:r>
      <w:r>
        <w:tab/>
        <w:t>2.025e0</w:t>
      </w:r>
    </w:p>
    <w:p w:rsidR="00845324" w:rsidRDefault="00845324" w:rsidP="00845324">
      <w:r>
        <w:t>156.3047</w:t>
      </w:r>
      <w:r>
        <w:tab/>
        <w:t>1.013e0</w:t>
      </w:r>
    </w:p>
    <w:p w:rsidR="00845324" w:rsidRDefault="00845324" w:rsidP="00845324">
      <w:r>
        <w:t>156.3550</w:t>
      </w:r>
      <w:r>
        <w:tab/>
        <w:t>2.025e0</w:t>
      </w:r>
    </w:p>
    <w:p w:rsidR="00845324" w:rsidRDefault="00845324" w:rsidP="00845324">
      <w:r>
        <w:t>156.3818</w:t>
      </w:r>
      <w:r>
        <w:tab/>
        <w:t>1.013e0</w:t>
      </w:r>
    </w:p>
    <w:p w:rsidR="00845324" w:rsidRDefault="00845324" w:rsidP="00845324">
      <w:r>
        <w:t>156.4143</w:t>
      </w:r>
      <w:r>
        <w:tab/>
        <w:t>2.163e0</w:t>
      </w:r>
    </w:p>
    <w:p w:rsidR="00845324" w:rsidRDefault="00845324" w:rsidP="00845324">
      <w:r>
        <w:t>156.4346</w:t>
      </w:r>
      <w:r>
        <w:tab/>
        <w:t>1.013e0</w:t>
      </w:r>
    </w:p>
    <w:p w:rsidR="00845324" w:rsidRDefault="00845324" w:rsidP="00845324">
      <w:r>
        <w:t>156.4879</w:t>
      </w:r>
      <w:r>
        <w:tab/>
        <w:t>2.025e0</w:t>
      </w:r>
    </w:p>
    <w:p w:rsidR="00845324" w:rsidRDefault="00845324" w:rsidP="00845324">
      <w:r>
        <w:lastRenderedPageBreak/>
        <w:t>156.5141</w:t>
      </w:r>
      <w:r>
        <w:tab/>
        <w:t>1.013e0</w:t>
      </w:r>
    </w:p>
    <w:p w:rsidR="00845324" w:rsidRDefault="00845324" w:rsidP="00845324">
      <w:r>
        <w:t>156.5343</w:t>
      </w:r>
      <w:r>
        <w:tab/>
        <w:t>1.013e0</w:t>
      </w:r>
    </w:p>
    <w:p w:rsidR="00845324" w:rsidRDefault="00845324" w:rsidP="00845324">
      <w:r>
        <w:t>156.5680</w:t>
      </w:r>
      <w:r>
        <w:tab/>
        <w:t>2.025e0</w:t>
      </w:r>
    </w:p>
    <w:p w:rsidR="00845324" w:rsidRDefault="00845324" w:rsidP="00845324">
      <w:r>
        <w:t>156.5908</w:t>
      </w:r>
      <w:r>
        <w:tab/>
        <w:t>1.013e0</w:t>
      </w:r>
    </w:p>
    <w:p w:rsidR="00845324" w:rsidRDefault="00845324" w:rsidP="00845324">
      <w:r>
        <w:t>156.6240</w:t>
      </w:r>
      <w:r>
        <w:tab/>
        <w:t>1.013e0</w:t>
      </w:r>
    </w:p>
    <w:p w:rsidR="00845324" w:rsidRDefault="00845324" w:rsidP="00845324">
      <w:r>
        <w:t>156.7127</w:t>
      </w:r>
      <w:r>
        <w:tab/>
        <w:t>3.038e0</w:t>
      </w:r>
    </w:p>
    <w:p w:rsidR="00845324" w:rsidRDefault="00845324" w:rsidP="00845324">
      <w:r>
        <w:t>156.7506</w:t>
      </w:r>
      <w:r>
        <w:tab/>
        <w:t>3.038e0</w:t>
      </w:r>
    </w:p>
    <w:p w:rsidR="00845324" w:rsidRDefault="00845324" w:rsidP="00845324">
      <w:r>
        <w:t>156.7903</w:t>
      </w:r>
      <w:r>
        <w:tab/>
        <w:t>1.013e0</w:t>
      </w:r>
    </w:p>
    <w:p w:rsidR="00845324" w:rsidRDefault="00845324" w:rsidP="00845324">
      <w:r>
        <w:t>156.8269</w:t>
      </w:r>
      <w:r>
        <w:tab/>
        <w:t>1.013e0</w:t>
      </w:r>
    </w:p>
    <w:p w:rsidR="00845324" w:rsidRDefault="00845324" w:rsidP="00845324">
      <w:r>
        <w:t>156.8632</w:t>
      </w:r>
      <w:r>
        <w:tab/>
        <w:t>5.063e0</w:t>
      </w:r>
    </w:p>
    <w:p w:rsidR="00845324" w:rsidRDefault="00845324" w:rsidP="00845324">
      <w:r>
        <w:t>156.9402</w:t>
      </w:r>
      <w:r>
        <w:tab/>
        <w:t>1.013e0</w:t>
      </w:r>
    </w:p>
    <w:p w:rsidR="00845324" w:rsidRDefault="00845324" w:rsidP="00845324">
      <w:r>
        <w:t>156.9604</w:t>
      </w:r>
      <w:r>
        <w:tab/>
        <w:t>1.013e0</w:t>
      </w:r>
    </w:p>
    <w:p w:rsidR="00845324" w:rsidRDefault="00845324" w:rsidP="00845324">
      <w:r>
        <w:t>156.9804</w:t>
      </w:r>
      <w:r>
        <w:tab/>
        <w:t>1.013e0</w:t>
      </w:r>
    </w:p>
    <w:p w:rsidR="00845324" w:rsidRDefault="00845324" w:rsidP="00845324">
      <w:r>
        <w:t>157.0028</w:t>
      </w:r>
      <w:r>
        <w:tab/>
        <w:t>2.025e0</w:t>
      </w:r>
    </w:p>
    <w:p w:rsidR="00845324" w:rsidRDefault="00845324" w:rsidP="00845324">
      <w:r>
        <w:t>157.0333</w:t>
      </w:r>
      <w:r>
        <w:tab/>
        <w:t>2.025e0</w:t>
      </w:r>
    </w:p>
    <w:p w:rsidR="00845324" w:rsidRDefault="00845324" w:rsidP="00845324">
      <w:r>
        <w:t>157.0552</w:t>
      </w:r>
      <w:r>
        <w:tab/>
        <w:t>2.025e0</w:t>
      </w:r>
    </w:p>
    <w:p w:rsidR="00845324" w:rsidRDefault="00845324" w:rsidP="00845324">
      <w:r>
        <w:t>157.1072</w:t>
      </w:r>
      <w:r>
        <w:tab/>
        <w:t>2.877e0</w:t>
      </w:r>
    </w:p>
    <w:p w:rsidR="00845324" w:rsidRDefault="00845324" w:rsidP="00845324">
      <w:r>
        <w:t>157.1370</w:t>
      </w:r>
      <w:r>
        <w:tab/>
        <w:t>3.494e0</w:t>
      </w:r>
    </w:p>
    <w:p w:rsidR="00845324" w:rsidRDefault="00845324" w:rsidP="00845324">
      <w:r>
        <w:t>157.1730</w:t>
      </w:r>
      <w:r>
        <w:tab/>
        <w:t>3.748e0</w:t>
      </w:r>
    </w:p>
    <w:p w:rsidR="00845324" w:rsidRDefault="00845324" w:rsidP="00845324">
      <w:r>
        <w:lastRenderedPageBreak/>
        <w:t>157.1964</w:t>
      </w:r>
      <w:r>
        <w:tab/>
        <w:t>2.025e0</w:t>
      </w:r>
    </w:p>
    <w:p w:rsidR="00845324" w:rsidRDefault="00845324" w:rsidP="00845324">
      <w:r>
        <w:t>157.2465</w:t>
      </w:r>
      <w:r>
        <w:tab/>
        <w:t>1.013e0</w:t>
      </w:r>
    </w:p>
    <w:p w:rsidR="00845324" w:rsidRDefault="00845324" w:rsidP="00845324">
      <w:r>
        <w:t>157.2701</w:t>
      </w:r>
      <w:r>
        <w:tab/>
        <w:t>1.013e0</w:t>
      </w:r>
    </w:p>
    <w:p w:rsidR="00845324" w:rsidRDefault="00845324" w:rsidP="00845324">
      <w:r>
        <w:t>157.2946</w:t>
      </w:r>
      <w:r>
        <w:tab/>
        <w:t>3.038e0</w:t>
      </w:r>
    </w:p>
    <w:p w:rsidR="00845324" w:rsidRDefault="00845324" w:rsidP="00845324">
      <w:r>
        <w:t>157.3229</w:t>
      </w:r>
      <w:r>
        <w:tab/>
        <w:t>1.013e0</w:t>
      </w:r>
    </w:p>
    <w:p w:rsidR="00845324" w:rsidRDefault="00845324" w:rsidP="00845324">
      <w:r>
        <w:t>157.3633</w:t>
      </w:r>
      <w:r>
        <w:tab/>
        <w:t>1.013e0</w:t>
      </w:r>
    </w:p>
    <w:p w:rsidR="00845324" w:rsidRDefault="00845324" w:rsidP="00845324">
      <w:r>
        <w:t>157.4227</w:t>
      </w:r>
      <w:r>
        <w:tab/>
        <w:t>2.025e0</w:t>
      </w:r>
    </w:p>
    <w:p w:rsidR="00845324" w:rsidRDefault="00845324" w:rsidP="00845324">
      <w:r>
        <w:t>157.4538</w:t>
      </w:r>
      <w:r>
        <w:tab/>
        <w:t>3.038e0</w:t>
      </w:r>
    </w:p>
    <w:p w:rsidR="00845324" w:rsidRDefault="00845324" w:rsidP="00845324">
      <w:r>
        <w:t>157.4968</w:t>
      </w:r>
      <w:r>
        <w:tab/>
        <w:t>2.025e0</w:t>
      </w:r>
    </w:p>
    <w:p w:rsidR="00845324" w:rsidRDefault="00845324" w:rsidP="00845324">
      <w:r>
        <w:t>157.6046</w:t>
      </w:r>
      <w:r>
        <w:tab/>
        <w:t>3.038e0</w:t>
      </w:r>
    </w:p>
    <w:p w:rsidR="00845324" w:rsidRDefault="00845324" w:rsidP="00845324">
      <w:r>
        <w:t>157.6481</w:t>
      </w:r>
      <w:r>
        <w:tab/>
        <w:t>4.051e0</w:t>
      </w:r>
    </w:p>
    <w:p w:rsidR="00845324" w:rsidRDefault="00845324" w:rsidP="00845324">
      <w:r>
        <w:t>157.6835</w:t>
      </w:r>
      <w:r>
        <w:tab/>
        <w:t>2.025e0</w:t>
      </w:r>
    </w:p>
    <w:p w:rsidR="00845324" w:rsidRDefault="00845324" w:rsidP="00845324">
      <w:r>
        <w:t>157.6987</w:t>
      </w:r>
      <w:r>
        <w:tab/>
        <w:t>2.025e0</w:t>
      </w:r>
    </w:p>
    <w:p w:rsidR="00845324" w:rsidRDefault="00845324" w:rsidP="00845324">
      <w:r>
        <w:t>157.7405</w:t>
      </w:r>
      <w:r>
        <w:tab/>
        <w:t>3.038e0</w:t>
      </w:r>
    </w:p>
    <w:p w:rsidR="00845324" w:rsidRDefault="00845324" w:rsidP="00845324">
      <w:r>
        <w:t>157.7954</w:t>
      </w:r>
      <w:r>
        <w:tab/>
        <w:t>2.025e0</w:t>
      </w:r>
    </w:p>
    <w:p w:rsidR="00845324" w:rsidRDefault="00845324" w:rsidP="00845324">
      <w:r>
        <w:t>157.8235</w:t>
      </w:r>
      <w:r>
        <w:tab/>
        <w:t>1.013e0</w:t>
      </w:r>
    </w:p>
    <w:p w:rsidR="00845324" w:rsidRDefault="00845324" w:rsidP="00845324">
      <w:r>
        <w:t>157.8617</w:t>
      </w:r>
      <w:r>
        <w:tab/>
        <w:t>2.025e0</w:t>
      </w:r>
    </w:p>
    <w:p w:rsidR="00845324" w:rsidRDefault="00845324" w:rsidP="00845324">
      <w:r>
        <w:t>157.8869</w:t>
      </w:r>
      <w:r>
        <w:tab/>
        <w:t>1.013e0</w:t>
      </w:r>
    </w:p>
    <w:p w:rsidR="00845324" w:rsidRDefault="00845324" w:rsidP="00845324">
      <w:r>
        <w:t>157.9450</w:t>
      </w:r>
      <w:r>
        <w:tab/>
        <w:t>2.025e0</w:t>
      </w:r>
    </w:p>
    <w:p w:rsidR="00845324" w:rsidRDefault="00845324" w:rsidP="00845324">
      <w:r>
        <w:lastRenderedPageBreak/>
        <w:t>157.9634</w:t>
      </w:r>
      <w:r>
        <w:tab/>
        <w:t>1.013e0</w:t>
      </w:r>
    </w:p>
    <w:p w:rsidR="00845324" w:rsidRDefault="00845324" w:rsidP="00845324">
      <w:r>
        <w:t>157.9921</w:t>
      </w:r>
      <w:r>
        <w:tab/>
        <w:t>2.025e0</w:t>
      </w:r>
    </w:p>
    <w:p w:rsidR="00845324" w:rsidRDefault="00845324" w:rsidP="00845324">
      <w:r>
        <w:t>158.0209</w:t>
      </w:r>
      <w:r>
        <w:tab/>
        <w:t>2.025e0</w:t>
      </w:r>
    </w:p>
    <w:p w:rsidR="00845324" w:rsidRDefault="00845324" w:rsidP="00845324">
      <w:r>
        <w:t>158.0652</w:t>
      </w:r>
      <w:r>
        <w:tab/>
        <w:t>2.025e0</w:t>
      </w:r>
    </w:p>
    <w:p w:rsidR="00845324" w:rsidRDefault="00845324" w:rsidP="00845324">
      <w:r>
        <w:t>158.0983</w:t>
      </w:r>
      <w:r>
        <w:tab/>
        <w:t>3.393e0</w:t>
      </w:r>
    </w:p>
    <w:p w:rsidR="00845324" w:rsidRDefault="00845324" w:rsidP="00845324">
      <w:r>
        <w:t>158.1330</w:t>
      </w:r>
      <w:r>
        <w:tab/>
        <w:t>9.111e0</w:t>
      </w:r>
    </w:p>
    <w:p w:rsidR="00845324" w:rsidRDefault="00845324" w:rsidP="00845324">
      <w:r>
        <w:t>158.1738</w:t>
      </w:r>
      <w:r>
        <w:tab/>
        <w:t>3.167e0</w:t>
      </w:r>
    </w:p>
    <w:p w:rsidR="00845324" w:rsidRDefault="00845324" w:rsidP="00845324">
      <w:r>
        <w:t>158.1984</w:t>
      </w:r>
      <w:r>
        <w:tab/>
        <w:t>3.712e0</w:t>
      </w:r>
    </w:p>
    <w:p w:rsidR="00845324" w:rsidRDefault="00845324" w:rsidP="00845324">
      <w:r>
        <w:t>158.2414</w:t>
      </w:r>
      <w:r>
        <w:tab/>
        <w:t>1.013e0</w:t>
      </w:r>
    </w:p>
    <w:p w:rsidR="00845324" w:rsidRDefault="00845324" w:rsidP="00845324">
      <w:r>
        <w:t>158.2725</w:t>
      </w:r>
      <w:r>
        <w:tab/>
        <w:t>2.025e0</w:t>
      </w:r>
    </w:p>
    <w:p w:rsidR="00845324" w:rsidRDefault="00845324" w:rsidP="00845324">
      <w:r>
        <w:t>158.3111</w:t>
      </w:r>
      <w:r>
        <w:tab/>
        <w:t>2.025e0</w:t>
      </w:r>
    </w:p>
    <w:p w:rsidR="00845324" w:rsidRDefault="00845324" w:rsidP="00845324">
      <w:r>
        <w:t>158.3415</w:t>
      </w:r>
      <w:r>
        <w:tab/>
        <w:t>2.025e0</w:t>
      </w:r>
    </w:p>
    <w:p w:rsidR="00845324" w:rsidRDefault="00845324" w:rsidP="00845324">
      <w:r>
        <w:t>158.3618</w:t>
      </w:r>
      <w:r>
        <w:tab/>
        <w:t>2.025e0</w:t>
      </w:r>
    </w:p>
    <w:p w:rsidR="00845324" w:rsidRDefault="00845324" w:rsidP="00845324">
      <w:r>
        <w:t>158.3870</w:t>
      </w:r>
      <w:r>
        <w:tab/>
        <w:t>4.051e0</w:t>
      </w:r>
    </w:p>
    <w:p w:rsidR="00845324" w:rsidRDefault="00845324" w:rsidP="00845324">
      <w:r>
        <w:t>158.4113</w:t>
      </w:r>
      <w:r>
        <w:tab/>
        <w:t>2.025e0</w:t>
      </w:r>
    </w:p>
    <w:p w:rsidR="00845324" w:rsidRDefault="00845324" w:rsidP="00845324">
      <w:r>
        <w:t>158.4501</w:t>
      </w:r>
      <w:r>
        <w:tab/>
        <w:t>2.025e0</w:t>
      </w:r>
    </w:p>
    <w:p w:rsidR="00845324" w:rsidRDefault="00845324" w:rsidP="00845324">
      <w:r>
        <w:t>158.4972</w:t>
      </w:r>
      <w:r>
        <w:tab/>
        <w:t>3.038e0</w:t>
      </w:r>
    </w:p>
    <w:p w:rsidR="00845324" w:rsidRDefault="00845324" w:rsidP="00845324">
      <w:r>
        <w:t>158.5267</w:t>
      </w:r>
      <w:r>
        <w:tab/>
        <w:t>2.025e0</w:t>
      </w:r>
    </w:p>
    <w:p w:rsidR="00845324" w:rsidRDefault="00845324" w:rsidP="00845324">
      <w:r>
        <w:t>158.5569</w:t>
      </w:r>
      <w:r>
        <w:tab/>
        <w:t>3.038e0</w:t>
      </w:r>
    </w:p>
    <w:p w:rsidR="00845324" w:rsidRDefault="00845324" w:rsidP="00845324">
      <w:r>
        <w:lastRenderedPageBreak/>
        <w:t>158.6021</w:t>
      </w:r>
      <w:r>
        <w:tab/>
        <w:t>1.013e0</w:t>
      </w:r>
    </w:p>
    <w:p w:rsidR="00845324" w:rsidRDefault="00845324" w:rsidP="00845324">
      <w:r>
        <w:t>158.6422</w:t>
      </w:r>
      <w:r>
        <w:tab/>
        <w:t>1.013e0</w:t>
      </w:r>
    </w:p>
    <w:p w:rsidR="00845324" w:rsidRDefault="00845324" w:rsidP="00845324">
      <w:r>
        <w:t>158.6658</w:t>
      </w:r>
      <w:r>
        <w:tab/>
        <w:t>1.013e0</w:t>
      </w:r>
    </w:p>
    <w:p w:rsidR="00845324" w:rsidRDefault="00845324" w:rsidP="00845324">
      <w:r>
        <w:t>158.6895</w:t>
      </w:r>
      <w:r>
        <w:tab/>
        <w:t>2.025e0</w:t>
      </w:r>
    </w:p>
    <w:p w:rsidR="00845324" w:rsidRDefault="00845324" w:rsidP="00845324">
      <w:r>
        <w:t>158.7094</w:t>
      </w:r>
      <w:r>
        <w:tab/>
        <w:t>1.013e0</w:t>
      </w:r>
    </w:p>
    <w:p w:rsidR="00845324" w:rsidRDefault="00845324" w:rsidP="00845324">
      <w:r>
        <w:t>158.7306</w:t>
      </w:r>
      <w:r>
        <w:tab/>
        <w:t>2.025e0</w:t>
      </w:r>
    </w:p>
    <w:p w:rsidR="00845324" w:rsidRDefault="00845324" w:rsidP="00845324">
      <w:r>
        <w:t>158.7644</w:t>
      </w:r>
      <w:r>
        <w:tab/>
        <w:t>2.025e0</w:t>
      </w:r>
    </w:p>
    <w:p w:rsidR="00845324" w:rsidRDefault="00845324" w:rsidP="00845324">
      <w:r>
        <w:t>158.8016</w:t>
      </w:r>
      <w:r>
        <w:tab/>
        <w:t>2.025e0</w:t>
      </w:r>
    </w:p>
    <w:p w:rsidR="00845324" w:rsidRDefault="00845324" w:rsidP="00845324">
      <w:r>
        <w:t>158.8297</w:t>
      </w:r>
      <w:r>
        <w:tab/>
        <w:t>2.025e0</w:t>
      </w:r>
    </w:p>
    <w:p w:rsidR="00845324" w:rsidRDefault="00845324" w:rsidP="00845324">
      <w:r>
        <w:t>158.8478</w:t>
      </w:r>
      <w:r>
        <w:tab/>
        <w:t>2.025e0</w:t>
      </w:r>
    </w:p>
    <w:p w:rsidR="00845324" w:rsidRDefault="00845324" w:rsidP="00845324">
      <w:r>
        <w:t>158.8686</w:t>
      </w:r>
      <w:r>
        <w:tab/>
        <w:t>1.282e0</w:t>
      </w:r>
    </w:p>
    <w:p w:rsidR="00845324" w:rsidRDefault="00845324" w:rsidP="00845324">
      <w:r>
        <w:t>158.9137</w:t>
      </w:r>
      <w:r>
        <w:tab/>
        <w:t>3.038e0</w:t>
      </w:r>
    </w:p>
    <w:p w:rsidR="00845324" w:rsidRDefault="00845324" w:rsidP="00845324">
      <w:r>
        <w:t>158.9469</w:t>
      </w:r>
      <w:r>
        <w:tab/>
        <w:t>1.013e0</w:t>
      </w:r>
    </w:p>
    <w:p w:rsidR="00845324" w:rsidRDefault="00845324" w:rsidP="00845324">
      <w:r>
        <w:t>158.9853</w:t>
      </w:r>
      <w:r>
        <w:tab/>
        <w:t>2.025e0</w:t>
      </w:r>
    </w:p>
    <w:p w:rsidR="00845324" w:rsidRDefault="00845324" w:rsidP="00845324">
      <w:r>
        <w:t>159.0140</w:t>
      </w:r>
      <w:r>
        <w:tab/>
        <w:t>1.013e0</w:t>
      </w:r>
    </w:p>
    <w:p w:rsidR="00845324" w:rsidRDefault="00845324" w:rsidP="00845324">
      <w:r>
        <w:t>159.0361</w:t>
      </w:r>
      <w:r>
        <w:tab/>
        <w:t>2.025e0</w:t>
      </w:r>
    </w:p>
    <w:p w:rsidR="00845324" w:rsidRDefault="00845324" w:rsidP="00845324">
      <w:r>
        <w:t>159.0790</w:t>
      </w:r>
      <w:r>
        <w:tab/>
        <w:t>1.747e0</w:t>
      </w:r>
    </w:p>
    <w:p w:rsidR="00845324" w:rsidRDefault="00845324" w:rsidP="00845324">
      <w:r>
        <w:t>159.1118</w:t>
      </w:r>
      <w:r>
        <w:tab/>
        <w:t>6.370e0</w:t>
      </w:r>
    </w:p>
    <w:p w:rsidR="00845324" w:rsidRDefault="00845324" w:rsidP="00845324">
      <w:r>
        <w:t>159.1414</w:t>
      </w:r>
      <w:r>
        <w:tab/>
        <w:t>1.013e0</w:t>
      </w:r>
    </w:p>
    <w:p w:rsidR="00845324" w:rsidRDefault="00845324" w:rsidP="00845324">
      <w:r>
        <w:lastRenderedPageBreak/>
        <w:t>159.1653</w:t>
      </w:r>
      <w:r>
        <w:tab/>
        <w:t>1.013e0</w:t>
      </w:r>
    </w:p>
    <w:p w:rsidR="00845324" w:rsidRDefault="00845324" w:rsidP="00845324">
      <w:r>
        <w:t>159.1949</w:t>
      </w:r>
      <w:r>
        <w:tab/>
        <w:t>3.038e0</w:t>
      </w:r>
    </w:p>
    <w:p w:rsidR="00845324" w:rsidRDefault="00845324" w:rsidP="00845324">
      <w:r>
        <w:t>159.2520</w:t>
      </w:r>
      <w:r>
        <w:tab/>
        <w:t>2.025e0</w:t>
      </w:r>
    </w:p>
    <w:p w:rsidR="00845324" w:rsidRDefault="00845324" w:rsidP="00845324">
      <w:r>
        <w:t>159.2893</w:t>
      </w:r>
      <w:r>
        <w:tab/>
        <w:t>2.025e0</w:t>
      </w:r>
    </w:p>
    <w:p w:rsidR="00845324" w:rsidRDefault="00845324" w:rsidP="00845324">
      <w:r>
        <w:t>159.3218</w:t>
      </w:r>
      <w:r>
        <w:tab/>
        <w:t>2.025e0</w:t>
      </w:r>
    </w:p>
    <w:p w:rsidR="00845324" w:rsidRDefault="00845324" w:rsidP="00845324">
      <w:r>
        <w:t>159.3829</w:t>
      </w:r>
      <w:r>
        <w:tab/>
        <w:t>2.025e0</w:t>
      </w:r>
    </w:p>
    <w:p w:rsidR="00845324" w:rsidRDefault="00845324" w:rsidP="00845324">
      <w:r>
        <w:t>159.4263</w:t>
      </w:r>
      <w:r>
        <w:tab/>
        <w:t>1.013e0</w:t>
      </w:r>
    </w:p>
    <w:p w:rsidR="00845324" w:rsidRDefault="00845324" w:rsidP="00845324">
      <w:r>
        <w:t>159.4664</w:t>
      </w:r>
      <w:r>
        <w:tab/>
        <w:t>1.013e0</w:t>
      </w:r>
    </w:p>
    <w:p w:rsidR="00845324" w:rsidRDefault="00845324" w:rsidP="00845324">
      <w:r>
        <w:t>159.4834</w:t>
      </w:r>
      <w:r>
        <w:tab/>
        <w:t>1.013e0</w:t>
      </w:r>
    </w:p>
    <w:p w:rsidR="00845324" w:rsidRDefault="00845324" w:rsidP="00845324">
      <w:r>
        <w:t>159.5088</w:t>
      </w:r>
      <w:r>
        <w:tab/>
        <w:t>2.025e0</w:t>
      </w:r>
    </w:p>
    <w:p w:rsidR="00845324" w:rsidRDefault="00845324" w:rsidP="00845324">
      <w:r>
        <w:t>159.5374</w:t>
      </w:r>
      <w:r>
        <w:tab/>
        <w:t>2.025e0</w:t>
      </w:r>
    </w:p>
    <w:p w:rsidR="00845324" w:rsidRDefault="00845324" w:rsidP="00845324">
      <w:r>
        <w:t>159.5536</w:t>
      </w:r>
      <w:r>
        <w:tab/>
        <w:t>1.013e0</w:t>
      </w:r>
    </w:p>
    <w:p w:rsidR="00845324" w:rsidRDefault="00845324" w:rsidP="00845324">
      <w:r>
        <w:t>159.5974</w:t>
      </w:r>
      <w:r>
        <w:tab/>
        <w:t>2.025e0</w:t>
      </w:r>
    </w:p>
    <w:p w:rsidR="00845324" w:rsidRDefault="00845324" w:rsidP="00845324">
      <w:r>
        <w:t>159.6414</w:t>
      </w:r>
      <w:r>
        <w:tab/>
        <w:t>1.013e0</w:t>
      </w:r>
    </w:p>
    <w:p w:rsidR="00845324" w:rsidRDefault="00845324" w:rsidP="00845324">
      <w:r>
        <w:t>159.6712</w:t>
      </w:r>
      <w:r>
        <w:tab/>
        <w:t>2.025e0</w:t>
      </w:r>
    </w:p>
    <w:p w:rsidR="00845324" w:rsidRDefault="00845324" w:rsidP="00845324">
      <w:r>
        <w:t>159.7046</w:t>
      </w:r>
      <w:r>
        <w:tab/>
        <w:t>1.013e0</w:t>
      </w:r>
    </w:p>
    <w:p w:rsidR="00845324" w:rsidRDefault="00845324" w:rsidP="00845324">
      <w:r>
        <w:t>159.7351</w:t>
      </w:r>
      <w:r>
        <w:tab/>
        <w:t>4.051e0</w:t>
      </w:r>
    </w:p>
    <w:p w:rsidR="00845324" w:rsidRDefault="00845324" w:rsidP="00845324">
      <w:r>
        <w:t>159.7923</w:t>
      </w:r>
      <w:r>
        <w:tab/>
        <w:t>2.025e0</w:t>
      </w:r>
    </w:p>
    <w:p w:rsidR="00845324" w:rsidRDefault="00845324" w:rsidP="00845324">
      <w:r>
        <w:t>159.8255</w:t>
      </w:r>
      <w:r>
        <w:tab/>
        <w:t>1.013e0</w:t>
      </w:r>
    </w:p>
    <w:p w:rsidR="00845324" w:rsidRDefault="00845324" w:rsidP="00845324">
      <w:r>
        <w:lastRenderedPageBreak/>
        <w:t>159.8662</w:t>
      </w:r>
      <w:r>
        <w:tab/>
        <w:t>2.025e0</w:t>
      </w:r>
    </w:p>
    <w:p w:rsidR="00845324" w:rsidRDefault="00845324" w:rsidP="00845324">
      <w:r>
        <w:t>159.8934</w:t>
      </w:r>
      <w:r>
        <w:tab/>
        <w:t>1.013e0</w:t>
      </w:r>
    </w:p>
    <w:p w:rsidR="00845324" w:rsidRDefault="00845324" w:rsidP="00845324">
      <w:r>
        <w:t>159.9264</w:t>
      </w:r>
      <w:r>
        <w:tab/>
        <w:t>2.025e0</w:t>
      </w:r>
    </w:p>
    <w:p w:rsidR="00845324" w:rsidRDefault="00845324" w:rsidP="00845324">
      <w:r>
        <w:t>159.9413</w:t>
      </w:r>
      <w:r>
        <w:tab/>
        <w:t>2.025e0</w:t>
      </w:r>
    </w:p>
    <w:p w:rsidR="00845324" w:rsidRDefault="00845324" w:rsidP="00845324">
      <w:r>
        <w:t>159.9668</w:t>
      </w:r>
      <w:r>
        <w:tab/>
        <w:t>1.013e0</w:t>
      </w:r>
    </w:p>
    <w:p w:rsidR="00845324" w:rsidRDefault="00845324" w:rsidP="00845324">
      <w:r>
        <w:t>159.9837</w:t>
      </w:r>
      <w:r>
        <w:tab/>
        <w:t>1.013e0</w:t>
      </w:r>
    </w:p>
    <w:p w:rsidR="00845324" w:rsidRDefault="00845324" w:rsidP="00845324">
      <w:r>
        <w:t>160.0426</w:t>
      </w:r>
      <w:r>
        <w:tab/>
        <w:t>2.025e0</w:t>
      </w:r>
    </w:p>
    <w:p w:rsidR="00845324" w:rsidRDefault="00845324" w:rsidP="00845324">
      <w:r>
        <w:t>160.0579</w:t>
      </w:r>
      <w:r>
        <w:tab/>
        <w:t>4.894e0</w:t>
      </w:r>
    </w:p>
    <w:p w:rsidR="00845324" w:rsidRDefault="00845324" w:rsidP="00845324">
      <w:r>
        <w:t>160.0782</w:t>
      </w:r>
      <w:r>
        <w:tab/>
        <w:t>1.797e0</w:t>
      </w:r>
    </w:p>
    <w:p w:rsidR="00845324" w:rsidRDefault="00845324" w:rsidP="00845324">
      <w:r>
        <w:t>160.1595</w:t>
      </w:r>
      <w:r>
        <w:tab/>
        <w:t>3.038e0</w:t>
      </w:r>
    </w:p>
    <w:p w:rsidR="00845324" w:rsidRDefault="00845324" w:rsidP="00845324">
      <w:r>
        <w:t>160.2154</w:t>
      </w:r>
      <w:r>
        <w:tab/>
        <w:t>1.013e0</w:t>
      </w:r>
    </w:p>
    <w:p w:rsidR="00845324" w:rsidRDefault="00845324" w:rsidP="00845324">
      <w:r>
        <w:t>160.2358</w:t>
      </w:r>
      <w:r>
        <w:tab/>
        <w:t>2.025e0</w:t>
      </w:r>
    </w:p>
    <w:p w:rsidR="00845324" w:rsidRDefault="00845324" w:rsidP="00845324">
      <w:r>
        <w:t>160.2595</w:t>
      </w:r>
      <w:r>
        <w:tab/>
        <w:t>1.013e0</w:t>
      </w:r>
    </w:p>
    <w:p w:rsidR="00845324" w:rsidRDefault="00845324" w:rsidP="00845324">
      <w:r>
        <w:t>160.2935</w:t>
      </w:r>
      <w:r>
        <w:tab/>
        <w:t>2.025e0</w:t>
      </w:r>
    </w:p>
    <w:p w:rsidR="00845324" w:rsidRDefault="00845324" w:rsidP="00845324">
      <w:r>
        <w:t>160.3229</w:t>
      </w:r>
      <w:r>
        <w:tab/>
        <w:t>1.013e0</w:t>
      </w:r>
    </w:p>
    <w:p w:rsidR="00845324" w:rsidRDefault="00845324" w:rsidP="00845324">
      <w:r>
        <w:t>160.3476</w:t>
      </w:r>
      <w:r>
        <w:tab/>
        <w:t>3.038e0</w:t>
      </w:r>
    </w:p>
    <w:p w:rsidR="00845324" w:rsidRDefault="00845324" w:rsidP="00845324">
      <w:r>
        <w:t>160.3738</w:t>
      </w:r>
      <w:r>
        <w:tab/>
        <w:t>1.013e0</w:t>
      </w:r>
    </w:p>
    <w:p w:rsidR="00845324" w:rsidRDefault="00845324" w:rsidP="00845324">
      <w:r>
        <w:t>160.3907</w:t>
      </w:r>
      <w:r>
        <w:tab/>
        <w:t>1.013e0</w:t>
      </w:r>
    </w:p>
    <w:p w:rsidR="00845324" w:rsidRDefault="00845324" w:rsidP="00845324">
      <w:r>
        <w:t>160.4377</w:t>
      </w:r>
      <w:r>
        <w:tab/>
        <w:t>2.025e0</w:t>
      </w:r>
    </w:p>
    <w:p w:rsidR="00845324" w:rsidRDefault="00845324" w:rsidP="00845324">
      <w:r>
        <w:lastRenderedPageBreak/>
        <w:t>160.4540</w:t>
      </w:r>
      <w:r>
        <w:tab/>
        <w:t>2.025e0</w:t>
      </w:r>
    </w:p>
    <w:p w:rsidR="00845324" w:rsidRDefault="00845324" w:rsidP="00845324">
      <w:r>
        <w:t>160.4881</w:t>
      </w:r>
      <w:r>
        <w:tab/>
        <w:t>1.013e0</w:t>
      </w:r>
    </w:p>
    <w:p w:rsidR="00845324" w:rsidRDefault="00845324" w:rsidP="00845324">
      <w:r>
        <w:t>160.5441</w:t>
      </w:r>
      <w:r>
        <w:tab/>
        <w:t>4.051e0</w:t>
      </w:r>
    </w:p>
    <w:p w:rsidR="00845324" w:rsidRDefault="00845324" w:rsidP="00845324">
      <w:r>
        <w:t>160.5997</w:t>
      </w:r>
      <w:r>
        <w:tab/>
        <w:t>3.038e0</w:t>
      </w:r>
    </w:p>
    <w:p w:rsidR="00845324" w:rsidRDefault="00845324" w:rsidP="00845324">
      <w:r>
        <w:t>160.6397</w:t>
      </w:r>
      <w:r>
        <w:tab/>
        <w:t>1.013e0</w:t>
      </w:r>
    </w:p>
    <w:p w:rsidR="00845324" w:rsidRDefault="00845324" w:rsidP="00845324">
      <w:r>
        <w:t>160.6635</w:t>
      </w:r>
      <w:r>
        <w:tab/>
        <w:t>1.013e0</w:t>
      </w:r>
    </w:p>
    <w:p w:rsidR="00845324" w:rsidRDefault="00845324" w:rsidP="00845324">
      <w:r>
        <w:t>160.7092</w:t>
      </w:r>
      <w:r>
        <w:tab/>
        <w:t>3.038e0</w:t>
      </w:r>
    </w:p>
    <w:p w:rsidR="00845324" w:rsidRDefault="00845324" w:rsidP="00845324">
      <w:r>
        <w:t>160.7438</w:t>
      </w:r>
      <w:r>
        <w:tab/>
        <w:t>1.013e0</w:t>
      </w:r>
    </w:p>
    <w:p w:rsidR="00845324" w:rsidRDefault="00845324" w:rsidP="00845324">
      <w:r>
        <w:t>160.7914</w:t>
      </w:r>
      <w:r>
        <w:tab/>
        <w:t>3.038e0</w:t>
      </w:r>
    </w:p>
    <w:p w:rsidR="00845324" w:rsidRDefault="00845324" w:rsidP="00845324">
      <w:r>
        <w:t>160.8169</w:t>
      </w:r>
      <w:r>
        <w:tab/>
        <w:t>2.025e0</w:t>
      </w:r>
    </w:p>
    <w:p w:rsidR="00845324" w:rsidRDefault="00845324" w:rsidP="00845324">
      <w:r>
        <w:t>160.8683</w:t>
      </w:r>
      <w:r>
        <w:tab/>
        <w:t>2.025e0</w:t>
      </w:r>
    </w:p>
    <w:p w:rsidR="00845324" w:rsidRDefault="00845324" w:rsidP="00845324">
      <w:r>
        <w:t>160.8998</w:t>
      </w:r>
      <w:r>
        <w:tab/>
        <w:t>3.038e0</w:t>
      </w:r>
    </w:p>
    <w:p w:rsidR="00845324" w:rsidRDefault="00845324" w:rsidP="00845324">
      <w:r>
        <w:t>160.9569</w:t>
      </w:r>
      <w:r>
        <w:tab/>
        <w:t>1.013e0</w:t>
      </w:r>
    </w:p>
    <w:p w:rsidR="00845324" w:rsidRDefault="00845324" w:rsidP="00845324">
      <w:r>
        <w:t>160.9735</w:t>
      </w:r>
      <w:r>
        <w:tab/>
        <w:t>2.025e0</w:t>
      </w:r>
    </w:p>
    <w:p w:rsidR="00845324" w:rsidRDefault="00845324" w:rsidP="00845324">
      <w:r>
        <w:t>161.0244</w:t>
      </w:r>
      <w:r>
        <w:tab/>
        <w:t>3.038e0</w:t>
      </w:r>
    </w:p>
    <w:p w:rsidR="00845324" w:rsidRDefault="00845324" w:rsidP="00845324">
      <w:r>
        <w:t>161.0406</w:t>
      </w:r>
      <w:r>
        <w:tab/>
        <w:t>2.025e0</w:t>
      </w:r>
    </w:p>
    <w:p w:rsidR="00845324" w:rsidRDefault="00845324" w:rsidP="00845324">
      <w:r>
        <w:t>161.0780</w:t>
      </w:r>
      <w:r>
        <w:tab/>
        <w:t>2.263e0</w:t>
      </w:r>
    </w:p>
    <w:p w:rsidR="00845324" w:rsidRDefault="00845324" w:rsidP="00845324">
      <w:r>
        <w:t>161.1018</w:t>
      </w:r>
      <w:r>
        <w:tab/>
        <w:t>1.054e0</w:t>
      </w:r>
    </w:p>
    <w:p w:rsidR="00845324" w:rsidRDefault="00845324" w:rsidP="00845324">
      <w:r>
        <w:t>161.1668</w:t>
      </w:r>
      <w:r>
        <w:tab/>
        <w:t>8.101e0</w:t>
      </w:r>
    </w:p>
    <w:p w:rsidR="00845324" w:rsidRDefault="00845324" w:rsidP="00845324">
      <w:r>
        <w:lastRenderedPageBreak/>
        <w:t>161.2299</w:t>
      </w:r>
      <w:r>
        <w:tab/>
        <w:t>1.013e0</w:t>
      </w:r>
    </w:p>
    <w:p w:rsidR="00845324" w:rsidRDefault="00845324" w:rsidP="00845324">
      <w:r>
        <w:t>161.2977</w:t>
      </w:r>
      <w:r>
        <w:tab/>
        <w:t>3.038e0</w:t>
      </w:r>
    </w:p>
    <w:p w:rsidR="00845324" w:rsidRDefault="00845324" w:rsidP="00845324">
      <w:r>
        <w:t>161.3240</w:t>
      </w:r>
      <w:r>
        <w:tab/>
        <w:t>1.013e0</w:t>
      </w:r>
    </w:p>
    <w:p w:rsidR="00845324" w:rsidRDefault="00845324" w:rsidP="00845324">
      <w:r>
        <w:t>161.3894</w:t>
      </w:r>
      <w:r>
        <w:tab/>
        <w:t>3.038e0</w:t>
      </w:r>
    </w:p>
    <w:p w:rsidR="00845324" w:rsidRDefault="00845324" w:rsidP="00845324">
      <w:r>
        <w:t>161.4487</w:t>
      </w:r>
      <w:r>
        <w:tab/>
        <w:t>1.013e0</w:t>
      </w:r>
    </w:p>
    <w:p w:rsidR="00845324" w:rsidRDefault="00845324" w:rsidP="00845324">
      <w:r>
        <w:t>161.4997</w:t>
      </w:r>
      <w:r>
        <w:tab/>
        <w:t>1.013e0</w:t>
      </w:r>
    </w:p>
    <w:p w:rsidR="00845324" w:rsidRDefault="00845324" w:rsidP="00845324">
      <w:r>
        <w:t>161.5168</w:t>
      </w:r>
      <w:r>
        <w:tab/>
        <w:t>1.013e0</w:t>
      </w:r>
    </w:p>
    <w:p w:rsidR="00845324" w:rsidRDefault="00845324" w:rsidP="00845324">
      <w:r>
        <w:t>161.5427</w:t>
      </w:r>
      <w:r>
        <w:tab/>
        <w:t>3.038e0</w:t>
      </w:r>
    </w:p>
    <w:p w:rsidR="00845324" w:rsidRDefault="00845324" w:rsidP="00845324">
      <w:r>
        <w:t>161.5697</w:t>
      </w:r>
      <w:r>
        <w:tab/>
        <w:t>2.025e0</w:t>
      </w:r>
    </w:p>
    <w:p w:rsidR="00845324" w:rsidRDefault="00845324" w:rsidP="00845324">
      <w:r>
        <w:t>161.6124</w:t>
      </w:r>
      <w:r>
        <w:tab/>
        <w:t>3.038e0</w:t>
      </w:r>
    </w:p>
    <w:p w:rsidR="00845324" w:rsidRDefault="00845324" w:rsidP="00845324">
      <w:r>
        <w:t>161.6839</w:t>
      </w:r>
      <w:r>
        <w:tab/>
        <w:t>2.025e0</w:t>
      </w:r>
    </w:p>
    <w:p w:rsidR="00845324" w:rsidRDefault="00845324" w:rsidP="00845324">
      <w:r>
        <w:t>161.7263</w:t>
      </w:r>
      <w:r>
        <w:tab/>
        <w:t>3.038e0</w:t>
      </w:r>
    </w:p>
    <w:p w:rsidR="00845324" w:rsidRDefault="00845324" w:rsidP="00845324">
      <w:r>
        <w:t>161.7596</w:t>
      </w:r>
      <w:r>
        <w:tab/>
        <w:t>2.025e0</w:t>
      </w:r>
    </w:p>
    <w:p w:rsidR="00845324" w:rsidRDefault="00845324" w:rsidP="00845324">
      <w:r>
        <w:t>161.8296</w:t>
      </w:r>
      <w:r>
        <w:tab/>
        <w:t>2.025e0</w:t>
      </w:r>
    </w:p>
    <w:p w:rsidR="00845324" w:rsidRDefault="00845324" w:rsidP="00845324">
      <w:r>
        <w:t>161.8912</w:t>
      </w:r>
      <w:r>
        <w:tab/>
        <w:t>2.025e0</w:t>
      </w:r>
    </w:p>
    <w:p w:rsidR="00845324" w:rsidRDefault="00845324" w:rsidP="00845324">
      <w:r>
        <w:t>161.9287</w:t>
      </w:r>
      <w:r>
        <w:tab/>
        <w:t>1.013e0</w:t>
      </w:r>
    </w:p>
    <w:p w:rsidR="00845324" w:rsidRDefault="00845324" w:rsidP="00845324">
      <w:r>
        <w:t>161.9930</w:t>
      </w:r>
      <w:r>
        <w:tab/>
        <w:t>1.013e0</w:t>
      </w:r>
    </w:p>
    <w:p w:rsidR="00845324" w:rsidRDefault="00845324" w:rsidP="00845324">
      <w:r>
        <w:t>162.0262</w:t>
      </w:r>
      <w:r>
        <w:tab/>
        <w:t>1.013e0</w:t>
      </w:r>
    </w:p>
    <w:p w:rsidR="00845324" w:rsidRDefault="00845324" w:rsidP="00845324">
      <w:r>
        <w:t>162.0468</w:t>
      </w:r>
      <w:r>
        <w:tab/>
        <w:t>2.025e0</w:t>
      </w:r>
    </w:p>
    <w:p w:rsidR="00845324" w:rsidRDefault="00845324" w:rsidP="00845324">
      <w:r>
        <w:lastRenderedPageBreak/>
        <w:t>162.0791</w:t>
      </w:r>
      <w:r>
        <w:tab/>
        <w:t>8.847e0</w:t>
      </w:r>
    </w:p>
    <w:p w:rsidR="00845324" w:rsidRDefault="00845324" w:rsidP="00845324">
      <w:r>
        <w:t>162.1215</w:t>
      </w:r>
      <w:r>
        <w:tab/>
        <w:t>2.596e0</w:t>
      </w:r>
    </w:p>
    <w:p w:rsidR="00845324" w:rsidRDefault="00845324" w:rsidP="00845324">
      <w:r>
        <w:t>162.1458</w:t>
      </w:r>
      <w:r>
        <w:tab/>
        <w:t>1.540e1</w:t>
      </w:r>
    </w:p>
    <w:p w:rsidR="00845324" w:rsidRDefault="00845324" w:rsidP="00845324">
      <w:r>
        <w:t>162.1809</w:t>
      </w:r>
      <w:r>
        <w:tab/>
        <w:t>3.038e0</w:t>
      </w:r>
    </w:p>
    <w:p w:rsidR="00845324" w:rsidRDefault="00845324" w:rsidP="00845324">
      <w:r>
        <w:t>162.1973</w:t>
      </w:r>
      <w:r>
        <w:tab/>
        <w:t>2.025e0</w:t>
      </w:r>
    </w:p>
    <w:p w:rsidR="00845324" w:rsidRDefault="00845324" w:rsidP="00845324">
      <w:r>
        <w:t>162.2792</w:t>
      </w:r>
      <w:r>
        <w:tab/>
        <w:t>2.025e0</w:t>
      </w:r>
    </w:p>
    <w:p w:rsidR="00845324" w:rsidRDefault="00845324" w:rsidP="00845324">
      <w:r>
        <w:t>162.2976</w:t>
      </w:r>
      <w:r>
        <w:tab/>
        <w:t>1.013e0</w:t>
      </w:r>
    </w:p>
    <w:p w:rsidR="00845324" w:rsidRDefault="00845324" w:rsidP="00845324">
      <w:r>
        <w:t>162.3299</w:t>
      </w:r>
      <w:r>
        <w:tab/>
        <w:t>3.038e0</w:t>
      </w:r>
    </w:p>
    <w:p w:rsidR="00845324" w:rsidRDefault="00845324" w:rsidP="00845324">
      <w:r>
        <w:t>162.3683</w:t>
      </w:r>
      <w:r>
        <w:tab/>
        <w:t>2.025e0</w:t>
      </w:r>
    </w:p>
    <w:p w:rsidR="00845324" w:rsidRDefault="00845324" w:rsidP="00845324">
      <w:r>
        <w:t>162.3922</w:t>
      </w:r>
      <w:r>
        <w:tab/>
        <w:t>1.013e0</w:t>
      </w:r>
    </w:p>
    <w:p w:rsidR="00845324" w:rsidRDefault="00845324" w:rsidP="00845324">
      <w:r>
        <w:t>162.4263</w:t>
      </w:r>
      <w:r>
        <w:tab/>
        <w:t>1.013e0</w:t>
      </w:r>
    </w:p>
    <w:p w:rsidR="00845324" w:rsidRDefault="00845324" w:rsidP="00845324">
      <w:r>
        <w:t>162.4568</w:t>
      </w:r>
      <w:r>
        <w:tab/>
        <w:t>1.013e0</w:t>
      </w:r>
    </w:p>
    <w:p w:rsidR="00845324" w:rsidRDefault="00845324" w:rsidP="00845324">
      <w:r>
        <w:t>162.5207</w:t>
      </w:r>
      <w:r>
        <w:tab/>
        <w:t>1.013e0</w:t>
      </w:r>
    </w:p>
    <w:p w:rsidR="00845324" w:rsidRDefault="00845324" w:rsidP="00845324">
      <w:r>
        <w:t>162.5377</w:t>
      </w:r>
      <w:r>
        <w:tab/>
        <w:t>1.013e0</w:t>
      </w:r>
    </w:p>
    <w:p w:rsidR="00845324" w:rsidRDefault="00845324" w:rsidP="00845324">
      <w:r>
        <w:t>162.5958</w:t>
      </w:r>
      <w:r>
        <w:tab/>
        <w:t>1.013e0</w:t>
      </w:r>
    </w:p>
    <w:p w:rsidR="00845324" w:rsidRDefault="00845324" w:rsidP="00845324">
      <w:r>
        <w:t>162.6679</w:t>
      </w:r>
      <w:r>
        <w:tab/>
        <w:t>2.025e0</w:t>
      </w:r>
    </w:p>
    <w:p w:rsidR="00845324" w:rsidRDefault="00845324" w:rsidP="00845324">
      <w:r>
        <w:t>162.6867</w:t>
      </w:r>
      <w:r>
        <w:tab/>
        <w:t>1.013e0</w:t>
      </w:r>
    </w:p>
    <w:p w:rsidR="00845324" w:rsidRDefault="00845324" w:rsidP="00845324">
      <w:r>
        <w:t>162.7310</w:t>
      </w:r>
      <w:r>
        <w:tab/>
        <w:t>1.013e0</w:t>
      </w:r>
    </w:p>
    <w:p w:rsidR="00845324" w:rsidRDefault="00845324" w:rsidP="00845324">
      <w:r>
        <w:t>162.7820</w:t>
      </w:r>
      <w:r>
        <w:tab/>
        <w:t>1.013e0</w:t>
      </w:r>
    </w:p>
    <w:p w:rsidR="00845324" w:rsidRDefault="00845324" w:rsidP="00845324">
      <w:r>
        <w:lastRenderedPageBreak/>
        <w:t>162.8220</w:t>
      </w:r>
      <w:r>
        <w:tab/>
        <w:t>1.013e0</w:t>
      </w:r>
    </w:p>
    <w:p w:rsidR="00845324" w:rsidRDefault="00845324" w:rsidP="00845324">
      <w:r>
        <w:t>162.8767</w:t>
      </w:r>
      <w:r>
        <w:tab/>
        <w:t>2.025e0</w:t>
      </w:r>
    </w:p>
    <w:p w:rsidR="00845324" w:rsidRDefault="00845324" w:rsidP="00845324">
      <w:r>
        <w:t>162.9155</w:t>
      </w:r>
      <w:r>
        <w:tab/>
        <w:t>3.038e0</w:t>
      </w:r>
    </w:p>
    <w:p w:rsidR="00845324" w:rsidRDefault="00845324" w:rsidP="00845324">
      <w:r>
        <w:t>162.9415</w:t>
      </w:r>
      <w:r>
        <w:tab/>
        <w:t>1.013e0</w:t>
      </w:r>
    </w:p>
    <w:p w:rsidR="00845324" w:rsidRDefault="00845324" w:rsidP="00845324">
      <w:r>
        <w:t>162.9881</w:t>
      </w:r>
      <w:r>
        <w:tab/>
        <w:t>1.013e0</w:t>
      </w:r>
    </w:p>
    <w:p w:rsidR="00845324" w:rsidRDefault="00845324" w:rsidP="00845324">
      <w:r>
        <w:t>163.0224</w:t>
      </w:r>
      <w:r>
        <w:tab/>
        <w:t>2.025e0</w:t>
      </w:r>
    </w:p>
    <w:p w:rsidR="00845324" w:rsidRDefault="00845324" w:rsidP="00845324">
      <w:r>
        <w:t>163.0807</w:t>
      </w:r>
      <w:r>
        <w:tab/>
        <w:t>5.024e0</w:t>
      </w:r>
    </w:p>
    <w:p w:rsidR="00845324" w:rsidRDefault="00845324" w:rsidP="00845324">
      <w:r>
        <w:t>163.1215</w:t>
      </w:r>
      <w:r>
        <w:tab/>
        <w:t>7.107e0</w:t>
      </w:r>
    </w:p>
    <w:p w:rsidR="00845324" w:rsidRDefault="00845324" w:rsidP="00845324">
      <w:r>
        <w:t>163.2330</w:t>
      </w:r>
      <w:r>
        <w:tab/>
        <w:t>1.013e0</w:t>
      </w:r>
    </w:p>
    <w:p w:rsidR="00845324" w:rsidRDefault="00845324" w:rsidP="00845324">
      <w:r>
        <w:t>163.2501</w:t>
      </w:r>
      <w:r>
        <w:tab/>
        <w:t>1.013e0</w:t>
      </w:r>
    </w:p>
    <w:p w:rsidR="00845324" w:rsidRDefault="00845324" w:rsidP="00845324">
      <w:r>
        <w:t>163.2707</w:t>
      </w:r>
      <w:r>
        <w:tab/>
        <w:t>1.013e0</w:t>
      </w:r>
    </w:p>
    <w:p w:rsidR="00845324" w:rsidRDefault="00845324" w:rsidP="00845324">
      <w:r>
        <w:t>163.3075</w:t>
      </w:r>
      <w:r>
        <w:tab/>
        <w:t>2.025e0</w:t>
      </w:r>
    </w:p>
    <w:p w:rsidR="00845324" w:rsidRDefault="00845324" w:rsidP="00845324">
      <w:r>
        <w:t>163.3242</w:t>
      </w:r>
      <w:r>
        <w:tab/>
        <w:t>2.025e0</w:t>
      </w:r>
    </w:p>
    <w:p w:rsidR="00845324" w:rsidRDefault="00845324" w:rsidP="00845324">
      <w:r>
        <w:t>163.3498</w:t>
      </w:r>
      <w:r>
        <w:tab/>
        <w:t>2.025e0</w:t>
      </w:r>
    </w:p>
    <w:p w:rsidR="00845324" w:rsidRDefault="00845324" w:rsidP="00845324">
      <w:r>
        <w:t>163.3755</w:t>
      </w:r>
      <w:r>
        <w:tab/>
        <w:t>1.013e0</w:t>
      </w:r>
    </w:p>
    <w:p w:rsidR="00845324" w:rsidRDefault="00845324" w:rsidP="00845324">
      <w:r>
        <w:t>163.3959</w:t>
      </w:r>
      <w:r>
        <w:tab/>
        <w:t>1.013e0</w:t>
      </w:r>
    </w:p>
    <w:p w:rsidR="00845324" w:rsidRDefault="00845324" w:rsidP="00845324">
      <w:r>
        <w:t>163.4199</w:t>
      </w:r>
      <w:r>
        <w:tab/>
        <w:t>1.013e0</w:t>
      </w:r>
    </w:p>
    <w:p w:rsidR="00845324" w:rsidRDefault="00845324" w:rsidP="00845324">
      <w:r>
        <w:t>163.4405</w:t>
      </w:r>
      <w:r>
        <w:tab/>
        <w:t>2.025e0</w:t>
      </w:r>
    </w:p>
    <w:p w:rsidR="00845324" w:rsidRDefault="00845324" w:rsidP="00845324">
      <w:r>
        <w:t>163.4599</w:t>
      </w:r>
      <w:r>
        <w:tab/>
        <w:t>3.038e0</w:t>
      </w:r>
    </w:p>
    <w:p w:rsidR="00845324" w:rsidRDefault="00845324" w:rsidP="00845324">
      <w:r>
        <w:lastRenderedPageBreak/>
        <w:t>163.5008</w:t>
      </w:r>
      <w:r>
        <w:tab/>
        <w:t>2.025e0</w:t>
      </w:r>
    </w:p>
    <w:p w:rsidR="00845324" w:rsidRDefault="00845324" w:rsidP="00845324">
      <w:r>
        <w:t>163.5418</w:t>
      </w:r>
      <w:r>
        <w:tab/>
        <w:t>2.025e0</w:t>
      </w:r>
    </w:p>
    <w:p w:rsidR="00845324" w:rsidRDefault="00845324" w:rsidP="00845324">
      <w:r>
        <w:t>163.5862</w:t>
      </w:r>
      <w:r>
        <w:tab/>
        <w:t>1.013e0</w:t>
      </w:r>
    </w:p>
    <w:p w:rsidR="00845324" w:rsidRDefault="00845324" w:rsidP="00845324">
      <w:r>
        <w:t>163.6128</w:t>
      </w:r>
      <w:r>
        <w:tab/>
        <w:t>3.038e0</w:t>
      </w:r>
    </w:p>
    <w:p w:rsidR="00845324" w:rsidRDefault="00845324" w:rsidP="00845324">
      <w:r>
        <w:t>163.6643</w:t>
      </w:r>
      <w:r>
        <w:tab/>
        <w:t>1.013e0</w:t>
      </w:r>
    </w:p>
    <w:p w:rsidR="00845324" w:rsidRDefault="00845324" w:rsidP="00845324">
      <w:r>
        <w:t>163.7013</w:t>
      </w:r>
      <w:r>
        <w:tab/>
        <w:t>1.013e0</w:t>
      </w:r>
    </w:p>
    <w:p w:rsidR="00845324" w:rsidRDefault="00845324" w:rsidP="00845324">
      <w:r>
        <w:t>163.7219</w:t>
      </w:r>
      <w:r>
        <w:tab/>
        <w:t>1.013e0</w:t>
      </w:r>
    </w:p>
    <w:p w:rsidR="00845324" w:rsidRDefault="00845324" w:rsidP="00845324">
      <w:r>
        <w:t>163.7698</w:t>
      </w:r>
      <w:r>
        <w:tab/>
        <w:t>1.013e0</w:t>
      </w:r>
    </w:p>
    <w:p w:rsidR="00845324" w:rsidRDefault="00845324" w:rsidP="00845324">
      <w:r>
        <w:t>163.7972</w:t>
      </w:r>
      <w:r>
        <w:tab/>
        <w:t>1.013e0</w:t>
      </w:r>
    </w:p>
    <w:p w:rsidR="00845324" w:rsidRDefault="00845324" w:rsidP="00845324">
      <w:r>
        <w:t>163.8179</w:t>
      </w:r>
      <w:r>
        <w:tab/>
        <w:t>1.013e0</w:t>
      </w:r>
    </w:p>
    <w:p w:rsidR="00845324" w:rsidRDefault="00845324" w:rsidP="00845324">
      <w:r>
        <w:t>163.8529</w:t>
      </w:r>
      <w:r>
        <w:tab/>
        <w:t>4.973e0</w:t>
      </w:r>
    </w:p>
    <w:p w:rsidR="00845324" w:rsidRDefault="00845324" w:rsidP="00845324">
      <w:r>
        <w:t>163.8780</w:t>
      </w:r>
      <w:r>
        <w:tab/>
        <w:t>1.013e0</w:t>
      </w:r>
    </w:p>
    <w:p w:rsidR="00845324" w:rsidRDefault="00845324" w:rsidP="00845324">
      <w:r>
        <w:t>163.9535</w:t>
      </w:r>
      <w:r>
        <w:tab/>
        <w:t>2.025e0</w:t>
      </w:r>
    </w:p>
    <w:p w:rsidR="00845324" w:rsidRDefault="00845324" w:rsidP="00845324">
      <w:r>
        <w:t>163.9866</w:t>
      </w:r>
      <w:r>
        <w:tab/>
        <w:t>3.038e0</w:t>
      </w:r>
    </w:p>
    <w:p w:rsidR="00845324" w:rsidRDefault="00845324" w:rsidP="00845324">
      <w:r>
        <w:t>164.0384</w:t>
      </w:r>
      <w:r>
        <w:tab/>
        <w:t>1.013e0</w:t>
      </w:r>
    </w:p>
    <w:p w:rsidR="00845324" w:rsidRDefault="00845324" w:rsidP="00845324">
      <w:r>
        <w:t>164.0994</w:t>
      </w:r>
      <w:r>
        <w:tab/>
        <w:t>5.923e0</w:t>
      </w:r>
    </w:p>
    <w:p w:rsidR="00845324" w:rsidRDefault="00845324" w:rsidP="00845324">
      <w:r>
        <w:t>164.1456</w:t>
      </w:r>
      <w:r>
        <w:tab/>
        <w:t>9.254e0</w:t>
      </w:r>
    </w:p>
    <w:p w:rsidR="00845324" w:rsidRDefault="00845324" w:rsidP="00845324">
      <w:r>
        <w:t>164.1720</w:t>
      </w:r>
      <w:r>
        <w:tab/>
        <w:t>4.276e0</w:t>
      </w:r>
    </w:p>
    <w:p w:rsidR="00845324" w:rsidRDefault="00845324" w:rsidP="00845324">
      <w:r>
        <w:t>164.1887</w:t>
      </w:r>
      <w:r>
        <w:tab/>
        <w:t>2.025e0</w:t>
      </w:r>
    </w:p>
    <w:p w:rsidR="00845324" w:rsidRDefault="00845324" w:rsidP="00845324">
      <w:r>
        <w:lastRenderedPageBreak/>
        <w:t>164.2344</w:t>
      </w:r>
      <w:r>
        <w:tab/>
        <w:t>3.038e0</w:t>
      </w:r>
    </w:p>
    <w:p w:rsidR="00845324" w:rsidRDefault="00845324" w:rsidP="00845324">
      <w:r>
        <w:t>164.2936</w:t>
      </w:r>
      <w:r>
        <w:tab/>
        <w:t>2.025e0</w:t>
      </w:r>
    </w:p>
    <w:p w:rsidR="00845324" w:rsidRDefault="00845324" w:rsidP="00845324">
      <w:r>
        <w:t>164.3427</w:t>
      </w:r>
      <w:r>
        <w:tab/>
        <w:t>3.038e0</w:t>
      </w:r>
    </w:p>
    <w:p w:rsidR="00845324" w:rsidRDefault="00845324" w:rsidP="00845324">
      <w:r>
        <w:t>164.3783</w:t>
      </w:r>
      <w:r>
        <w:tab/>
        <w:t>4.051e0</w:t>
      </w:r>
    </w:p>
    <w:p w:rsidR="00845324" w:rsidRDefault="00845324" w:rsidP="00845324">
      <w:r>
        <w:t>164.4182</w:t>
      </w:r>
      <w:r>
        <w:tab/>
        <w:t>2.025e0</w:t>
      </w:r>
    </w:p>
    <w:p w:rsidR="00845324" w:rsidRDefault="00845324" w:rsidP="00845324">
      <w:r>
        <w:t>164.4467</w:t>
      </w:r>
      <w:r>
        <w:tab/>
        <w:t>1.013e0</w:t>
      </w:r>
    </w:p>
    <w:p w:rsidR="00845324" w:rsidRDefault="00845324" w:rsidP="00845324">
      <w:r>
        <w:t>164.5083</w:t>
      </w:r>
      <w:r>
        <w:tab/>
        <w:t>1.013e0</w:t>
      </w:r>
    </w:p>
    <w:p w:rsidR="00845324" w:rsidRDefault="00845324" w:rsidP="00845324">
      <w:r>
        <w:t>164.5631</w:t>
      </w:r>
      <w:r>
        <w:tab/>
        <w:t>1.013e0</w:t>
      </w:r>
    </w:p>
    <w:p w:rsidR="00845324" w:rsidRDefault="00845324" w:rsidP="00845324">
      <w:r>
        <w:t>164.6008</w:t>
      </w:r>
      <w:r>
        <w:tab/>
        <w:t>1.013e0</w:t>
      </w:r>
    </w:p>
    <w:p w:rsidR="00845324" w:rsidRDefault="00845324" w:rsidP="00845324">
      <w:r>
        <w:t>164.6260</w:t>
      </w:r>
      <w:r>
        <w:tab/>
        <w:t>2.025e0</w:t>
      </w:r>
    </w:p>
    <w:p w:rsidR="00845324" w:rsidRDefault="00845324" w:rsidP="00845324">
      <w:r>
        <w:t>164.6888</w:t>
      </w:r>
      <w:r>
        <w:tab/>
        <w:t>1.013e0</w:t>
      </w:r>
    </w:p>
    <w:p w:rsidR="00845324" w:rsidRDefault="00845324" w:rsidP="00845324">
      <w:r>
        <w:t>164.7197</w:t>
      </w:r>
      <w:r>
        <w:tab/>
        <w:t>1.013e0</w:t>
      </w:r>
    </w:p>
    <w:p w:rsidR="00845324" w:rsidRDefault="00845324" w:rsidP="00845324">
      <w:r>
        <w:t>164.7368</w:t>
      </w:r>
      <w:r>
        <w:tab/>
        <w:t>1.013e0</w:t>
      </w:r>
    </w:p>
    <w:p w:rsidR="00845324" w:rsidRDefault="00845324" w:rsidP="00845324">
      <w:r>
        <w:t>164.7746</w:t>
      </w:r>
      <w:r>
        <w:tab/>
        <w:t>1.013e0</w:t>
      </w:r>
    </w:p>
    <w:p w:rsidR="00845324" w:rsidRDefault="00845324" w:rsidP="00845324">
      <w:r>
        <w:t>164.7918</w:t>
      </w:r>
      <w:r>
        <w:tab/>
        <w:t>2.025e0</w:t>
      </w:r>
    </w:p>
    <w:p w:rsidR="00845324" w:rsidRDefault="00845324" w:rsidP="00845324">
      <w:r>
        <w:t>164.8155</w:t>
      </w:r>
      <w:r>
        <w:tab/>
        <w:t>1.013e0</w:t>
      </w:r>
    </w:p>
    <w:p w:rsidR="00845324" w:rsidRDefault="00845324" w:rsidP="00845324">
      <w:r>
        <w:t>164.8491</w:t>
      </w:r>
      <w:r>
        <w:tab/>
        <w:t>1.013e0</w:t>
      </w:r>
    </w:p>
    <w:p w:rsidR="00845324" w:rsidRDefault="00845324" w:rsidP="00845324">
      <w:r>
        <w:t>164.9999</w:t>
      </w:r>
      <w:r>
        <w:tab/>
        <w:t>1.013e0</w:t>
      </w:r>
    </w:p>
    <w:p w:rsidR="00845324" w:rsidRDefault="00845324" w:rsidP="00845324">
      <w:r>
        <w:t>165.0186</w:t>
      </w:r>
      <w:r>
        <w:tab/>
        <w:t>2.025e0</w:t>
      </w:r>
    </w:p>
    <w:p w:rsidR="00845324" w:rsidRDefault="00845324" w:rsidP="00845324">
      <w:r>
        <w:lastRenderedPageBreak/>
        <w:t>165.0506</w:t>
      </w:r>
      <w:r>
        <w:tab/>
        <w:t>1.013e0</w:t>
      </w:r>
    </w:p>
    <w:p w:rsidR="00845324" w:rsidRDefault="00845324" w:rsidP="00845324">
      <w:r>
        <w:t>165.1084</w:t>
      </w:r>
      <w:r>
        <w:tab/>
        <w:t>2.302e1</w:t>
      </w:r>
    </w:p>
    <w:p w:rsidR="00845324" w:rsidRDefault="00845324" w:rsidP="00845324">
      <w:r>
        <w:t>165.1305</w:t>
      </w:r>
      <w:r>
        <w:tab/>
        <w:t>1.153e1</w:t>
      </w:r>
    </w:p>
    <w:p w:rsidR="00845324" w:rsidRDefault="00845324" w:rsidP="00845324">
      <w:r>
        <w:t>165.1857</w:t>
      </w:r>
      <w:r>
        <w:tab/>
        <w:t>2.025e0</w:t>
      </w:r>
    </w:p>
    <w:p w:rsidR="00845324" w:rsidRDefault="00845324" w:rsidP="00845324">
      <w:r>
        <w:t>165.2218</w:t>
      </w:r>
      <w:r>
        <w:tab/>
        <w:t>1.013e0</w:t>
      </w:r>
    </w:p>
    <w:p w:rsidR="00845324" w:rsidRDefault="00845324" w:rsidP="00845324">
      <w:r>
        <w:t>165.2389</w:t>
      </w:r>
      <w:r>
        <w:tab/>
        <w:t>1.013e0</w:t>
      </w:r>
    </w:p>
    <w:p w:rsidR="00845324" w:rsidRDefault="00845324" w:rsidP="00845324">
      <w:r>
        <w:t>165.2725</w:t>
      </w:r>
      <w:r>
        <w:tab/>
        <w:t>2.025e0</w:t>
      </w:r>
    </w:p>
    <w:p w:rsidR="00845324" w:rsidRDefault="00845324" w:rsidP="00845324">
      <w:r>
        <w:t>165.3097</w:t>
      </w:r>
      <w:r>
        <w:tab/>
        <w:t>1.013e0</w:t>
      </w:r>
    </w:p>
    <w:p w:rsidR="00845324" w:rsidRDefault="00845324" w:rsidP="00845324">
      <w:r>
        <w:t>165.3321</w:t>
      </w:r>
      <w:r>
        <w:tab/>
        <w:t>2.025e0</w:t>
      </w:r>
    </w:p>
    <w:p w:rsidR="00845324" w:rsidRDefault="00845324" w:rsidP="00845324">
      <w:r>
        <w:t>165.3751</w:t>
      </w:r>
      <w:r>
        <w:tab/>
        <w:t>1.013e0</w:t>
      </w:r>
    </w:p>
    <w:p w:rsidR="00845324" w:rsidRDefault="00845324" w:rsidP="00845324">
      <w:r>
        <w:t>165.4382</w:t>
      </w:r>
      <w:r>
        <w:tab/>
        <w:t>4.051e0</w:t>
      </w:r>
    </w:p>
    <w:p w:rsidR="00845324" w:rsidRDefault="00845324" w:rsidP="00845324">
      <w:r>
        <w:t>165.4746</w:t>
      </w:r>
      <w:r>
        <w:tab/>
        <w:t>2.025e0</w:t>
      </w:r>
    </w:p>
    <w:p w:rsidR="00845324" w:rsidRDefault="00845324" w:rsidP="00845324">
      <w:r>
        <w:t>165.5082</w:t>
      </w:r>
      <w:r>
        <w:tab/>
        <w:t>1.013e0</w:t>
      </w:r>
    </w:p>
    <w:p w:rsidR="00845324" w:rsidRDefault="00845324" w:rsidP="00845324">
      <w:r>
        <w:t>165.5663</w:t>
      </w:r>
      <w:r>
        <w:tab/>
        <w:t>2.025e0</w:t>
      </w:r>
    </w:p>
    <w:p w:rsidR="00845324" w:rsidRDefault="00845324" w:rsidP="00845324">
      <w:r>
        <w:t>165.5955</w:t>
      </w:r>
      <w:r>
        <w:tab/>
        <w:t>2.025e0</w:t>
      </w:r>
    </w:p>
    <w:p w:rsidR="00845324" w:rsidRDefault="00845324" w:rsidP="00845324">
      <w:r>
        <w:t>165.6436</w:t>
      </w:r>
      <w:r>
        <w:tab/>
        <w:t>2.025e0</w:t>
      </w:r>
    </w:p>
    <w:p w:rsidR="00845324" w:rsidRDefault="00845324" w:rsidP="00845324">
      <w:r>
        <w:t>165.7003</w:t>
      </w:r>
      <w:r>
        <w:tab/>
        <w:t>2.025e0</w:t>
      </w:r>
    </w:p>
    <w:p w:rsidR="00845324" w:rsidRDefault="00845324" w:rsidP="00845324">
      <w:r>
        <w:t>165.7205</w:t>
      </w:r>
      <w:r>
        <w:tab/>
        <w:t>1.013e0</w:t>
      </w:r>
    </w:p>
    <w:p w:rsidR="00845324" w:rsidRDefault="00845324" w:rsidP="00845324">
      <w:r>
        <w:t>165.7473</w:t>
      </w:r>
      <w:r>
        <w:tab/>
        <w:t>3.038e0</w:t>
      </w:r>
    </w:p>
    <w:p w:rsidR="00845324" w:rsidRDefault="00845324" w:rsidP="00845324">
      <w:r>
        <w:lastRenderedPageBreak/>
        <w:t>165.7954</w:t>
      </w:r>
      <w:r>
        <w:tab/>
        <w:t>1.013e0</w:t>
      </w:r>
    </w:p>
    <w:p w:rsidR="00845324" w:rsidRDefault="00845324" w:rsidP="00845324">
      <w:r>
        <w:t>165.8607</w:t>
      </w:r>
      <w:r>
        <w:tab/>
        <w:t>1.013e0</w:t>
      </w:r>
    </w:p>
    <w:p w:rsidR="00845324" w:rsidRDefault="00845324" w:rsidP="00845324">
      <w:r>
        <w:t>165.8813</w:t>
      </w:r>
      <w:r>
        <w:tab/>
        <w:t>1.013e0</w:t>
      </w:r>
    </w:p>
    <w:p w:rsidR="00845324" w:rsidRDefault="00845324" w:rsidP="00845324">
      <w:r>
        <w:t>165.9089</w:t>
      </w:r>
      <w:r>
        <w:tab/>
        <w:t>2.025e0</w:t>
      </w:r>
    </w:p>
    <w:p w:rsidR="00845324" w:rsidRDefault="00845324" w:rsidP="00845324">
      <w:r>
        <w:t>165.9296</w:t>
      </w:r>
      <w:r>
        <w:tab/>
        <w:t>1.013e0</w:t>
      </w:r>
    </w:p>
    <w:p w:rsidR="00845324" w:rsidRDefault="00845324" w:rsidP="00845324">
      <w:r>
        <w:t>166.0142</w:t>
      </w:r>
      <w:r>
        <w:tab/>
        <w:t>1.013e0</w:t>
      </w:r>
    </w:p>
    <w:p w:rsidR="00845324" w:rsidRDefault="00845324" w:rsidP="00845324">
      <w:r>
        <w:t>166.0349</w:t>
      </w:r>
      <w:r>
        <w:tab/>
        <w:t>3.038e0</w:t>
      </w:r>
    </w:p>
    <w:p w:rsidR="00845324" w:rsidRDefault="00845324" w:rsidP="00845324">
      <w:r>
        <w:t>166.0590</w:t>
      </w:r>
      <w:r>
        <w:tab/>
        <w:t>1.013e0</w:t>
      </w:r>
    </w:p>
    <w:p w:rsidR="00845324" w:rsidRDefault="00845324" w:rsidP="00845324">
      <w:r>
        <w:t>166.0856</w:t>
      </w:r>
      <w:r>
        <w:tab/>
        <w:t>2.618e0</w:t>
      </w:r>
    </w:p>
    <w:p w:rsidR="00845324" w:rsidRDefault="00845324" w:rsidP="00845324">
      <w:r>
        <w:t>166.1398</w:t>
      </w:r>
      <w:r>
        <w:tab/>
        <w:t>4.991e0</w:t>
      </w:r>
    </w:p>
    <w:p w:rsidR="00845324" w:rsidRDefault="00845324" w:rsidP="00845324">
      <w:r>
        <w:t>166.1848</w:t>
      </w:r>
      <w:r>
        <w:tab/>
        <w:t>2.025e0</w:t>
      </w:r>
    </w:p>
    <w:p w:rsidR="00845324" w:rsidRDefault="00845324" w:rsidP="00845324">
      <w:r>
        <w:t>166.2201</w:t>
      </w:r>
      <w:r>
        <w:tab/>
        <w:t>1.013e0</w:t>
      </w:r>
    </w:p>
    <w:p w:rsidR="00845324" w:rsidRDefault="00845324" w:rsidP="00845324">
      <w:r>
        <w:t>166.2456</w:t>
      </w:r>
      <w:r>
        <w:tab/>
        <w:t>2.025e0</w:t>
      </w:r>
    </w:p>
    <w:p w:rsidR="00845324" w:rsidRDefault="00845324" w:rsidP="00845324">
      <w:r>
        <w:t>166.2745</w:t>
      </w:r>
      <w:r>
        <w:tab/>
        <w:t>1.013e0</w:t>
      </w:r>
    </w:p>
    <w:p w:rsidR="00845324" w:rsidRDefault="00845324" w:rsidP="00845324">
      <w:r>
        <w:t>166.2952</w:t>
      </w:r>
      <w:r>
        <w:tab/>
        <w:t>2.025e0</w:t>
      </w:r>
    </w:p>
    <w:p w:rsidR="00845324" w:rsidRDefault="00845324" w:rsidP="00845324">
      <w:r>
        <w:t>166.3236</w:t>
      </w:r>
      <w:r>
        <w:tab/>
        <w:t>3.038e0</w:t>
      </w:r>
    </w:p>
    <w:p w:rsidR="00845324" w:rsidRDefault="00845324" w:rsidP="00845324">
      <w:r>
        <w:t>166.3606</w:t>
      </w:r>
      <w:r>
        <w:tab/>
        <w:t>1.013e0</w:t>
      </w:r>
    </w:p>
    <w:p w:rsidR="00845324" w:rsidRDefault="00845324" w:rsidP="00845324">
      <w:r>
        <w:t>166.3916</w:t>
      </w:r>
      <w:r>
        <w:tab/>
        <w:t>2.025e0</w:t>
      </w:r>
    </w:p>
    <w:p w:rsidR="00845324" w:rsidRDefault="00845324" w:rsidP="00845324">
      <w:r>
        <w:t>166.4296</w:t>
      </w:r>
      <w:r>
        <w:tab/>
        <w:t>1.013e0</w:t>
      </w:r>
    </w:p>
    <w:p w:rsidR="00845324" w:rsidRDefault="00845324" w:rsidP="00845324">
      <w:r>
        <w:lastRenderedPageBreak/>
        <w:t>166.4535</w:t>
      </w:r>
      <w:r>
        <w:tab/>
        <w:t>1.013e0</w:t>
      </w:r>
    </w:p>
    <w:p w:rsidR="00845324" w:rsidRDefault="00845324" w:rsidP="00845324">
      <w:r>
        <w:t>166.5043</w:t>
      </w:r>
      <w:r>
        <w:tab/>
        <w:t>1.013e0</w:t>
      </w:r>
    </w:p>
    <w:p w:rsidR="00845324" w:rsidRDefault="00845324" w:rsidP="00845324">
      <w:r>
        <w:t>166.5764</w:t>
      </w:r>
      <w:r>
        <w:tab/>
        <w:t>1.013e0</w:t>
      </w:r>
    </w:p>
    <w:p w:rsidR="00845324" w:rsidRDefault="00845324" w:rsidP="00845324">
      <w:r>
        <w:t>166.6384</w:t>
      </w:r>
      <w:r>
        <w:tab/>
        <w:t>2.025e0</w:t>
      </w:r>
    </w:p>
    <w:p w:rsidR="00845324" w:rsidRDefault="00845324" w:rsidP="00845324">
      <w:r>
        <w:t>166.6901</w:t>
      </w:r>
      <w:r>
        <w:tab/>
        <w:t>2.025e0</w:t>
      </w:r>
    </w:p>
    <w:p w:rsidR="00845324" w:rsidRDefault="00845324" w:rsidP="00845324">
      <w:r>
        <w:t>166.7389</w:t>
      </w:r>
      <w:r>
        <w:tab/>
        <w:t>3.038e0</w:t>
      </w:r>
    </w:p>
    <w:p w:rsidR="00845324" w:rsidRDefault="00845324" w:rsidP="00845324">
      <w:r>
        <w:t>166.7812</w:t>
      </w:r>
      <w:r>
        <w:tab/>
        <w:t>3.038e0</w:t>
      </w:r>
    </w:p>
    <w:p w:rsidR="00845324" w:rsidRDefault="00845324" w:rsidP="00845324">
      <w:r>
        <w:t>166.8215</w:t>
      </w:r>
      <w:r>
        <w:tab/>
        <w:t>2.025e0</w:t>
      </w:r>
    </w:p>
    <w:p w:rsidR="00845324" w:rsidRDefault="00845324" w:rsidP="00845324">
      <w:r>
        <w:t>166.8836</w:t>
      </w:r>
      <w:r>
        <w:tab/>
        <w:t>2.025e0</w:t>
      </w:r>
    </w:p>
    <w:p w:rsidR="00845324" w:rsidRDefault="00845324" w:rsidP="00845324">
      <w:r>
        <w:t>166.9473</w:t>
      </w:r>
      <w:r>
        <w:tab/>
        <w:t>1.013e0</w:t>
      </w:r>
    </w:p>
    <w:p w:rsidR="00845324" w:rsidRDefault="00845324" w:rsidP="00845324">
      <w:r>
        <w:t>167.0025</w:t>
      </w:r>
      <w:r>
        <w:tab/>
        <w:t>1.013e0</w:t>
      </w:r>
    </w:p>
    <w:p w:rsidR="00845324" w:rsidRDefault="00845324" w:rsidP="00845324">
      <w:r>
        <w:t>167.0315</w:t>
      </w:r>
      <w:r>
        <w:tab/>
        <w:t>2.025e0</w:t>
      </w:r>
    </w:p>
    <w:p w:rsidR="00845324" w:rsidRDefault="00845324" w:rsidP="00845324">
      <w:r>
        <w:t>167.0822</w:t>
      </w:r>
      <w:r>
        <w:tab/>
        <w:t>3.631e0</w:t>
      </w:r>
    </w:p>
    <w:p w:rsidR="00845324" w:rsidRDefault="00845324" w:rsidP="00845324">
      <w:r>
        <w:t>167.1530</w:t>
      </w:r>
      <w:r>
        <w:tab/>
        <w:t>1.606e0</w:t>
      </w:r>
    </w:p>
    <w:p w:rsidR="00845324" w:rsidRDefault="00845324" w:rsidP="00845324">
      <w:r>
        <w:t>167.2058</w:t>
      </w:r>
      <w:r>
        <w:tab/>
        <w:t>5.063e0</w:t>
      </w:r>
    </w:p>
    <w:p w:rsidR="00845324" w:rsidRDefault="00845324" w:rsidP="00845324">
      <w:r>
        <w:t>167.2392</w:t>
      </w:r>
      <w:r>
        <w:tab/>
        <w:t>1.013e0</w:t>
      </w:r>
    </w:p>
    <w:p w:rsidR="00845324" w:rsidRDefault="00845324" w:rsidP="00845324">
      <w:r>
        <w:t>167.3320</w:t>
      </w:r>
      <w:r>
        <w:tab/>
        <w:t>1.013e0</w:t>
      </w:r>
    </w:p>
    <w:p w:rsidR="00845324" w:rsidRDefault="00845324" w:rsidP="00845324">
      <w:r>
        <w:t>167.3456</w:t>
      </w:r>
      <w:r>
        <w:tab/>
        <w:t>1.013e0</w:t>
      </w:r>
    </w:p>
    <w:p w:rsidR="00845324" w:rsidRDefault="00845324" w:rsidP="00845324">
      <w:r>
        <w:t>167.3728</w:t>
      </w:r>
      <w:r>
        <w:tab/>
        <w:t>1.013e0</w:t>
      </w:r>
    </w:p>
    <w:p w:rsidR="00845324" w:rsidRDefault="00845324" w:rsidP="00845324">
      <w:r>
        <w:lastRenderedPageBreak/>
        <w:t>167.3931</w:t>
      </w:r>
      <w:r>
        <w:tab/>
        <w:t>2.025e0</w:t>
      </w:r>
    </w:p>
    <w:p w:rsidR="00845324" w:rsidRDefault="00845324" w:rsidP="00845324">
      <w:r>
        <w:t>167.4209</w:t>
      </w:r>
      <w:r>
        <w:tab/>
        <w:t>2.025e0</w:t>
      </w:r>
    </w:p>
    <w:p w:rsidR="00845324" w:rsidRDefault="00845324" w:rsidP="00845324">
      <w:r>
        <w:t>167.4589</w:t>
      </w:r>
      <w:r>
        <w:tab/>
        <w:t>1.013e0</w:t>
      </w:r>
    </w:p>
    <w:p w:rsidR="00845324" w:rsidRDefault="00845324" w:rsidP="00845324">
      <w:r>
        <w:t>167.4796</w:t>
      </w:r>
      <w:r>
        <w:tab/>
        <w:t>2.025e0</w:t>
      </w:r>
    </w:p>
    <w:p w:rsidR="00845324" w:rsidRDefault="00845324" w:rsidP="00845324">
      <w:r>
        <w:t>167.5486</w:t>
      </w:r>
      <w:r>
        <w:tab/>
        <w:t>2.025e0</w:t>
      </w:r>
    </w:p>
    <w:p w:rsidR="00845324" w:rsidRDefault="00845324" w:rsidP="00845324">
      <w:r>
        <w:t>167.5694</w:t>
      </w:r>
      <w:r>
        <w:tab/>
        <w:t>1.013e0</w:t>
      </w:r>
    </w:p>
    <w:p w:rsidR="00845324" w:rsidRDefault="00845324" w:rsidP="00845324">
      <w:r>
        <w:t>167.5953</w:t>
      </w:r>
      <w:r>
        <w:tab/>
        <w:t>2.025e0</w:t>
      </w:r>
    </w:p>
    <w:p w:rsidR="00845324" w:rsidRDefault="00845324" w:rsidP="00845324">
      <w:r>
        <w:t>167.7096</w:t>
      </w:r>
      <w:r>
        <w:tab/>
        <w:t>1.013e0</w:t>
      </w:r>
    </w:p>
    <w:p w:rsidR="00845324" w:rsidRDefault="00845324" w:rsidP="00845324">
      <w:r>
        <w:t>167.7355</w:t>
      </w:r>
      <w:r>
        <w:tab/>
        <w:t>2.025e0</w:t>
      </w:r>
    </w:p>
    <w:p w:rsidR="00845324" w:rsidRDefault="00845324" w:rsidP="00845324">
      <w:r>
        <w:t>167.8012</w:t>
      </w:r>
      <w:r>
        <w:tab/>
        <w:t>2.025e0</w:t>
      </w:r>
    </w:p>
    <w:p w:rsidR="00845324" w:rsidRDefault="00845324" w:rsidP="00845324">
      <w:r>
        <w:t>167.8323</w:t>
      </w:r>
      <w:r>
        <w:tab/>
        <w:t>2.025e0</w:t>
      </w:r>
    </w:p>
    <w:p w:rsidR="00845324" w:rsidRDefault="00845324" w:rsidP="00845324">
      <w:r>
        <w:t>167.8789</w:t>
      </w:r>
      <w:r>
        <w:tab/>
        <w:t>1.013e0</w:t>
      </w:r>
    </w:p>
    <w:p w:rsidR="00845324" w:rsidRDefault="00845324" w:rsidP="00845324">
      <w:r>
        <w:t>167.9291</w:t>
      </w:r>
      <w:r>
        <w:tab/>
        <w:t>2.025e0</w:t>
      </w:r>
    </w:p>
    <w:p w:rsidR="00845324" w:rsidRDefault="00845324" w:rsidP="00845324">
      <w:r>
        <w:t>167.9959</w:t>
      </w:r>
      <w:r>
        <w:tab/>
        <w:t>1.013e0</w:t>
      </w:r>
    </w:p>
    <w:p w:rsidR="00845324" w:rsidRDefault="00845324" w:rsidP="00845324">
      <w:r>
        <w:t>168.0315</w:t>
      </w:r>
      <w:r>
        <w:tab/>
        <w:t>3.038e0</w:t>
      </w:r>
    </w:p>
    <w:p w:rsidR="00845324" w:rsidRDefault="00845324" w:rsidP="00845324">
      <w:r>
        <w:t>168.0728</w:t>
      </w:r>
      <w:r>
        <w:tab/>
        <w:t>3.038e0</w:t>
      </w:r>
    </w:p>
    <w:p w:rsidR="00845324" w:rsidRDefault="00845324" w:rsidP="00845324">
      <w:r>
        <w:t>168.1182</w:t>
      </w:r>
      <w:r>
        <w:tab/>
        <w:t>8.101e0</w:t>
      </w:r>
    </w:p>
    <w:p w:rsidR="00845324" w:rsidRDefault="00845324" w:rsidP="00845324">
      <w:r>
        <w:t>168.1435</w:t>
      </w:r>
      <w:r>
        <w:tab/>
        <w:t>2.532e0</w:t>
      </w:r>
    </w:p>
    <w:p w:rsidR="00845324" w:rsidRDefault="00845324" w:rsidP="00845324">
      <w:r>
        <w:t>168.2268</w:t>
      </w:r>
      <w:r>
        <w:tab/>
        <w:t>1.013e0</w:t>
      </w:r>
    </w:p>
    <w:p w:rsidR="00845324" w:rsidRDefault="00845324" w:rsidP="00845324">
      <w:r>
        <w:lastRenderedPageBreak/>
        <w:t>168.2683</w:t>
      </w:r>
      <w:r>
        <w:tab/>
        <w:t>1.013e0</w:t>
      </w:r>
    </w:p>
    <w:p w:rsidR="00845324" w:rsidRDefault="00845324" w:rsidP="00845324">
      <w:r>
        <w:t>168.2995</w:t>
      </w:r>
      <w:r>
        <w:tab/>
        <w:t>1.013e0</w:t>
      </w:r>
    </w:p>
    <w:p w:rsidR="00845324" w:rsidRDefault="00845324" w:rsidP="00845324">
      <w:r>
        <w:t>168.3748</w:t>
      </w:r>
      <w:r>
        <w:tab/>
        <w:t>1.013e0</w:t>
      </w:r>
    </w:p>
    <w:p w:rsidR="00845324" w:rsidRDefault="00845324" w:rsidP="00845324">
      <w:r>
        <w:t>168.4389</w:t>
      </w:r>
      <w:r>
        <w:tab/>
        <w:t>4.051e0</w:t>
      </w:r>
    </w:p>
    <w:p w:rsidR="00845324" w:rsidRDefault="00845324" w:rsidP="00845324">
      <w:r>
        <w:t>168.4745</w:t>
      </w:r>
      <w:r>
        <w:tab/>
        <w:t>2.025e0</w:t>
      </w:r>
    </w:p>
    <w:p w:rsidR="00845324" w:rsidRDefault="00845324" w:rsidP="00845324">
      <w:r>
        <w:t>168.5057</w:t>
      </w:r>
      <w:r>
        <w:tab/>
        <w:t>2.025e0</w:t>
      </w:r>
    </w:p>
    <w:p w:rsidR="00845324" w:rsidRDefault="00845324" w:rsidP="00845324">
      <w:r>
        <w:t>168.5299</w:t>
      </w:r>
      <w:r>
        <w:tab/>
        <w:t>1.013e0</w:t>
      </w:r>
    </w:p>
    <w:p w:rsidR="00845324" w:rsidRDefault="00845324" w:rsidP="00845324">
      <w:r>
        <w:t>168.5714</w:t>
      </w:r>
      <w:r>
        <w:tab/>
        <w:t>1.013e0</w:t>
      </w:r>
    </w:p>
    <w:p w:rsidR="00845324" w:rsidRDefault="00845324" w:rsidP="00845324">
      <w:r>
        <w:t>168.5922</w:t>
      </w:r>
      <w:r>
        <w:tab/>
        <w:t>3.038e0</w:t>
      </w:r>
    </w:p>
    <w:p w:rsidR="00845324" w:rsidRDefault="00845324" w:rsidP="00845324">
      <w:r>
        <w:t>168.6476</w:t>
      </w:r>
      <w:r>
        <w:tab/>
        <w:t>2.025e0</w:t>
      </w:r>
    </w:p>
    <w:p w:rsidR="00845324" w:rsidRDefault="00845324" w:rsidP="00845324">
      <w:r>
        <w:t>168.6649</w:t>
      </w:r>
      <w:r>
        <w:tab/>
        <w:t>1.013e0</w:t>
      </w:r>
    </w:p>
    <w:p w:rsidR="00845324" w:rsidRDefault="00845324" w:rsidP="00845324">
      <w:r>
        <w:t>168.7408</w:t>
      </w:r>
      <w:r>
        <w:tab/>
        <w:t>2.025e0</w:t>
      </w:r>
    </w:p>
    <w:p w:rsidR="00845324" w:rsidRDefault="00845324" w:rsidP="00845324">
      <w:r>
        <w:t>168.7784</w:t>
      </w:r>
      <w:r>
        <w:tab/>
        <w:t>1.013e0</w:t>
      </w:r>
    </w:p>
    <w:p w:rsidR="00845324" w:rsidRDefault="00845324" w:rsidP="00845324">
      <w:r>
        <w:t>168.8230</w:t>
      </w:r>
      <w:r>
        <w:tab/>
        <w:t>2.025e0</w:t>
      </w:r>
    </w:p>
    <w:p w:rsidR="00845324" w:rsidRDefault="00845324" w:rsidP="00845324">
      <w:r>
        <w:t>168.8609</w:t>
      </w:r>
      <w:r>
        <w:tab/>
        <w:t>1.013e0</w:t>
      </w:r>
    </w:p>
    <w:p w:rsidR="00845324" w:rsidRDefault="00845324" w:rsidP="00845324">
      <w:r>
        <w:t>168.8817</w:t>
      </w:r>
      <w:r>
        <w:tab/>
        <w:t>1.013e0</w:t>
      </w:r>
    </w:p>
    <w:p w:rsidR="00845324" w:rsidRDefault="00845324" w:rsidP="00845324">
      <w:r>
        <w:t>168.8990</w:t>
      </w:r>
      <w:r>
        <w:tab/>
        <w:t>1.013e0</w:t>
      </w:r>
    </w:p>
    <w:p w:rsidR="00845324" w:rsidRDefault="00845324" w:rsidP="00845324">
      <w:r>
        <w:t>168.9457</w:t>
      </w:r>
      <w:r>
        <w:tab/>
        <w:t>4.051e0</w:t>
      </w:r>
    </w:p>
    <w:p w:rsidR="00845324" w:rsidRDefault="00845324" w:rsidP="00845324">
      <w:r>
        <w:t>169.0466</w:t>
      </w:r>
      <w:r>
        <w:tab/>
        <w:t>5.063e0</w:t>
      </w:r>
    </w:p>
    <w:p w:rsidR="00845324" w:rsidRDefault="00845324" w:rsidP="00845324">
      <w:r>
        <w:lastRenderedPageBreak/>
        <w:t>169.0885</w:t>
      </w:r>
      <w:r>
        <w:tab/>
        <w:t>2.199e0</w:t>
      </w:r>
    </w:p>
    <w:p w:rsidR="00845324" w:rsidRDefault="00845324" w:rsidP="00845324">
      <w:r>
        <w:t>169.1041</w:t>
      </w:r>
      <w:r>
        <w:tab/>
        <w:t>1.258e0</w:t>
      </w:r>
    </w:p>
    <w:p w:rsidR="00845324" w:rsidRDefault="00845324" w:rsidP="00845324">
      <w:r>
        <w:t>169.1456</w:t>
      </w:r>
      <w:r>
        <w:tab/>
        <w:t>6.003e0</w:t>
      </w:r>
    </w:p>
    <w:p w:rsidR="00845324" w:rsidRDefault="00845324" w:rsidP="00845324">
      <w:r>
        <w:t>169.1726</w:t>
      </w:r>
      <w:r>
        <w:tab/>
        <w:t>1.013e0</w:t>
      </w:r>
    </w:p>
    <w:p w:rsidR="00845324" w:rsidRDefault="00845324" w:rsidP="00845324">
      <w:r>
        <w:t>169.2531</w:t>
      </w:r>
      <w:r>
        <w:tab/>
        <w:t>2.025e0</w:t>
      </w:r>
    </w:p>
    <w:p w:rsidR="00845324" w:rsidRDefault="00845324" w:rsidP="00845324">
      <w:r>
        <w:t>169.2995</w:t>
      </w:r>
      <w:r>
        <w:tab/>
        <w:t>1.013e0</w:t>
      </w:r>
    </w:p>
    <w:p w:rsidR="00845324" w:rsidRDefault="00845324" w:rsidP="00845324">
      <w:r>
        <w:t>169.3412</w:t>
      </w:r>
      <w:r>
        <w:tab/>
        <w:t>1.013e0</w:t>
      </w:r>
    </w:p>
    <w:p w:rsidR="00845324" w:rsidRDefault="00845324" w:rsidP="00845324">
      <w:r>
        <w:t>169.3967</w:t>
      </w:r>
      <w:r>
        <w:tab/>
        <w:t>1.013e0</w:t>
      </w:r>
    </w:p>
    <w:p w:rsidR="00845324" w:rsidRDefault="00845324" w:rsidP="00845324">
      <w:r>
        <w:t>169.4366</w:t>
      </w:r>
      <w:r>
        <w:tab/>
        <w:t>2.025e0</w:t>
      </w:r>
    </w:p>
    <w:p w:rsidR="00845324" w:rsidRDefault="00845324" w:rsidP="00845324">
      <w:r>
        <w:t>169.4730</w:t>
      </w:r>
      <w:r>
        <w:tab/>
        <w:t>1.013e0</w:t>
      </w:r>
    </w:p>
    <w:p w:rsidR="00845324" w:rsidRDefault="00845324" w:rsidP="00845324">
      <w:r>
        <w:t>169.4921</w:t>
      </w:r>
      <w:r>
        <w:tab/>
        <w:t>2.025e0</w:t>
      </w:r>
    </w:p>
    <w:p w:rsidR="00845324" w:rsidRDefault="00845324" w:rsidP="00845324">
      <w:r>
        <w:t>169.5163</w:t>
      </w:r>
      <w:r>
        <w:tab/>
        <w:t>2.025e0</w:t>
      </w:r>
    </w:p>
    <w:p w:rsidR="00845324" w:rsidRDefault="00845324" w:rsidP="00845324">
      <w:r>
        <w:t>169.5485</w:t>
      </w:r>
      <w:r>
        <w:tab/>
        <w:t>6.391e0</w:t>
      </w:r>
    </w:p>
    <w:p w:rsidR="00845324" w:rsidRDefault="00845324" w:rsidP="00845324">
      <w:r>
        <w:t>169.6083</w:t>
      </w:r>
      <w:r>
        <w:tab/>
        <w:t>1.013e0</w:t>
      </w:r>
    </w:p>
    <w:p w:rsidR="00845324" w:rsidRDefault="00845324" w:rsidP="00845324">
      <w:r>
        <w:t>169.6292</w:t>
      </w:r>
      <w:r>
        <w:tab/>
        <w:t>1.013e0</w:t>
      </w:r>
    </w:p>
    <w:p w:rsidR="00845324" w:rsidRDefault="00845324" w:rsidP="00845324">
      <w:r>
        <w:t>169.6568</w:t>
      </w:r>
      <w:r>
        <w:tab/>
        <w:t>1.013e0</w:t>
      </w:r>
    </w:p>
    <w:p w:rsidR="00845324" w:rsidRDefault="00845324" w:rsidP="00845324">
      <w:r>
        <w:t>169.7256</w:t>
      </w:r>
      <w:r>
        <w:tab/>
        <w:t>1.013e0</w:t>
      </w:r>
    </w:p>
    <w:p w:rsidR="00845324" w:rsidRDefault="00845324" w:rsidP="00845324">
      <w:r>
        <w:t>169.7463</w:t>
      </w:r>
      <w:r>
        <w:tab/>
        <w:t>1.013e0</w:t>
      </w:r>
    </w:p>
    <w:p w:rsidR="00845324" w:rsidRDefault="00845324" w:rsidP="00845324">
      <w:r>
        <w:t>169.7875</w:t>
      </w:r>
      <w:r>
        <w:tab/>
        <w:t>1.013e0</w:t>
      </w:r>
    </w:p>
    <w:p w:rsidR="00845324" w:rsidRDefault="00845324" w:rsidP="00845324">
      <w:r>
        <w:lastRenderedPageBreak/>
        <w:t>169.8220</w:t>
      </w:r>
      <w:r>
        <w:tab/>
        <w:t>1.013e0</w:t>
      </w:r>
    </w:p>
    <w:p w:rsidR="00845324" w:rsidRDefault="00845324" w:rsidP="00845324">
      <w:r>
        <w:t>169.8428</w:t>
      </w:r>
      <w:r>
        <w:tab/>
        <w:t>2.025e0</w:t>
      </w:r>
    </w:p>
    <w:p w:rsidR="00845324" w:rsidRDefault="00845324" w:rsidP="00845324">
      <w:r>
        <w:t>169.9401</w:t>
      </w:r>
      <w:r>
        <w:tab/>
        <w:t>2.025e0</w:t>
      </w:r>
    </w:p>
    <w:p w:rsidR="00845324" w:rsidRDefault="00845324" w:rsidP="00845324">
      <w:r>
        <w:t>169.9713</w:t>
      </w:r>
      <w:r>
        <w:tab/>
        <w:t>1.013e0</w:t>
      </w:r>
    </w:p>
    <w:p w:rsidR="00845324" w:rsidRDefault="00845324" w:rsidP="00845324">
      <w:r>
        <w:t>170.0051</w:t>
      </w:r>
      <w:r>
        <w:tab/>
        <w:t>3.038e0</w:t>
      </w:r>
    </w:p>
    <w:p w:rsidR="00845324" w:rsidRDefault="00845324" w:rsidP="00845324">
      <w:r>
        <w:t>170.0347</w:t>
      </w:r>
      <w:r>
        <w:tab/>
        <w:t>3.038e0</w:t>
      </w:r>
    </w:p>
    <w:p w:rsidR="00845324" w:rsidRDefault="00845324" w:rsidP="00845324">
      <w:r>
        <w:t>170.0937</w:t>
      </w:r>
      <w:r>
        <w:tab/>
        <w:t>5.874e0</w:t>
      </w:r>
    </w:p>
    <w:p w:rsidR="00845324" w:rsidRDefault="00845324" w:rsidP="00845324">
      <w:r>
        <w:t>170.1348</w:t>
      </w:r>
      <w:r>
        <w:tab/>
        <w:t>1.054e0</w:t>
      </w:r>
    </w:p>
    <w:p w:rsidR="00845324" w:rsidRDefault="00845324" w:rsidP="00845324">
      <w:r>
        <w:t>170.1796</w:t>
      </w:r>
      <w:r>
        <w:tab/>
        <w:t>3.038e0</w:t>
      </w:r>
    </w:p>
    <w:p w:rsidR="00845324" w:rsidRDefault="00845324" w:rsidP="00845324">
      <w:r>
        <w:t>170.2388</w:t>
      </w:r>
      <w:r>
        <w:tab/>
        <w:t>1.013e0</w:t>
      </w:r>
    </w:p>
    <w:p w:rsidR="00845324" w:rsidRDefault="00845324" w:rsidP="00845324">
      <w:r>
        <w:t>170.3043</w:t>
      </w:r>
      <w:r>
        <w:tab/>
        <w:t>2.025e0</w:t>
      </w:r>
    </w:p>
    <w:p w:rsidR="00845324" w:rsidRDefault="00845324" w:rsidP="00845324">
      <w:r>
        <w:t>170.3388</w:t>
      </w:r>
      <w:r>
        <w:tab/>
        <w:t>1.013e0</w:t>
      </w:r>
    </w:p>
    <w:p w:rsidR="00845324" w:rsidRDefault="00845324" w:rsidP="00845324">
      <w:r>
        <w:t>170.4010</w:t>
      </w:r>
      <w:r>
        <w:tab/>
        <w:t>1.013e0</w:t>
      </w:r>
    </w:p>
    <w:p w:rsidR="00845324" w:rsidRDefault="00845324" w:rsidP="00845324">
      <w:r>
        <w:t>170.4286</w:t>
      </w:r>
      <w:r>
        <w:tab/>
        <w:t>1.013e0</w:t>
      </w:r>
    </w:p>
    <w:p w:rsidR="00845324" w:rsidRDefault="00845324" w:rsidP="00845324">
      <w:r>
        <w:t>170.4564</w:t>
      </w:r>
      <w:r>
        <w:tab/>
        <w:t>3.038e0</w:t>
      </w:r>
    </w:p>
    <w:p w:rsidR="00845324" w:rsidRDefault="00845324" w:rsidP="00845324">
      <w:r>
        <w:t>170.4944</w:t>
      </w:r>
      <w:r>
        <w:tab/>
        <w:t>1.013e0</w:t>
      </w:r>
    </w:p>
    <w:p w:rsidR="00845324" w:rsidRDefault="00845324" w:rsidP="00845324">
      <w:r>
        <w:t>170.5370</w:t>
      </w:r>
      <w:r>
        <w:tab/>
        <w:t>3.038e0</w:t>
      </w:r>
    </w:p>
    <w:p w:rsidR="00845324" w:rsidRDefault="00845324" w:rsidP="00845324">
      <w:r>
        <w:t>170.5622</w:t>
      </w:r>
      <w:r>
        <w:tab/>
        <w:t>2.025e0</w:t>
      </w:r>
    </w:p>
    <w:p w:rsidR="00845324" w:rsidRDefault="00845324" w:rsidP="00845324">
      <w:r>
        <w:t>170.6075</w:t>
      </w:r>
      <w:r>
        <w:tab/>
        <w:t>2.025e0</w:t>
      </w:r>
    </w:p>
    <w:p w:rsidR="00845324" w:rsidRDefault="00845324" w:rsidP="00845324">
      <w:r>
        <w:lastRenderedPageBreak/>
        <w:t>170.6370</w:t>
      </w:r>
      <w:r>
        <w:tab/>
        <w:t>1.013e0</w:t>
      </w:r>
    </w:p>
    <w:p w:rsidR="00845324" w:rsidRDefault="00845324" w:rsidP="00845324">
      <w:r>
        <w:t>170.6648</w:t>
      </w:r>
      <w:r>
        <w:tab/>
        <w:t>1.013e0</w:t>
      </w:r>
    </w:p>
    <w:p w:rsidR="00845324" w:rsidRDefault="00845324" w:rsidP="00845324">
      <w:r>
        <w:t>170.6892</w:t>
      </w:r>
      <w:r>
        <w:tab/>
        <w:t>2.025e0</w:t>
      </w:r>
    </w:p>
    <w:p w:rsidR="00845324" w:rsidRDefault="00845324" w:rsidP="00845324">
      <w:r>
        <w:t>170.7448</w:t>
      </w:r>
      <w:r>
        <w:tab/>
        <w:t>1.013e0</w:t>
      </w:r>
    </w:p>
    <w:p w:rsidR="00845324" w:rsidRDefault="00845324" w:rsidP="00845324">
      <w:r>
        <w:t>170.7761</w:t>
      </w:r>
      <w:r>
        <w:tab/>
        <w:t>1.013e0</w:t>
      </w:r>
    </w:p>
    <w:p w:rsidR="00845324" w:rsidRDefault="00845324" w:rsidP="00845324">
      <w:r>
        <w:t>170.8717</w:t>
      </w:r>
      <w:r>
        <w:tab/>
        <w:t>2.025e0</w:t>
      </w:r>
    </w:p>
    <w:p w:rsidR="00845324" w:rsidRDefault="00845324" w:rsidP="00845324">
      <w:r>
        <w:t>170.9222</w:t>
      </w:r>
      <w:r>
        <w:tab/>
        <w:t>1.013e0</w:t>
      </w:r>
    </w:p>
    <w:p w:rsidR="00845324" w:rsidRDefault="00845324" w:rsidP="00845324">
      <w:r>
        <w:t>170.9570</w:t>
      </w:r>
      <w:r>
        <w:tab/>
        <w:t>1.013e0</w:t>
      </w:r>
    </w:p>
    <w:p w:rsidR="00845324" w:rsidRDefault="00845324" w:rsidP="00845324">
      <w:r>
        <w:t>171.0023</w:t>
      </w:r>
      <w:r>
        <w:tab/>
        <w:t>1.013e0</w:t>
      </w:r>
    </w:p>
    <w:p w:rsidR="00845324" w:rsidRDefault="00845324" w:rsidP="00845324">
      <w:r>
        <w:t>171.0410</w:t>
      </w:r>
      <w:r>
        <w:tab/>
        <w:t>7.946e0</w:t>
      </w:r>
    </w:p>
    <w:p w:rsidR="00845324" w:rsidRDefault="00845324" w:rsidP="00845324">
      <w:r>
        <w:t>171.0810</w:t>
      </w:r>
      <w:r>
        <w:tab/>
        <w:t>7.990e0</w:t>
      </w:r>
    </w:p>
    <w:p w:rsidR="00845324" w:rsidRDefault="00845324" w:rsidP="00845324">
      <w:r>
        <w:t>171.1130</w:t>
      </w:r>
      <w:r>
        <w:tab/>
        <w:t>5.324e0</w:t>
      </w:r>
    </w:p>
    <w:p w:rsidR="00845324" w:rsidRDefault="00845324" w:rsidP="00845324">
      <w:r>
        <w:t>171.1514</w:t>
      </w:r>
      <w:r>
        <w:tab/>
        <w:t>2.109e1</w:t>
      </w:r>
    </w:p>
    <w:p w:rsidR="00845324" w:rsidRDefault="00845324" w:rsidP="00845324">
      <w:r>
        <w:t>171.1877</w:t>
      </w:r>
      <w:r>
        <w:tab/>
        <w:t>7.089e0</w:t>
      </w:r>
    </w:p>
    <w:p w:rsidR="00845324" w:rsidRDefault="00845324" w:rsidP="00845324">
      <w:r>
        <w:t>171.2143</w:t>
      </w:r>
      <w:r>
        <w:tab/>
        <w:t>4.051e0</w:t>
      </w:r>
    </w:p>
    <w:p w:rsidR="00845324" w:rsidRDefault="00845324" w:rsidP="00845324">
      <w:r>
        <w:t>171.2656</w:t>
      </w:r>
      <w:r>
        <w:tab/>
        <w:t>1.013e0</w:t>
      </w:r>
    </w:p>
    <w:p w:rsidR="00845324" w:rsidRDefault="00845324" w:rsidP="00845324">
      <w:r>
        <w:t>171.3228</w:t>
      </w:r>
      <w:r>
        <w:tab/>
        <w:t>2.025e0</w:t>
      </w:r>
    </w:p>
    <w:p w:rsidR="00845324" w:rsidRDefault="00845324" w:rsidP="00845324">
      <w:r>
        <w:t>171.3419</w:t>
      </w:r>
      <w:r>
        <w:tab/>
        <w:t>1.013e0</w:t>
      </w:r>
    </w:p>
    <w:p w:rsidR="00845324" w:rsidRDefault="00845324" w:rsidP="00845324">
      <w:r>
        <w:t>171.3811</w:t>
      </w:r>
      <w:r>
        <w:tab/>
        <w:t>3.038e0</w:t>
      </w:r>
    </w:p>
    <w:p w:rsidR="00845324" w:rsidRDefault="00845324" w:rsidP="00845324">
      <w:r>
        <w:lastRenderedPageBreak/>
        <w:t>171.4290</w:t>
      </w:r>
      <w:r>
        <w:tab/>
        <w:t>1.013e0</w:t>
      </w:r>
    </w:p>
    <w:p w:rsidR="00845324" w:rsidRDefault="00845324" w:rsidP="00845324">
      <w:r>
        <w:t>171.4464</w:t>
      </w:r>
      <w:r>
        <w:tab/>
        <w:t>1.013e0</w:t>
      </w:r>
    </w:p>
    <w:p w:rsidR="00845324" w:rsidRDefault="00845324" w:rsidP="00845324">
      <w:r>
        <w:t>171.5196</w:t>
      </w:r>
      <w:r>
        <w:tab/>
        <w:t>1.013e0</w:t>
      </w:r>
    </w:p>
    <w:p w:rsidR="00845324" w:rsidRDefault="00845324" w:rsidP="00845324">
      <w:r>
        <w:t>171.5405</w:t>
      </w:r>
      <w:r>
        <w:tab/>
        <w:t>2.025e0</w:t>
      </w:r>
    </w:p>
    <w:p w:rsidR="00845324" w:rsidRDefault="00845324" w:rsidP="00845324">
      <w:r>
        <w:t>171.5718</w:t>
      </w:r>
      <w:r>
        <w:tab/>
        <w:t>1.013e0</w:t>
      </w:r>
    </w:p>
    <w:p w:rsidR="00845324" w:rsidRDefault="00845324" w:rsidP="00845324">
      <w:r>
        <w:t>171.5893</w:t>
      </w:r>
      <w:r>
        <w:tab/>
        <w:t>1.013e0</w:t>
      </w:r>
    </w:p>
    <w:p w:rsidR="00845324" w:rsidRDefault="00845324" w:rsidP="00845324">
      <w:r>
        <w:t>171.6136</w:t>
      </w:r>
      <w:r>
        <w:tab/>
        <w:t>1.013e0</w:t>
      </w:r>
    </w:p>
    <w:p w:rsidR="00845324" w:rsidRDefault="00845324" w:rsidP="00845324">
      <w:r>
        <w:t>171.6346</w:t>
      </w:r>
      <w:r>
        <w:tab/>
        <w:t>2.025e0</w:t>
      </w:r>
    </w:p>
    <w:p w:rsidR="00845324" w:rsidRDefault="00845324" w:rsidP="00845324">
      <w:r>
        <w:t>171.6607</w:t>
      </w:r>
      <w:r>
        <w:tab/>
        <w:t>2.025e0</w:t>
      </w:r>
    </w:p>
    <w:p w:rsidR="00845324" w:rsidRDefault="00845324" w:rsidP="00845324">
      <w:r>
        <w:t>171.7007</w:t>
      </w:r>
      <w:r>
        <w:tab/>
        <w:t>3.038e0</w:t>
      </w:r>
    </w:p>
    <w:p w:rsidR="00845324" w:rsidRDefault="00845324" w:rsidP="00845324">
      <w:r>
        <w:t>171.7164</w:t>
      </w:r>
      <w:r>
        <w:tab/>
        <w:t>2.025e0</w:t>
      </w:r>
    </w:p>
    <w:p w:rsidR="00845324" w:rsidRDefault="00845324" w:rsidP="00845324">
      <w:r>
        <w:t>171.8157</w:t>
      </w:r>
      <w:r>
        <w:tab/>
        <w:t>1.013e0</w:t>
      </w:r>
    </w:p>
    <w:p w:rsidR="00845324" w:rsidRDefault="00845324" w:rsidP="00845324">
      <w:r>
        <w:t>171.8576</w:t>
      </w:r>
      <w:r>
        <w:tab/>
        <w:t>1.013e0</w:t>
      </w:r>
    </w:p>
    <w:p w:rsidR="00845324" w:rsidRDefault="00845324" w:rsidP="00845324">
      <w:r>
        <w:t>171.8872</w:t>
      </w:r>
      <w:r>
        <w:tab/>
        <w:t>2.025e0</w:t>
      </w:r>
    </w:p>
    <w:p w:rsidR="00845324" w:rsidRDefault="00845324" w:rsidP="00845324">
      <w:r>
        <w:t>171.9081</w:t>
      </w:r>
      <w:r>
        <w:tab/>
        <w:t>2.025e0</w:t>
      </w:r>
    </w:p>
    <w:p w:rsidR="00845324" w:rsidRDefault="00845324" w:rsidP="00845324">
      <w:r>
        <w:t>171.9707</w:t>
      </w:r>
      <w:r>
        <w:tab/>
        <w:t>3.038e0</w:t>
      </w:r>
    </w:p>
    <w:p w:rsidR="00845324" w:rsidRDefault="00845324" w:rsidP="00845324">
      <w:r>
        <w:t>171.9948</w:t>
      </w:r>
      <w:r>
        <w:tab/>
        <w:t>2.630e0</w:t>
      </w:r>
    </w:p>
    <w:p w:rsidR="00845324" w:rsidRDefault="00845324" w:rsidP="00845324">
      <w:r>
        <w:t>172.0406</w:t>
      </w:r>
      <w:r>
        <w:tab/>
        <w:t>2.025e0</w:t>
      </w:r>
    </w:p>
    <w:p w:rsidR="00845324" w:rsidRDefault="00845324" w:rsidP="00845324">
      <w:r>
        <w:t>172.0807</w:t>
      </w:r>
      <w:r>
        <w:tab/>
        <w:t>1.013e0</w:t>
      </w:r>
    </w:p>
    <w:p w:rsidR="00845324" w:rsidRDefault="00845324" w:rsidP="00845324">
      <w:r>
        <w:lastRenderedPageBreak/>
        <w:t>172.0983</w:t>
      </w:r>
      <w:r>
        <w:tab/>
        <w:t>3.079e0</w:t>
      </w:r>
    </w:p>
    <w:p w:rsidR="00845324" w:rsidRDefault="00845324" w:rsidP="00845324">
      <w:r>
        <w:t>172.1577</w:t>
      </w:r>
      <w:r>
        <w:tab/>
        <w:t>3.257e0</w:t>
      </w:r>
    </w:p>
    <w:p w:rsidR="00845324" w:rsidRDefault="00845324" w:rsidP="00845324">
      <w:r>
        <w:t>172.2016</w:t>
      </w:r>
      <w:r>
        <w:tab/>
        <w:t>3.038e0</w:t>
      </w:r>
    </w:p>
    <w:p w:rsidR="00845324" w:rsidRDefault="00845324" w:rsidP="00845324">
      <w:r>
        <w:t>172.2551</w:t>
      </w:r>
      <w:r>
        <w:tab/>
        <w:t>4.051e0</w:t>
      </w:r>
    </w:p>
    <w:p w:rsidR="00845324" w:rsidRDefault="00845324" w:rsidP="00845324">
      <w:r>
        <w:t>172.2900</w:t>
      </w:r>
      <w:r>
        <w:tab/>
        <w:t>1.013e0</w:t>
      </w:r>
    </w:p>
    <w:p w:rsidR="00845324" w:rsidRDefault="00845324" w:rsidP="00845324">
      <w:r>
        <w:t>172.3287</w:t>
      </w:r>
      <w:r>
        <w:tab/>
        <w:t>3.300e0</w:t>
      </w:r>
    </w:p>
    <w:p w:rsidR="00845324" w:rsidRDefault="00845324" w:rsidP="00845324">
      <w:r>
        <w:t>172.3913</w:t>
      </w:r>
      <w:r>
        <w:tab/>
        <w:t>1.013e0</w:t>
      </w:r>
    </w:p>
    <w:p w:rsidR="00845324" w:rsidRDefault="00845324" w:rsidP="00845324">
      <w:r>
        <w:t>172.4156</w:t>
      </w:r>
      <w:r>
        <w:tab/>
        <w:t>3.038e0</w:t>
      </w:r>
    </w:p>
    <w:p w:rsidR="00845324" w:rsidRDefault="00845324" w:rsidP="00845324">
      <w:r>
        <w:t>172.4489</w:t>
      </w:r>
      <w:r>
        <w:tab/>
        <w:t>3.038e0</w:t>
      </w:r>
    </w:p>
    <w:p w:rsidR="00845324" w:rsidRDefault="00845324" w:rsidP="00845324">
      <w:r>
        <w:t>172.5171</w:t>
      </w:r>
      <w:r>
        <w:tab/>
        <w:t>5.063e0</w:t>
      </w:r>
    </w:p>
    <w:p w:rsidR="00845324" w:rsidRDefault="00845324" w:rsidP="00845324">
      <w:r>
        <w:t>172.5553</w:t>
      </w:r>
      <w:r>
        <w:tab/>
        <w:t>1.013e0</w:t>
      </w:r>
    </w:p>
    <w:p w:rsidR="00845324" w:rsidRDefault="00845324" w:rsidP="00845324">
      <w:r>
        <w:t>172.5903</w:t>
      </w:r>
      <w:r>
        <w:tab/>
        <w:t>1.013e0</w:t>
      </w:r>
    </w:p>
    <w:p w:rsidR="00845324" w:rsidRDefault="00845324" w:rsidP="00845324">
      <w:r>
        <w:t>172.6147</w:t>
      </w:r>
      <w:r>
        <w:tab/>
        <w:t>1.013e0</w:t>
      </w:r>
    </w:p>
    <w:p w:rsidR="00845324" w:rsidRDefault="00845324" w:rsidP="00845324">
      <w:r>
        <w:t>172.6373</w:t>
      </w:r>
      <w:r>
        <w:tab/>
        <w:t>2.025e0</w:t>
      </w:r>
    </w:p>
    <w:p w:rsidR="00845324" w:rsidRDefault="00845324" w:rsidP="00845324">
      <w:r>
        <w:t>172.6582</w:t>
      </w:r>
      <w:r>
        <w:tab/>
        <w:t>4.051e0</w:t>
      </w:r>
    </w:p>
    <w:p w:rsidR="00845324" w:rsidRDefault="00845324" w:rsidP="00845324">
      <w:r>
        <w:t>172.6776</w:t>
      </w:r>
      <w:r>
        <w:tab/>
        <w:t>2.025e0</w:t>
      </w:r>
    </w:p>
    <w:p w:rsidR="00845324" w:rsidRDefault="00845324" w:rsidP="00845324">
      <w:r>
        <w:t>172.7299</w:t>
      </w:r>
      <w:r>
        <w:tab/>
        <w:t>1.013e0</w:t>
      </w:r>
    </w:p>
    <w:p w:rsidR="00845324" w:rsidRDefault="00845324" w:rsidP="00845324">
      <w:r>
        <w:t>172.7788</w:t>
      </w:r>
      <w:r>
        <w:tab/>
        <w:t>1.013e0</w:t>
      </w:r>
    </w:p>
    <w:p w:rsidR="00845324" w:rsidRDefault="00845324" w:rsidP="00845324">
      <w:r>
        <w:t>172.8049</w:t>
      </w:r>
      <w:r>
        <w:tab/>
        <w:t>2.025e0</w:t>
      </w:r>
    </w:p>
    <w:p w:rsidR="00845324" w:rsidRDefault="00845324" w:rsidP="00845324">
      <w:r>
        <w:lastRenderedPageBreak/>
        <w:t>172.8259</w:t>
      </w:r>
      <w:r>
        <w:tab/>
        <w:t>2.025e0</w:t>
      </w:r>
    </w:p>
    <w:p w:rsidR="00845324" w:rsidRDefault="00845324" w:rsidP="00845324">
      <w:r>
        <w:t>172.9726</w:t>
      </w:r>
      <w:r>
        <w:tab/>
        <w:t>2.025e0</w:t>
      </w:r>
    </w:p>
    <w:p w:rsidR="00845324" w:rsidRDefault="00845324" w:rsidP="00845324">
      <w:r>
        <w:t>173.0024</w:t>
      </w:r>
      <w:r>
        <w:tab/>
        <w:t>1.013e0</w:t>
      </w:r>
    </w:p>
    <w:p w:rsidR="00845324" w:rsidRDefault="00845324" w:rsidP="00845324">
      <w:r>
        <w:t>173.0230</w:t>
      </w:r>
      <w:r>
        <w:tab/>
        <w:t>4.237e0</w:t>
      </w:r>
    </w:p>
    <w:p w:rsidR="00845324" w:rsidRDefault="00845324" w:rsidP="00845324">
      <w:r>
        <w:t>173.0740</w:t>
      </w:r>
      <w:r>
        <w:tab/>
        <w:t>1.355e1</w:t>
      </w:r>
    </w:p>
    <w:p w:rsidR="00845324" w:rsidRDefault="00845324" w:rsidP="00845324">
      <w:r>
        <w:t>173.0959</w:t>
      </w:r>
      <w:r>
        <w:tab/>
        <w:t>2.532e0</w:t>
      </w:r>
    </w:p>
    <w:p w:rsidR="00845324" w:rsidRDefault="00845324" w:rsidP="00845324">
      <w:r>
        <w:t>173.1327</w:t>
      </w:r>
      <w:r>
        <w:tab/>
        <w:t>7.399e0</w:t>
      </w:r>
    </w:p>
    <w:p w:rsidR="00845324" w:rsidRDefault="00845324" w:rsidP="00845324">
      <w:r>
        <w:t>173.1562</w:t>
      </w:r>
      <w:r>
        <w:tab/>
        <w:t>2.025e0</w:t>
      </w:r>
    </w:p>
    <w:p w:rsidR="00845324" w:rsidRDefault="00845324" w:rsidP="00845324">
      <w:r>
        <w:t>173.1981</w:t>
      </w:r>
      <w:r>
        <w:tab/>
        <w:t>1.013e0</w:t>
      </w:r>
    </w:p>
    <w:p w:rsidR="00845324" w:rsidRDefault="00845324" w:rsidP="00845324">
      <w:r>
        <w:t>173.2471</w:t>
      </w:r>
      <w:r>
        <w:tab/>
        <w:t>1.013e0</w:t>
      </w:r>
    </w:p>
    <w:p w:rsidR="00845324" w:rsidRDefault="00845324" w:rsidP="00845324">
      <w:r>
        <w:t>173.2715</w:t>
      </w:r>
      <w:r>
        <w:tab/>
        <w:t>2.025e0</w:t>
      </w:r>
    </w:p>
    <w:p w:rsidR="00845324" w:rsidRDefault="00845324" w:rsidP="00845324">
      <w:r>
        <w:t>173.3170</w:t>
      </w:r>
      <w:r>
        <w:tab/>
        <w:t>2.025e0</w:t>
      </w:r>
    </w:p>
    <w:p w:rsidR="00845324" w:rsidRDefault="00845324" w:rsidP="00845324">
      <w:r>
        <w:t>173.3707</w:t>
      </w:r>
      <w:r>
        <w:tab/>
        <w:t>4.051e0</w:t>
      </w:r>
    </w:p>
    <w:p w:rsidR="00845324" w:rsidRDefault="00845324" w:rsidP="00845324">
      <w:r>
        <w:t>173.4079</w:t>
      </w:r>
      <w:r>
        <w:tab/>
        <w:t>1.013e0</w:t>
      </w:r>
    </w:p>
    <w:p w:rsidR="00845324" w:rsidRDefault="00845324" w:rsidP="00845324">
      <w:r>
        <w:t>173.4393</w:t>
      </w:r>
      <w:r>
        <w:tab/>
        <w:t>2.025e0</w:t>
      </w:r>
    </w:p>
    <w:p w:rsidR="00845324" w:rsidRDefault="00845324" w:rsidP="00845324">
      <w:r>
        <w:t>173.4708</w:t>
      </w:r>
      <w:r>
        <w:tab/>
        <w:t>2.025e0</w:t>
      </w:r>
    </w:p>
    <w:p w:rsidR="00845324" w:rsidRDefault="00845324" w:rsidP="00845324">
      <w:r>
        <w:t>173.5181</w:t>
      </w:r>
      <w:r>
        <w:tab/>
        <w:t>2.025e0</w:t>
      </w:r>
    </w:p>
    <w:p w:rsidR="00845324" w:rsidRDefault="00845324" w:rsidP="00845324">
      <w:r>
        <w:t>173.5530</w:t>
      </w:r>
      <w:r>
        <w:tab/>
        <w:t>2.025e0</w:t>
      </w:r>
    </w:p>
    <w:p w:rsidR="00845324" w:rsidRDefault="00845324" w:rsidP="00845324">
      <w:r>
        <w:t>173.5757</w:t>
      </w:r>
      <w:r>
        <w:tab/>
        <w:t>2.025e0</w:t>
      </w:r>
    </w:p>
    <w:p w:rsidR="00845324" w:rsidRDefault="00845324" w:rsidP="00845324">
      <w:r>
        <w:lastRenderedPageBreak/>
        <w:t>173.6090</w:t>
      </w:r>
      <w:r>
        <w:tab/>
        <w:t>2.025e0</w:t>
      </w:r>
    </w:p>
    <w:p w:rsidR="00845324" w:rsidRDefault="00845324" w:rsidP="00845324">
      <w:r>
        <w:t>173.6422</w:t>
      </w:r>
      <w:r>
        <w:tab/>
        <w:t>1.013e0</w:t>
      </w:r>
    </w:p>
    <w:p w:rsidR="00845324" w:rsidRDefault="00845324" w:rsidP="00845324">
      <w:r>
        <w:t>173.6737</w:t>
      </w:r>
      <w:r>
        <w:tab/>
        <w:t>1.013e0</w:t>
      </w:r>
    </w:p>
    <w:p w:rsidR="00845324" w:rsidRDefault="00845324" w:rsidP="00845324">
      <w:r>
        <w:t>173.6912</w:t>
      </w:r>
      <w:r>
        <w:tab/>
        <w:t>1.013e0</w:t>
      </w:r>
    </w:p>
    <w:p w:rsidR="00845324" w:rsidRDefault="00845324" w:rsidP="00845324">
      <w:r>
        <w:t>173.7249</w:t>
      </w:r>
      <w:r>
        <w:tab/>
        <w:t>4.051e0</w:t>
      </w:r>
    </w:p>
    <w:p w:rsidR="00845324" w:rsidRDefault="00845324" w:rsidP="00845324">
      <w:r>
        <w:t>173.7525</w:t>
      </w:r>
      <w:r>
        <w:tab/>
        <w:t>2.025e0</w:t>
      </w:r>
    </w:p>
    <w:p w:rsidR="00845324" w:rsidRDefault="00845324" w:rsidP="00845324">
      <w:r>
        <w:t>173.8032</w:t>
      </w:r>
      <w:r>
        <w:tab/>
        <w:t>1.013e0</w:t>
      </w:r>
    </w:p>
    <w:p w:rsidR="00845324" w:rsidRDefault="00845324" w:rsidP="00845324">
      <w:r>
        <w:t>173.8277</w:t>
      </w:r>
      <w:r>
        <w:tab/>
        <w:t>1.013e0</w:t>
      </w:r>
    </w:p>
    <w:p w:rsidR="00845324" w:rsidRDefault="00845324" w:rsidP="00845324">
      <w:r>
        <w:t>173.8977</w:t>
      </w:r>
      <w:r>
        <w:tab/>
        <w:t>1.013e0</w:t>
      </w:r>
    </w:p>
    <w:p w:rsidR="00845324" w:rsidRDefault="00845324" w:rsidP="00845324">
      <w:r>
        <w:t>173.9214</w:t>
      </w:r>
      <w:r>
        <w:tab/>
        <w:t>3.038e0</w:t>
      </w:r>
    </w:p>
    <w:p w:rsidR="00845324" w:rsidRDefault="00845324" w:rsidP="00845324">
      <w:r>
        <w:t>173.9538</w:t>
      </w:r>
      <w:r>
        <w:tab/>
        <w:t>2.025e0</w:t>
      </w:r>
    </w:p>
    <w:p w:rsidR="00845324" w:rsidRDefault="00845324" w:rsidP="00845324">
      <w:r>
        <w:t>174.0210</w:t>
      </w:r>
      <w:r>
        <w:tab/>
        <w:t>3.038e0</w:t>
      </w:r>
    </w:p>
    <w:p w:rsidR="00845324" w:rsidRDefault="00845324" w:rsidP="00845324">
      <w:r>
        <w:t>174.0710</w:t>
      </w:r>
      <w:r>
        <w:tab/>
        <w:t>6.076e0</w:t>
      </w:r>
    </w:p>
    <w:p w:rsidR="00845324" w:rsidRDefault="00845324" w:rsidP="00845324">
      <w:r>
        <w:t>174.1272</w:t>
      </w:r>
      <w:r>
        <w:tab/>
        <w:t>5.108e0</w:t>
      </w:r>
    </w:p>
    <w:p w:rsidR="00845324" w:rsidRDefault="00845324" w:rsidP="00845324">
      <w:r>
        <w:t>174.1551</w:t>
      </w:r>
      <w:r>
        <w:tab/>
        <w:t>3.654e0</w:t>
      </w:r>
    </w:p>
    <w:p w:rsidR="00845324" w:rsidRDefault="00845324" w:rsidP="00845324">
      <w:r>
        <w:t>174.1726</w:t>
      </w:r>
      <w:r>
        <w:tab/>
        <w:t>2.025e0</w:t>
      </w:r>
    </w:p>
    <w:p w:rsidR="00845324" w:rsidRDefault="00845324" w:rsidP="00845324">
      <w:r>
        <w:t>174.2427</w:t>
      </w:r>
      <w:r>
        <w:tab/>
        <w:t>2.025e0</w:t>
      </w:r>
    </w:p>
    <w:p w:rsidR="00845324" w:rsidRDefault="00845324" w:rsidP="00845324">
      <w:r>
        <w:t>174.2845</w:t>
      </w:r>
      <w:r>
        <w:tab/>
        <w:t>3.038e0</w:t>
      </w:r>
    </w:p>
    <w:p w:rsidR="00845324" w:rsidRDefault="00845324" w:rsidP="00845324">
      <w:r>
        <w:t>174.3057</w:t>
      </w:r>
      <w:r>
        <w:tab/>
        <w:t>2.025e0</w:t>
      </w:r>
    </w:p>
    <w:p w:rsidR="00845324" w:rsidRDefault="00845324" w:rsidP="00845324">
      <w:r>
        <w:lastRenderedPageBreak/>
        <w:t>174.3355</w:t>
      </w:r>
      <w:r>
        <w:tab/>
        <w:t>1.013e0</w:t>
      </w:r>
    </w:p>
    <w:p w:rsidR="00845324" w:rsidRDefault="00845324" w:rsidP="00845324">
      <w:r>
        <w:t>174.3530</w:t>
      </w:r>
      <w:r>
        <w:tab/>
        <w:t>1.013e0</w:t>
      </w:r>
    </w:p>
    <w:p w:rsidR="00845324" w:rsidRDefault="00845324" w:rsidP="00845324">
      <w:r>
        <w:t>174.3810</w:t>
      </w:r>
      <w:r>
        <w:tab/>
        <w:t>1.013e0</w:t>
      </w:r>
    </w:p>
    <w:p w:rsidR="00845324" w:rsidRDefault="00845324" w:rsidP="00845324">
      <w:r>
        <w:t>174.4020</w:t>
      </w:r>
      <w:r>
        <w:tab/>
        <w:t>1.013e0</w:t>
      </w:r>
    </w:p>
    <w:p w:rsidR="00845324" w:rsidRDefault="00845324" w:rsidP="00845324">
      <w:r>
        <w:t>174.4953</w:t>
      </w:r>
      <w:r>
        <w:tab/>
        <w:t>2.025e0</w:t>
      </w:r>
    </w:p>
    <w:p w:rsidR="00845324" w:rsidRDefault="00845324" w:rsidP="00845324">
      <w:r>
        <w:t>174.5181</w:t>
      </w:r>
      <w:r>
        <w:tab/>
        <w:t>1.013e0</w:t>
      </w:r>
    </w:p>
    <w:p w:rsidR="00845324" w:rsidRDefault="00845324" w:rsidP="00845324">
      <w:r>
        <w:t>174.5534</w:t>
      </w:r>
      <w:r>
        <w:tab/>
        <w:t>3.038e0</w:t>
      </w:r>
    </w:p>
    <w:p w:rsidR="00845324" w:rsidRDefault="00845324" w:rsidP="00845324">
      <w:r>
        <w:t>174.5956</w:t>
      </w:r>
      <w:r>
        <w:tab/>
        <w:t>1.013e0</w:t>
      </w:r>
    </w:p>
    <w:p w:rsidR="00845324" w:rsidRDefault="00845324" w:rsidP="00845324">
      <w:r>
        <w:t>174.6238</w:t>
      </w:r>
      <w:r>
        <w:tab/>
        <w:t>2.025e0</w:t>
      </w:r>
    </w:p>
    <w:p w:rsidR="00845324" w:rsidRDefault="00845324" w:rsidP="00845324">
      <w:r>
        <w:t>174.6484</w:t>
      </w:r>
      <w:r>
        <w:tab/>
        <w:t>2.025e0</w:t>
      </w:r>
    </w:p>
    <w:p w:rsidR="00845324" w:rsidRDefault="00845324" w:rsidP="00845324">
      <w:r>
        <w:t>174.6800</w:t>
      </w:r>
      <w:r>
        <w:tab/>
        <w:t>3.038e0</w:t>
      </w:r>
    </w:p>
    <w:p w:rsidR="00845324" w:rsidRDefault="00845324" w:rsidP="00845324">
      <w:r>
        <w:t>174.7542</w:t>
      </w:r>
      <w:r>
        <w:tab/>
        <w:t>1.013e0</w:t>
      </w:r>
    </w:p>
    <w:p w:rsidR="00845324" w:rsidRDefault="00845324" w:rsidP="00845324">
      <w:r>
        <w:t>174.7813</w:t>
      </w:r>
      <w:r>
        <w:tab/>
        <w:t>3.038e0</w:t>
      </w:r>
    </w:p>
    <w:p w:rsidR="00845324" w:rsidRDefault="00845324" w:rsidP="00845324">
      <w:r>
        <w:t>174.8261</w:t>
      </w:r>
      <w:r>
        <w:tab/>
        <w:t>2.025e0</w:t>
      </w:r>
    </w:p>
    <w:p w:rsidR="00845324" w:rsidRDefault="00845324" w:rsidP="00845324">
      <w:r>
        <w:t>174.8594</w:t>
      </w:r>
      <w:r>
        <w:tab/>
        <w:t>1.013e0</w:t>
      </w:r>
    </w:p>
    <w:p w:rsidR="00845324" w:rsidRDefault="00845324" w:rsidP="00845324">
      <w:r>
        <w:t>174.8804</w:t>
      </w:r>
      <w:r>
        <w:tab/>
        <w:t>1.013e0</w:t>
      </w:r>
    </w:p>
    <w:p w:rsidR="00845324" w:rsidRDefault="00845324" w:rsidP="00845324">
      <w:r>
        <w:t>174.9014</w:t>
      </w:r>
      <w:r>
        <w:tab/>
        <w:t>1.013e0</w:t>
      </w:r>
    </w:p>
    <w:p w:rsidR="00845324" w:rsidRDefault="00845324" w:rsidP="00845324">
      <w:r>
        <w:t>174.9488</w:t>
      </w:r>
      <w:r>
        <w:tab/>
        <w:t>2.025e0</w:t>
      </w:r>
    </w:p>
    <w:p w:rsidR="00845324" w:rsidRDefault="00845324" w:rsidP="00845324">
      <w:r>
        <w:t>174.9944</w:t>
      </w:r>
      <w:r>
        <w:tab/>
        <w:t>2.025e0</w:t>
      </w:r>
    </w:p>
    <w:p w:rsidR="00845324" w:rsidRDefault="00845324" w:rsidP="00845324">
      <w:r>
        <w:lastRenderedPageBreak/>
        <w:t>175.0399</w:t>
      </w:r>
      <w:r>
        <w:tab/>
        <w:t>3.038e0</w:t>
      </w:r>
    </w:p>
    <w:p w:rsidR="00845324" w:rsidRDefault="00845324" w:rsidP="00845324">
      <w:r>
        <w:t>175.0892</w:t>
      </w:r>
      <w:r>
        <w:tab/>
        <w:t>2.025e0</w:t>
      </w:r>
    </w:p>
    <w:p w:rsidR="00845324" w:rsidRDefault="00845324" w:rsidP="00845324">
      <w:r>
        <w:t>175.1210</w:t>
      </w:r>
      <w:r>
        <w:tab/>
        <w:t>6.337e0</w:t>
      </w:r>
    </w:p>
    <w:p w:rsidR="00845324" w:rsidRDefault="00845324" w:rsidP="00845324">
      <w:r>
        <w:t>175.2032</w:t>
      </w:r>
      <w:r>
        <w:tab/>
        <w:t>2.025e0</w:t>
      </w:r>
    </w:p>
    <w:p w:rsidR="00845324" w:rsidRDefault="00845324" w:rsidP="00845324">
      <w:r>
        <w:t>175.2366</w:t>
      </w:r>
      <w:r>
        <w:tab/>
        <w:t>2.025e0</w:t>
      </w:r>
    </w:p>
    <w:p w:rsidR="00845324" w:rsidRDefault="00845324" w:rsidP="00845324">
      <w:r>
        <w:t>175.2769</w:t>
      </w:r>
      <w:r>
        <w:tab/>
        <w:t>1.013e0</w:t>
      </w:r>
    </w:p>
    <w:p w:rsidR="00845324" w:rsidRDefault="00845324" w:rsidP="00845324">
      <w:r>
        <w:t>175.3014</w:t>
      </w:r>
      <w:r>
        <w:tab/>
        <w:t>1.013e0</w:t>
      </w:r>
    </w:p>
    <w:p w:rsidR="00845324" w:rsidRDefault="00845324" w:rsidP="00845324">
      <w:r>
        <w:t>175.3367</w:t>
      </w:r>
      <w:r>
        <w:tab/>
        <w:t>1.013e0</w:t>
      </w:r>
    </w:p>
    <w:p w:rsidR="00845324" w:rsidRDefault="00845324" w:rsidP="00845324">
      <w:r>
        <w:t>175.3720</w:t>
      </w:r>
      <w:r>
        <w:tab/>
        <w:t>1.013e0</w:t>
      </w:r>
    </w:p>
    <w:p w:rsidR="00845324" w:rsidRDefault="00845324" w:rsidP="00845324">
      <w:r>
        <w:t>175.3986</w:t>
      </w:r>
      <w:r>
        <w:tab/>
        <w:t>2.025e0</w:t>
      </w:r>
    </w:p>
    <w:p w:rsidR="00845324" w:rsidRDefault="00845324" w:rsidP="00845324">
      <w:r>
        <w:t>175.4286</w:t>
      </w:r>
      <w:r>
        <w:tab/>
        <w:t>1.013e0</w:t>
      </w:r>
    </w:p>
    <w:p w:rsidR="00845324" w:rsidRDefault="00845324" w:rsidP="00845324">
      <w:r>
        <w:t>175.4534</w:t>
      </w:r>
      <w:r>
        <w:tab/>
        <w:t>1.013e0</w:t>
      </w:r>
    </w:p>
    <w:p w:rsidR="00845324" w:rsidRDefault="00845324" w:rsidP="00845324">
      <w:r>
        <w:t>175.4746</w:t>
      </w:r>
      <w:r>
        <w:tab/>
        <w:t>1.013e0</w:t>
      </w:r>
    </w:p>
    <w:p w:rsidR="00845324" w:rsidRDefault="00845324" w:rsidP="00845324">
      <w:r>
        <w:t>175.4994</w:t>
      </w:r>
      <w:r>
        <w:tab/>
        <w:t>1.013e0</w:t>
      </w:r>
    </w:p>
    <w:p w:rsidR="00845324" w:rsidRDefault="00845324" w:rsidP="00845324">
      <w:r>
        <w:t>175.5277</w:t>
      </w:r>
      <w:r>
        <w:tab/>
        <w:t>1.013e0</w:t>
      </w:r>
    </w:p>
    <w:p w:rsidR="00845324" w:rsidRDefault="00845324" w:rsidP="00845324">
      <w:r>
        <w:t>175.5524</w:t>
      </w:r>
      <w:r>
        <w:tab/>
        <w:t>1.013e0</w:t>
      </w:r>
    </w:p>
    <w:p w:rsidR="00845324" w:rsidRDefault="00845324" w:rsidP="00845324">
      <w:r>
        <w:t>175.5735</w:t>
      </w:r>
      <w:r>
        <w:tab/>
        <w:t>1.013e0</w:t>
      </w:r>
    </w:p>
    <w:p w:rsidR="00845324" w:rsidRDefault="00845324" w:rsidP="00845324">
      <w:r>
        <w:t>175.6015</w:t>
      </w:r>
      <w:r>
        <w:tab/>
        <w:t>2.025e0</w:t>
      </w:r>
    </w:p>
    <w:p w:rsidR="00845324" w:rsidRDefault="00845324" w:rsidP="00845324">
      <w:r>
        <w:t>175.6401</w:t>
      </w:r>
      <w:r>
        <w:tab/>
        <w:t>1.013e0</w:t>
      </w:r>
    </w:p>
    <w:p w:rsidR="00845324" w:rsidRDefault="00845324" w:rsidP="00845324">
      <w:r>
        <w:lastRenderedPageBreak/>
        <w:t>175.6806</w:t>
      </w:r>
      <w:r>
        <w:tab/>
        <w:t>2.025e0</w:t>
      </w:r>
    </w:p>
    <w:p w:rsidR="00845324" w:rsidRDefault="00845324" w:rsidP="00845324">
      <w:r>
        <w:t>175.7702</w:t>
      </w:r>
      <w:r>
        <w:tab/>
        <w:t>1.013e0</w:t>
      </w:r>
    </w:p>
    <w:p w:rsidR="00845324" w:rsidRDefault="00845324" w:rsidP="00845324">
      <w:r>
        <w:t>175.8018</w:t>
      </w:r>
      <w:r>
        <w:tab/>
        <w:t>2.025e0</w:t>
      </w:r>
    </w:p>
    <w:p w:rsidR="00845324" w:rsidRDefault="00845324" w:rsidP="00845324">
      <w:r>
        <w:t>175.8405</w:t>
      </w:r>
      <w:r>
        <w:tab/>
        <w:t>1.013e0</w:t>
      </w:r>
    </w:p>
    <w:p w:rsidR="00845324" w:rsidRDefault="00845324" w:rsidP="00845324">
      <w:r>
        <w:t>175.8862</w:t>
      </w:r>
      <w:r>
        <w:tab/>
        <w:t>3.038e0</w:t>
      </w:r>
    </w:p>
    <w:p w:rsidR="00845324" w:rsidRDefault="00845324" w:rsidP="00845324">
      <w:r>
        <w:t>175.9178</w:t>
      </w:r>
      <w:r>
        <w:tab/>
        <w:t>2.025e0</w:t>
      </w:r>
    </w:p>
    <w:p w:rsidR="00845324" w:rsidRDefault="00845324" w:rsidP="00845324">
      <w:r>
        <w:t>175.9669</w:t>
      </w:r>
      <w:r>
        <w:tab/>
        <w:t>1.013e0</w:t>
      </w:r>
    </w:p>
    <w:p w:rsidR="00845324" w:rsidRDefault="00845324" w:rsidP="00845324">
      <w:r>
        <w:t>175.9954</w:t>
      </w:r>
      <w:r>
        <w:tab/>
        <w:t>4.051e0</w:t>
      </w:r>
    </w:p>
    <w:p w:rsidR="00845324" w:rsidRDefault="00845324" w:rsidP="00845324">
      <w:r>
        <w:t>176.0786</w:t>
      </w:r>
      <w:r>
        <w:tab/>
        <w:t>4.051e0</w:t>
      </w:r>
    </w:p>
    <w:p w:rsidR="00845324" w:rsidRDefault="00845324" w:rsidP="00845324">
      <w:r>
        <w:t>176.1197</w:t>
      </w:r>
      <w:r>
        <w:tab/>
        <w:t>1.658e1</w:t>
      </w:r>
    </w:p>
    <w:p w:rsidR="00845324" w:rsidRDefault="00845324" w:rsidP="00845324">
      <w:r>
        <w:t>176.1456</w:t>
      </w:r>
      <w:r>
        <w:tab/>
        <w:t>6.007e0</w:t>
      </w:r>
    </w:p>
    <w:p w:rsidR="00845324" w:rsidRDefault="00845324" w:rsidP="00845324">
      <w:r>
        <w:t>176.1699</w:t>
      </w:r>
      <w:r>
        <w:tab/>
        <w:t>3.038e0</w:t>
      </w:r>
    </w:p>
    <w:p w:rsidR="00845324" w:rsidRDefault="00845324" w:rsidP="00845324">
      <w:r>
        <w:t>176.2369</w:t>
      </w:r>
      <w:r>
        <w:tab/>
        <w:t>3.038e0</w:t>
      </w:r>
    </w:p>
    <w:p w:rsidR="00845324" w:rsidRDefault="00845324" w:rsidP="00845324">
      <w:r>
        <w:t>176.2859</w:t>
      </w:r>
      <w:r>
        <w:tab/>
        <w:t>3.038e0</w:t>
      </w:r>
    </w:p>
    <w:p w:rsidR="00845324" w:rsidRDefault="00845324" w:rsidP="00845324">
      <w:r>
        <w:t>176.3237</w:t>
      </w:r>
      <w:r>
        <w:tab/>
        <w:t>1.013e0</w:t>
      </w:r>
    </w:p>
    <w:p w:rsidR="00845324" w:rsidRDefault="00845324" w:rsidP="00845324">
      <w:r>
        <w:t>176.4169</w:t>
      </w:r>
      <w:r>
        <w:tab/>
        <w:t>2.025e0</w:t>
      </w:r>
    </w:p>
    <w:p w:rsidR="00845324" w:rsidRDefault="00845324" w:rsidP="00845324">
      <w:r>
        <w:t>176.4503</w:t>
      </w:r>
      <w:r>
        <w:tab/>
        <w:t>1.013e0</w:t>
      </w:r>
    </w:p>
    <w:p w:rsidR="00845324" w:rsidRDefault="00845324" w:rsidP="00845324">
      <w:r>
        <w:t>176.4855</w:t>
      </w:r>
      <w:r>
        <w:tab/>
        <w:t>1.013e0</w:t>
      </w:r>
    </w:p>
    <w:p w:rsidR="00845324" w:rsidRDefault="00845324" w:rsidP="00845324">
      <w:r>
        <w:t>176.5253</w:t>
      </w:r>
      <w:r>
        <w:tab/>
        <w:t>5.063e0</w:t>
      </w:r>
    </w:p>
    <w:p w:rsidR="00845324" w:rsidRDefault="00845324" w:rsidP="00845324">
      <w:r>
        <w:lastRenderedPageBreak/>
        <w:t>176.5520</w:t>
      </w:r>
      <w:r>
        <w:tab/>
        <w:t>4.051e0</w:t>
      </w:r>
    </w:p>
    <w:p w:rsidR="00845324" w:rsidRDefault="00845324" w:rsidP="00845324">
      <w:r>
        <w:t>176.6132</w:t>
      </w:r>
      <w:r>
        <w:tab/>
        <w:t>2.025e0</w:t>
      </w:r>
    </w:p>
    <w:p w:rsidR="00845324" w:rsidRDefault="00845324" w:rsidP="00845324">
      <w:r>
        <w:t>176.6930</w:t>
      </w:r>
      <w:r>
        <w:tab/>
        <w:t>2.025e0</w:t>
      </w:r>
    </w:p>
    <w:p w:rsidR="00845324" w:rsidRDefault="00845324" w:rsidP="00845324">
      <w:r>
        <w:t>176.7317</w:t>
      </w:r>
      <w:r>
        <w:tab/>
        <w:t>4.051e0</w:t>
      </w:r>
    </w:p>
    <w:p w:rsidR="00845324" w:rsidRDefault="00845324" w:rsidP="00845324">
      <w:r>
        <w:t>176.8179</w:t>
      </w:r>
      <w:r>
        <w:tab/>
        <w:t>1.013e0</w:t>
      </w:r>
    </w:p>
    <w:p w:rsidR="00845324" w:rsidRDefault="00845324" w:rsidP="00845324">
      <w:r>
        <w:t>176.8461</w:t>
      </w:r>
      <w:r>
        <w:tab/>
        <w:t>2.025e0</w:t>
      </w:r>
    </w:p>
    <w:p w:rsidR="00845324" w:rsidRDefault="00845324" w:rsidP="00845324">
      <w:r>
        <w:t>176.9077</w:t>
      </w:r>
      <w:r>
        <w:tab/>
        <w:t>4.051e0</w:t>
      </w:r>
    </w:p>
    <w:p w:rsidR="00845324" w:rsidRDefault="00845324" w:rsidP="00845324">
      <w:r>
        <w:t>176.9570</w:t>
      </w:r>
      <w:r>
        <w:tab/>
        <w:t>2.025e0</w:t>
      </w:r>
    </w:p>
    <w:p w:rsidR="00845324" w:rsidRDefault="00845324" w:rsidP="00845324">
      <w:r>
        <w:t>177.0494</w:t>
      </w:r>
      <w:r>
        <w:tab/>
        <w:t>2.025e0</w:t>
      </w:r>
    </w:p>
    <w:p w:rsidR="00845324" w:rsidRDefault="00845324" w:rsidP="00845324">
      <w:r>
        <w:t>177.0884</w:t>
      </w:r>
      <w:r>
        <w:tab/>
        <w:t>6.759e0</w:t>
      </w:r>
    </w:p>
    <w:p w:rsidR="00845324" w:rsidRDefault="00845324" w:rsidP="00845324">
      <w:r>
        <w:t>177.1240</w:t>
      </w:r>
      <w:r>
        <w:tab/>
        <w:t>1.008e1</w:t>
      </w:r>
    </w:p>
    <w:p w:rsidR="00845324" w:rsidRDefault="00845324" w:rsidP="00845324">
      <w:r>
        <w:t>177.1559</w:t>
      </w:r>
      <w:r>
        <w:tab/>
        <w:t>2.025e0</w:t>
      </w:r>
    </w:p>
    <w:p w:rsidR="00845324" w:rsidRDefault="00845324" w:rsidP="00845324">
      <w:r>
        <w:t>177.1832</w:t>
      </w:r>
      <w:r>
        <w:tab/>
        <w:t>3.038e0</w:t>
      </w:r>
    </w:p>
    <w:p w:rsidR="00845324" w:rsidRDefault="00845324" w:rsidP="00845324">
      <w:r>
        <w:t>177.2069</w:t>
      </w:r>
      <w:r>
        <w:tab/>
        <w:t>2.025e0</w:t>
      </w:r>
    </w:p>
    <w:p w:rsidR="00845324" w:rsidRDefault="00845324" w:rsidP="00845324">
      <w:r>
        <w:t>177.2540</w:t>
      </w:r>
      <w:r>
        <w:tab/>
        <w:t>3.038e0</w:t>
      </w:r>
    </w:p>
    <w:p w:rsidR="00845324" w:rsidRDefault="00845324" w:rsidP="00845324">
      <w:r>
        <w:t>177.3057</w:t>
      </w:r>
      <w:r>
        <w:tab/>
        <w:t>2.025e0</w:t>
      </w:r>
    </w:p>
    <w:p w:rsidR="00845324" w:rsidRDefault="00845324" w:rsidP="00845324">
      <w:r>
        <w:t>177.3480</w:t>
      </w:r>
      <w:r>
        <w:tab/>
        <w:t>2.025e0</w:t>
      </w:r>
    </w:p>
    <w:p w:rsidR="00845324" w:rsidRDefault="00845324" w:rsidP="00845324">
      <w:r>
        <w:t>177.3727</w:t>
      </w:r>
      <w:r>
        <w:tab/>
        <w:t>3.038e0</w:t>
      </w:r>
    </w:p>
    <w:p w:rsidR="00845324" w:rsidRDefault="00845324" w:rsidP="00845324">
      <w:r>
        <w:t>177.3971</w:t>
      </w:r>
      <w:r>
        <w:tab/>
        <w:t>2.224e0</w:t>
      </w:r>
    </w:p>
    <w:p w:rsidR="00845324" w:rsidRDefault="00845324" w:rsidP="00845324">
      <w:r>
        <w:lastRenderedPageBreak/>
        <w:t>177.4169</w:t>
      </w:r>
      <w:r>
        <w:tab/>
        <w:t>2.025e0</w:t>
      </w:r>
    </w:p>
    <w:p w:rsidR="00845324" w:rsidRDefault="00845324" w:rsidP="00845324">
      <w:r>
        <w:t>177.4455</w:t>
      </w:r>
      <w:r>
        <w:tab/>
        <w:t>2.025e0</w:t>
      </w:r>
    </w:p>
    <w:p w:rsidR="00845324" w:rsidRDefault="00845324" w:rsidP="00845324">
      <w:r>
        <w:t>177.4650</w:t>
      </w:r>
      <w:r>
        <w:tab/>
        <w:t>1.013e0</w:t>
      </w:r>
    </w:p>
    <w:p w:rsidR="00845324" w:rsidRDefault="00845324" w:rsidP="00845324">
      <w:r>
        <w:t>177.4972</w:t>
      </w:r>
      <w:r>
        <w:tab/>
        <w:t>1.013e0</w:t>
      </w:r>
    </w:p>
    <w:p w:rsidR="00845324" w:rsidRDefault="00845324" w:rsidP="00845324">
      <w:r>
        <w:t>177.5786</w:t>
      </w:r>
      <w:r>
        <w:tab/>
        <w:t>1.013e0</w:t>
      </w:r>
    </w:p>
    <w:p w:rsidR="00845324" w:rsidRDefault="00845324" w:rsidP="00845324">
      <w:r>
        <w:t>177.6052</w:t>
      </w:r>
      <w:r>
        <w:tab/>
        <w:t>4.051e0</w:t>
      </w:r>
    </w:p>
    <w:p w:rsidR="00845324" w:rsidRDefault="00845324" w:rsidP="00845324">
      <w:r>
        <w:t>177.6456</w:t>
      </w:r>
      <w:r>
        <w:tab/>
        <w:t>1.013e0</w:t>
      </w:r>
    </w:p>
    <w:p w:rsidR="00845324" w:rsidRDefault="00845324" w:rsidP="00845324">
      <w:r>
        <w:t>177.6704</w:t>
      </w:r>
      <w:r>
        <w:tab/>
        <w:t>1.013e0</w:t>
      </w:r>
    </w:p>
    <w:p w:rsidR="00845324" w:rsidRDefault="00845324" w:rsidP="00845324">
      <w:r>
        <w:t>177.6880</w:t>
      </w:r>
      <w:r>
        <w:tab/>
        <w:t>1.013e0</w:t>
      </w:r>
    </w:p>
    <w:p w:rsidR="00845324" w:rsidRDefault="00845324" w:rsidP="00845324">
      <w:r>
        <w:t>177.7339</w:t>
      </w:r>
      <w:r>
        <w:tab/>
        <w:t>1.013e0</w:t>
      </w:r>
    </w:p>
    <w:p w:rsidR="00845324" w:rsidRDefault="00845324" w:rsidP="00845324">
      <w:r>
        <w:t>177.7832</w:t>
      </w:r>
      <w:r>
        <w:tab/>
        <w:t>1.013e0</w:t>
      </w:r>
    </w:p>
    <w:p w:rsidR="00845324" w:rsidRDefault="00845324" w:rsidP="00845324">
      <w:r>
        <w:t>177.8725</w:t>
      </w:r>
      <w:r>
        <w:tab/>
        <w:t>1.013e0</w:t>
      </w:r>
    </w:p>
    <w:p w:rsidR="00845324" w:rsidRDefault="00845324" w:rsidP="00845324">
      <w:r>
        <w:t>177.9189</w:t>
      </w:r>
      <w:r>
        <w:tab/>
        <w:t>1.013e0</w:t>
      </w:r>
    </w:p>
    <w:p w:rsidR="00845324" w:rsidRDefault="00845324" w:rsidP="00845324">
      <w:r>
        <w:t>177.9506</w:t>
      </w:r>
      <w:r>
        <w:tab/>
        <w:t>1.013e0</w:t>
      </w:r>
    </w:p>
    <w:p w:rsidR="00845324" w:rsidRDefault="00845324" w:rsidP="00845324">
      <w:r>
        <w:t>178.0353</w:t>
      </w:r>
      <w:r>
        <w:tab/>
        <w:t>3.038e0</w:t>
      </w:r>
    </w:p>
    <w:p w:rsidR="00845324" w:rsidRDefault="00845324" w:rsidP="00845324">
      <w:r>
        <w:t>178.0918</w:t>
      </w:r>
      <w:r>
        <w:tab/>
        <w:t>2.025e0</w:t>
      </w:r>
    </w:p>
    <w:p w:rsidR="00845324" w:rsidRDefault="00845324" w:rsidP="00845324">
      <w:r>
        <w:t>178.1224</w:t>
      </w:r>
      <w:r>
        <w:tab/>
        <w:t>9.801e0</w:t>
      </w:r>
    </w:p>
    <w:p w:rsidR="00845324" w:rsidRDefault="00845324" w:rsidP="00845324">
      <w:r>
        <w:t>178.1594</w:t>
      </w:r>
      <w:r>
        <w:tab/>
        <w:t>3.647e1</w:t>
      </w:r>
    </w:p>
    <w:p w:rsidR="00845324" w:rsidRDefault="00845324" w:rsidP="00845324">
      <w:r>
        <w:t>178.2020</w:t>
      </w:r>
      <w:r>
        <w:tab/>
        <w:t>1.013e0</w:t>
      </w:r>
    </w:p>
    <w:p w:rsidR="00845324" w:rsidRDefault="00845324" w:rsidP="00845324">
      <w:r>
        <w:lastRenderedPageBreak/>
        <w:t>178.2629</w:t>
      </w:r>
      <w:r>
        <w:tab/>
        <w:t>1.013e0</w:t>
      </w:r>
    </w:p>
    <w:p w:rsidR="00845324" w:rsidRDefault="00845324" w:rsidP="00845324">
      <w:r>
        <w:t>178.2805</w:t>
      </w:r>
      <w:r>
        <w:tab/>
        <w:t>1.013e0</w:t>
      </w:r>
    </w:p>
    <w:p w:rsidR="00845324" w:rsidRDefault="00845324" w:rsidP="00845324">
      <w:r>
        <w:t>178.3122</w:t>
      </w:r>
      <w:r>
        <w:tab/>
        <w:t>1.013e0</w:t>
      </w:r>
    </w:p>
    <w:p w:rsidR="00845324" w:rsidRDefault="00845324" w:rsidP="00845324">
      <w:r>
        <w:t>178.3317</w:t>
      </w:r>
      <w:r>
        <w:tab/>
        <w:t>2.025e0</w:t>
      </w:r>
    </w:p>
    <w:p w:rsidR="00845324" w:rsidRDefault="00845324" w:rsidP="00845324">
      <w:r>
        <w:t>178.3758</w:t>
      </w:r>
      <w:r>
        <w:tab/>
        <w:t>1.013e0</w:t>
      </w:r>
    </w:p>
    <w:p w:rsidR="00845324" w:rsidRDefault="00845324" w:rsidP="00845324">
      <w:r>
        <w:t>178.4059</w:t>
      </w:r>
      <w:r>
        <w:tab/>
        <w:t>2.025e0</w:t>
      </w:r>
    </w:p>
    <w:p w:rsidR="00845324" w:rsidRDefault="00845324" w:rsidP="00845324">
      <w:r>
        <w:t>178.4299</w:t>
      </w:r>
      <w:r>
        <w:tab/>
        <w:t>3.406e0</w:t>
      </w:r>
    </w:p>
    <w:p w:rsidR="00845324" w:rsidRDefault="00845324" w:rsidP="00845324">
      <w:r>
        <w:t>178.4659</w:t>
      </w:r>
      <w:r>
        <w:tab/>
        <w:t>2.025e0</w:t>
      </w:r>
    </w:p>
    <w:p w:rsidR="00845324" w:rsidRDefault="00845324" w:rsidP="00845324">
      <w:r>
        <w:t>178.4952</w:t>
      </w:r>
      <w:r>
        <w:tab/>
        <w:t>3.038e0</w:t>
      </w:r>
    </w:p>
    <w:p w:rsidR="00845324" w:rsidRDefault="00845324" w:rsidP="00845324">
      <w:r>
        <w:t>178.5463</w:t>
      </w:r>
      <w:r>
        <w:tab/>
        <w:t>2.025e0</w:t>
      </w:r>
    </w:p>
    <w:p w:rsidR="00845324" w:rsidRDefault="00845324" w:rsidP="00845324">
      <w:r>
        <w:t>178.5679</w:t>
      </w:r>
      <w:r>
        <w:tab/>
        <w:t>1.013e0</w:t>
      </w:r>
    </w:p>
    <w:p w:rsidR="00845324" w:rsidRDefault="00845324" w:rsidP="00845324">
      <w:r>
        <w:t>178.6000</w:t>
      </w:r>
      <w:r>
        <w:tab/>
        <w:t>2.025e0</w:t>
      </w:r>
    </w:p>
    <w:p w:rsidR="00845324" w:rsidRDefault="00845324" w:rsidP="00845324">
      <w:r>
        <w:t>178.6406</w:t>
      </w:r>
      <w:r>
        <w:tab/>
        <w:t>2.025e0</w:t>
      </w:r>
    </w:p>
    <w:p w:rsidR="00845324" w:rsidRDefault="00845324" w:rsidP="00845324">
      <w:r>
        <w:t>178.6741</w:t>
      </w:r>
      <w:r>
        <w:tab/>
        <w:t>2.025e0</w:t>
      </w:r>
    </w:p>
    <w:p w:rsidR="00845324" w:rsidRDefault="00845324" w:rsidP="00845324">
      <w:r>
        <w:t>178.7256</w:t>
      </w:r>
      <w:r>
        <w:tab/>
        <w:t>3.038e0</w:t>
      </w:r>
    </w:p>
    <w:p w:rsidR="00845324" w:rsidRDefault="00845324" w:rsidP="00845324">
      <w:r>
        <w:t>178.7555</w:t>
      </w:r>
      <w:r>
        <w:tab/>
        <w:t>1.013e0</w:t>
      </w:r>
    </w:p>
    <w:p w:rsidR="00845324" w:rsidRDefault="00845324" w:rsidP="00845324">
      <w:r>
        <w:t>178.7907</w:t>
      </w:r>
      <w:r>
        <w:tab/>
        <w:t>1.013e0</w:t>
      </w:r>
    </w:p>
    <w:p w:rsidR="00845324" w:rsidRDefault="00845324" w:rsidP="00845324">
      <w:r>
        <w:t>178.8455</w:t>
      </w:r>
      <w:r>
        <w:tab/>
        <w:t>5.063e0</w:t>
      </w:r>
    </w:p>
    <w:p w:rsidR="00845324" w:rsidRDefault="00845324" w:rsidP="00845324">
      <w:r>
        <w:t>178.8964</w:t>
      </w:r>
      <w:r>
        <w:tab/>
        <w:t>2.025e0</w:t>
      </w:r>
    </w:p>
    <w:p w:rsidR="00845324" w:rsidRDefault="00845324" w:rsidP="00845324">
      <w:r>
        <w:lastRenderedPageBreak/>
        <w:t>178.9267</w:t>
      </w:r>
      <w:r>
        <w:tab/>
        <w:t>1.013e0</w:t>
      </w:r>
    </w:p>
    <w:p w:rsidR="00845324" w:rsidRDefault="00845324" w:rsidP="00845324">
      <w:r>
        <w:t>178.9762</w:t>
      </w:r>
      <w:r>
        <w:tab/>
        <w:t>1.013e0</w:t>
      </w:r>
    </w:p>
    <w:p w:rsidR="00845324" w:rsidRDefault="00845324" w:rsidP="00845324">
      <w:r>
        <w:t>179.0148</w:t>
      </w:r>
      <w:r>
        <w:tab/>
        <w:t>1.418e1</w:t>
      </w:r>
    </w:p>
    <w:p w:rsidR="00845324" w:rsidRDefault="00845324" w:rsidP="00845324">
      <w:r>
        <w:t>179.0640</w:t>
      </w:r>
      <w:r>
        <w:tab/>
        <w:t>3.930e0</w:t>
      </w:r>
    </w:p>
    <w:p w:rsidR="00845324" w:rsidRDefault="00845324" w:rsidP="00845324">
      <w:r>
        <w:t>179.0840</w:t>
      </w:r>
      <w:r>
        <w:tab/>
        <w:t>1.939e0</w:t>
      </w:r>
    </w:p>
    <w:p w:rsidR="00845324" w:rsidRDefault="00845324" w:rsidP="00845324">
      <w:r>
        <w:t>179.1467</w:t>
      </w:r>
      <w:r>
        <w:tab/>
        <w:t>7.312e0</w:t>
      </w:r>
    </w:p>
    <w:p w:rsidR="00845324" w:rsidRDefault="00845324" w:rsidP="00845324">
      <w:r>
        <w:t>179.1687</w:t>
      </w:r>
      <w:r>
        <w:tab/>
        <w:t>1.620e1</w:t>
      </w:r>
    </w:p>
    <w:p w:rsidR="00845324" w:rsidRDefault="00845324" w:rsidP="00845324">
      <w:r>
        <w:t>179.2369</w:t>
      </w:r>
      <w:r>
        <w:tab/>
        <w:t>3.038e0</w:t>
      </w:r>
    </w:p>
    <w:p w:rsidR="00845324" w:rsidRDefault="00845324" w:rsidP="00845324">
      <w:r>
        <w:t>179.2784</w:t>
      </w:r>
      <w:r>
        <w:tab/>
        <w:t>1.013e0</w:t>
      </w:r>
    </w:p>
    <w:p w:rsidR="00845324" w:rsidRDefault="00845324" w:rsidP="00845324">
      <w:r>
        <w:t>179.3014</w:t>
      </w:r>
      <w:r>
        <w:tab/>
        <w:t>2.025e0</w:t>
      </w:r>
    </w:p>
    <w:p w:rsidR="00845324" w:rsidRDefault="00845324" w:rsidP="00845324">
      <w:r>
        <w:t>179.3650</w:t>
      </w:r>
      <w:r>
        <w:tab/>
        <w:t>4.051e0</w:t>
      </w:r>
    </w:p>
    <w:p w:rsidR="00845324" w:rsidRDefault="00845324" w:rsidP="00845324">
      <w:r>
        <w:t>179.3916</w:t>
      </w:r>
      <w:r>
        <w:tab/>
        <w:t>2.025e0</w:t>
      </w:r>
    </w:p>
    <w:p w:rsidR="00845324" w:rsidRDefault="00845324" w:rsidP="00845324">
      <w:r>
        <w:t>179.4384</w:t>
      </w:r>
      <w:r>
        <w:tab/>
        <w:t>1.013e0</w:t>
      </w:r>
    </w:p>
    <w:p w:rsidR="00845324" w:rsidRDefault="00845324" w:rsidP="00845324">
      <w:r>
        <w:t>179.4637</w:t>
      </w:r>
      <w:r>
        <w:tab/>
        <w:t>1.013e0</w:t>
      </w:r>
    </w:p>
    <w:p w:rsidR="00845324" w:rsidRDefault="00845324" w:rsidP="00845324">
      <w:r>
        <w:t>179.5319</w:t>
      </w:r>
      <w:r>
        <w:tab/>
        <w:t>5.063e0</w:t>
      </w:r>
    </w:p>
    <w:p w:rsidR="00845324" w:rsidRDefault="00845324" w:rsidP="00845324">
      <w:r>
        <w:t>179.5702</w:t>
      </w:r>
      <w:r>
        <w:tab/>
        <w:t>2.025e0</w:t>
      </w:r>
    </w:p>
    <w:p w:rsidR="00845324" w:rsidRDefault="00845324" w:rsidP="00845324">
      <w:r>
        <w:t>179.6458</w:t>
      </w:r>
      <w:r>
        <w:tab/>
        <w:t>5.063e0</w:t>
      </w:r>
    </w:p>
    <w:p w:rsidR="00845324" w:rsidRDefault="00845324" w:rsidP="00845324">
      <w:r>
        <w:t>179.6692</w:t>
      </w:r>
      <w:r>
        <w:tab/>
        <w:t>1.013e0</w:t>
      </w:r>
    </w:p>
    <w:p w:rsidR="00845324" w:rsidRDefault="00845324" w:rsidP="00845324">
      <w:r>
        <w:t>179.7054</w:t>
      </w:r>
      <w:r>
        <w:tab/>
        <w:t>2.025e0</w:t>
      </w:r>
    </w:p>
    <w:p w:rsidR="00845324" w:rsidRDefault="00845324" w:rsidP="00845324">
      <w:r>
        <w:lastRenderedPageBreak/>
        <w:t>179.7523</w:t>
      </w:r>
      <w:r>
        <w:tab/>
        <w:t>1.013e0</w:t>
      </w:r>
    </w:p>
    <w:p w:rsidR="00845324" w:rsidRDefault="00845324" w:rsidP="00845324">
      <w:r>
        <w:t>179.8014</w:t>
      </w:r>
      <w:r>
        <w:tab/>
        <w:t>2.386e0</w:t>
      </w:r>
    </w:p>
    <w:p w:rsidR="00845324" w:rsidRDefault="00845324" w:rsidP="00845324">
      <w:r>
        <w:t>179.8320</w:t>
      </w:r>
      <w:r>
        <w:tab/>
        <w:t>4.051e0</w:t>
      </w:r>
    </w:p>
    <w:p w:rsidR="00845324" w:rsidRDefault="00845324" w:rsidP="00845324">
      <w:r>
        <w:t>179.9046</w:t>
      </w:r>
      <w:r>
        <w:tab/>
        <w:t>2.025e0</w:t>
      </w:r>
    </w:p>
    <w:p w:rsidR="00845324" w:rsidRDefault="00845324" w:rsidP="00845324">
      <w:r>
        <w:t>179.9978</w:t>
      </w:r>
      <w:r>
        <w:tab/>
        <w:t>2.025e0</w:t>
      </w:r>
    </w:p>
    <w:p w:rsidR="00845324" w:rsidRDefault="00845324" w:rsidP="00845324">
      <w:r>
        <w:t>180.0338</w:t>
      </w:r>
      <w:r>
        <w:tab/>
        <w:t>1.013e0</w:t>
      </w:r>
    </w:p>
    <w:p w:rsidR="00845324" w:rsidRDefault="00845324" w:rsidP="00845324">
      <w:r>
        <w:t>180.0574</w:t>
      </w:r>
      <w:r>
        <w:tab/>
        <w:t>5.972e0</w:t>
      </w:r>
    </w:p>
    <w:p w:rsidR="00845324" w:rsidRDefault="00845324" w:rsidP="00845324">
      <w:r>
        <w:t>180.0958</w:t>
      </w:r>
      <w:r>
        <w:tab/>
        <w:t>1.578e0</w:t>
      </w:r>
    </w:p>
    <w:p w:rsidR="00845324" w:rsidRDefault="00845324" w:rsidP="00845324">
      <w:r>
        <w:t>180.1153</w:t>
      </w:r>
      <w:r>
        <w:tab/>
        <w:t>1.236e0</w:t>
      </w:r>
    </w:p>
    <w:p w:rsidR="00845324" w:rsidRDefault="00845324" w:rsidP="00845324">
      <w:r>
        <w:t>180.1648</w:t>
      </w:r>
      <w:r>
        <w:tab/>
        <w:t>8.098e0</w:t>
      </w:r>
    </w:p>
    <w:p w:rsidR="00845324" w:rsidRDefault="00845324" w:rsidP="00845324">
      <w:r>
        <w:t>180.2148</w:t>
      </w:r>
      <w:r>
        <w:tab/>
        <w:t>3.179e0</w:t>
      </w:r>
    </w:p>
    <w:p w:rsidR="00845324" w:rsidRDefault="00845324" w:rsidP="00845324">
      <w:r>
        <w:t>180.2449</w:t>
      </w:r>
      <w:r>
        <w:tab/>
        <w:t>3.038e0</w:t>
      </w:r>
    </w:p>
    <w:p w:rsidR="00845324" w:rsidRDefault="00845324" w:rsidP="00845324">
      <w:r>
        <w:t>180.2691</w:t>
      </w:r>
      <w:r>
        <w:tab/>
        <w:t>1.013e0</w:t>
      </w:r>
    </w:p>
    <w:p w:rsidR="00845324" w:rsidRDefault="00845324" w:rsidP="00845324">
      <w:r>
        <w:t>180.3100</w:t>
      </w:r>
      <w:r>
        <w:tab/>
        <w:t>2.025e0</w:t>
      </w:r>
    </w:p>
    <w:p w:rsidR="00845324" w:rsidRDefault="00845324" w:rsidP="00845324">
      <w:r>
        <w:t>180.3880</w:t>
      </w:r>
      <w:r>
        <w:tab/>
        <w:t>3.038e0</w:t>
      </w:r>
    </w:p>
    <w:p w:rsidR="00845324" w:rsidRDefault="00845324" w:rsidP="00845324">
      <w:r>
        <w:t>180.4146</w:t>
      </w:r>
      <w:r>
        <w:tab/>
        <w:t>1.013e0</w:t>
      </w:r>
    </w:p>
    <w:p w:rsidR="00845324" w:rsidRDefault="00845324" w:rsidP="00845324">
      <w:r>
        <w:t>180.4431</w:t>
      </w:r>
      <w:r>
        <w:tab/>
        <w:t>3.038e0</w:t>
      </w:r>
    </w:p>
    <w:p w:rsidR="00845324" w:rsidRDefault="00845324" w:rsidP="00845324">
      <w:r>
        <w:t>180.4851</w:t>
      </w:r>
      <w:r>
        <w:tab/>
        <w:t>3.038e0</w:t>
      </w:r>
    </w:p>
    <w:p w:rsidR="00845324" w:rsidRDefault="00845324" w:rsidP="00845324">
      <w:r>
        <w:t>180.5242</w:t>
      </w:r>
      <w:r>
        <w:tab/>
        <w:t>2.025e0</w:t>
      </w:r>
    </w:p>
    <w:p w:rsidR="00845324" w:rsidRDefault="00845324" w:rsidP="00845324">
      <w:r>
        <w:lastRenderedPageBreak/>
        <w:t>180.5510</w:t>
      </w:r>
      <w:r>
        <w:tab/>
        <w:t>1.013e0</w:t>
      </w:r>
    </w:p>
    <w:p w:rsidR="00845324" w:rsidRDefault="00845324" w:rsidP="00845324">
      <w:r>
        <w:t>180.5775</w:t>
      </w:r>
      <w:r>
        <w:tab/>
        <w:t>2.025e0</w:t>
      </w:r>
    </w:p>
    <w:p w:rsidR="00845324" w:rsidRDefault="00845324" w:rsidP="00845324">
      <w:r>
        <w:t>180.6929</w:t>
      </w:r>
      <w:r>
        <w:tab/>
        <w:t>1.013e0</w:t>
      </w:r>
    </w:p>
    <w:p w:rsidR="00845324" w:rsidRDefault="00845324" w:rsidP="00845324">
      <w:r>
        <w:t>180.7400</w:t>
      </w:r>
      <w:r>
        <w:tab/>
        <w:t>2.025e0</w:t>
      </w:r>
    </w:p>
    <w:p w:rsidR="00845324" w:rsidRDefault="00845324" w:rsidP="00845324">
      <w:r>
        <w:t>180.7582</w:t>
      </w:r>
      <w:r>
        <w:tab/>
        <w:t>1.013e0</w:t>
      </w:r>
    </w:p>
    <w:p w:rsidR="00845324" w:rsidRDefault="00845324" w:rsidP="00845324">
      <w:r>
        <w:t>180.8204</w:t>
      </w:r>
      <w:r>
        <w:tab/>
        <w:t>2.025e0</w:t>
      </w:r>
    </w:p>
    <w:p w:rsidR="00845324" w:rsidRDefault="00845324" w:rsidP="00845324">
      <w:r>
        <w:t>180.8506</w:t>
      </w:r>
      <w:r>
        <w:tab/>
        <w:t>1.013e0</w:t>
      </w:r>
    </w:p>
    <w:p w:rsidR="00845324" w:rsidRDefault="00845324" w:rsidP="00845324">
      <w:r>
        <w:t>180.8719</w:t>
      </w:r>
      <w:r>
        <w:tab/>
        <w:t>1.013e0</w:t>
      </w:r>
    </w:p>
    <w:p w:rsidR="00845324" w:rsidRDefault="00845324" w:rsidP="00845324">
      <w:r>
        <w:t>180.9505</w:t>
      </w:r>
      <w:r>
        <w:tab/>
        <w:t>1.013e0</w:t>
      </w:r>
    </w:p>
    <w:p w:rsidR="00845324" w:rsidRDefault="00845324" w:rsidP="00845324">
      <w:r>
        <w:t>180.9832</w:t>
      </w:r>
      <w:r>
        <w:tab/>
        <w:t>1.013e0</w:t>
      </w:r>
    </w:p>
    <w:p w:rsidR="00845324" w:rsidRDefault="00845324" w:rsidP="00845324">
      <w:r>
        <w:t>181.0179</w:t>
      </w:r>
      <w:r>
        <w:tab/>
        <w:t>6.076e0</w:t>
      </w:r>
    </w:p>
    <w:p w:rsidR="00845324" w:rsidRDefault="00845324" w:rsidP="00845324">
      <w:r>
        <w:t>181.0790</w:t>
      </w:r>
      <w:r>
        <w:tab/>
        <w:t>3.912e0</w:t>
      </w:r>
    </w:p>
    <w:p w:rsidR="00845324" w:rsidRDefault="00845324" w:rsidP="00845324">
      <w:r>
        <w:t>181.1137</w:t>
      </w:r>
      <w:r>
        <w:tab/>
        <w:t>4.153e0</w:t>
      </w:r>
    </w:p>
    <w:p w:rsidR="00845324" w:rsidRDefault="00845324" w:rsidP="00845324">
      <w:r>
        <w:t>181.1776</w:t>
      </w:r>
      <w:r>
        <w:tab/>
        <w:t>4.051e0</w:t>
      </w:r>
    </w:p>
    <w:p w:rsidR="00845324" w:rsidRDefault="00845324" w:rsidP="00845324">
      <w:r>
        <w:t>181.2336</w:t>
      </w:r>
      <w:r>
        <w:tab/>
        <w:t>1.013e0</w:t>
      </w:r>
    </w:p>
    <w:p w:rsidR="00845324" w:rsidRDefault="00845324" w:rsidP="00845324">
      <w:r>
        <w:t>181.2513</w:t>
      </w:r>
      <w:r>
        <w:tab/>
        <w:t>3.038e0</w:t>
      </w:r>
    </w:p>
    <w:p w:rsidR="00845324" w:rsidRDefault="00845324" w:rsidP="00845324">
      <w:r>
        <w:t>181.2815</w:t>
      </w:r>
      <w:r>
        <w:tab/>
        <w:t>2.025e0</w:t>
      </w:r>
    </w:p>
    <w:p w:rsidR="00845324" w:rsidRDefault="00845324" w:rsidP="00845324">
      <w:r>
        <w:t>181.3401</w:t>
      </w:r>
      <w:r>
        <w:tab/>
        <w:t>1.013e0</w:t>
      </w:r>
    </w:p>
    <w:p w:rsidR="00845324" w:rsidRDefault="00845324" w:rsidP="00845324">
      <w:r>
        <w:t>181.3649</w:t>
      </w:r>
      <w:r>
        <w:tab/>
        <w:t>1.013e0</w:t>
      </w:r>
    </w:p>
    <w:p w:rsidR="00845324" w:rsidRDefault="00845324" w:rsidP="00845324">
      <w:r>
        <w:lastRenderedPageBreak/>
        <w:t>181.4049</w:t>
      </w:r>
      <w:r>
        <w:tab/>
        <w:t>2.025e0</w:t>
      </w:r>
    </w:p>
    <w:p w:rsidR="00845324" w:rsidRDefault="00845324" w:rsidP="00845324">
      <w:r>
        <w:t>181.4312</w:t>
      </w:r>
      <w:r>
        <w:tab/>
        <w:t>3.038e0</w:t>
      </w:r>
    </w:p>
    <w:p w:rsidR="00845324" w:rsidRDefault="00845324" w:rsidP="00845324">
      <w:r>
        <w:t>181.4554</w:t>
      </w:r>
      <w:r>
        <w:tab/>
        <w:t>1.013e0</w:t>
      </w:r>
    </w:p>
    <w:p w:rsidR="00845324" w:rsidRDefault="00845324" w:rsidP="00845324">
      <w:r>
        <w:t>181.5478</w:t>
      </w:r>
      <w:r>
        <w:tab/>
        <w:t>2.025e0</w:t>
      </w:r>
    </w:p>
    <w:p w:rsidR="00845324" w:rsidRDefault="00845324" w:rsidP="00845324">
      <w:r>
        <w:t>181.5744</w:t>
      </w:r>
      <w:r>
        <w:tab/>
        <w:t>2.025e0</w:t>
      </w:r>
    </w:p>
    <w:p w:rsidR="00845324" w:rsidRDefault="00845324" w:rsidP="00845324">
      <w:r>
        <w:t>181.6511</w:t>
      </w:r>
      <w:r>
        <w:tab/>
        <w:t>3.038e0</w:t>
      </w:r>
    </w:p>
    <w:p w:rsidR="00845324" w:rsidRDefault="00845324" w:rsidP="00845324">
      <w:r>
        <w:t>181.7040</w:t>
      </w:r>
      <w:r>
        <w:tab/>
        <w:t>2.025e0</w:t>
      </w:r>
    </w:p>
    <w:p w:rsidR="00845324" w:rsidRDefault="00845324" w:rsidP="00845324">
      <w:r>
        <w:t>181.7449</w:t>
      </w:r>
      <w:r>
        <w:tab/>
        <w:t>1.013e0</w:t>
      </w:r>
    </w:p>
    <w:p w:rsidR="00845324" w:rsidRDefault="00845324" w:rsidP="00845324">
      <w:r>
        <w:t>181.7698</w:t>
      </w:r>
      <w:r>
        <w:tab/>
        <w:t>3.038e0</w:t>
      </w:r>
    </w:p>
    <w:p w:rsidR="00845324" w:rsidRDefault="00845324" w:rsidP="00845324">
      <w:r>
        <w:t>181.9420</w:t>
      </w:r>
      <w:r>
        <w:tab/>
        <w:t>1.013e0</w:t>
      </w:r>
    </w:p>
    <w:p w:rsidR="00845324" w:rsidRDefault="00845324" w:rsidP="00845324">
      <w:r>
        <w:t>182.0316</w:t>
      </w:r>
      <w:r>
        <w:tab/>
        <w:t>5.063e0</w:t>
      </w:r>
    </w:p>
    <w:p w:rsidR="00845324" w:rsidRDefault="00845324" w:rsidP="00845324">
      <w:r>
        <w:t>182.0910</w:t>
      </w:r>
      <w:r>
        <w:tab/>
        <w:t>3.604e0</w:t>
      </w:r>
    </w:p>
    <w:p w:rsidR="00845324" w:rsidRDefault="00845324" w:rsidP="00845324">
      <w:r>
        <w:t>182.1367</w:t>
      </w:r>
      <w:r>
        <w:tab/>
        <w:t>5.307e0</w:t>
      </w:r>
    </w:p>
    <w:p w:rsidR="00845324" w:rsidRDefault="00845324" w:rsidP="00845324">
      <w:r>
        <w:t>182.1609</w:t>
      </w:r>
      <w:r>
        <w:tab/>
        <w:t>4.882e0</w:t>
      </w:r>
    </w:p>
    <w:p w:rsidR="00845324" w:rsidRDefault="00845324" w:rsidP="00845324">
      <w:r>
        <w:t>182.1882</w:t>
      </w:r>
      <w:r>
        <w:tab/>
        <w:t>2.344e0</w:t>
      </w:r>
    </w:p>
    <w:p w:rsidR="00845324" w:rsidRDefault="00845324" w:rsidP="00845324">
      <w:r>
        <w:t>182.2180</w:t>
      </w:r>
      <w:r>
        <w:tab/>
        <w:t>2.025e0</w:t>
      </w:r>
    </w:p>
    <w:p w:rsidR="00845324" w:rsidRDefault="00845324" w:rsidP="00845324">
      <w:r>
        <w:t>182.2469</w:t>
      </w:r>
      <w:r>
        <w:tab/>
        <w:t>1.013e0</w:t>
      </w:r>
    </w:p>
    <w:p w:rsidR="00845324" w:rsidRDefault="00845324" w:rsidP="00845324">
      <w:r>
        <w:t>182.2688</w:t>
      </w:r>
      <w:r>
        <w:tab/>
        <w:t>1.013e0</w:t>
      </w:r>
    </w:p>
    <w:p w:rsidR="00845324" w:rsidRDefault="00845324" w:rsidP="00845324">
      <w:r>
        <w:t>182.3365</w:t>
      </w:r>
      <w:r>
        <w:tab/>
        <w:t>1.013e0</w:t>
      </w:r>
    </w:p>
    <w:p w:rsidR="00845324" w:rsidRDefault="00845324" w:rsidP="00845324">
      <w:r>
        <w:lastRenderedPageBreak/>
        <w:t>182.3615</w:t>
      </w:r>
      <w:r>
        <w:tab/>
        <w:t>1.013e0</w:t>
      </w:r>
    </w:p>
    <w:p w:rsidR="00845324" w:rsidRDefault="00845324" w:rsidP="00845324">
      <w:r>
        <w:t>182.4387</w:t>
      </w:r>
      <w:r>
        <w:tab/>
        <w:t>2.025e0</w:t>
      </w:r>
    </w:p>
    <w:p w:rsidR="00845324" w:rsidRDefault="00845324" w:rsidP="00845324">
      <w:r>
        <w:t>182.4751</w:t>
      </w:r>
      <w:r>
        <w:tab/>
        <w:t>2.025e0</w:t>
      </w:r>
    </w:p>
    <w:p w:rsidR="00845324" w:rsidRDefault="00845324" w:rsidP="00845324">
      <w:r>
        <w:t>182.5303</w:t>
      </w:r>
      <w:r>
        <w:tab/>
        <w:t>2.025e0</w:t>
      </w:r>
    </w:p>
    <w:p w:rsidR="00845324" w:rsidRDefault="00845324" w:rsidP="00845324">
      <w:r>
        <w:t>182.5624</w:t>
      </w:r>
      <w:r>
        <w:tab/>
        <w:t>2.025e0</w:t>
      </w:r>
    </w:p>
    <w:p w:rsidR="00845324" w:rsidRDefault="00845324" w:rsidP="00845324">
      <w:r>
        <w:t>182.6124</w:t>
      </w:r>
      <w:r>
        <w:tab/>
        <w:t>1.013e0</w:t>
      </w:r>
    </w:p>
    <w:p w:rsidR="00845324" w:rsidRDefault="00845324" w:rsidP="00845324">
      <w:r>
        <w:t>182.6433</w:t>
      </w:r>
      <w:r>
        <w:tab/>
        <w:t>2.025e0</w:t>
      </w:r>
    </w:p>
    <w:p w:rsidR="00845324" w:rsidRDefault="00845324" w:rsidP="00845324">
      <w:r>
        <w:t>182.6779</w:t>
      </w:r>
      <w:r>
        <w:tab/>
        <w:t>1.013e0</w:t>
      </w:r>
    </w:p>
    <w:p w:rsidR="00845324" w:rsidRDefault="00845324" w:rsidP="00845324">
      <w:r>
        <w:t>182.7135</w:t>
      </w:r>
      <w:r>
        <w:tab/>
        <w:t>1.013e0</w:t>
      </w:r>
    </w:p>
    <w:p w:rsidR="00845324" w:rsidRDefault="00845324" w:rsidP="00845324">
      <w:r>
        <w:t>182.7349</w:t>
      </w:r>
      <w:r>
        <w:tab/>
        <w:t>1.013e0</w:t>
      </w:r>
    </w:p>
    <w:p w:rsidR="00845324" w:rsidRDefault="00845324" w:rsidP="00845324">
      <w:r>
        <w:t>182.7634</w:t>
      </w:r>
      <w:r>
        <w:tab/>
        <w:t>2.025e0</w:t>
      </w:r>
    </w:p>
    <w:p w:rsidR="00845324" w:rsidRDefault="00845324" w:rsidP="00845324">
      <w:r>
        <w:t>182.8612</w:t>
      </w:r>
      <w:r>
        <w:tab/>
        <w:t>1.013e0</w:t>
      </w:r>
    </w:p>
    <w:p w:rsidR="00845324" w:rsidRDefault="00845324" w:rsidP="00845324">
      <w:r>
        <w:t>182.8950</w:t>
      </w:r>
      <w:r>
        <w:tab/>
        <w:t>2.025e0</w:t>
      </w:r>
    </w:p>
    <w:p w:rsidR="00845324" w:rsidRDefault="00845324" w:rsidP="00845324">
      <w:r>
        <w:t>182.9162</w:t>
      </w:r>
      <w:r>
        <w:tab/>
        <w:t>3.038e0</w:t>
      </w:r>
    </w:p>
    <w:p w:rsidR="00845324" w:rsidRDefault="00845324" w:rsidP="00845324">
      <w:r>
        <w:t>182.9627</w:t>
      </w:r>
      <w:r>
        <w:tab/>
        <w:t>2.025e0</w:t>
      </w:r>
    </w:p>
    <w:p w:rsidR="00845324" w:rsidRDefault="00845324" w:rsidP="00845324">
      <w:r>
        <w:t>182.9817</w:t>
      </w:r>
      <w:r>
        <w:tab/>
        <w:t>5.063e0</w:t>
      </w:r>
    </w:p>
    <w:p w:rsidR="00845324" w:rsidRDefault="00845324" w:rsidP="00845324">
      <w:r>
        <w:t>183.0090</w:t>
      </w:r>
      <w:r>
        <w:tab/>
        <w:t>4.051e0</w:t>
      </w:r>
    </w:p>
    <w:p w:rsidR="00845324" w:rsidRDefault="00845324" w:rsidP="00845324">
      <w:r>
        <w:t>183.0784</w:t>
      </w:r>
      <w:r>
        <w:tab/>
        <w:t>1.651e0</w:t>
      </w:r>
    </w:p>
    <w:p w:rsidR="00845324" w:rsidRDefault="00845324" w:rsidP="00845324">
      <w:r>
        <w:t>183.1119</w:t>
      </w:r>
      <w:r>
        <w:tab/>
        <w:t>2.186e0</w:t>
      </w:r>
    </w:p>
    <w:p w:rsidR="00845324" w:rsidRDefault="00845324" w:rsidP="00845324">
      <w:r>
        <w:lastRenderedPageBreak/>
        <w:t>183.1313</w:t>
      </w:r>
      <w:r>
        <w:tab/>
        <w:t>2.314e0</w:t>
      </w:r>
    </w:p>
    <w:p w:rsidR="00845324" w:rsidRDefault="00845324" w:rsidP="00845324">
      <w:r>
        <w:t>183.1628</w:t>
      </w:r>
      <w:r>
        <w:tab/>
        <w:t>3.038e0</w:t>
      </w:r>
    </w:p>
    <w:p w:rsidR="00845324" w:rsidRDefault="00845324" w:rsidP="00845324">
      <w:r>
        <w:t>183.1839</w:t>
      </w:r>
      <w:r>
        <w:tab/>
        <w:t>1.013e0</w:t>
      </w:r>
    </w:p>
    <w:p w:rsidR="00845324" w:rsidRDefault="00845324" w:rsidP="00845324">
      <w:r>
        <w:t>183.2186</w:t>
      </w:r>
      <w:r>
        <w:tab/>
        <w:t>2.025e0</w:t>
      </w:r>
    </w:p>
    <w:p w:rsidR="00845324" w:rsidRDefault="00845324" w:rsidP="00845324">
      <w:r>
        <w:t>183.2777</w:t>
      </w:r>
      <w:r>
        <w:tab/>
        <w:t>2.025e0</w:t>
      </w:r>
    </w:p>
    <w:p w:rsidR="00845324" w:rsidRDefault="00845324" w:rsidP="00845324">
      <w:r>
        <w:t>183.3152</w:t>
      </w:r>
      <w:r>
        <w:tab/>
        <w:t>2.025e0</w:t>
      </w:r>
    </w:p>
    <w:p w:rsidR="00845324" w:rsidRDefault="00845324" w:rsidP="00845324">
      <w:r>
        <w:t>183.3540</w:t>
      </w:r>
      <w:r>
        <w:tab/>
        <w:t>3.038e0</w:t>
      </w:r>
    </w:p>
    <w:p w:rsidR="00845324" w:rsidRDefault="00845324" w:rsidP="00845324">
      <w:r>
        <w:t>183.4433</w:t>
      </w:r>
      <w:r>
        <w:tab/>
        <w:t>1.013e0</w:t>
      </w:r>
    </w:p>
    <w:p w:rsidR="00845324" w:rsidRDefault="00845324" w:rsidP="00845324">
      <w:r>
        <w:t>183.4881</w:t>
      </w:r>
      <w:r>
        <w:tab/>
        <w:t>3.038e0</w:t>
      </w:r>
    </w:p>
    <w:p w:rsidR="00845324" w:rsidRDefault="00845324" w:rsidP="00845324">
      <w:r>
        <w:t>183.5913</w:t>
      </w:r>
      <w:r>
        <w:tab/>
        <w:t>1.013e0</w:t>
      </w:r>
    </w:p>
    <w:p w:rsidR="00845324" w:rsidRDefault="00845324" w:rsidP="00845324">
      <w:r>
        <w:t>183.6233</w:t>
      </w:r>
      <w:r>
        <w:tab/>
        <w:t>1.013e0</w:t>
      </w:r>
    </w:p>
    <w:p w:rsidR="00845324" w:rsidRDefault="00845324" w:rsidP="00845324">
      <w:r>
        <w:t>183.6768</w:t>
      </w:r>
      <w:r>
        <w:tab/>
        <w:t>1.013e0</w:t>
      </w:r>
    </w:p>
    <w:p w:rsidR="00845324" w:rsidRDefault="00845324" w:rsidP="00845324">
      <w:r>
        <w:t>183.7330</w:t>
      </w:r>
      <w:r>
        <w:tab/>
        <w:t>2.025e0</w:t>
      </w:r>
    </w:p>
    <w:p w:rsidR="00845324" w:rsidRDefault="00845324" w:rsidP="00845324">
      <w:r>
        <w:t>183.8033</w:t>
      </w:r>
      <w:r>
        <w:tab/>
        <w:t>3.038e0</w:t>
      </w:r>
    </w:p>
    <w:p w:rsidR="00845324" w:rsidRDefault="00845324" w:rsidP="00845324">
      <w:r>
        <w:t>183.8248</w:t>
      </w:r>
      <w:r>
        <w:tab/>
        <w:t>1.013e0</w:t>
      </w:r>
    </w:p>
    <w:p w:rsidR="00845324" w:rsidRDefault="00845324" w:rsidP="00845324">
      <w:r>
        <w:t>183.8549</w:t>
      </w:r>
      <w:r>
        <w:tab/>
        <w:t>3.038e0</w:t>
      </w:r>
    </w:p>
    <w:p w:rsidR="00845324" w:rsidRDefault="00845324" w:rsidP="00845324">
      <w:r>
        <w:t>183.8820</w:t>
      </w:r>
      <w:r>
        <w:tab/>
        <w:t>1.013e0</w:t>
      </w:r>
    </w:p>
    <w:p w:rsidR="00845324" w:rsidRDefault="00845324" w:rsidP="00845324">
      <w:r>
        <w:t>183.9257</w:t>
      </w:r>
      <w:r>
        <w:tab/>
        <w:t>2.025e0</w:t>
      </w:r>
    </w:p>
    <w:p w:rsidR="00845324" w:rsidRDefault="00845324" w:rsidP="00845324">
      <w:r>
        <w:t>183.9762</w:t>
      </w:r>
      <w:r>
        <w:tab/>
        <w:t>1.013e0</w:t>
      </w:r>
    </w:p>
    <w:p w:rsidR="00845324" w:rsidRDefault="00845324" w:rsidP="00845324">
      <w:r>
        <w:lastRenderedPageBreak/>
        <w:t>184.0388</w:t>
      </w:r>
      <w:r>
        <w:tab/>
        <w:t>3.038e0</w:t>
      </w:r>
    </w:p>
    <w:p w:rsidR="00845324" w:rsidRDefault="00845324" w:rsidP="00845324">
      <w:r>
        <w:t>184.0708</w:t>
      </w:r>
      <w:r>
        <w:tab/>
        <w:t>2.808e0</w:t>
      </w:r>
    </w:p>
    <w:p w:rsidR="00845324" w:rsidRDefault="00845324" w:rsidP="00845324">
      <w:r>
        <w:t>184.0979</w:t>
      </w:r>
      <w:r>
        <w:tab/>
        <w:t>3.018e0</w:t>
      </w:r>
    </w:p>
    <w:p w:rsidR="00845324" w:rsidRDefault="00845324" w:rsidP="00845324">
      <w:r>
        <w:t>184.1521</w:t>
      </w:r>
      <w:r>
        <w:tab/>
        <w:t>4.904e0</w:t>
      </w:r>
    </w:p>
    <w:p w:rsidR="00845324" w:rsidRDefault="00845324" w:rsidP="00845324">
      <w:r>
        <w:t>184.1778</w:t>
      </w:r>
      <w:r>
        <w:tab/>
        <w:t>7.805e0</w:t>
      </w:r>
    </w:p>
    <w:p w:rsidR="00845324" w:rsidRDefault="00845324" w:rsidP="00845324">
      <w:r>
        <w:t>184.2349</w:t>
      </w:r>
      <w:r>
        <w:tab/>
        <w:t>4.051e0</w:t>
      </w:r>
    </w:p>
    <w:p w:rsidR="00845324" w:rsidRDefault="00845324" w:rsidP="00845324">
      <w:r>
        <w:t>184.2866</w:t>
      </w:r>
      <w:r>
        <w:tab/>
        <w:t>3.038e0</w:t>
      </w:r>
    </w:p>
    <w:p w:rsidR="00845324" w:rsidRDefault="00845324" w:rsidP="00845324">
      <w:r>
        <w:t>184.3330</w:t>
      </w:r>
      <w:r>
        <w:tab/>
        <w:t>3.038e0</w:t>
      </w:r>
    </w:p>
    <w:p w:rsidR="00845324" w:rsidRDefault="00845324" w:rsidP="00845324">
      <w:r>
        <w:t>184.3509</w:t>
      </w:r>
      <w:r>
        <w:tab/>
        <w:t>2.025e0</w:t>
      </w:r>
    </w:p>
    <w:p w:rsidR="00845324" w:rsidRDefault="00845324" w:rsidP="00845324">
      <w:r>
        <w:t>184.3886</w:t>
      </w:r>
      <w:r>
        <w:tab/>
        <w:t>5.063e0</w:t>
      </w:r>
    </w:p>
    <w:p w:rsidR="00845324" w:rsidRDefault="00845324" w:rsidP="00845324">
      <w:r>
        <w:t>184.4383</w:t>
      </w:r>
      <w:r>
        <w:tab/>
        <w:t>1.013e0</w:t>
      </w:r>
    </w:p>
    <w:p w:rsidR="00845324" w:rsidRDefault="00845324" w:rsidP="00845324">
      <w:r>
        <w:t>184.4668</w:t>
      </w:r>
      <w:r>
        <w:tab/>
        <w:t>1.013e0</w:t>
      </w:r>
    </w:p>
    <w:p w:rsidR="00845324" w:rsidRDefault="00845324" w:rsidP="00845324">
      <w:r>
        <w:t>184.4936</w:t>
      </w:r>
      <w:r>
        <w:tab/>
        <w:t>2.025e0</w:t>
      </w:r>
    </w:p>
    <w:p w:rsidR="00845324" w:rsidRDefault="00845324" w:rsidP="00845324">
      <w:r>
        <w:t>184.5275</w:t>
      </w:r>
      <w:r>
        <w:tab/>
        <w:t>2.025e0</w:t>
      </w:r>
    </w:p>
    <w:p w:rsidR="00845324" w:rsidRDefault="00845324" w:rsidP="00845324">
      <w:r>
        <w:t>184.5897</w:t>
      </w:r>
      <w:r>
        <w:tab/>
        <w:t>1.013e0</w:t>
      </w:r>
    </w:p>
    <w:p w:rsidR="00845324" w:rsidRDefault="00845324" w:rsidP="00845324">
      <w:r>
        <w:t>184.6096</w:t>
      </w:r>
      <w:r>
        <w:tab/>
        <w:t>2.025e0</w:t>
      </w:r>
    </w:p>
    <w:p w:rsidR="00845324" w:rsidRDefault="00845324" w:rsidP="00845324">
      <w:r>
        <w:t>184.6256</w:t>
      </w:r>
      <w:r>
        <w:tab/>
        <w:t>2.025e0</w:t>
      </w:r>
    </w:p>
    <w:p w:rsidR="00845324" w:rsidRDefault="00845324" w:rsidP="00845324">
      <w:r>
        <w:t>184.6614</w:t>
      </w:r>
      <w:r>
        <w:tab/>
        <w:t>1.013e0</w:t>
      </w:r>
    </w:p>
    <w:p w:rsidR="00845324" w:rsidRDefault="00845324" w:rsidP="00845324">
      <w:r>
        <w:t>184.7190</w:t>
      </w:r>
      <w:r>
        <w:tab/>
        <w:t>1.013e0</w:t>
      </w:r>
    </w:p>
    <w:p w:rsidR="00845324" w:rsidRDefault="00845324" w:rsidP="00845324">
      <w:r>
        <w:lastRenderedPageBreak/>
        <w:t>184.7559</w:t>
      </w:r>
      <w:r>
        <w:tab/>
        <w:t>1.013e0</w:t>
      </w:r>
    </w:p>
    <w:p w:rsidR="00845324" w:rsidRDefault="00845324" w:rsidP="00845324">
      <w:r>
        <w:t>184.8453</w:t>
      </w:r>
      <w:r>
        <w:tab/>
        <w:t>1.013e0</w:t>
      </w:r>
    </w:p>
    <w:p w:rsidR="00845324" w:rsidRDefault="00845324" w:rsidP="00845324">
      <w:r>
        <w:t>184.8689</w:t>
      </w:r>
      <w:r>
        <w:tab/>
        <w:t>2.025e0</w:t>
      </w:r>
    </w:p>
    <w:p w:rsidR="00845324" w:rsidRDefault="00845324" w:rsidP="00845324">
      <w:r>
        <w:t>184.9328</w:t>
      </w:r>
      <w:r>
        <w:tab/>
        <w:t>1.013e0</w:t>
      </w:r>
    </w:p>
    <w:p w:rsidR="00845324" w:rsidRDefault="00845324" w:rsidP="00845324">
      <w:r>
        <w:t>184.9613</w:t>
      </w:r>
      <w:r>
        <w:tab/>
        <w:t>1.013e0</w:t>
      </w:r>
    </w:p>
    <w:p w:rsidR="00845324" w:rsidRDefault="00845324" w:rsidP="00845324">
      <w:r>
        <w:t>184.9801</w:t>
      </w:r>
      <w:r>
        <w:tab/>
        <w:t>3.038e0</w:t>
      </w:r>
    </w:p>
    <w:p w:rsidR="00845324" w:rsidRDefault="00845324" w:rsidP="00845324">
      <w:r>
        <w:t>185.0079</w:t>
      </w:r>
      <w:r>
        <w:tab/>
        <w:t>1.013e0</w:t>
      </w:r>
    </w:p>
    <w:p w:rsidR="00845324" w:rsidRDefault="00845324" w:rsidP="00845324">
      <w:r>
        <w:t>185.0353</w:t>
      </w:r>
      <w:r>
        <w:tab/>
        <w:t>2.025e0</w:t>
      </w:r>
    </w:p>
    <w:p w:rsidR="00845324" w:rsidRDefault="00845324" w:rsidP="00845324">
      <w:r>
        <w:t>185.0792</w:t>
      </w:r>
      <w:r>
        <w:tab/>
        <w:t>1.773e0</w:t>
      </w:r>
    </w:p>
    <w:p w:rsidR="00845324" w:rsidRDefault="00845324" w:rsidP="00845324">
      <w:r>
        <w:t>185.1184</w:t>
      </w:r>
      <w:r>
        <w:tab/>
        <w:t>5.130e0</w:t>
      </w:r>
    </w:p>
    <w:p w:rsidR="00845324" w:rsidRDefault="00845324" w:rsidP="00845324">
      <w:r>
        <w:t>185.1669</w:t>
      </w:r>
      <w:r>
        <w:tab/>
        <w:t>2.025e0</w:t>
      </w:r>
    </w:p>
    <w:p w:rsidR="00845324" w:rsidRDefault="00845324" w:rsidP="00845324">
      <w:r>
        <w:t>185.1888</w:t>
      </w:r>
      <w:r>
        <w:tab/>
        <w:t>2.025e0</w:t>
      </w:r>
    </w:p>
    <w:p w:rsidR="00845324" w:rsidRDefault="00845324" w:rsidP="00845324">
      <w:r>
        <w:t>185.2526</w:t>
      </w:r>
      <w:r>
        <w:tab/>
        <w:t>2.025e0</w:t>
      </w:r>
    </w:p>
    <w:p w:rsidR="00845324" w:rsidRDefault="00845324" w:rsidP="00845324">
      <w:r>
        <w:t>185.3009</w:t>
      </w:r>
      <w:r>
        <w:tab/>
        <w:t>1.013e0</w:t>
      </w:r>
    </w:p>
    <w:p w:rsidR="00845324" w:rsidRDefault="00845324" w:rsidP="00845324">
      <w:r>
        <w:t>185.3188</w:t>
      </w:r>
      <w:r>
        <w:tab/>
        <w:t>1.013e0</w:t>
      </w:r>
    </w:p>
    <w:p w:rsidR="00845324" w:rsidRDefault="00845324" w:rsidP="00845324">
      <w:r>
        <w:t>185.3754</w:t>
      </w:r>
      <w:r>
        <w:tab/>
        <w:t>3.038e0</w:t>
      </w:r>
    </w:p>
    <w:p w:rsidR="00845324" w:rsidRDefault="00845324" w:rsidP="00845324">
      <w:r>
        <w:t>185.4242</w:t>
      </w:r>
      <w:r>
        <w:tab/>
        <w:t>1.013e0</w:t>
      </w:r>
    </w:p>
    <w:p w:rsidR="00845324" w:rsidRDefault="00845324" w:rsidP="00845324">
      <w:r>
        <w:t>185.4588</w:t>
      </w:r>
      <w:r>
        <w:tab/>
        <w:t>3.038e0</w:t>
      </w:r>
    </w:p>
    <w:p w:rsidR="00845324" w:rsidRDefault="00845324" w:rsidP="00845324">
      <w:r>
        <w:t>185.4850</w:t>
      </w:r>
      <w:r>
        <w:tab/>
        <w:t>1.013e0</w:t>
      </w:r>
    </w:p>
    <w:p w:rsidR="00845324" w:rsidRDefault="00845324" w:rsidP="00845324">
      <w:r>
        <w:lastRenderedPageBreak/>
        <w:t>185.5257</w:t>
      </w:r>
      <w:r>
        <w:tab/>
        <w:t>2.025e0</w:t>
      </w:r>
    </w:p>
    <w:p w:rsidR="00845324" w:rsidRDefault="00845324" w:rsidP="00845324">
      <w:r>
        <w:t>185.5690</w:t>
      </w:r>
      <w:r>
        <w:tab/>
        <w:t>3.038e0</w:t>
      </w:r>
    </w:p>
    <w:p w:rsidR="00845324" w:rsidRDefault="00845324" w:rsidP="00845324">
      <w:r>
        <w:t>185.5959</w:t>
      </w:r>
      <w:r>
        <w:tab/>
        <w:t>2.025e0</w:t>
      </w:r>
    </w:p>
    <w:p w:rsidR="00845324" w:rsidRDefault="00845324" w:rsidP="00845324">
      <w:r>
        <w:t>185.6120</w:t>
      </w:r>
      <w:r>
        <w:tab/>
        <w:t>1.013e0</w:t>
      </w:r>
    </w:p>
    <w:p w:rsidR="00845324" w:rsidRDefault="00845324" w:rsidP="00845324">
      <w:r>
        <w:t>185.6556</w:t>
      </w:r>
      <w:r>
        <w:tab/>
        <w:t>1.013e0</w:t>
      </w:r>
    </w:p>
    <w:p w:rsidR="00845324" w:rsidRDefault="00845324" w:rsidP="00845324">
      <w:r>
        <w:t>185.6816</w:t>
      </w:r>
      <w:r>
        <w:tab/>
        <w:t>2.025e0</w:t>
      </w:r>
    </w:p>
    <w:p w:rsidR="00845324" w:rsidRDefault="00845324" w:rsidP="00845324">
      <w:r>
        <w:t>185.7067</w:t>
      </w:r>
      <w:r>
        <w:tab/>
        <w:t>2.025e0</w:t>
      </w:r>
    </w:p>
    <w:p w:rsidR="00845324" w:rsidRDefault="00845324" w:rsidP="00845324">
      <w:r>
        <w:t>185.7390</w:t>
      </w:r>
      <w:r>
        <w:tab/>
        <w:t>1.013e0</w:t>
      </w:r>
    </w:p>
    <w:p w:rsidR="00845324" w:rsidRDefault="00845324" w:rsidP="00845324">
      <w:r>
        <w:t>185.7640</w:t>
      </w:r>
      <w:r>
        <w:tab/>
        <w:t>1.013e0</w:t>
      </w:r>
    </w:p>
    <w:p w:rsidR="00845324" w:rsidRDefault="00845324" w:rsidP="00845324">
      <w:r>
        <w:t>185.8409</w:t>
      </w:r>
      <w:r>
        <w:tab/>
        <w:t>1.013e0</w:t>
      </w:r>
    </w:p>
    <w:p w:rsidR="00845324" w:rsidRDefault="00845324" w:rsidP="00845324">
      <w:r>
        <w:t>185.9342</w:t>
      </w:r>
      <w:r>
        <w:tab/>
        <w:t>2.025e0</w:t>
      </w:r>
    </w:p>
    <w:p w:rsidR="00845324" w:rsidRDefault="00845324" w:rsidP="00845324">
      <w:r>
        <w:t>185.9712</w:t>
      </w:r>
      <w:r>
        <w:tab/>
        <w:t>1.013e0</w:t>
      </w:r>
    </w:p>
    <w:p w:rsidR="00845324" w:rsidRDefault="00845324" w:rsidP="00845324">
      <w:r>
        <w:t>186.0094</w:t>
      </w:r>
      <w:r>
        <w:tab/>
        <w:t>1.519e1</w:t>
      </w:r>
    </w:p>
    <w:p w:rsidR="00845324" w:rsidRDefault="00845324" w:rsidP="00845324">
      <w:r>
        <w:t>186.1259</w:t>
      </w:r>
      <w:r>
        <w:tab/>
        <w:t>1.330e0</w:t>
      </w:r>
    </w:p>
    <w:p w:rsidR="00845324" w:rsidRDefault="00845324" w:rsidP="00845324">
      <w:r>
        <w:t>186.1774</w:t>
      </w:r>
      <w:r>
        <w:tab/>
        <w:t>3.038e0</w:t>
      </w:r>
    </w:p>
    <w:p w:rsidR="00845324" w:rsidRDefault="00845324" w:rsidP="00845324">
      <w:r>
        <w:t>186.2243</w:t>
      </w:r>
      <w:r>
        <w:tab/>
        <w:t>9.086e0</w:t>
      </w:r>
    </w:p>
    <w:p w:rsidR="00845324" w:rsidRDefault="00845324" w:rsidP="00845324">
      <w:r>
        <w:t>186.2776</w:t>
      </w:r>
      <w:r>
        <w:tab/>
        <w:t>2.025e0</w:t>
      </w:r>
    </w:p>
    <w:p w:rsidR="00845324" w:rsidRDefault="00845324" w:rsidP="00845324">
      <w:r>
        <w:t>186.3080</w:t>
      </w:r>
      <w:r>
        <w:tab/>
        <w:t>1.013e0</w:t>
      </w:r>
    </w:p>
    <w:p w:rsidR="00845324" w:rsidRDefault="00845324" w:rsidP="00845324">
      <w:r>
        <w:t>186.3332</w:t>
      </w:r>
      <w:r>
        <w:tab/>
        <w:t>1.013e0</w:t>
      </w:r>
    </w:p>
    <w:p w:rsidR="00845324" w:rsidRDefault="00845324" w:rsidP="00845324">
      <w:r>
        <w:lastRenderedPageBreak/>
        <w:t>186.4026</w:t>
      </w:r>
      <w:r>
        <w:tab/>
        <w:t>1.013e0</w:t>
      </w:r>
    </w:p>
    <w:p w:rsidR="00845324" w:rsidRDefault="00845324" w:rsidP="00845324">
      <w:r>
        <w:t>186.4925</w:t>
      </w:r>
      <w:r>
        <w:tab/>
        <w:t>2.025e0</w:t>
      </w:r>
    </w:p>
    <w:p w:rsidR="00845324" w:rsidRDefault="00845324" w:rsidP="00845324">
      <w:r>
        <w:t>186.5255</w:t>
      </w:r>
      <w:r>
        <w:tab/>
        <w:t>1.013e0</w:t>
      </w:r>
    </w:p>
    <w:p w:rsidR="00845324" w:rsidRDefault="00845324" w:rsidP="00845324">
      <w:r>
        <w:t>186.5646</w:t>
      </w:r>
      <w:r>
        <w:tab/>
        <w:t>4.051e0</w:t>
      </w:r>
    </w:p>
    <w:p w:rsidR="00845324" w:rsidRDefault="00845324" w:rsidP="00845324">
      <w:r>
        <w:t>186.6161</w:t>
      </w:r>
      <w:r>
        <w:tab/>
        <w:t>1.013e0</w:t>
      </w:r>
    </w:p>
    <w:p w:rsidR="00845324" w:rsidRDefault="00845324" w:rsidP="00845324">
      <w:r>
        <w:t>186.6375</w:t>
      </w:r>
      <w:r>
        <w:tab/>
        <w:t>2.025e0</w:t>
      </w:r>
    </w:p>
    <w:p w:rsidR="00845324" w:rsidRDefault="00845324" w:rsidP="00845324">
      <w:r>
        <w:t>186.6635</w:t>
      </w:r>
      <w:r>
        <w:tab/>
        <w:t>2.025e0</w:t>
      </w:r>
    </w:p>
    <w:p w:rsidR="00845324" w:rsidRDefault="00845324" w:rsidP="00845324">
      <w:r>
        <w:t>186.7253</w:t>
      </w:r>
      <w:r>
        <w:tab/>
        <w:t>1.013e0</w:t>
      </w:r>
    </w:p>
    <w:p w:rsidR="00845324" w:rsidRDefault="00845324" w:rsidP="00845324">
      <w:r>
        <w:t>186.7433</w:t>
      </w:r>
      <w:r>
        <w:tab/>
        <w:t>1.013e0</w:t>
      </w:r>
    </w:p>
    <w:p w:rsidR="00845324" w:rsidRDefault="00845324" w:rsidP="00845324">
      <w:r>
        <w:t>186.7827</w:t>
      </w:r>
      <w:r>
        <w:tab/>
        <w:t>1.013e0</w:t>
      </w:r>
    </w:p>
    <w:p w:rsidR="00845324" w:rsidRDefault="00845324" w:rsidP="00845324">
      <w:r>
        <w:t>186.8088</w:t>
      </w:r>
      <w:r>
        <w:tab/>
        <w:t>1.013e0</w:t>
      </w:r>
    </w:p>
    <w:p w:rsidR="00845324" w:rsidRDefault="00845324" w:rsidP="00845324">
      <w:r>
        <w:t>186.8274</w:t>
      </w:r>
      <w:r>
        <w:tab/>
        <w:t>1.013e0</w:t>
      </w:r>
    </w:p>
    <w:p w:rsidR="00845324" w:rsidRDefault="00845324" w:rsidP="00845324">
      <w:r>
        <w:t>186.9319</w:t>
      </w:r>
      <w:r>
        <w:tab/>
        <w:t>1.013e0</w:t>
      </w:r>
    </w:p>
    <w:p w:rsidR="00845324" w:rsidRDefault="00845324" w:rsidP="00845324">
      <w:r>
        <w:t>186.9671</w:t>
      </w:r>
      <w:r>
        <w:tab/>
        <w:t>2.025e0</w:t>
      </w:r>
    </w:p>
    <w:p w:rsidR="00845324" w:rsidRDefault="00845324" w:rsidP="00845324">
      <w:r>
        <w:t>186.9844</w:t>
      </w:r>
      <w:r>
        <w:tab/>
        <w:t>3.038e0</w:t>
      </w:r>
    </w:p>
    <w:p w:rsidR="00845324" w:rsidRDefault="00845324" w:rsidP="00845324">
      <w:r>
        <w:t>187.0962</w:t>
      </w:r>
      <w:r>
        <w:tab/>
        <w:t>3.454e0</w:t>
      </w:r>
    </w:p>
    <w:p w:rsidR="00845324" w:rsidRDefault="00845324" w:rsidP="00845324">
      <w:r>
        <w:t>187.1493</w:t>
      </w:r>
      <w:r>
        <w:tab/>
        <w:t>2.187e0</w:t>
      </w:r>
    </w:p>
    <w:p w:rsidR="00845324" w:rsidRDefault="00845324" w:rsidP="00845324">
      <w:r>
        <w:t>187.1754</w:t>
      </w:r>
      <w:r>
        <w:tab/>
        <w:t>3.038e0</w:t>
      </w:r>
    </w:p>
    <w:p w:rsidR="00845324" w:rsidRDefault="00845324" w:rsidP="00845324">
      <w:r>
        <w:t>187.2234</w:t>
      </w:r>
      <w:r>
        <w:tab/>
        <w:t>6.076e0</w:t>
      </w:r>
    </w:p>
    <w:p w:rsidR="00845324" w:rsidRDefault="00845324" w:rsidP="00845324">
      <w:r>
        <w:lastRenderedPageBreak/>
        <w:t>187.2658</w:t>
      </w:r>
      <w:r>
        <w:tab/>
        <w:t>3.038e0</w:t>
      </w:r>
    </w:p>
    <w:p w:rsidR="00845324" w:rsidRDefault="00845324" w:rsidP="00845324">
      <w:r>
        <w:t>187.2919</w:t>
      </w:r>
      <w:r>
        <w:tab/>
        <w:t>1.013e0</w:t>
      </w:r>
    </w:p>
    <w:p w:rsidR="00845324" w:rsidRDefault="00845324" w:rsidP="00845324">
      <w:r>
        <w:t>187.3316</w:t>
      </w:r>
      <w:r>
        <w:tab/>
        <w:t>1.013e0</w:t>
      </w:r>
    </w:p>
    <w:p w:rsidR="00845324" w:rsidRDefault="00845324" w:rsidP="00845324">
      <w:r>
        <w:t>187.3760</w:t>
      </w:r>
      <w:r>
        <w:tab/>
        <w:t>2.025e0</w:t>
      </w:r>
    </w:p>
    <w:p w:rsidR="00845324" w:rsidRDefault="00845324" w:rsidP="00845324">
      <w:r>
        <w:t>187.4277</w:t>
      </w:r>
      <w:r>
        <w:tab/>
        <w:t>4.051e0</w:t>
      </w:r>
    </w:p>
    <w:p w:rsidR="00845324" w:rsidRDefault="00845324" w:rsidP="00845324">
      <w:r>
        <w:t>187.4480</w:t>
      </w:r>
      <w:r>
        <w:tab/>
        <w:t>1.013e0</w:t>
      </w:r>
    </w:p>
    <w:p w:rsidR="00845324" w:rsidRDefault="00845324" w:rsidP="00845324">
      <w:r>
        <w:t>187.5069</w:t>
      </w:r>
      <w:r>
        <w:tab/>
        <w:t>2.025e0</w:t>
      </w:r>
    </w:p>
    <w:p w:rsidR="00845324" w:rsidRDefault="00845324" w:rsidP="00845324">
      <w:r>
        <w:t>187.5404</w:t>
      </w:r>
      <w:r>
        <w:tab/>
        <w:t>3.038e0</w:t>
      </w:r>
    </w:p>
    <w:p w:rsidR="00845324" w:rsidRDefault="00845324" w:rsidP="00845324">
      <w:r>
        <w:t>187.5754</w:t>
      </w:r>
      <w:r>
        <w:tab/>
        <w:t>2.025e0</w:t>
      </w:r>
    </w:p>
    <w:p w:rsidR="00845324" w:rsidRDefault="00845324" w:rsidP="00845324">
      <w:r>
        <w:t>187.6029</w:t>
      </w:r>
      <w:r>
        <w:tab/>
        <w:t>2.025e0</w:t>
      </w:r>
    </w:p>
    <w:p w:rsidR="00845324" w:rsidRDefault="00845324" w:rsidP="00845324">
      <w:r>
        <w:t>187.6399</w:t>
      </w:r>
      <w:r>
        <w:tab/>
        <w:t>2.025e0</w:t>
      </w:r>
    </w:p>
    <w:p w:rsidR="00845324" w:rsidRDefault="00845324" w:rsidP="00845324">
      <w:r>
        <w:t>187.6777</w:t>
      </w:r>
      <w:r>
        <w:tab/>
        <w:t>1.013e0</w:t>
      </w:r>
    </w:p>
    <w:p w:rsidR="00845324" w:rsidRDefault="00845324" w:rsidP="00845324">
      <w:r>
        <w:t>187.8303</w:t>
      </w:r>
      <w:r>
        <w:tab/>
        <w:t>1.013e0</w:t>
      </w:r>
    </w:p>
    <w:p w:rsidR="00845324" w:rsidRDefault="00845324" w:rsidP="00845324">
      <w:r>
        <w:t>187.8706</w:t>
      </w:r>
      <w:r>
        <w:tab/>
        <w:t>1.013e0</w:t>
      </w:r>
    </w:p>
    <w:p w:rsidR="00845324" w:rsidRDefault="00845324" w:rsidP="00845324">
      <w:r>
        <w:t>187.9074</w:t>
      </w:r>
      <w:r>
        <w:tab/>
        <w:t>2.025e0</w:t>
      </w:r>
    </w:p>
    <w:p w:rsidR="00845324" w:rsidRDefault="00845324" w:rsidP="00845324">
      <w:r>
        <w:t>187.9398</w:t>
      </w:r>
      <w:r>
        <w:tab/>
        <w:t>1.013e0</w:t>
      </w:r>
    </w:p>
    <w:p w:rsidR="00845324" w:rsidRDefault="00845324" w:rsidP="00845324">
      <w:r>
        <w:t>187.9740</w:t>
      </w:r>
      <w:r>
        <w:tab/>
        <w:t>2.025e0</w:t>
      </w:r>
    </w:p>
    <w:p w:rsidR="00845324" w:rsidRDefault="00845324" w:rsidP="00845324">
      <w:r>
        <w:t>188.0075</w:t>
      </w:r>
      <w:r>
        <w:tab/>
        <w:t>6.076e0</w:t>
      </w:r>
    </w:p>
    <w:p w:rsidR="00845324" w:rsidRDefault="00845324" w:rsidP="00845324">
      <w:r>
        <w:t>188.0601</w:t>
      </w:r>
      <w:r>
        <w:tab/>
        <w:t>3.876e0</w:t>
      </w:r>
    </w:p>
    <w:p w:rsidR="00845324" w:rsidRDefault="00845324" w:rsidP="00845324">
      <w:r>
        <w:lastRenderedPageBreak/>
        <w:t>188.0899</w:t>
      </w:r>
      <w:r>
        <w:tab/>
        <w:t>4.534e0</w:t>
      </w:r>
    </w:p>
    <w:p w:rsidR="00845324" w:rsidRDefault="00845324" w:rsidP="00845324">
      <w:r>
        <w:t>188.1143</w:t>
      </w:r>
      <w:r>
        <w:tab/>
        <w:t>4.476e0</w:t>
      </w:r>
    </w:p>
    <w:p w:rsidR="00845324" w:rsidRDefault="00845324" w:rsidP="00845324">
      <w:r>
        <w:t>188.1556</w:t>
      </w:r>
      <w:r>
        <w:tab/>
        <w:t>1.171e0</w:t>
      </w:r>
    </w:p>
    <w:p w:rsidR="00845324" w:rsidRDefault="00845324" w:rsidP="00845324">
      <w:r>
        <w:t>188.1858</w:t>
      </w:r>
      <w:r>
        <w:tab/>
        <w:t>2.025e0</w:t>
      </w:r>
    </w:p>
    <w:p w:rsidR="00845324" w:rsidRDefault="00845324" w:rsidP="00845324">
      <w:r>
        <w:t>188.2074</w:t>
      </w:r>
      <w:r>
        <w:tab/>
        <w:t>2.025e0</w:t>
      </w:r>
    </w:p>
    <w:p w:rsidR="00845324" w:rsidRDefault="00845324" w:rsidP="00845324">
      <w:r>
        <w:t>188.2740</w:t>
      </w:r>
      <w:r>
        <w:tab/>
        <w:t>4.051e0</w:t>
      </w:r>
    </w:p>
    <w:p w:rsidR="00845324" w:rsidRDefault="00845324" w:rsidP="00845324">
      <w:r>
        <w:t>188.2972</w:t>
      </w:r>
      <w:r>
        <w:tab/>
        <w:t>2.025e0</w:t>
      </w:r>
    </w:p>
    <w:p w:rsidR="00845324" w:rsidRDefault="00845324" w:rsidP="00845324">
      <w:r>
        <w:t>188.3938</w:t>
      </w:r>
      <w:r>
        <w:tab/>
        <w:t>2.025e0</w:t>
      </w:r>
    </w:p>
    <w:p w:rsidR="00845324" w:rsidRDefault="00845324" w:rsidP="00845324">
      <w:r>
        <w:t>188.4308</w:t>
      </w:r>
      <w:r>
        <w:tab/>
        <w:t>3.038e0</w:t>
      </w:r>
    </w:p>
    <w:p w:rsidR="00845324" w:rsidRDefault="00845324" w:rsidP="00845324">
      <w:r>
        <w:t>188.4928</w:t>
      </w:r>
      <w:r>
        <w:tab/>
        <w:t>4.051e0</w:t>
      </w:r>
    </w:p>
    <w:p w:rsidR="00845324" w:rsidRDefault="00845324" w:rsidP="00845324">
      <w:r>
        <w:t>188.5543</w:t>
      </w:r>
      <w:r>
        <w:tab/>
        <w:t>2.025e0</w:t>
      </w:r>
    </w:p>
    <w:p w:rsidR="00845324" w:rsidRDefault="00845324" w:rsidP="00845324">
      <w:r>
        <w:t>188.5777</w:t>
      </w:r>
      <w:r>
        <w:tab/>
        <w:t>1.013e0</w:t>
      </w:r>
    </w:p>
    <w:p w:rsidR="00845324" w:rsidRDefault="00845324" w:rsidP="00845324">
      <w:r>
        <w:t>188.6123</w:t>
      </w:r>
      <w:r>
        <w:tab/>
        <w:t>2.025e0</w:t>
      </w:r>
    </w:p>
    <w:p w:rsidR="00845324" w:rsidRDefault="00845324" w:rsidP="00845324">
      <w:r>
        <w:t>188.6855</w:t>
      </w:r>
      <w:r>
        <w:tab/>
        <w:t>2.025e0</w:t>
      </w:r>
    </w:p>
    <w:p w:rsidR="00845324" w:rsidRDefault="00845324" w:rsidP="00845324">
      <w:r>
        <w:t>188.7107</w:t>
      </w:r>
      <w:r>
        <w:tab/>
        <w:t>2.025e0</w:t>
      </w:r>
    </w:p>
    <w:p w:rsidR="00845324" w:rsidRDefault="00845324" w:rsidP="00845324">
      <w:r>
        <w:t>188.7268</w:t>
      </w:r>
      <w:r>
        <w:tab/>
        <w:t>1.013e0</w:t>
      </w:r>
    </w:p>
    <w:p w:rsidR="00845324" w:rsidRDefault="00845324" w:rsidP="00845324">
      <w:r>
        <w:t>188.8186</w:t>
      </w:r>
      <w:r>
        <w:tab/>
        <w:t>1.013e0</w:t>
      </w:r>
    </w:p>
    <w:p w:rsidR="00845324" w:rsidRDefault="00845324" w:rsidP="00845324">
      <w:r>
        <w:t>188.8366</w:t>
      </w:r>
      <w:r>
        <w:tab/>
        <w:t>2.025e0</w:t>
      </w:r>
    </w:p>
    <w:p w:rsidR="00845324" w:rsidRDefault="00845324" w:rsidP="00845324">
      <w:r>
        <w:t>188.8604</w:t>
      </w:r>
      <w:r>
        <w:tab/>
        <w:t>2.025e0</w:t>
      </w:r>
    </w:p>
    <w:p w:rsidR="00845324" w:rsidRDefault="00845324" w:rsidP="00845324">
      <w:r>
        <w:lastRenderedPageBreak/>
        <w:t>188.9103</w:t>
      </w:r>
      <w:r>
        <w:tab/>
        <w:t>3.038e0</w:t>
      </w:r>
    </w:p>
    <w:p w:rsidR="00845324" w:rsidRDefault="00845324" w:rsidP="00845324">
      <w:r>
        <w:t>188.9445</w:t>
      </w:r>
      <w:r>
        <w:tab/>
        <w:t>3.038e0</w:t>
      </w:r>
    </w:p>
    <w:p w:rsidR="00845324" w:rsidRDefault="00845324" w:rsidP="00845324">
      <w:r>
        <w:t>188.9714</w:t>
      </w:r>
      <w:r>
        <w:tab/>
        <w:t>1.013e0</w:t>
      </w:r>
    </w:p>
    <w:p w:rsidR="00845324" w:rsidRDefault="00845324" w:rsidP="00845324">
      <w:r>
        <w:t>188.9964</w:t>
      </w:r>
      <w:r>
        <w:tab/>
        <w:t>3.038e0</w:t>
      </w:r>
    </w:p>
    <w:p w:rsidR="00845324" w:rsidRDefault="00845324" w:rsidP="00845324">
      <w:r>
        <w:t>189.0238</w:t>
      </w:r>
      <w:r>
        <w:tab/>
        <w:t>3.721e0</w:t>
      </w:r>
    </w:p>
    <w:p w:rsidR="00845324" w:rsidRDefault="00845324" w:rsidP="00845324">
      <w:r>
        <w:t>189.0573</w:t>
      </w:r>
      <w:r>
        <w:tab/>
        <w:t>2.584e0</w:t>
      </w:r>
    </w:p>
    <w:p w:rsidR="00845324" w:rsidRDefault="00845324" w:rsidP="00845324">
      <w:r>
        <w:t>189.0954</w:t>
      </w:r>
      <w:r>
        <w:tab/>
        <w:t>5.458e0</w:t>
      </w:r>
    </w:p>
    <w:p w:rsidR="00845324" w:rsidRDefault="00845324" w:rsidP="00845324">
      <w:r>
        <w:t>189.1614</w:t>
      </w:r>
      <w:r>
        <w:tab/>
        <w:t>4.494e0</w:t>
      </w:r>
    </w:p>
    <w:p w:rsidR="00845324" w:rsidRDefault="00845324" w:rsidP="00845324">
      <w:r>
        <w:t>189.2054</w:t>
      </w:r>
      <w:r>
        <w:tab/>
        <w:t>1.013e0</w:t>
      </w:r>
    </w:p>
    <w:p w:rsidR="00845324" w:rsidRDefault="00845324" w:rsidP="00845324">
      <w:r>
        <w:t>189.2405</w:t>
      </w:r>
      <w:r>
        <w:tab/>
        <w:t>3.038e0</w:t>
      </w:r>
    </w:p>
    <w:p w:rsidR="00845324" w:rsidRDefault="00845324" w:rsidP="00845324">
      <w:r>
        <w:t>189.3225</w:t>
      </w:r>
      <w:r>
        <w:tab/>
        <w:t>5.063e0</w:t>
      </w:r>
    </w:p>
    <w:p w:rsidR="00845324" w:rsidRDefault="00845324" w:rsidP="00845324">
      <w:r>
        <w:t>189.3910</w:t>
      </w:r>
      <w:r>
        <w:tab/>
        <w:t>3.038e0</w:t>
      </w:r>
    </w:p>
    <w:p w:rsidR="00845324" w:rsidRDefault="00845324" w:rsidP="00845324">
      <w:r>
        <w:t>189.4358</w:t>
      </w:r>
      <w:r>
        <w:tab/>
        <w:t>1.013e0</w:t>
      </w:r>
    </w:p>
    <w:p w:rsidR="00845324" w:rsidRDefault="00845324" w:rsidP="00845324">
      <w:r>
        <w:t>189.4799</w:t>
      </w:r>
      <w:r>
        <w:tab/>
        <w:t>3.038e0</w:t>
      </w:r>
    </w:p>
    <w:p w:rsidR="00845324" w:rsidRDefault="00845324" w:rsidP="00845324">
      <w:r>
        <w:t>189.5072</w:t>
      </w:r>
      <w:r>
        <w:tab/>
        <w:t>3.038e0</w:t>
      </w:r>
    </w:p>
    <w:p w:rsidR="00845324" w:rsidRDefault="00845324" w:rsidP="00845324">
      <w:r>
        <w:t>189.5492</w:t>
      </w:r>
      <w:r>
        <w:tab/>
        <w:t>4.051e0</w:t>
      </w:r>
    </w:p>
    <w:p w:rsidR="00845324" w:rsidRDefault="00845324" w:rsidP="00845324">
      <w:r>
        <w:t>189.5750</w:t>
      </w:r>
      <w:r>
        <w:tab/>
        <w:t>2.025e0</w:t>
      </w:r>
    </w:p>
    <w:p w:rsidR="00845324" w:rsidRDefault="00845324" w:rsidP="00845324">
      <w:r>
        <w:t>189.6104</w:t>
      </w:r>
      <w:r>
        <w:tab/>
        <w:t>2.025e0</w:t>
      </w:r>
    </w:p>
    <w:p w:rsidR="00845324" w:rsidRDefault="00845324" w:rsidP="00845324">
      <w:r>
        <w:t>189.6321</w:t>
      </w:r>
      <w:r>
        <w:tab/>
        <w:t>2.025e0</w:t>
      </w:r>
    </w:p>
    <w:p w:rsidR="00845324" w:rsidRDefault="00845324" w:rsidP="00845324">
      <w:r>
        <w:lastRenderedPageBreak/>
        <w:t>189.6806</w:t>
      </w:r>
      <w:r>
        <w:tab/>
        <w:t>1.013e0</w:t>
      </w:r>
    </w:p>
    <w:p w:rsidR="00845324" w:rsidRDefault="00845324" w:rsidP="00845324">
      <w:r>
        <w:t>189.7070</w:t>
      </w:r>
      <w:r>
        <w:tab/>
        <w:t>1.013e0</w:t>
      </w:r>
    </w:p>
    <w:p w:rsidR="00845324" w:rsidRDefault="00845324" w:rsidP="00845324">
      <w:r>
        <w:t>189.7294</w:t>
      </w:r>
      <w:r>
        <w:tab/>
        <w:t>1.013e0</w:t>
      </w:r>
    </w:p>
    <w:p w:rsidR="00845324" w:rsidRDefault="00845324" w:rsidP="00845324">
      <w:r>
        <w:t>189.7545</w:t>
      </w:r>
      <w:r>
        <w:tab/>
        <w:t>1.013e0</w:t>
      </w:r>
    </w:p>
    <w:p w:rsidR="00845324" w:rsidRDefault="00845324" w:rsidP="00845324">
      <w:r>
        <w:t>189.7798</w:t>
      </w:r>
      <w:r>
        <w:tab/>
        <w:t>1.013e0</w:t>
      </w:r>
    </w:p>
    <w:p w:rsidR="00845324" w:rsidRDefault="00845324" w:rsidP="00845324">
      <w:r>
        <w:t>189.8204</w:t>
      </w:r>
      <w:r>
        <w:tab/>
        <w:t>1.013e0</w:t>
      </w:r>
    </w:p>
    <w:p w:rsidR="00845324" w:rsidRDefault="00845324" w:rsidP="00845324">
      <w:r>
        <w:t>189.8429</w:t>
      </w:r>
      <w:r>
        <w:tab/>
        <w:t>1.013e0</w:t>
      </w:r>
    </w:p>
    <w:p w:rsidR="00845324" w:rsidRDefault="00845324" w:rsidP="00845324">
      <w:r>
        <w:t>189.9302</w:t>
      </w:r>
      <w:r>
        <w:tab/>
        <w:t>4.130e0</w:t>
      </w:r>
    </w:p>
    <w:p w:rsidR="00845324" w:rsidRDefault="00845324" w:rsidP="00845324">
      <w:r>
        <w:t>189.9825</w:t>
      </w:r>
      <w:r>
        <w:tab/>
        <w:t>3.038e0</w:t>
      </w:r>
    </w:p>
    <w:p w:rsidR="00845324" w:rsidRDefault="00845324" w:rsidP="00845324">
      <w:r>
        <w:t>190.0266</w:t>
      </w:r>
      <w:r>
        <w:tab/>
        <w:t>1.071e1</w:t>
      </w:r>
    </w:p>
    <w:p w:rsidR="00845324" w:rsidRDefault="00845324" w:rsidP="00845324">
      <w:r>
        <w:t>190.0790</w:t>
      </w:r>
      <w:r>
        <w:tab/>
        <w:t>1.735e0</w:t>
      </w:r>
    </w:p>
    <w:p w:rsidR="00845324" w:rsidRDefault="00845324" w:rsidP="00845324">
      <w:r>
        <w:t>190.1009</w:t>
      </w:r>
      <w:r>
        <w:tab/>
        <w:t>2.409e0</w:t>
      </w:r>
    </w:p>
    <w:p w:rsidR="00845324" w:rsidRDefault="00845324" w:rsidP="00845324">
      <w:r>
        <w:t>190.1413</w:t>
      </w:r>
      <w:r>
        <w:tab/>
        <w:t>4.649e0</w:t>
      </w:r>
    </w:p>
    <w:p w:rsidR="00845324" w:rsidRDefault="00845324" w:rsidP="00845324">
      <w:r>
        <w:t>190.1854</w:t>
      </w:r>
      <w:r>
        <w:tab/>
        <w:t>3.038e0</w:t>
      </w:r>
    </w:p>
    <w:p w:rsidR="00845324" w:rsidRDefault="00845324" w:rsidP="00845324">
      <w:r>
        <w:t>190.2707</w:t>
      </w:r>
      <w:r>
        <w:tab/>
        <w:t>1.013e0</w:t>
      </w:r>
    </w:p>
    <w:p w:rsidR="00845324" w:rsidRDefault="00845324" w:rsidP="00845324">
      <w:r>
        <w:t>190.3079</w:t>
      </w:r>
      <w:r>
        <w:tab/>
        <w:t>1.013e0</w:t>
      </w:r>
    </w:p>
    <w:p w:rsidR="00845324" w:rsidRDefault="00845324" w:rsidP="00845324">
      <w:r>
        <w:t>190.3524</w:t>
      </w:r>
      <w:r>
        <w:tab/>
        <w:t>4.051e0</w:t>
      </w:r>
    </w:p>
    <w:p w:rsidR="00845324" w:rsidRDefault="00845324" w:rsidP="00845324">
      <w:r>
        <w:t>190.4072</w:t>
      </w:r>
      <w:r>
        <w:tab/>
        <w:t>1.013e0</w:t>
      </w:r>
    </w:p>
    <w:p w:rsidR="00845324" w:rsidRDefault="00845324" w:rsidP="00845324">
      <w:r>
        <w:t>190.4279</w:t>
      </w:r>
      <w:r>
        <w:tab/>
        <w:t>3.038e0</w:t>
      </w:r>
    </w:p>
    <w:p w:rsidR="00845324" w:rsidRDefault="00845324" w:rsidP="00845324">
      <w:r>
        <w:lastRenderedPageBreak/>
        <w:t>190.4612</w:t>
      </w:r>
      <w:r>
        <w:tab/>
        <w:t>1.013e0</w:t>
      </w:r>
    </w:p>
    <w:p w:rsidR="00845324" w:rsidRDefault="00845324" w:rsidP="00845324">
      <w:r>
        <w:t>190.5334</w:t>
      </w:r>
      <w:r>
        <w:tab/>
        <w:t>2.025e0</w:t>
      </w:r>
    </w:p>
    <w:p w:rsidR="00845324" w:rsidRDefault="00845324" w:rsidP="00845324">
      <w:r>
        <w:t>190.5749</w:t>
      </w:r>
      <w:r>
        <w:tab/>
        <w:t>1.013e0</w:t>
      </w:r>
    </w:p>
    <w:p w:rsidR="00845324" w:rsidRDefault="00845324" w:rsidP="00845324">
      <w:r>
        <w:t>190.6006</w:t>
      </w:r>
      <w:r>
        <w:tab/>
        <w:t>1.013e0</w:t>
      </w:r>
    </w:p>
    <w:p w:rsidR="00845324" w:rsidRDefault="00845324" w:rsidP="00845324">
      <w:r>
        <w:t>190.6233</w:t>
      </w:r>
      <w:r>
        <w:tab/>
        <w:t>1.013e0</w:t>
      </w:r>
    </w:p>
    <w:p w:rsidR="00845324" w:rsidRDefault="00845324" w:rsidP="00845324">
      <w:r>
        <w:t>190.7258</w:t>
      </w:r>
      <w:r>
        <w:tab/>
        <w:t>1.013e0</w:t>
      </w:r>
    </w:p>
    <w:p w:rsidR="00845324" w:rsidRDefault="00845324" w:rsidP="00845324">
      <w:r>
        <w:t>190.8602</w:t>
      </w:r>
      <w:r>
        <w:tab/>
        <w:t>3.038e0</w:t>
      </w:r>
    </w:p>
    <w:p w:rsidR="00845324" w:rsidRDefault="00845324" w:rsidP="00845324">
      <w:r>
        <w:t>190.8870</w:t>
      </w:r>
      <w:r>
        <w:tab/>
        <w:t>1.013e0</w:t>
      </w:r>
    </w:p>
    <w:p w:rsidR="00845324" w:rsidRDefault="00845324" w:rsidP="00845324">
      <w:r>
        <w:t>190.9611</w:t>
      </w:r>
      <w:r>
        <w:tab/>
        <w:t>1.013e0</w:t>
      </w:r>
    </w:p>
    <w:p w:rsidR="00845324" w:rsidRDefault="00845324" w:rsidP="00845324">
      <w:r>
        <w:t>190.9972</w:t>
      </w:r>
      <w:r>
        <w:tab/>
        <w:t>2.025e0</w:t>
      </w:r>
    </w:p>
    <w:p w:rsidR="00845324" w:rsidRDefault="00845324" w:rsidP="00845324">
      <w:r>
        <w:t>191.1023</w:t>
      </w:r>
      <w:r>
        <w:tab/>
        <w:t>4.992e0</w:t>
      </w:r>
    </w:p>
    <w:p w:rsidR="00845324" w:rsidRDefault="00845324" w:rsidP="00845324">
      <w:r>
        <w:t>191.2139</w:t>
      </w:r>
      <w:r>
        <w:tab/>
        <w:t>2.025e0</w:t>
      </w:r>
    </w:p>
    <w:p w:rsidR="00845324" w:rsidRDefault="00845324" w:rsidP="00845324">
      <w:r>
        <w:t>191.2426</w:t>
      </w:r>
      <w:r>
        <w:tab/>
        <w:t>1.013e0</w:t>
      </w:r>
    </w:p>
    <w:p w:rsidR="00845324" w:rsidRDefault="00845324" w:rsidP="00845324">
      <w:r>
        <w:t>191.3421</w:t>
      </w:r>
      <w:r>
        <w:tab/>
        <w:t>1.013e0</w:t>
      </w:r>
    </w:p>
    <w:p w:rsidR="00845324" w:rsidRDefault="00845324" w:rsidP="00845324">
      <w:r>
        <w:t>191.3820</w:t>
      </w:r>
      <w:r>
        <w:tab/>
        <w:t>3.038e0</w:t>
      </w:r>
    </w:p>
    <w:p w:rsidR="00845324" w:rsidRDefault="00845324" w:rsidP="00845324">
      <w:r>
        <w:t>191.4125</w:t>
      </w:r>
      <w:r>
        <w:tab/>
        <w:t>2.025e0</w:t>
      </w:r>
    </w:p>
    <w:p w:rsidR="00845324" w:rsidRDefault="00845324" w:rsidP="00845324">
      <w:r>
        <w:t>191.4469</w:t>
      </w:r>
      <w:r>
        <w:tab/>
        <w:t>3.038e0</w:t>
      </w:r>
    </w:p>
    <w:p w:rsidR="00845324" w:rsidRDefault="00845324" w:rsidP="00845324">
      <w:r>
        <w:t>191.4975</w:t>
      </w:r>
      <w:r>
        <w:tab/>
        <w:t>1.013e0</w:t>
      </w:r>
    </w:p>
    <w:p w:rsidR="00845324" w:rsidRDefault="00845324" w:rsidP="00845324">
      <w:r>
        <w:t>191.5481</w:t>
      </w:r>
      <w:r>
        <w:tab/>
        <w:t>1.013e0</w:t>
      </w:r>
    </w:p>
    <w:p w:rsidR="00845324" w:rsidRDefault="00845324" w:rsidP="00845324">
      <w:r>
        <w:lastRenderedPageBreak/>
        <w:t>191.6113</w:t>
      </w:r>
      <w:r>
        <w:tab/>
        <w:t>1.013e0</w:t>
      </w:r>
    </w:p>
    <w:p w:rsidR="00845324" w:rsidRDefault="00845324" w:rsidP="00845324">
      <w:r>
        <w:t>191.6475</w:t>
      </w:r>
      <w:r>
        <w:tab/>
        <w:t>2.025e0</w:t>
      </w:r>
    </w:p>
    <w:p w:rsidR="00845324" w:rsidRDefault="00845324" w:rsidP="00845324">
      <w:r>
        <w:t>191.6802</w:t>
      </w:r>
      <w:r>
        <w:tab/>
        <w:t>3.038e0</w:t>
      </w:r>
    </w:p>
    <w:p w:rsidR="00845324" w:rsidRDefault="00845324" w:rsidP="00845324">
      <w:r>
        <w:t>191.7108</w:t>
      </w:r>
      <w:r>
        <w:tab/>
        <w:t>1.013e0</w:t>
      </w:r>
    </w:p>
    <w:p w:rsidR="00845324" w:rsidRDefault="00845324" w:rsidP="00845324">
      <w:r>
        <w:t>191.7433</w:t>
      </w:r>
      <w:r>
        <w:tab/>
        <w:t>1.013e0</w:t>
      </w:r>
    </w:p>
    <w:p w:rsidR="00845324" w:rsidRDefault="00845324" w:rsidP="00845324">
      <w:r>
        <w:t>191.8608</w:t>
      </w:r>
      <w:r>
        <w:tab/>
        <w:t>1.013e0</w:t>
      </w:r>
    </w:p>
    <w:p w:rsidR="00845324" w:rsidRDefault="00845324" w:rsidP="00845324">
      <w:r>
        <w:t>191.9115</w:t>
      </w:r>
      <w:r>
        <w:tab/>
        <w:t>2.298e0</w:t>
      </w:r>
    </w:p>
    <w:p w:rsidR="00845324" w:rsidRDefault="00845324" w:rsidP="00845324">
      <w:r>
        <w:t>191.9367</w:t>
      </w:r>
      <w:r>
        <w:tab/>
        <w:t>2.025e0</w:t>
      </w:r>
    </w:p>
    <w:p w:rsidR="00845324" w:rsidRDefault="00845324" w:rsidP="00845324">
      <w:r>
        <w:t>192.0327</w:t>
      </w:r>
      <w:r>
        <w:tab/>
        <w:t>1.790e0</w:t>
      </w:r>
    </w:p>
    <w:p w:rsidR="00845324" w:rsidRDefault="00845324" w:rsidP="00845324">
      <w:r>
        <w:t>192.0666</w:t>
      </w:r>
      <w:r>
        <w:tab/>
        <w:t>1.966e1</w:t>
      </w:r>
    </w:p>
    <w:p w:rsidR="00845324" w:rsidRDefault="00845324" w:rsidP="00845324">
      <w:r>
        <w:t>192.1202</w:t>
      </w:r>
      <w:r>
        <w:tab/>
        <w:t>3.179e0</w:t>
      </w:r>
    </w:p>
    <w:p w:rsidR="00845324" w:rsidRDefault="00845324" w:rsidP="00845324">
      <w:r>
        <w:t>192.1719</w:t>
      </w:r>
      <w:r>
        <w:tab/>
        <w:t>4.051e0</w:t>
      </w:r>
    </w:p>
    <w:p w:rsidR="00845324" w:rsidRDefault="00845324" w:rsidP="00845324">
      <w:r>
        <w:t>192.2047</w:t>
      </w:r>
      <w:r>
        <w:tab/>
        <w:t>3.038e0</w:t>
      </w:r>
    </w:p>
    <w:p w:rsidR="00845324" w:rsidRDefault="00845324" w:rsidP="00845324">
      <w:r>
        <w:t>192.2262</w:t>
      </w:r>
      <w:r>
        <w:tab/>
        <w:t>2.025e0</w:t>
      </w:r>
    </w:p>
    <w:p w:rsidR="00845324" w:rsidRDefault="00845324" w:rsidP="00845324">
      <w:r>
        <w:t>192.2732</w:t>
      </w:r>
      <w:r>
        <w:tab/>
        <w:t>2.025e0</w:t>
      </w:r>
    </w:p>
    <w:p w:rsidR="00845324" w:rsidRDefault="00845324" w:rsidP="00845324">
      <w:r>
        <w:t>192.3401</w:t>
      </w:r>
      <w:r>
        <w:tab/>
        <w:t>1.013e0</w:t>
      </w:r>
    </w:p>
    <w:p w:rsidR="00845324" w:rsidRDefault="00845324" w:rsidP="00845324">
      <w:r>
        <w:t>192.3636</w:t>
      </w:r>
      <w:r>
        <w:tab/>
        <w:t>2.025e0</w:t>
      </w:r>
    </w:p>
    <w:p w:rsidR="00845324" w:rsidRDefault="00845324" w:rsidP="00845324">
      <w:r>
        <w:t>192.3999</w:t>
      </w:r>
      <w:r>
        <w:tab/>
        <w:t>3.038e0</w:t>
      </w:r>
    </w:p>
    <w:p w:rsidR="00845324" w:rsidRDefault="00845324" w:rsidP="00845324">
      <w:r>
        <w:t>192.4252</w:t>
      </w:r>
      <w:r>
        <w:tab/>
        <w:t>1.013e0</w:t>
      </w:r>
    </w:p>
    <w:p w:rsidR="00845324" w:rsidRDefault="00845324" w:rsidP="00845324">
      <w:r>
        <w:lastRenderedPageBreak/>
        <w:t>192.4759</w:t>
      </w:r>
      <w:r>
        <w:tab/>
        <w:t>1.013e0</w:t>
      </w:r>
    </w:p>
    <w:p w:rsidR="00845324" w:rsidRDefault="00845324" w:rsidP="00845324">
      <w:r>
        <w:t>192.5223</w:t>
      </w:r>
      <w:r>
        <w:tab/>
        <w:t>2.025e0</w:t>
      </w:r>
    </w:p>
    <w:p w:rsidR="00845324" w:rsidRDefault="00845324" w:rsidP="00845324">
      <w:r>
        <w:t>192.5845</w:t>
      </w:r>
      <w:r>
        <w:tab/>
        <w:t>2.025e0</w:t>
      </w:r>
    </w:p>
    <w:p w:rsidR="00845324" w:rsidRDefault="00845324" w:rsidP="00845324">
      <w:r>
        <w:t>192.6089</w:t>
      </w:r>
      <w:r>
        <w:tab/>
        <w:t>1.118e0</w:t>
      </w:r>
    </w:p>
    <w:p w:rsidR="00845324" w:rsidRDefault="00845324" w:rsidP="00845324">
      <w:r>
        <w:t>192.6786</w:t>
      </w:r>
      <w:r>
        <w:tab/>
        <w:t>1.013e0</w:t>
      </w:r>
    </w:p>
    <w:p w:rsidR="00845324" w:rsidRDefault="00845324" w:rsidP="00845324">
      <w:r>
        <w:t>192.7046</w:t>
      </w:r>
      <w:r>
        <w:tab/>
        <w:t>1.013e0</w:t>
      </w:r>
    </w:p>
    <w:p w:rsidR="00845324" w:rsidRDefault="00845324" w:rsidP="00845324">
      <w:r>
        <w:t>192.7366</w:t>
      </w:r>
      <w:r>
        <w:tab/>
        <w:t>2.025e0</w:t>
      </w:r>
    </w:p>
    <w:p w:rsidR="00845324" w:rsidRDefault="00845324" w:rsidP="00845324">
      <w:r>
        <w:t>192.7949</w:t>
      </w:r>
      <w:r>
        <w:tab/>
        <w:t>2.025e0</w:t>
      </w:r>
    </w:p>
    <w:p w:rsidR="00845324" w:rsidRDefault="00845324" w:rsidP="00845324">
      <w:r>
        <w:t>192.8380</w:t>
      </w:r>
      <w:r>
        <w:tab/>
        <w:t>1.013e0</w:t>
      </w:r>
    </w:p>
    <w:p w:rsidR="00845324" w:rsidRDefault="00845324" w:rsidP="00845324">
      <w:r>
        <w:t>192.8634</w:t>
      </w:r>
      <w:r>
        <w:tab/>
        <w:t>1.013e0</w:t>
      </w:r>
    </w:p>
    <w:p w:rsidR="00845324" w:rsidRDefault="00845324" w:rsidP="00845324">
      <w:r>
        <w:t>192.8960</w:t>
      </w:r>
      <w:r>
        <w:tab/>
        <w:t>3.038e0</w:t>
      </w:r>
    </w:p>
    <w:p w:rsidR="00845324" w:rsidRDefault="00845324" w:rsidP="00845324">
      <w:r>
        <w:t>192.9557</w:t>
      </w:r>
      <w:r>
        <w:tab/>
        <w:t>1.013e0</w:t>
      </w:r>
    </w:p>
    <w:p w:rsidR="00845324" w:rsidRDefault="00845324" w:rsidP="00845324">
      <w:r>
        <w:t>192.9847</w:t>
      </w:r>
      <w:r>
        <w:tab/>
        <w:t>1.013e0</w:t>
      </w:r>
    </w:p>
    <w:p w:rsidR="00845324" w:rsidRDefault="00845324" w:rsidP="00845324">
      <w:r>
        <w:t>193.0150</w:t>
      </w:r>
      <w:r>
        <w:tab/>
        <w:t>1.013e0</w:t>
      </w:r>
    </w:p>
    <w:p w:rsidR="00845324" w:rsidRDefault="00845324" w:rsidP="00845324">
      <w:r>
        <w:t>193.0446</w:t>
      </w:r>
      <w:r>
        <w:tab/>
        <w:t>4.051e0</w:t>
      </w:r>
    </w:p>
    <w:p w:rsidR="00845324" w:rsidRDefault="00845324" w:rsidP="00845324">
      <w:r>
        <w:t>193.0897</w:t>
      </w:r>
      <w:r>
        <w:tab/>
        <w:t>5.616e0</w:t>
      </w:r>
    </w:p>
    <w:p w:rsidR="00845324" w:rsidRDefault="00845324" w:rsidP="00845324">
      <w:r>
        <w:t>193.1172</w:t>
      </w:r>
      <w:r>
        <w:tab/>
        <w:t>5.429e0</w:t>
      </w:r>
    </w:p>
    <w:p w:rsidR="00845324" w:rsidRDefault="00845324" w:rsidP="00845324">
      <w:r>
        <w:t>193.1686</w:t>
      </w:r>
      <w:r>
        <w:tab/>
        <w:t>3.150e0</w:t>
      </w:r>
    </w:p>
    <w:p w:rsidR="00845324" w:rsidRDefault="00845324" w:rsidP="00845324">
      <w:r>
        <w:t>193.1991</w:t>
      </w:r>
      <w:r>
        <w:tab/>
        <w:t>1.013e0</w:t>
      </w:r>
    </w:p>
    <w:p w:rsidR="00845324" w:rsidRDefault="00845324" w:rsidP="00845324">
      <w:r>
        <w:lastRenderedPageBreak/>
        <w:t>193.2693</w:t>
      </w:r>
      <w:r>
        <w:tab/>
        <w:t>1.013e0</w:t>
      </w:r>
    </w:p>
    <w:p w:rsidR="00845324" w:rsidRDefault="00845324" w:rsidP="00845324">
      <w:r>
        <w:t>193.3066</w:t>
      </w:r>
      <w:r>
        <w:tab/>
        <w:t>1.013e0</w:t>
      </w:r>
    </w:p>
    <w:p w:rsidR="00845324" w:rsidRDefault="00845324" w:rsidP="00845324">
      <w:r>
        <w:t>193.3508</w:t>
      </w:r>
      <w:r>
        <w:tab/>
        <w:t>2.025e0</w:t>
      </w:r>
    </w:p>
    <w:p w:rsidR="00845324" w:rsidRDefault="00845324" w:rsidP="00845324">
      <w:r>
        <w:t>193.4614</w:t>
      </w:r>
      <w:r>
        <w:tab/>
        <w:t>2.025e0</w:t>
      </w:r>
    </w:p>
    <w:p w:rsidR="00845324" w:rsidRDefault="00845324" w:rsidP="00845324">
      <w:r>
        <w:t>193.4948</w:t>
      </w:r>
      <w:r>
        <w:tab/>
        <w:t>1.013e0</w:t>
      </w:r>
    </w:p>
    <w:p w:rsidR="00845324" w:rsidRDefault="00845324" w:rsidP="00845324">
      <w:r>
        <w:t>193.5212</w:t>
      </w:r>
      <w:r>
        <w:tab/>
        <w:t>1.013e0</w:t>
      </w:r>
    </w:p>
    <w:p w:rsidR="00845324" w:rsidRDefault="00845324" w:rsidP="00845324">
      <w:r>
        <w:t>193.5521</w:t>
      </w:r>
      <w:r>
        <w:tab/>
        <w:t>3.038e0</w:t>
      </w:r>
    </w:p>
    <w:p w:rsidR="00845324" w:rsidRDefault="00845324" w:rsidP="00845324">
      <w:r>
        <w:t>193.5833</w:t>
      </w:r>
      <w:r>
        <w:tab/>
        <w:t>1.013e0</w:t>
      </w:r>
    </w:p>
    <w:p w:rsidR="00845324" w:rsidRDefault="00845324" w:rsidP="00845324">
      <w:r>
        <w:t>193.6246</w:t>
      </w:r>
      <w:r>
        <w:tab/>
        <w:t>1.013e0</w:t>
      </w:r>
    </w:p>
    <w:p w:rsidR="00845324" w:rsidRDefault="00845324" w:rsidP="00845324">
      <w:r>
        <w:t>193.6948</w:t>
      </w:r>
      <w:r>
        <w:tab/>
        <w:t>1.013e0</w:t>
      </w:r>
    </w:p>
    <w:p w:rsidR="00845324" w:rsidRDefault="00845324" w:rsidP="00845324">
      <w:r>
        <w:t>193.7405</w:t>
      </w:r>
      <w:r>
        <w:tab/>
        <w:t>3.038e0</w:t>
      </w:r>
    </w:p>
    <w:p w:rsidR="00845324" w:rsidRDefault="00845324" w:rsidP="00845324">
      <w:r>
        <w:t>193.7794</w:t>
      </w:r>
      <w:r>
        <w:tab/>
        <w:t>1.013e0</w:t>
      </w:r>
    </w:p>
    <w:p w:rsidR="00845324" w:rsidRDefault="00845324" w:rsidP="00845324">
      <w:r>
        <w:t>193.8241</w:t>
      </w:r>
      <w:r>
        <w:tab/>
        <w:t>1.013e0</w:t>
      </w:r>
    </w:p>
    <w:p w:rsidR="00845324" w:rsidRDefault="00845324" w:rsidP="00845324">
      <w:r>
        <w:t>193.8851</w:t>
      </w:r>
      <w:r>
        <w:tab/>
        <w:t>2.025e0</w:t>
      </w:r>
    </w:p>
    <w:p w:rsidR="00845324" w:rsidRDefault="00845324" w:rsidP="00845324">
      <w:r>
        <w:t>193.9203</w:t>
      </w:r>
      <w:r>
        <w:tab/>
        <w:t>1.013e0</w:t>
      </w:r>
    </w:p>
    <w:p w:rsidR="00845324" w:rsidRDefault="00845324" w:rsidP="00845324">
      <w:r>
        <w:t>194.0034</w:t>
      </w:r>
      <w:r>
        <w:tab/>
        <w:t>6.076e0</w:t>
      </w:r>
    </w:p>
    <w:p w:rsidR="00845324" w:rsidRDefault="00845324" w:rsidP="00845324">
      <w:r>
        <w:t>194.0419</w:t>
      </w:r>
      <w:r>
        <w:tab/>
        <w:t>1.013e0</w:t>
      </w:r>
    </w:p>
    <w:p w:rsidR="00845324" w:rsidRDefault="00845324" w:rsidP="00845324">
      <w:r>
        <w:t>194.0663</w:t>
      </w:r>
      <w:r>
        <w:tab/>
        <w:t>1.760e0</w:t>
      </w:r>
    </w:p>
    <w:p w:rsidR="00845324" w:rsidRDefault="00845324" w:rsidP="00845324">
      <w:r>
        <w:t>194.0927</w:t>
      </w:r>
      <w:r>
        <w:tab/>
        <w:t>2.597e0</w:t>
      </w:r>
    </w:p>
    <w:p w:rsidR="00845324" w:rsidRDefault="00845324" w:rsidP="00845324">
      <w:r>
        <w:lastRenderedPageBreak/>
        <w:t>194.1144</w:t>
      </w:r>
      <w:r>
        <w:tab/>
        <w:t>4.795e0</w:t>
      </w:r>
    </w:p>
    <w:p w:rsidR="00845324" w:rsidRDefault="00845324" w:rsidP="00845324">
      <w:r>
        <w:t>194.1624</w:t>
      </w:r>
      <w:r>
        <w:tab/>
        <w:t>4.047e0</w:t>
      </w:r>
    </w:p>
    <w:p w:rsidR="00845324" w:rsidRDefault="00845324" w:rsidP="00845324">
      <w:r>
        <w:t>194.2016</w:t>
      </w:r>
      <w:r>
        <w:tab/>
        <w:t>1.013e0</w:t>
      </w:r>
    </w:p>
    <w:p w:rsidR="00845324" w:rsidRDefault="00845324" w:rsidP="00845324">
      <w:r>
        <w:t>194.3160</w:t>
      </w:r>
      <w:r>
        <w:tab/>
        <w:t>1.013e0</w:t>
      </w:r>
    </w:p>
    <w:p w:rsidR="00845324" w:rsidRDefault="00845324" w:rsidP="00845324">
      <w:r>
        <w:t>194.3462</w:t>
      </w:r>
      <w:r>
        <w:tab/>
        <w:t>2.025e0</w:t>
      </w:r>
    </w:p>
    <w:p w:rsidR="00845324" w:rsidRDefault="00845324" w:rsidP="00845324">
      <w:r>
        <w:t>194.4923</w:t>
      </w:r>
      <w:r>
        <w:tab/>
        <w:t>3.038e0</w:t>
      </w:r>
    </w:p>
    <w:p w:rsidR="00845324" w:rsidRDefault="00845324" w:rsidP="00845324">
      <w:r>
        <w:t>194.5311</w:t>
      </w:r>
      <w:r>
        <w:tab/>
        <w:t>2.025e0</w:t>
      </w:r>
    </w:p>
    <w:p w:rsidR="00845324" w:rsidRDefault="00845324" w:rsidP="00845324">
      <w:r>
        <w:t>194.5630</w:t>
      </w:r>
      <w:r>
        <w:tab/>
        <w:t>2.025e0</w:t>
      </w:r>
    </w:p>
    <w:p w:rsidR="00845324" w:rsidRDefault="00845324" w:rsidP="00845324">
      <w:r>
        <w:t>194.6312</w:t>
      </w:r>
      <w:r>
        <w:tab/>
        <w:t>3.038e0</w:t>
      </w:r>
    </w:p>
    <w:p w:rsidR="00845324" w:rsidRDefault="00845324" w:rsidP="00845324">
      <w:r>
        <w:t>194.6647</w:t>
      </w:r>
      <w:r>
        <w:tab/>
        <w:t>1.013e0</w:t>
      </w:r>
    </w:p>
    <w:p w:rsidR="00845324" w:rsidRDefault="00845324" w:rsidP="00845324">
      <w:r>
        <w:t>194.7047</w:t>
      </w:r>
      <w:r>
        <w:tab/>
        <w:t>2.025e0</w:t>
      </w:r>
    </w:p>
    <w:p w:rsidR="00845324" w:rsidRDefault="00845324" w:rsidP="00845324">
      <w:r>
        <w:t>194.7846</w:t>
      </w:r>
      <w:r>
        <w:tab/>
        <w:t>2.025e0</w:t>
      </w:r>
    </w:p>
    <w:p w:rsidR="00845324" w:rsidRDefault="00845324" w:rsidP="00845324">
      <w:r>
        <w:t>194.8902</w:t>
      </w:r>
      <w:r>
        <w:tab/>
        <w:t>1.013e0</w:t>
      </w:r>
    </w:p>
    <w:p w:rsidR="00845324" w:rsidRDefault="00845324" w:rsidP="00845324">
      <w:r>
        <w:t>194.9227</w:t>
      </w:r>
      <w:r>
        <w:tab/>
        <w:t>2.025e0</w:t>
      </w:r>
    </w:p>
    <w:p w:rsidR="00845324" w:rsidRDefault="00845324" w:rsidP="00845324">
      <w:r>
        <w:t>194.9482</w:t>
      </w:r>
      <w:r>
        <w:tab/>
        <w:t>2.025e0</w:t>
      </w:r>
    </w:p>
    <w:p w:rsidR="00845324" w:rsidRDefault="00845324" w:rsidP="00845324">
      <w:r>
        <w:t>195.0229</w:t>
      </w:r>
      <w:r>
        <w:tab/>
        <w:t>1.790e0</w:t>
      </w:r>
    </w:p>
    <w:p w:rsidR="00845324" w:rsidRDefault="00845324" w:rsidP="00845324">
      <w:r>
        <w:t>195.0399</w:t>
      </w:r>
      <w:r>
        <w:tab/>
        <w:t>2.755e0</w:t>
      </w:r>
    </w:p>
    <w:p w:rsidR="00845324" w:rsidRDefault="00845324" w:rsidP="00845324">
      <w:r>
        <w:t>195.0697</w:t>
      </w:r>
      <w:r>
        <w:tab/>
        <w:t>2.701e0</w:t>
      </w:r>
    </w:p>
    <w:p w:rsidR="00845324" w:rsidRDefault="00845324" w:rsidP="00845324">
      <w:r>
        <w:t>195.1242</w:t>
      </w:r>
      <w:r>
        <w:tab/>
        <w:t>1.980e1</w:t>
      </w:r>
    </w:p>
    <w:p w:rsidR="00845324" w:rsidRDefault="00845324" w:rsidP="00845324">
      <w:r>
        <w:lastRenderedPageBreak/>
        <w:t>195.1689</w:t>
      </w:r>
      <w:r>
        <w:tab/>
        <w:t>2.753e0</w:t>
      </w:r>
    </w:p>
    <w:p w:rsidR="00845324" w:rsidRDefault="00845324" w:rsidP="00845324">
      <w:r>
        <w:t>195.2191</w:t>
      </w:r>
      <w:r>
        <w:tab/>
        <w:t>2.025e0</w:t>
      </w:r>
    </w:p>
    <w:p w:rsidR="00845324" w:rsidRDefault="00845324" w:rsidP="00845324">
      <w:r>
        <w:t>195.2772</w:t>
      </w:r>
      <w:r>
        <w:tab/>
        <w:t>1.013e0</w:t>
      </w:r>
    </w:p>
    <w:p w:rsidR="00845324" w:rsidRDefault="00845324" w:rsidP="00845324">
      <w:r>
        <w:t>195.3113</w:t>
      </w:r>
      <w:r>
        <w:tab/>
        <w:t>3.038e0</w:t>
      </w:r>
    </w:p>
    <w:p w:rsidR="00845324" w:rsidRDefault="00845324" w:rsidP="00845324">
      <w:r>
        <w:t>195.3622</w:t>
      </w:r>
      <w:r>
        <w:tab/>
        <w:t>2.025e0</w:t>
      </w:r>
    </w:p>
    <w:p w:rsidR="00845324" w:rsidRDefault="00845324" w:rsidP="00845324">
      <w:r>
        <w:t>195.3836</w:t>
      </w:r>
      <w:r>
        <w:tab/>
        <w:t>3.038e0</w:t>
      </w:r>
    </w:p>
    <w:p w:rsidR="00845324" w:rsidRDefault="00845324" w:rsidP="00845324">
      <w:r>
        <w:t>195.4065</w:t>
      </w:r>
      <w:r>
        <w:tab/>
        <w:t>1.013e0</w:t>
      </w:r>
    </w:p>
    <w:p w:rsidR="00845324" w:rsidRDefault="00845324" w:rsidP="00845324">
      <w:r>
        <w:t>195.4512</w:t>
      </w:r>
      <w:r>
        <w:tab/>
        <w:t>5.063e0</w:t>
      </w:r>
    </w:p>
    <w:p w:rsidR="00845324" w:rsidRDefault="00845324" w:rsidP="00845324">
      <w:r>
        <w:t>195.4811</w:t>
      </w:r>
      <w:r>
        <w:tab/>
        <w:t>1.013e0</w:t>
      </w:r>
    </w:p>
    <w:p w:rsidR="00845324" w:rsidRDefault="00845324" w:rsidP="00845324">
      <w:r>
        <w:t>195.5102</w:t>
      </w:r>
      <w:r>
        <w:tab/>
        <w:t>3.038e0</w:t>
      </w:r>
    </w:p>
    <w:p w:rsidR="00845324" w:rsidRDefault="00845324" w:rsidP="00845324">
      <w:r>
        <w:t>195.5330</w:t>
      </w:r>
      <w:r>
        <w:tab/>
        <w:t>3.038e0</w:t>
      </w:r>
    </w:p>
    <w:p w:rsidR="00845324" w:rsidRDefault="00845324" w:rsidP="00845324">
      <w:r>
        <w:t>195.5675</w:t>
      </w:r>
      <w:r>
        <w:tab/>
        <w:t>3.038e0</w:t>
      </w:r>
    </w:p>
    <w:p w:rsidR="00845324" w:rsidRDefault="00845324" w:rsidP="00845324">
      <w:r>
        <w:t>195.6338</w:t>
      </w:r>
      <w:r>
        <w:tab/>
        <w:t>1.013e0</w:t>
      </w:r>
    </w:p>
    <w:p w:rsidR="00845324" w:rsidRDefault="00845324" w:rsidP="00845324">
      <w:r>
        <w:t>195.6704</w:t>
      </w:r>
      <w:r>
        <w:tab/>
        <w:t>1.013e0</w:t>
      </w:r>
    </w:p>
    <w:p w:rsidR="00845324" w:rsidRDefault="00845324" w:rsidP="00845324">
      <w:r>
        <w:t>195.7377</w:t>
      </w:r>
      <w:r>
        <w:tab/>
        <w:t>1.013e0</w:t>
      </w:r>
    </w:p>
    <w:p w:rsidR="00845324" w:rsidRDefault="00845324" w:rsidP="00845324">
      <w:r>
        <w:t>195.7577</w:t>
      </w:r>
      <w:r>
        <w:tab/>
        <w:t>2.025e0</w:t>
      </w:r>
    </w:p>
    <w:p w:rsidR="00845324" w:rsidRDefault="00845324" w:rsidP="00845324">
      <w:r>
        <w:t>195.7815</w:t>
      </w:r>
      <w:r>
        <w:tab/>
        <w:t>2.025e0</w:t>
      </w:r>
    </w:p>
    <w:p w:rsidR="00845324" w:rsidRDefault="00845324" w:rsidP="00845324">
      <w:r>
        <w:t>195.8415</w:t>
      </w:r>
      <w:r>
        <w:tab/>
        <w:t>1.013e0</w:t>
      </w:r>
    </w:p>
    <w:p w:rsidR="00845324" w:rsidRDefault="00845324" w:rsidP="00845324">
      <w:r>
        <w:t>195.8744</w:t>
      </w:r>
      <w:r>
        <w:tab/>
        <w:t>1.013e0</w:t>
      </w:r>
    </w:p>
    <w:p w:rsidR="00845324" w:rsidRDefault="00845324" w:rsidP="00845324">
      <w:r>
        <w:lastRenderedPageBreak/>
        <w:t>195.9180</w:t>
      </w:r>
      <w:r>
        <w:tab/>
        <w:t>2.025e0</w:t>
      </w:r>
    </w:p>
    <w:p w:rsidR="00845324" w:rsidRDefault="00845324" w:rsidP="00845324">
      <w:r>
        <w:t>195.9453</w:t>
      </w:r>
      <w:r>
        <w:tab/>
        <w:t>1.013e0</w:t>
      </w:r>
    </w:p>
    <w:p w:rsidR="00845324" w:rsidRDefault="00845324" w:rsidP="00845324">
      <w:r>
        <w:t>195.9679</w:t>
      </w:r>
      <w:r>
        <w:tab/>
        <w:t>2.025e0</w:t>
      </w:r>
    </w:p>
    <w:p w:rsidR="00845324" w:rsidRDefault="00845324" w:rsidP="00845324">
      <w:r>
        <w:t>196.0098</w:t>
      </w:r>
      <w:r>
        <w:tab/>
        <w:t>5.966e0</w:t>
      </w:r>
    </w:p>
    <w:p w:rsidR="00845324" w:rsidRDefault="00845324" w:rsidP="00845324">
      <w:r>
        <w:t>196.0679</w:t>
      </w:r>
      <w:r>
        <w:tab/>
        <w:t>3.257e0</w:t>
      </w:r>
    </w:p>
    <w:p w:rsidR="00845324" w:rsidRDefault="00845324" w:rsidP="00845324">
      <w:r>
        <w:t>196.1090</w:t>
      </w:r>
      <w:r>
        <w:tab/>
        <w:t>2.513e0</w:t>
      </w:r>
    </w:p>
    <w:p w:rsidR="00845324" w:rsidRDefault="00845324" w:rsidP="00845324">
      <w:r>
        <w:t>196.1474</w:t>
      </w:r>
      <w:r>
        <w:tab/>
        <w:t>3.503e0</w:t>
      </w:r>
    </w:p>
    <w:p w:rsidR="00845324" w:rsidRDefault="00845324" w:rsidP="00845324">
      <w:r>
        <w:t>196.1737</w:t>
      </w:r>
      <w:r>
        <w:tab/>
        <w:t>4.870e0</w:t>
      </w:r>
    </w:p>
    <w:p w:rsidR="00845324" w:rsidRDefault="00845324" w:rsidP="00845324">
      <w:r>
        <w:t>196.2129</w:t>
      </w:r>
      <w:r>
        <w:tab/>
        <w:t>2.025e0</w:t>
      </w:r>
    </w:p>
    <w:p w:rsidR="00845324" w:rsidRDefault="00845324" w:rsidP="00845324">
      <w:r>
        <w:t>196.2357</w:t>
      </w:r>
      <w:r>
        <w:tab/>
        <w:t>2.025e0</w:t>
      </w:r>
    </w:p>
    <w:p w:rsidR="00845324" w:rsidRDefault="00845324" w:rsidP="00845324">
      <w:r>
        <w:t>196.2731</w:t>
      </w:r>
      <w:r>
        <w:tab/>
        <w:t>3.038e0</w:t>
      </w:r>
    </w:p>
    <w:p w:rsidR="00845324" w:rsidRDefault="00845324" w:rsidP="00845324">
      <w:r>
        <w:t>196.3059</w:t>
      </w:r>
      <w:r>
        <w:tab/>
        <w:t>1.013e0</w:t>
      </w:r>
    </w:p>
    <w:p w:rsidR="00845324" w:rsidRDefault="00845324" w:rsidP="00845324">
      <w:r>
        <w:t>196.3253</w:t>
      </w:r>
      <w:r>
        <w:tab/>
        <w:t>1.013e0</w:t>
      </w:r>
    </w:p>
    <w:p w:rsidR="00845324" w:rsidRDefault="00845324" w:rsidP="00845324">
      <w:r>
        <w:t>196.3533</w:t>
      </w:r>
      <w:r>
        <w:tab/>
        <w:t>2.025e0</w:t>
      </w:r>
    </w:p>
    <w:p w:rsidR="00845324" w:rsidRDefault="00845324" w:rsidP="00845324">
      <w:r>
        <w:t>196.3787</w:t>
      </w:r>
      <w:r>
        <w:tab/>
        <w:t>2.025e0</w:t>
      </w:r>
    </w:p>
    <w:p w:rsidR="00845324" w:rsidRDefault="00845324" w:rsidP="00845324">
      <w:r>
        <w:t>196.4172</w:t>
      </w:r>
      <w:r>
        <w:tab/>
        <w:t>3.038e0</w:t>
      </w:r>
    </w:p>
    <w:p w:rsidR="00845324" w:rsidRDefault="00845324" w:rsidP="00845324">
      <w:r>
        <w:t>196.5227</w:t>
      </w:r>
      <w:r>
        <w:tab/>
        <w:t>1.013e0</w:t>
      </w:r>
    </w:p>
    <w:p w:rsidR="00845324" w:rsidRDefault="00845324" w:rsidP="00845324">
      <w:r>
        <w:t>196.5555</w:t>
      </w:r>
      <w:r>
        <w:tab/>
        <w:t>1.013e0</w:t>
      </w:r>
    </w:p>
    <w:p w:rsidR="00845324" w:rsidRDefault="00845324" w:rsidP="00845324">
      <w:r>
        <w:t>196.5879</w:t>
      </w:r>
      <w:r>
        <w:tab/>
        <w:t>2.025e0</w:t>
      </w:r>
    </w:p>
    <w:p w:rsidR="00845324" w:rsidRDefault="00845324" w:rsidP="00845324">
      <w:r>
        <w:lastRenderedPageBreak/>
        <w:t>196.6193</w:t>
      </w:r>
      <w:r>
        <w:tab/>
        <w:t>2.025e0</w:t>
      </w:r>
    </w:p>
    <w:p w:rsidR="00845324" w:rsidRDefault="00845324" w:rsidP="00845324">
      <w:r>
        <w:t>196.6736</w:t>
      </w:r>
      <w:r>
        <w:tab/>
        <w:t>2.025e0</w:t>
      </w:r>
    </w:p>
    <w:p w:rsidR="00845324" w:rsidRDefault="00845324" w:rsidP="00845324">
      <w:r>
        <w:t>196.7197</w:t>
      </w:r>
      <w:r>
        <w:tab/>
        <w:t>1.013e0</w:t>
      </w:r>
    </w:p>
    <w:p w:rsidR="00845324" w:rsidRDefault="00845324" w:rsidP="00845324">
      <w:r>
        <w:t>196.7479</w:t>
      </w:r>
      <w:r>
        <w:tab/>
        <w:t>2.025e0</w:t>
      </w:r>
    </w:p>
    <w:p w:rsidR="00845324" w:rsidRDefault="00845324" w:rsidP="00845324">
      <w:r>
        <w:t>196.7754</w:t>
      </w:r>
      <w:r>
        <w:tab/>
        <w:t>3.038e0</w:t>
      </w:r>
    </w:p>
    <w:p w:rsidR="00845324" w:rsidRDefault="00845324" w:rsidP="00845324">
      <w:r>
        <w:t>196.7944</w:t>
      </w:r>
      <w:r>
        <w:tab/>
        <w:t>2.025e0</w:t>
      </w:r>
    </w:p>
    <w:p w:rsidR="00845324" w:rsidRDefault="00845324" w:rsidP="00845324">
      <w:r>
        <w:t>196.8356</w:t>
      </w:r>
      <w:r>
        <w:tab/>
        <w:t>2.025e0</w:t>
      </w:r>
    </w:p>
    <w:p w:rsidR="00845324" w:rsidRDefault="00845324" w:rsidP="00845324">
      <w:r>
        <w:t>196.9403</w:t>
      </w:r>
      <w:r>
        <w:tab/>
        <w:t>1.013e0</w:t>
      </w:r>
    </w:p>
    <w:p w:rsidR="00845324" w:rsidRDefault="00845324" w:rsidP="00845324">
      <w:r>
        <w:t>196.9585</w:t>
      </w:r>
      <w:r>
        <w:tab/>
        <w:t>1.013e0</w:t>
      </w:r>
    </w:p>
    <w:p w:rsidR="00845324" w:rsidRDefault="00845324" w:rsidP="00845324">
      <w:r>
        <w:t>197.0113</w:t>
      </w:r>
      <w:r>
        <w:tab/>
        <w:t>2.991e0</w:t>
      </w:r>
    </w:p>
    <w:p w:rsidR="00845324" w:rsidRDefault="00845324" w:rsidP="00845324">
      <w:r>
        <w:t>197.0423</w:t>
      </w:r>
      <w:r>
        <w:tab/>
        <w:t>5.387e0</w:t>
      </w:r>
    </w:p>
    <w:p w:rsidR="00845324" w:rsidRDefault="00845324" w:rsidP="00845324">
      <w:r>
        <w:t>197.0771</w:t>
      </w:r>
      <w:r>
        <w:tab/>
        <w:t>3.751e0</w:t>
      </w:r>
    </w:p>
    <w:p w:rsidR="00845324" w:rsidRDefault="00845324" w:rsidP="00845324">
      <w:r>
        <w:t>197.1058</w:t>
      </w:r>
      <w:r>
        <w:tab/>
        <w:t>3.670e0</w:t>
      </w:r>
    </w:p>
    <w:p w:rsidR="00845324" w:rsidRDefault="00845324" w:rsidP="00845324">
      <w:r>
        <w:t>197.1399</w:t>
      </w:r>
      <w:r>
        <w:tab/>
        <w:t>1.615e0</w:t>
      </w:r>
    </w:p>
    <w:p w:rsidR="00845324" w:rsidRDefault="00845324" w:rsidP="00845324">
      <w:r>
        <w:t>197.1787</w:t>
      </w:r>
      <w:r>
        <w:tab/>
        <w:t>2.075e0</w:t>
      </w:r>
    </w:p>
    <w:p w:rsidR="00845324" w:rsidRDefault="00845324" w:rsidP="00845324">
      <w:r>
        <w:t>197.2085</w:t>
      </w:r>
      <w:r>
        <w:tab/>
        <w:t>2.025e0</w:t>
      </w:r>
    </w:p>
    <w:p w:rsidR="00845324" w:rsidRDefault="00845324" w:rsidP="00845324">
      <w:r>
        <w:t>197.2417</w:t>
      </w:r>
      <w:r>
        <w:tab/>
        <w:t>2.025e0</w:t>
      </w:r>
    </w:p>
    <w:p w:rsidR="00845324" w:rsidRDefault="00845324" w:rsidP="00845324">
      <w:r>
        <w:t>197.2724</w:t>
      </w:r>
      <w:r>
        <w:tab/>
        <w:t>1.013e0</w:t>
      </w:r>
    </w:p>
    <w:p w:rsidR="00845324" w:rsidRDefault="00845324" w:rsidP="00845324">
      <w:r>
        <w:t>197.2997</w:t>
      </w:r>
      <w:r>
        <w:tab/>
        <w:t>2.025e0</w:t>
      </w:r>
    </w:p>
    <w:p w:rsidR="00845324" w:rsidRDefault="00845324" w:rsidP="00845324">
      <w:r>
        <w:lastRenderedPageBreak/>
        <w:t>197.3197</w:t>
      </w:r>
      <w:r>
        <w:tab/>
        <w:t>1.013e0</w:t>
      </w:r>
    </w:p>
    <w:p w:rsidR="00845324" w:rsidRDefault="00845324" w:rsidP="00845324">
      <w:r>
        <w:t>197.3582</w:t>
      </w:r>
      <w:r>
        <w:tab/>
        <w:t>1.013e0</w:t>
      </w:r>
    </w:p>
    <w:p w:rsidR="00845324" w:rsidRDefault="00845324" w:rsidP="00845324">
      <w:r>
        <w:t>197.4367</w:t>
      </w:r>
      <w:r>
        <w:tab/>
        <w:t>1.013e0</w:t>
      </w:r>
    </w:p>
    <w:p w:rsidR="00845324" w:rsidRDefault="00845324" w:rsidP="00845324">
      <w:r>
        <w:t>197.4804</w:t>
      </w:r>
      <w:r>
        <w:tab/>
        <w:t>1.013e0</w:t>
      </w:r>
    </w:p>
    <w:p w:rsidR="00845324" w:rsidRDefault="00845324" w:rsidP="00845324">
      <w:r>
        <w:t>197.5073</w:t>
      </w:r>
      <w:r>
        <w:tab/>
        <w:t>1.013e0</w:t>
      </w:r>
    </w:p>
    <w:p w:rsidR="00845324" w:rsidRDefault="00845324" w:rsidP="00845324">
      <w:r>
        <w:t>197.5443</w:t>
      </w:r>
      <w:r>
        <w:tab/>
        <w:t>1.013e0</w:t>
      </w:r>
    </w:p>
    <w:p w:rsidR="00845324" w:rsidRDefault="00845324" w:rsidP="00845324">
      <w:r>
        <w:t>197.5662</w:t>
      </w:r>
      <w:r>
        <w:tab/>
        <w:t>1.013e0</w:t>
      </w:r>
    </w:p>
    <w:p w:rsidR="00845324" w:rsidRDefault="00845324" w:rsidP="00845324">
      <w:r>
        <w:t>197.5930</w:t>
      </w:r>
      <w:r>
        <w:tab/>
        <w:t>3.038e0</w:t>
      </w:r>
    </w:p>
    <w:p w:rsidR="00845324" w:rsidRDefault="00845324" w:rsidP="00845324">
      <w:r>
        <w:t>197.6207</w:t>
      </w:r>
      <w:r>
        <w:tab/>
        <w:t>1.699e0</w:t>
      </w:r>
    </w:p>
    <w:p w:rsidR="00845324" w:rsidRDefault="00845324" w:rsidP="00845324">
      <w:r>
        <w:t>197.6723</w:t>
      </w:r>
      <w:r>
        <w:tab/>
        <w:t>4.051e0</w:t>
      </w:r>
    </w:p>
    <w:p w:rsidR="00845324" w:rsidRDefault="00845324" w:rsidP="00845324">
      <w:r>
        <w:t>197.7087</w:t>
      </w:r>
      <w:r>
        <w:tab/>
        <w:t>1.013e0</w:t>
      </w:r>
    </w:p>
    <w:p w:rsidR="00845324" w:rsidRDefault="00845324" w:rsidP="00845324">
      <w:r>
        <w:t>197.7305</w:t>
      </w:r>
      <w:r>
        <w:tab/>
        <w:t>1.013e0</w:t>
      </w:r>
    </w:p>
    <w:p w:rsidR="00845324" w:rsidRDefault="00845324" w:rsidP="00845324">
      <w:r>
        <w:t>197.7561</w:t>
      </w:r>
      <w:r>
        <w:tab/>
        <w:t>3.038e0</w:t>
      </w:r>
    </w:p>
    <w:p w:rsidR="00845324" w:rsidRDefault="00845324" w:rsidP="00845324">
      <w:r>
        <w:t>197.7946</w:t>
      </w:r>
      <w:r>
        <w:tab/>
        <w:t>2.025e0</w:t>
      </w:r>
    </w:p>
    <w:p w:rsidR="00845324" w:rsidRDefault="00845324" w:rsidP="00845324">
      <w:r>
        <w:t>197.8399</w:t>
      </w:r>
      <w:r>
        <w:tab/>
        <w:t>1.013e0</w:t>
      </w:r>
    </w:p>
    <w:p w:rsidR="00845324" w:rsidRDefault="00845324" w:rsidP="00845324">
      <w:r>
        <w:t>197.8755</w:t>
      </w:r>
      <w:r>
        <w:tab/>
        <w:t>3.038e0</w:t>
      </w:r>
    </w:p>
    <w:p w:rsidR="00845324" w:rsidRDefault="00845324" w:rsidP="00845324">
      <w:r>
        <w:t>197.9104</w:t>
      </w:r>
      <w:r>
        <w:tab/>
        <w:t>2.025e0</w:t>
      </w:r>
    </w:p>
    <w:p w:rsidR="00845324" w:rsidRDefault="00845324" w:rsidP="00845324">
      <w:r>
        <w:t>197.9771</w:t>
      </w:r>
      <w:r>
        <w:tab/>
        <w:t>1.013e0</w:t>
      </w:r>
    </w:p>
    <w:p w:rsidR="00845324" w:rsidRDefault="00845324" w:rsidP="00845324">
      <w:r>
        <w:t>198.0076</w:t>
      </w:r>
      <w:r>
        <w:tab/>
        <w:t>3.996e0</w:t>
      </w:r>
    </w:p>
    <w:p w:rsidR="00845324" w:rsidRDefault="00845324" w:rsidP="00845324">
      <w:r>
        <w:lastRenderedPageBreak/>
        <w:t>198.0320</w:t>
      </w:r>
      <w:r>
        <w:tab/>
        <w:t>1.697e0</w:t>
      </w:r>
    </w:p>
    <w:p w:rsidR="00845324" w:rsidRDefault="00845324" w:rsidP="00845324">
      <w:r>
        <w:t>198.0921</w:t>
      </w:r>
      <w:r>
        <w:tab/>
        <w:t>3.047e0</w:t>
      </w:r>
    </w:p>
    <w:p w:rsidR="00845324" w:rsidRDefault="00845324" w:rsidP="00845324">
      <w:r>
        <w:t>198.1221</w:t>
      </w:r>
      <w:r>
        <w:tab/>
        <w:t>1.208e1</w:t>
      </w:r>
    </w:p>
    <w:p w:rsidR="00845324" w:rsidRDefault="00845324" w:rsidP="00845324">
      <w:r>
        <w:t>198.1399</w:t>
      </w:r>
      <w:r>
        <w:tab/>
        <w:t>1.050e1</w:t>
      </w:r>
    </w:p>
    <w:p w:rsidR="00845324" w:rsidRDefault="00845324" w:rsidP="00845324">
      <w:r>
        <w:t>198.1874</w:t>
      </w:r>
      <w:r>
        <w:tab/>
        <w:t>3.038e0</w:t>
      </w:r>
    </w:p>
    <w:p w:rsidR="00845324" w:rsidRDefault="00845324" w:rsidP="00845324">
      <w:r>
        <w:t>198.2057</w:t>
      </w:r>
      <w:r>
        <w:tab/>
        <w:t>2.025e0</w:t>
      </w:r>
    </w:p>
    <w:p w:rsidR="00845324" w:rsidRDefault="00845324" w:rsidP="00845324">
      <w:r>
        <w:t>198.2358</w:t>
      </w:r>
      <w:r>
        <w:tab/>
        <w:t>1.013e0</w:t>
      </w:r>
    </w:p>
    <w:p w:rsidR="00845324" w:rsidRDefault="00845324" w:rsidP="00845324">
      <w:r>
        <w:t>198.2623</w:t>
      </w:r>
      <w:r>
        <w:tab/>
        <w:t>2.025e0</w:t>
      </w:r>
    </w:p>
    <w:p w:rsidR="00845324" w:rsidRDefault="00845324" w:rsidP="00845324">
      <w:r>
        <w:t>198.2843</w:t>
      </w:r>
      <w:r>
        <w:tab/>
        <w:t>1.013e0</w:t>
      </w:r>
    </w:p>
    <w:p w:rsidR="00845324" w:rsidRDefault="00845324" w:rsidP="00845324">
      <w:r>
        <w:t>198.3143</w:t>
      </w:r>
      <w:r>
        <w:tab/>
        <w:t>1.013e0</w:t>
      </w:r>
    </w:p>
    <w:p w:rsidR="00845324" w:rsidRDefault="00845324" w:rsidP="00845324">
      <w:r>
        <w:t>198.3373</w:t>
      </w:r>
      <w:r>
        <w:tab/>
        <w:t>1.013e0</w:t>
      </w:r>
    </w:p>
    <w:p w:rsidR="00845324" w:rsidRDefault="00845324" w:rsidP="00845324">
      <w:r>
        <w:t>198.3555</w:t>
      </w:r>
      <w:r>
        <w:tab/>
        <w:t>1.013e0</w:t>
      </w:r>
    </w:p>
    <w:p w:rsidR="00845324" w:rsidRDefault="00845324" w:rsidP="00845324">
      <w:r>
        <w:t>198.4268</w:t>
      </w:r>
      <w:r>
        <w:tab/>
        <w:t>1.013e0</w:t>
      </w:r>
    </w:p>
    <w:p w:rsidR="00845324" w:rsidRDefault="00845324" w:rsidP="00845324">
      <w:r>
        <w:t>198.4470</w:t>
      </w:r>
      <w:r>
        <w:tab/>
        <w:t>2.025e0</w:t>
      </w:r>
    </w:p>
    <w:p w:rsidR="00845324" w:rsidRDefault="00845324" w:rsidP="00845324">
      <w:r>
        <w:t>198.5256</w:t>
      </w:r>
      <w:r>
        <w:tab/>
        <w:t>2.025e0</w:t>
      </w:r>
    </w:p>
    <w:p w:rsidR="00845324" w:rsidRDefault="00845324" w:rsidP="00845324">
      <w:r>
        <w:t>198.5555</w:t>
      </w:r>
      <w:r>
        <w:tab/>
        <w:t>3.038e0</w:t>
      </w:r>
    </w:p>
    <w:p w:rsidR="00845324" w:rsidRDefault="00845324" w:rsidP="00845324">
      <w:r>
        <w:t>198.5878</w:t>
      </w:r>
      <w:r>
        <w:tab/>
        <w:t>1.013e0</w:t>
      </w:r>
    </w:p>
    <w:p w:rsidR="00845324" w:rsidRDefault="00845324" w:rsidP="00845324">
      <w:r>
        <w:t>198.6231</w:t>
      </w:r>
      <w:r>
        <w:tab/>
        <w:t>2.025e0</w:t>
      </w:r>
    </w:p>
    <w:p w:rsidR="00845324" w:rsidRDefault="00845324" w:rsidP="00845324">
      <w:r>
        <w:t>198.6481</w:t>
      </w:r>
      <w:r>
        <w:tab/>
        <w:t>1.013e0</w:t>
      </w:r>
    </w:p>
    <w:p w:rsidR="00845324" w:rsidRDefault="00845324" w:rsidP="00845324">
      <w:r>
        <w:lastRenderedPageBreak/>
        <w:t>198.7303</w:t>
      </w:r>
      <w:r>
        <w:tab/>
        <w:t>2.025e0</w:t>
      </w:r>
    </w:p>
    <w:p w:rsidR="00845324" w:rsidRDefault="00845324" w:rsidP="00845324">
      <w:r>
        <w:t>198.7634</w:t>
      </w:r>
      <w:r>
        <w:tab/>
        <w:t>1.013e0</w:t>
      </w:r>
    </w:p>
    <w:p w:rsidR="00845324" w:rsidRDefault="00845324" w:rsidP="00845324">
      <w:r>
        <w:t>198.8201</w:t>
      </w:r>
      <w:r>
        <w:tab/>
        <w:t>1.013e0</w:t>
      </w:r>
    </w:p>
    <w:p w:rsidR="00845324" w:rsidRDefault="00845324" w:rsidP="00845324">
      <w:r>
        <w:t>198.9098</w:t>
      </w:r>
      <w:r>
        <w:tab/>
        <w:t>1.013e0</w:t>
      </w:r>
    </w:p>
    <w:p w:rsidR="00845324" w:rsidRDefault="00845324" w:rsidP="00845324">
      <w:r>
        <w:t>198.9328</w:t>
      </w:r>
      <w:r>
        <w:tab/>
        <w:t>3.038e0</w:t>
      </w:r>
    </w:p>
    <w:p w:rsidR="00845324" w:rsidRDefault="00845324" w:rsidP="00845324">
      <w:r>
        <w:t>198.9903</w:t>
      </w:r>
      <w:r>
        <w:tab/>
        <w:t>2.025e0</w:t>
      </w:r>
    </w:p>
    <w:p w:rsidR="00845324" w:rsidRDefault="00845324" w:rsidP="00845324">
      <w:r>
        <w:t>199.0301</w:t>
      </w:r>
      <w:r>
        <w:tab/>
        <w:t>1.107e2</w:t>
      </w:r>
    </w:p>
    <w:p w:rsidR="00845324" w:rsidRDefault="00845324" w:rsidP="00845324">
      <w:r>
        <w:t>199.0909</w:t>
      </w:r>
      <w:r>
        <w:tab/>
        <w:t>1.277e0</w:t>
      </w:r>
    </w:p>
    <w:p w:rsidR="00845324" w:rsidRDefault="00845324" w:rsidP="00845324">
      <w:r>
        <w:t>199.1256</w:t>
      </w:r>
      <w:r>
        <w:tab/>
        <w:t>2.723e0</w:t>
      </w:r>
    </w:p>
    <w:p w:rsidR="00845324" w:rsidRDefault="00845324" w:rsidP="00845324">
      <w:r>
        <w:t>199.1501</w:t>
      </w:r>
      <w:r>
        <w:tab/>
        <w:t>5.450e0</w:t>
      </w:r>
    </w:p>
    <w:p w:rsidR="00845324" w:rsidRDefault="00845324" w:rsidP="00845324">
      <w:r>
        <w:t>199.1811</w:t>
      </w:r>
      <w:r>
        <w:tab/>
        <w:t>7.089e0</w:t>
      </w:r>
    </w:p>
    <w:p w:rsidR="00845324" w:rsidRDefault="00845324" w:rsidP="00845324">
      <w:r>
        <w:t>199.2082</w:t>
      </w:r>
      <w:r>
        <w:tab/>
        <w:t>2.025e0</w:t>
      </w:r>
    </w:p>
    <w:p w:rsidR="00845324" w:rsidRDefault="00845324" w:rsidP="00845324">
      <w:r>
        <w:t>199.2541</w:t>
      </w:r>
      <w:r>
        <w:tab/>
        <w:t>1.013e0</w:t>
      </w:r>
    </w:p>
    <w:p w:rsidR="00845324" w:rsidRDefault="00845324" w:rsidP="00845324">
      <w:r>
        <w:t>199.3144</w:t>
      </w:r>
      <w:r>
        <w:tab/>
        <w:t>1.013e0</w:t>
      </w:r>
    </w:p>
    <w:p w:rsidR="00845324" w:rsidRDefault="00845324" w:rsidP="00845324">
      <w:r>
        <w:t>199.3329</w:t>
      </w:r>
      <w:r>
        <w:tab/>
        <w:t>1.013e0</w:t>
      </w:r>
    </w:p>
    <w:p w:rsidR="00845324" w:rsidRDefault="00845324" w:rsidP="00845324">
      <w:r>
        <w:t>199.4157</w:t>
      </w:r>
      <w:r>
        <w:tab/>
        <w:t>1.013e0</w:t>
      </w:r>
    </w:p>
    <w:p w:rsidR="00845324" w:rsidRDefault="00845324" w:rsidP="00845324">
      <w:r>
        <w:t>199.4683</w:t>
      </w:r>
      <w:r>
        <w:tab/>
        <w:t>1.013e0</w:t>
      </w:r>
    </w:p>
    <w:p w:rsidR="00845324" w:rsidRDefault="00845324" w:rsidP="00845324">
      <w:r>
        <w:t>199.5171</w:t>
      </w:r>
      <w:r>
        <w:tab/>
        <w:t>2.429e0</w:t>
      </w:r>
    </w:p>
    <w:p w:rsidR="00845324" w:rsidRDefault="00845324" w:rsidP="00845324">
      <w:r>
        <w:t>199.5543</w:t>
      </w:r>
      <w:r>
        <w:tab/>
        <w:t>5.063e0</w:t>
      </w:r>
    </w:p>
    <w:p w:rsidR="00845324" w:rsidRDefault="00845324" w:rsidP="00845324">
      <w:r>
        <w:lastRenderedPageBreak/>
        <w:t>199.5946</w:t>
      </w:r>
      <w:r>
        <w:tab/>
        <w:t>3.038e0</w:t>
      </w:r>
    </w:p>
    <w:p w:rsidR="00845324" w:rsidRDefault="00845324" w:rsidP="00845324">
      <w:r>
        <w:t>199.6330</w:t>
      </w:r>
      <w:r>
        <w:tab/>
        <w:t>1.013e0</w:t>
      </w:r>
    </w:p>
    <w:p w:rsidR="00845324" w:rsidRDefault="00845324" w:rsidP="00845324">
      <w:r>
        <w:t>199.6667</w:t>
      </w:r>
      <w:r>
        <w:tab/>
        <w:t>4.051e0</w:t>
      </w:r>
    </w:p>
    <w:p w:rsidR="00845324" w:rsidRDefault="00845324" w:rsidP="00845324">
      <w:r>
        <w:t>199.7148</w:t>
      </w:r>
      <w:r>
        <w:tab/>
        <w:t>3.038e0</w:t>
      </w:r>
    </w:p>
    <w:p w:rsidR="00845324" w:rsidRDefault="00845324" w:rsidP="00845324">
      <w:r>
        <w:t>199.7522</w:t>
      </w:r>
      <w:r>
        <w:tab/>
        <w:t>4.051e0</w:t>
      </w:r>
    </w:p>
    <w:p w:rsidR="00845324" w:rsidRDefault="00845324" w:rsidP="00845324">
      <w:r>
        <w:t>199.7833</w:t>
      </w:r>
      <w:r>
        <w:tab/>
        <w:t>2.025e0</w:t>
      </w:r>
    </w:p>
    <w:p w:rsidR="00845324" w:rsidRDefault="00845324" w:rsidP="00845324">
      <w:r>
        <w:t>199.8575</w:t>
      </w:r>
      <w:r>
        <w:tab/>
        <w:t>3.038e0</w:t>
      </w:r>
    </w:p>
    <w:p w:rsidR="00845324" w:rsidRDefault="00845324" w:rsidP="00845324">
      <w:r>
        <w:t>199.9135</w:t>
      </w:r>
      <w:r>
        <w:tab/>
        <w:t>3.038e0</w:t>
      </w:r>
    </w:p>
    <w:p w:rsidR="00845324" w:rsidRDefault="00845324" w:rsidP="00845324">
      <w:r>
        <w:t>199.9431</w:t>
      </w:r>
      <w:r>
        <w:tab/>
        <w:t>2.025e0</w:t>
      </w:r>
    </w:p>
    <w:p w:rsidR="00845324" w:rsidRDefault="00845324" w:rsidP="00845324">
      <w:r>
        <w:t>199.9887</w:t>
      </w:r>
      <w:r>
        <w:tab/>
        <w:t>4.051e0</w:t>
      </w:r>
    </w:p>
    <w:p w:rsidR="00845324" w:rsidRDefault="00845324" w:rsidP="00845324">
      <w:r>
        <w:t>200.0375</w:t>
      </w:r>
      <w:r>
        <w:tab/>
        <w:t>1.584e1</w:t>
      </w:r>
    </w:p>
    <w:p w:rsidR="00845324" w:rsidRDefault="00845324" w:rsidP="00845324">
      <w:r>
        <w:t>200.0713</w:t>
      </w:r>
      <w:r>
        <w:tab/>
        <w:t>4.371e0</w:t>
      </w:r>
    </w:p>
    <w:p w:rsidR="00845324" w:rsidRDefault="00845324" w:rsidP="00845324">
      <w:r>
        <w:t>200.0986</w:t>
      </w:r>
      <w:r>
        <w:tab/>
        <w:t>2.914e0</w:t>
      </w:r>
    </w:p>
    <w:p w:rsidR="00845324" w:rsidRDefault="00845324" w:rsidP="00845324">
      <w:r>
        <w:t>200.1392</w:t>
      </w:r>
      <w:r>
        <w:tab/>
        <w:t>2.692e0</w:t>
      </w:r>
    </w:p>
    <w:p w:rsidR="00845324" w:rsidRDefault="00845324" w:rsidP="00845324">
      <w:r>
        <w:t>200.1985</w:t>
      </w:r>
      <w:r>
        <w:tab/>
        <w:t>4.051e0</w:t>
      </w:r>
    </w:p>
    <w:p w:rsidR="00845324" w:rsidRDefault="00845324" w:rsidP="00845324">
      <w:r>
        <w:t>200.2397</w:t>
      </w:r>
      <w:r>
        <w:tab/>
        <w:t>4.051e0</w:t>
      </w:r>
    </w:p>
    <w:p w:rsidR="00845324" w:rsidRDefault="00845324" w:rsidP="00845324">
      <w:r>
        <w:t>200.3266</w:t>
      </w:r>
      <w:r>
        <w:tab/>
        <w:t>2.025e0</w:t>
      </w:r>
    </w:p>
    <w:p w:rsidR="00845324" w:rsidRDefault="00845324" w:rsidP="00845324">
      <w:r>
        <w:t>200.3957</w:t>
      </w:r>
      <w:r>
        <w:tab/>
        <w:t>3.038e0</w:t>
      </w:r>
    </w:p>
    <w:p w:rsidR="00845324" w:rsidRDefault="00845324" w:rsidP="00845324">
      <w:r>
        <w:t>200.4637</w:t>
      </w:r>
      <w:r>
        <w:tab/>
        <w:t>2.025e0</w:t>
      </w:r>
    </w:p>
    <w:p w:rsidR="00845324" w:rsidRDefault="00845324" w:rsidP="00845324">
      <w:r>
        <w:lastRenderedPageBreak/>
        <w:t>200.5194</w:t>
      </w:r>
      <w:r>
        <w:tab/>
        <w:t>3.038e0</w:t>
      </w:r>
    </w:p>
    <w:p w:rsidR="00845324" w:rsidRDefault="00845324" w:rsidP="00845324">
      <w:r>
        <w:t>200.6105</w:t>
      </w:r>
      <w:r>
        <w:tab/>
        <w:t>1.013e0</w:t>
      </w:r>
    </w:p>
    <w:p w:rsidR="00845324" w:rsidRDefault="00845324" w:rsidP="00845324">
      <w:r>
        <w:t>200.6317</w:t>
      </w:r>
      <w:r>
        <w:tab/>
        <w:t>2.025e0</w:t>
      </w:r>
    </w:p>
    <w:p w:rsidR="00845324" w:rsidRDefault="00845324" w:rsidP="00845324">
      <w:r>
        <w:t>200.6601</w:t>
      </w:r>
      <w:r>
        <w:tab/>
        <w:t>1.013e0</w:t>
      </w:r>
    </w:p>
    <w:p w:rsidR="00845324" w:rsidRDefault="00845324" w:rsidP="00845324">
      <w:r>
        <w:t>200.6930</w:t>
      </w:r>
      <w:r>
        <w:tab/>
        <w:t>1.013e0</w:t>
      </w:r>
    </w:p>
    <w:p w:rsidR="00845324" w:rsidRDefault="00845324" w:rsidP="00845324">
      <w:r>
        <w:t>200.7427</w:t>
      </w:r>
      <w:r>
        <w:tab/>
        <w:t>2.025e0</w:t>
      </w:r>
    </w:p>
    <w:p w:rsidR="00845324" w:rsidRDefault="00845324" w:rsidP="00845324">
      <w:r>
        <w:t>200.7903</w:t>
      </w:r>
      <w:r>
        <w:tab/>
        <w:t>5.063e0</w:t>
      </w:r>
    </w:p>
    <w:p w:rsidR="00845324" w:rsidRDefault="00845324" w:rsidP="00845324">
      <w:r>
        <w:t>200.8280</w:t>
      </w:r>
      <w:r>
        <w:tab/>
        <w:t>3.038e0</w:t>
      </w:r>
    </w:p>
    <w:p w:rsidR="00845324" w:rsidRDefault="00845324" w:rsidP="00845324">
      <w:r>
        <w:t>200.8686</w:t>
      </w:r>
      <w:r>
        <w:tab/>
        <w:t>2.025e0</w:t>
      </w:r>
    </w:p>
    <w:p w:rsidR="00845324" w:rsidRDefault="00845324" w:rsidP="00845324">
      <w:r>
        <w:t>200.9986</w:t>
      </w:r>
      <w:r>
        <w:tab/>
        <w:t>2.025e0</w:t>
      </w:r>
    </w:p>
    <w:p w:rsidR="00845324" w:rsidRDefault="00845324" w:rsidP="00845324">
      <w:r>
        <w:t>201.0311</w:t>
      </w:r>
      <w:r>
        <w:tab/>
        <w:t>1.652e0</w:t>
      </w:r>
    </w:p>
    <w:p w:rsidR="00845324" w:rsidRDefault="00845324" w:rsidP="00845324">
      <w:r>
        <w:t>201.0748</w:t>
      </w:r>
      <w:r>
        <w:tab/>
        <w:t>3.100e0</w:t>
      </w:r>
    </w:p>
    <w:p w:rsidR="00845324" w:rsidRDefault="00845324" w:rsidP="00845324">
      <w:r>
        <w:t>201.1223</w:t>
      </w:r>
      <w:r>
        <w:tab/>
        <w:t>3.311e0</w:t>
      </w:r>
    </w:p>
    <w:p w:rsidR="00845324" w:rsidRDefault="00845324" w:rsidP="00845324">
      <w:r>
        <w:t>201.1832</w:t>
      </w:r>
      <w:r>
        <w:tab/>
        <w:t>4.051e0</w:t>
      </w:r>
    </w:p>
    <w:p w:rsidR="00845324" w:rsidRDefault="00845324" w:rsidP="00845324">
      <w:r>
        <w:t>201.2339</w:t>
      </w:r>
      <w:r>
        <w:tab/>
        <w:t>2.025e0</w:t>
      </w:r>
    </w:p>
    <w:p w:rsidR="00845324" w:rsidRDefault="00845324" w:rsidP="00845324">
      <w:r>
        <w:t>201.2606</w:t>
      </w:r>
      <w:r>
        <w:tab/>
        <w:t>2.025e0</w:t>
      </w:r>
    </w:p>
    <w:p w:rsidR="00845324" w:rsidRDefault="00845324" w:rsidP="00845324">
      <w:r>
        <w:t>201.3081</w:t>
      </w:r>
      <w:r>
        <w:tab/>
        <w:t>1.013e0</w:t>
      </w:r>
    </w:p>
    <w:p w:rsidR="00845324" w:rsidRDefault="00845324" w:rsidP="00845324">
      <w:r>
        <w:t>201.3378</w:t>
      </w:r>
      <w:r>
        <w:tab/>
        <w:t>1.013e0</w:t>
      </w:r>
    </w:p>
    <w:p w:rsidR="00845324" w:rsidRDefault="00845324" w:rsidP="00845324">
      <w:r>
        <w:t>201.3876</w:t>
      </w:r>
      <w:r>
        <w:tab/>
        <w:t>3.038e0</w:t>
      </w:r>
    </w:p>
    <w:p w:rsidR="00845324" w:rsidRDefault="00845324" w:rsidP="00845324">
      <w:r>
        <w:lastRenderedPageBreak/>
        <w:t>201.4204</w:t>
      </w:r>
      <w:r>
        <w:tab/>
        <w:t>3.038e0</w:t>
      </w:r>
    </w:p>
    <w:p w:rsidR="00845324" w:rsidRDefault="00845324" w:rsidP="00845324">
      <w:r>
        <w:t>201.4513</w:t>
      </w:r>
      <w:r>
        <w:tab/>
        <w:t>1.013e0</w:t>
      </w:r>
    </w:p>
    <w:p w:rsidR="00845324" w:rsidRDefault="00845324" w:rsidP="00845324">
      <w:r>
        <w:t>201.5119</w:t>
      </w:r>
      <w:r>
        <w:tab/>
        <w:t>2.025e0</w:t>
      </w:r>
    </w:p>
    <w:p w:rsidR="00845324" w:rsidRDefault="00845324" w:rsidP="00845324">
      <w:r>
        <w:t>201.5528</w:t>
      </w:r>
      <w:r>
        <w:tab/>
        <w:t>1.013e0</w:t>
      </w:r>
    </w:p>
    <w:p w:rsidR="00845324" w:rsidRDefault="00845324" w:rsidP="00845324">
      <w:r>
        <w:t>201.5865</w:t>
      </w:r>
      <w:r>
        <w:tab/>
        <w:t>1.013e0</w:t>
      </w:r>
    </w:p>
    <w:p w:rsidR="00845324" w:rsidRDefault="00845324" w:rsidP="00845324">
      <w:r>
        <w:t>201.6098</w:t>
      </w:r>
      <w:r>
        <w:tab/>
        <w:t>1.013e0</w:t>
      </w:r>
    </w:p>
    <w:p w:rsidR="00845324" w:rsidRDefault="00845324" w:rsidP="00845324">
      <w:r>
        <w:t>201.6447</w:t>
      </w:r>
      <w:r>
        <w:tab/>
        <w:t>2.025e0</w:t>
      </w:r>
    </w:p>
    <w:p w:rsidR="00845324" w:rsidRDefault="00845324" w:rsidP="00845324">
      <w:r>
        <w:t>201.6906</w:t>
      </w:r>
      <w:r>
        <w:tab/>
        <w:t>2.025e0</w:t>
      </w:r>
    </w:p>
    <w:p w:rsidR="00845324" w:rsidRDefault="00845324" w:rsidP="00845324">
      <w:r>
        <w:t>201.7418</w:t>
      </w:r>
      <w:r>
        <w:tab/>
        <w:t>1.013e0</w:t>
      </w:r>
    </w:p>
    <w:p w:rsidR="00845324" w:rsidRDefault="00845324" w:rsidP="00845324">
      <w:r>
        <w:t>201.7734</w:t>
      </w:r>
      <w:r>
        <w:tab/>
        <w:t>2.025e0</w:t>
      </w:r>
    </w:p>
    <w:p w:rsidR="00845324" w:rsidRDefault="00845324" w:rsidP="00845324">
      <w:r>
        <w:t>201.8315</w:t>
      </w:r>
      <w:r>
        <w:tab/>
        <w:t>3.038e0</w:t>
      </w:r>
    </w:p>
    <w:p w:rsidR="00845324" w:rsidRDefault="00845324" w:rsidP="00845324">
      <w:r>
        <w:t>201.8616</w:t>
      </w:r>
      <w:r>
        <w:tab/>
        <w:t>1.013e0</w:t>
      </w:r>
    </w:p>
    <w:p w:rsidR="00845324" w:rsidRDefault="00845324" w:rsidP="00845324">
      <w:r>
        <w:t>201.9582</w:t>
      </w:r>
      <w:r>
        <w:tab/>
        <w:t>4.051e0</w:t>
      </w:r>
    </w:p>
    <w:p w:rsidR="00845324" w:rsidRDefault="00845324" w:rsidP="00845324">
      <w:r>
        <w:t>202.0098</w:t>
      </w:r>
      <w:r>
        <w:tab/>
        <w:t>2.914e0</w:t>
      </w:r>
    </w:p>
    <w:p w:rsidR="00845324" w:rsidRDefault="00845324" w:rsidP="00845324">
      <w:r>
        <w:t>202.0565</w:t>
      </w:r>
      <w:r>
        <w:tab/>
        <w:t>4.351e0</w:t>
      </w:r>
    </w:p>
    <w:p w:rsidR="00845324" w:rsidRDefault="00845324" w:rsidP="00845324">
      <w:r>
        <w:t>202.0966</w:t>
      </w:r>
      <w:r>
        <w:tab/>
        <w:t>4.786e0</w:t>
      </w:r>
    </w:p>
    <w:p w:rsidR="00845324" w:rsidRDefault="00845324" w:rsidP="00845324">
      <w:r>
        <w:t>202.1494</w:t>
      </w:r>
      <w:r>
        <w:tab/>
        <w:t>2.357e0</w:t>
      </w:r>
    </w:p>
    <w:p w:rsidR="00845324" w:rsidRDefault="00845324" w:rsidP="00845324">
      <w:r>
        <w:t>202.1786</w:t>
      </w:r>
      <w:r>
        <w:tab/>
        <w:t>3.672e0</w:t>
      </w:r>
    </w:p>
    <w:p w:rsidR="00845324" w:rsidRDefault="00845324" w:rsidP="00845324">
      <w:r>
        <w:t>202.2229</w:t>
      </w:r>
      <w:r>
        <w:tab/>
        <w:t>2.025e0</w:t>
      </w:r>
    </w:p>
    <w:p w:rsidR="00845324" w:rsidRDefault="00845324" w:rsidP="00845324">
      <w:r>
        <w:lastRenderedPageBreak/>
        <w:t>202.2627</w:t>
      </w:r>
      <w:r>
        <w:tab/>
        <w:t>3.038e0</w:t>
      </w:r>
    </w:p>
    <w:p w:rsidR="00845324" w:rsidRDefault="00845324" w:rsidP="00845324">
      <w:r>
        <w:t>202.3000</w:t>
      </w:r>
      <w:r>
        <w:tab/>
        <w:t>1.013e0</w:t>
      </w:r>
    </w:p>
    <w:p w:rsidR="00845324" w:rsidRDefault="00845324" w:rsidP="00845324">
      <w:r>
        <w:t>202.3308</w:t>
      </w:r>
      <w:r>
        <w:tab/>
        <w:t>1.013e0</w:t>
      </w:r>
    </w:p>
    <w:p w:rsidR="00845324" w:rsidRDefault="00845324" w:rsidP="00845324">
      <w:r>
        <w:t>202.3510</w:t>
      </w:r>
      <w:r>
        <w:tab/>
        <w:t>2.025e0</w:t>
      </w:r>
    </w:p>
    <w:p w:rsidR="00845324" w:rsidRDefault="00845324" w:rsidP="00845324">
      <w:r>
        <w:t>202.4099</w:t>
      </w:r>
      <w:r>
        <w:tab/>
        <w:t>1.013e0</w:t>
      </w:r>
    </w:p>
    <w:p w:rsidR="00845324" w:rsidRDefault="00845324" w:rsidP="00845324">
      <w:r>
        <w:t>202.4319</w:t>
      </w:r>
      <w:r>
        <w:tab/>
        <w:t>1.013e0</w:t>
      </w:r>
    </w:p>
    <w:p w:rsidR="00845324" w:rsidRDefault="00845324" w:rsidP="00845324">
      <w:r>
        <w:t>202.4780</w:t>
      </w:r>
      <w:r>
        <w:tab/>
        <w:t>1.013e0</w:t>
      </w:r>
    </w:p>
    <w:p w:rsidR="00845324" w:rsidRDefault="00845324" w:rsidP="00845324">
      <w:r>
        <w:t>202.5157</w:t>
      </w:r>
      <w:r>
        <w:tab/>
        <w:t>1.013e0</w:t>
      </w:r>
    </w:p>
    <w:p w:rsidR="00845324" w:rsidRDefault="00845324" w:rsidP="00845324">
      <w:r>
        <w:t>202.5536</w:t>
      </w:r>
      <w:r>
        <w:tab/>
        <w:t>1.013e0</w:t>
      </w:r>
    </w:p>
    <w:p w:rsidR="00845324" w:rsidRDefault="00845324" w:rsidP="00845324">
      <w:r>
        <w:t>202.6972</w:t>
      </w:r>
      <w:r>
        <w:tab/>
        <w:t>1.013e0</w:t>
      </w:r>
    </w:p>
    <w:p w:rsidR="00845324" w:rsidRDefault="00845324" w:rsidP="00845324">
      <w:r>
        <w:t>202.7275</w:t>
      </w:r>
      <w:r>
        <w:tab/>
        <w:t>1.013e0</w:t>
      </w:r>
    </w:p>
    <w:p w:rsidR="00845324" w:rsidRDefault="00845324" w:rsidP="00845324">
      <w:r>
        <w:t>202.7506</w:t>
      </w:r>
      <w:r>
        <w:tab/>
        <w:t>1.013e0</w:t>
      </w:r>
    </w:p>
    <w:p w:rsidR="00845324" w:rsidRDefault="00845324" w:rsidP="00845324">
      <w:r>
        <w:t>202.8152</w:t>
      </w:r>
      <w:r>
        <w:tab/>
        <w:t>1.013e0</w:t>
      </w:r>
    </w:p>
    <w:p w:rsidR="00845324" w:rsidRDefault="00845324" w:rsidP="00845324">
      <w:r>
        <w:t>202.8555</w:t>
      </w:r>
      <w:r>
        <w:tab/>
        <w:t>1.013e0</w:t>
      </w:r>
    </w:p>
    <w:p w:rsidR="00845324" w:rsidRDefault="00845324" w:rsidP="00845324">
      <w:r>
        <w:t>202.8755</w:t>
      </w:r>
      <w:r>
        <w:tab/>
        <w:t>1.013e0</w:t>
      </w:r>
    </w:p>
    <w:p w:rsidR="00845324" w:rsidRDefault="00845324" w:rsidP="00845324">
      <w:r>
        <w:t>202.9588</w:t>
      </w:r>
      <w:r>
        <w:tab/>
        <w:t>1.013e0</w:t>
      </w:r>
    </w:p>
    <w:p w:rsidR="00845324" w:rsidRDefault="00845324" w:rsidP="00845324">
      <w:r>
        <w:t>203.0036</w:t>
      </w:r>
      <w:r>
        <w:tab/>
        <w:t>1.013e0</w:t>
      </w:r>
    </w:p>
    <w:p w:rsidR="00845324" w:rsidRDefault="00845324" w:rsidP="00845324">
      <w:r>
        <w:t>203.0561</w:t>
      </w:r>
      <w:r>
        <w:tab/>
        <w:t>1.568e0</w:t>
      </w:r>
    </w:p>
    <w:p w:rsidR="00845324" w:rsidRDefault="00845324" w:rsidP="00845324">
      <w:r>
        <w:t>203.1524</w:t>
      </w:r>
      <w:r>
        <w:tab/>
        <w:t>1.344e0</w:t>
      </w:r>
    </w:p>
    <w:p w:rsidR="00845324" w:rsidRDefault="00845324" w:rsidP="00845324">
      <w:r>
        <w:lastRenderedPageBreak/>
        <w:t>203.1743</w:t>
      </w:r>
      <w:r>
        <w:tab/>
        <w:t>1.687e0</w:t>
      </w:r>
    </w:p>
    <w:p w:rsidR="00845324" w:rsidRDefault="00845324" w:rsidP="00845324">
      <w:r>
        <w:t>203.1964</w:t>
      </w:r>
      <w:r>
        <w:tab/>
        <w:t>1.013e0</w:t>
      </w:r>
    </w:p>
    <w:p w:rsidR="00845324" w:rsidRDefault="00845324" w:rsidP="00845324">
      <w:r>
        <w:t>203.2805</w:t>
      </w:r>
      <w:r>
        <w:tab/>
        <w:t>3.038e0</w:t>
      </w:r>
    </w:p>
    <w:p w:rsidR="00845324" w:rsidRDefault="00845324" w:rsidP="00845324">
      <w:r>
        <w:t>203.3292</w:t>
      </w:r>
      <w:r>
        <w:tab/>
        <w:t>1.013e0</w:t>
      </w:r>
    </w:p>
    <w:p w:rsidR="00845324" w:rsidRDefault="00845324" w:rsidP="00845324">
      <w:r>
        <w:t>203.3482</w:t>
      </w:r>
      <w:r>
        <w:tab/>
        <w:t>1.013e0</w:t>
      </w:r>
    </w:p>
    <w:p w:rsidR="00845324" w:rsidRDefault="00845324" w:rsidP="00845324">
      <w:r>
        <w:t>203.3974</w:t>
      </w:r>
      <w:r>
        <w:tab/>
        <w:t>1.013e0</w:t>
      </w:r>
    </w:p>
    <w:p w:rsidR="00845324" w:rsidRDefault="00845324" w:rsidP="00845324">
      <w:r>
        <w:t>203.4638</w:t>
      </w:r>
      <w:r>
        <w:tab/>
        <w:t>2.025e0</w:t>
      </w:r>
    </w:p>
    <w:p w:rsidR="00845324" w:rsidRDefault="00845324" w:rsidP="00845324">
      <w:r>
        <w:t>203.4935</w:t>
      </w:r>
      <w:r>
        <w:tab/>
        <w:t>3.038e0</w:t>
      </w:r>
    </w:p>
    <w:p w:rsidR="00845324" w:rsidRDefault="00845324" w:rsidP="00845324">
      <w:r>
        <w:t>203.5376</w:t>
      </w:r>
      <w:r>
        <w:tab/>
        <w:t>1.013e0</w:t>
      </w:r>
    </w:p>
    <w:p w:rsidR="00845324" w:rsidRDefault="00845324" w:rsidP="00845324">
      <w:r>
        <w:t>203.5948</w:t>
      </w:r>
      <w:r>
        <w:tab/>
        <w:t>3.038e0</w:t>
      </w:r>
    </w:p>
    <w:p w:rsidR="00845324" w:rsidRDefault="00845324" w:rsidP="00845324">
      <w:r>
        <w:t>203.6170</w:t>
      </w:r>
      <w:r>
        <w:tab/>
        <w:t>1.013e0</w:t>
      </w:r>
    </w:p>
    <w:p w:rsidR="00845324" w:rsidRDefault="00845324" w:rsidP="00845324">
      <w:r>
        <w:t>203.6658</w:t>
      </w:r>
      <w:r>
        <w:tab/>
        <w:t>3.038e0</w:t>
      </w:r>
    </w:p>
    <w:p w:rsidR="00845324" w:rsidRDefault="00845324" w:rsidP="00845324">
      <w:r>
        <w:t>203.7031</w:t>
      </w:r>
      <w:r>
        <w:tab/>
        <w:t>2.025e0</w:t>
      </w:r>
    </w:p>
    <w:p w:rsidR="00845324" w:rsidRDefault="00845324" w:rsidP="00845324">
      <w:r>
        <w:t>203.7367</w:t>
      </w:r>
      <w:r>
        <w:tab/>
        <w:t>2.025e0</w:t>
      </w:r>
    </w:p>
    <w:p w:rsidR="00845324" w:rsidRDefault="00845324" w:rsidP="00845324">
      <w:r>
        <w:t>203.8032</w:t>
      </w:r>
      <w:r>
        <w:tab/>
        <w:t>3.038e0</w:t>
      </w:r>
    </w:p>
    <w:p w:rsidR="00845324" w:rsidRDefault="00845324" w:rsidP="00845324">
      <w:r>
        <w:t>203.8513</w:t>
      </w:r>
      <w:r>
        <w:tab/>
        <w:t>2.025e0</w:t>
      </w:r>
    </w:p>
    <w:p w:rsidR="00845324" w:rsidRDefault="00845324" w:rsidP="00845324">
      <w:r>
        <w:t>203.8751</w:t>
      </w:r>
      <w:r>
        <w:tab/>
        <w:t>2.025e0</w:t>
      </w:r>
    </w:p>
    <w:p w:rsidR="00845324" w:rsidRDefault="00845324" w:rsidP="00845324">
      <w:r>
        <w:t>203.9315</w:t>
      </w:r>
      <w:r>
        <w:tab/>
        <w:t>3.038e0</w:t>
      </w:r>
    </w:p>
    <w:p w:rsidR="00845324" w:rsidRDefault="00845324" w:rsidP="00845324">
      <w:r>
        <w:t>203.9624</w:t>
      </w:r>
      <w:r>
        <w:tab/>
        <w:t>1.013e0</w:t>
      </w:r>
    </w:p>
    <w:p w:rsidR="00845324" w:rsidRDefault="00845324" w:rsidP="00845324">
      <w:r>
        <w:lastRenderedPageBreak/>
        <w:t>204.0210</w:t>
      </w:r>
      <w:r>
        <w:tab/>
        <w:t>1.873e0</w:t>
      </w:r>
    </w:p>
    <w:p w:rsidR="00845324" w:rsidRDefault="00845324" w:rsidP="00845324">
      <w:r>
        <w:t>204.0495</w:t>
      </w:r>
      <w:r>
        <w:tab/>
        <w:t>3.972e0</w:t>
      </w:r>
    </w:p>
    <w:p w:rsidR="00845324" w:rsidRDefault="00845324" w:rsidP="00845324">
      <w:r>
        <w:t>204.0988</w:t>
      </w:r>
      <w:r>
        <w:tab/>
        <w:t>4.939e0</w:t>
      </w:r>
    </w:p>
    <w:p w:rsidR="00845324" w:rsidRDefault="00845324" w:rsidP="00845324">
      <w:r>
        <w:t>204.1720</w:t>
      </w:r>
      <w:r>
        <w:tab/>
        <w:t>3.811e0</w:t>
      </w:r>
    </w:p>
    <w:p w:rsidR="00845324" w:rsidRDefault="00845324" w:rsidP="00845324">
      <w:r>
        <w:t>204.2379</w:t>
      </w:r>
      <w:r>
        <w:tab/>
        <w:t>2.025e0</w:t>
      </w:r>
    </w:p>
    <w:p w:rsidR="00845324" w:rsidRDefault="00845324" w:rsidP="00845324">
      <w:r>
        <w:t>204.2665</w:t>
      </w:r>
      <w:r>
        <w:tab/>
        <w:t>2.025e0</w:t>
      </w:r>
    </w:p>
    <w:p w:rsidR="00845324" w:rsidRDefault="00845324" w:rsidP="00845324">
      <w:r>
        <w:t>204.2923</w:t>
      </w:r>
      <w:r>
        <w:tab/>
        <w:t>1.013e0</w:t>
      </w:r>
    </w:p>
    <w:p w:rsidR="00845324" w:rsidRDefault="00845324" w:rsidP="00845324">
      <w:r>
        <w:t>204.4373</w:t>
      </w:r>
      <w:r>
        <w:tab/>
        <w:t>1.013e0</w:t>
      </w:r>
    </w:p>
    <w:p w:rsidR="00845324" w:rsidRDefault="00845324" w:rsidP="00845324">
      <w:r>
        <w:t>204.4604</w:t>
      </w:r>
      <w:r>
        <w:tab/>
        <w:t>1.013e0</w:t>
      </w:r>
    </w:p>
    <w:p w:rsidR="00845324" w:rsidRDefault="00845324" w:rsidP="00845324">
      <w:r>
        <w:t>204.4862</w:t>
      </w:r>
      <w:r>
        <w:tab/>
        <w:t>1.013e0</w:t>
      </w:r>
    </w:p>
    <w:p w:rsidR="00845324" w:rsidRDefault="00845324" w:rsidP="00845324">
      <w:r>
        <w:t>204.5462</w:t>
      </w:r>
      <w:r>
        <w:tab/>
        <w:t>3.038e0</w:t>
      </w:r>
    </w:p>
    <w:p w:rsidR="00845324" w:rsidRDefault="00845324" w:rsidP="00845324">
      <w:r>
        <w:t>204.6119</w:t>
      </w:r>
      <w:r>
        <w:tab/>
        <w:t>1.013e0</w:t>
      </w:r>
    </w:p>
    <w:p w:rsidR="00845324" w:rsidRDefault="00845324" w:rsidP="00845324">
      <w:r>
        <w:t>204.6599</w:t>
      </w:r>
      <w:r>
        <w:tab/>
        <w:t>2.025e0</w:t>
      </w:r>
    </w:p>
    <w:p w:rsidR="00845324" w:rsidRDefault="00845324" w:rsidP="00845324">
      <w:r>
        <w:t>204.7228</w:t>
      </w:r>
      <w:r>
        <w:tab/>
        <w:t>2.025e0</w:t>
      </w:r>
    </w:p>
    <w:p w:rsidR="00845324" w:rsidRDefault="00845324" w:rsidP="00845324">
      <w:r>
        <w:t>204.7597</w:t>
      </w:r>
      <w:r>
        <w:tab/>
        <w:t>1.013e0</w:t>
      </w:r>
    </w:p>
    <w:p w:rsidR="00845324" w:rsidRDefault="00845324" w:rsidP="00845324">
      <w:r>
        <w:t>204.7948</w:t>
      </w:r>
      <w:r>
        <w:tab/>
        <w:t>2.025e0</w:t>
      </w:r>
    </w:p>
    <w:p w:rsidR="00845324" w:rsidRDefault="00845324" w:rsidP="00845324">
      <w:r>
        <w:t>204.8404</w:t>
      </w:r>
      <w:r>
        <w:tab/>
        <w:t>1.013e0</w:t>
      </w:r>
    </w:p>
    <w:p w:rsidR="00845324" w:rsidRDefault="00845324" w:rsidP="00845324">
      <w:r>
        <w:t>204.9206</w:t>
      </w:r>
      <w:r>
        <w:tab/>
        <w:t>2.025e0</w:t>
      </w:r>
    </w:p>
    <w:p w:rsidR="00845324" w:rsidRDefault="00845324" w:rsidP="00845324">
      <w:r>
        <w:t>204.9852</w:t>
      </w:r>
      <w:r>
        <w:tab/>
        <w:t>1.013e0</w:t>
      </w:r>
    </w:p>
    <w:p w:rsidR="00845324" w:rsidRDefault="00845324" w:rsidP="00845324">
      <w:r>
        <w:lastRenderedPageBreak/>
        <w:t>205.0065</w:t>
      </w:r>
      <w:r>
        <w:tab/>
        <w:t>3.038e0</w:t>
      </w:r>
    </w:p>
    <w:p w:rsidR="00845324" w:rsidRDefault="00845324" w:rsidP="00845324">
      <w:r>
        <w:t>205.0493</w:t>
      </w:r>
      <w:r>
        <w:tab/>
        <w:t>2.412e0</w:t>
      </w:r>
    </w:p>
    <w:p w:rsidR="00845324" w:rsidRDefault="00845324" w:rsidP="00845324">
      <w:r>
        <w:t>205.0999</w:t>
      </w:r>
      <w:r>
        <w:tab/>
        <w:t>1.901e0</w:t>
      </w:r>
    </w:p>
    <w:p w:rsidR="00845324" w:rsidRDefault="00845324" w:rsidP="00845324">
      <w:r>
        <w:t>205.1562</w:t>
      </w:r>
      <w:r>
        <w:tab/>
        <w:t>2.842e0</w:t>
      </w:r>
    </w:p>
    <w:p w:rsidR="00845324" w:rsidRDefault="00845324" w:rsidP="00845324">
      <w:r>
        <w:t>205.1782</w:t>
      </w:r>
      <w:r>
        <w:tab/>
        <w:t>6.820e0</w:t>
      </w:r>
    </w:p>
    <w:p w:rsidR="00845324" w:rsidRDefault="00845324" w:rsidP="00845324">
      <w:r>
        <w:t>205.2478</w:t>
      </w:r>
      <w:r>
        <w:tab/>
        <w:t>1.013e0</w:t>
      </w:r>
    </w:p>
    <w:p w:rsidR="00845324" w:rsidRDefault="00845324" w:rsidP="00845324">
      <w:r>
        <w:t>205.2813</w:t>
      </w:r>
      <w:r>
        <w:tab/>
        <w:t>3.038e0</w:t>
      </w:r>
    </w:p>
    <w:p w:rsidR="00845324" w:rsidRDefault="00845324" w:rsidP="00845324">
      <w:r>
        <w:t>205.3347</w:t>
      </w:r>
      <w:r>
        <w:tab/>
        <w:t>1.013e0</w:t>
      </w:r>
    </w:p>
    <w:p w:rsidR="00845324" w:rsidRDefault="00845324" w:rsidP="00845324">
      <w:r>
        <w:t>205.3736</w:t>
      </w:r>
      <w:r>
        <w:tab/>
        <w:t>1.013e0</w:t>
      </w:r>
    </w:p>
    <w:p w:rsidR="00845324" w:rsidRDefault="00845324" w:rsidP="00845324">
      <w:r>
        <w:t>205.4049</w:t>
      </w:r>
      <w:r>
        <w:tab/>
        <w:t>2.025e0</w:t>
      </w:r>
    </w:p>
    <w:p w:rsidR="00845324" w:rsidRDefault="00845324" w:rsidP="00845324">
      <w:r>
        <w:t>205.4731</w:t>
      </w:r>
      <w:r>
        <w:tab/>
        <w:t>3.038e0</w:t>
      </w:r>
    </w:p>
    <w:p w:rsidR="00845324" w:rsidRDefault="00845324" w:rsidP="00845324">
      <w:r>
        <w:t>205.5178</w:t>
      </w:r>
      <w:r>
        <w:tab/>
        <w:t>1.013e0</w:t>
      </w:r>
    </w:p>
    <w:p w:rsidR="00845324" w:rsidRDefault="00845324" w:rsidP="00845324">
      <w:r>
        <w:t>205.5692</w:t>
      </w:r>
      <w:r>
        <w:tab/>
        <w:t>3.038e0</w:t>
      </w:r>
    </w:p>
    <w:p w:rsidR="00845324" w:rsidRDefault="00845324" w:rsidP="00845324">
      <w:r>
        <w:t>205.6939</w:t>
      </w:r>
      <w:r>
        <w:tab/>
        <w:t>3.038e0</w:t>
      </w:r>
    </w:p>
    <w:p w:rsidR="00845324" w:rsidRDefault="00845324" w:rsidP="00845324">
      <w:r>
        <w:t>205.7462</w:t>
      </w:r>
      <w:r>
        <w:tab/>
        <w:t>2.025e0</w:t>
      </w:r>
    </w:p>
    <w:p w:rsidR="00845324" w:rsidRDefault="00845324" w:rsidP="00845324">
      <w:r>
        <w:t>205.8067</w:t>
      </w:r>
      <w:r>
        <w:tab/>
        <w:t>1.013e0</w:t>
      </w:r>
    </w:p>
    <w:p w:rsidR="00845324" w:rsidRDefault="00845324" w:rsidP="00845324">
      <w:r>
        <w:t>205.8715</w:t>
      </w:r>
      <w:r>
        <w:tab/>
        <w:t>1.013e0</w:t>
      </w:r>
    </w:p>
    <w:p w:rsidR="00845324" w:rsidRDefault="00845324" w:rsidP="00845324">
      <w:r>
        <w:t>205.8972</w:t>
      </w:r>
      <w:r>
        <w:tab/>
        <w:t>2.025e0</w:t>
      </w:r>
    </w:p>
    <w:p w:rsidR="00845324" w:rsidRDefault="00845324" w:rsidP="00845324">
      <w:r>
        <w:t>205.9176</w:t>
      </w:r>
      <w:r>
        <w:tab/>
        <w:t>1.013e0</w:t>
      </w:r>
    </w:p>
    <w:p w:rsidR="00845324" w:rsidRDefault="00845324" w:rsidP="00845324">
      <w:r>
        <w:lastRenderedPageBreak/>
        <w:t>205.9566</w:t>
      </w:r>
      <w:r>
        <w:tab/>
        <w:t>2.025e0</w:t>
      </w:r>
    </w:p>
    <w:p w:rsidR="00845324" w:rsidRDefault="00845324" w:rsidP="00845324">
      <w:r>
        <w:t>206.0131</w:t>
      </w:r>
      <w:r>
        <w:tab/>
        <w:t>2.962e0</w:t>
      </w:r>
    </w:p>
    <w:p w:rsidR="00845324" w:rsidRDefault="00845324" w:rsidP="00845324">
      <w:r>
        <w:t>206.0669</w:t>
      </w:r>
      <w:r>
        <w:tab/>
        <w:t>1.694e1</w:t>
      </w:r>
    </w:p>
    <w:p w:rsidR="00845324" w:rsidRDefault="00845324" w:rsidP="00845324">
      <w:r>
        <w:t>206.1011</w:t>
      </w:r>
      <w:r>
        <w:tab/>
        <w:t>3.103e0</w:t>
      </w:r>
    </w:p>
    <w:p w:rsidR="00845324" w:rsidRDefault="00845324" w:rsidP="00845324">
      <w:r>
        <w:t>206.1484</w:t>
      </w:r>
      <w:r>
        <w:tab/>
        <w:t>5.050e0</w:t>
      </w:r>
    </w:p>
    <w:p w:rsidR="00845324" w:rsidRDefault="00845324" w:rsidP="00845324">
      <w:r>
        <w:t>206.1805</w:t>
      </w:r>
      <w:r>
        <w:tab/>
        <w:t>2.463e0</w:t>
      </w:r>
    </w:p>
    <w:p w:rsidR="00845324" w:rsidRDefault="00845324" w:rsidP="00845324">
      <w:r>
        <w:t>206.2244</w:t>
      </w:r>
      <w:r>
        <w:tab/>
        <w:t>4.921e0</w:t>
      </w:r>
    </w:p>
    <w:p w:rsidR="00845324" w:rsidRDefault="00845324" w:rsidP="00845324">
      <w:r>
        <w:t>206.2596</w:t>
      </w:r>
      <w:r>
        <w:tab/>
        <w:t>1.295e0</w:t>
      </w:r>
    </w:p>
    <w:p w:rsidR="00845324" w:rsidRDefault="00845324" w:rsidP="00845324">
      <w:r>
        <w:t>206.3176</w:t>
      </w:r>
      <w:r>
        <w:tab/>
        <w:t>1.013e0</w:t>
      </w:r>
    </w:p>
    <w:p w:rsidR="00845324" w:rsidRDefault="00845324" w:rsidP="00845324">
      <w:r>
        <w:t>206.3908</w:t>
      </w:r>
      <w:r>
        <w:tab/>
        <w:t>2.025e0</w:t>
      </w:r>
    </w:p>
    <w:p w:rsidR="00845324" w:rsidRDefault="00845324" w:rsidP="00845324">
      <w:r>
        <w:t>206.4306</w:t>
      </w:r>
      <w:r>
        <w:tab/>
        <w:t>2.025e0</w:t>
      </w:r>
    </w:p>
    <w:p w:rsidR="00845324" w:rsidRDefault="00845324" w:rsidP="00845324">
      <w:r>
        <w:t>206.4715</w:t>
      </w:r>
      <w:r>
        <w:tab/>
        <w:t>1.013e0</w:t>
      </w:r>
    </w:p>
    <w:p w:rsidR="00845324" w:rsidRDefault="00845324" w:rsidP="00845324">
      <w:r>
        <w:t>206.5085</w:t>
      </w:r>
      <w:r>
        <w:tab/>
        <w:t>1.013e0</w:t>
      </w:r>
    </w:p>
    <w:p w:rsidR="00845324" w:rsidRDefault="00845324" w:rsidP="00845324">
      <w:r>
        <w:t>206.5288</w:t>
      </w:r>
      <w:r>
        <w:tab/>
        <w:t>1.013e0</w:t>
      </w:r>
    </w:p>
    <w:p w:rsidR="00845324" w:rsidRDefault="00845324" w:rsidP="00845324">
      <w:r>
        <w:t>206.6270</w:t>
      </w:r>
      <w:r>
        <w:tab/>
        <w:t>1.013e0</w:t>
      </w:r>
    </w:p>
    <w:p w:rsidR="00845324" w:rsidRDefault="00845324" w:rsidP="00845324">
      <w:r>
        <w:t>206.6624</w:t>
      </w:r>
      <w:r>
        <w:tab/>
        <w:t>1.013e0</w:t>
      </w:r>
    </w:p>
    <w:p w:rsidR="00845324" w:rsidRDefault="00845324" w:rsidP="00845324">
      <w:r>
        <w:t>206.7077</w:t>
      </w:r>
      <w:r>
        <w:tab/>
        <w:t>4.051e0</w:t>
      </w:r>
    </w:p>
    <w:p w:rsidR="00845324" w:rsidRDefault="00845324" w:rsidP="00845324">
      <w:r>
        <w:t>206.7383</w:t>
      </w:r>
      <w:r>
        <w:tab/>
        <w:t>2.025e0</w:t>
      </w:r>
    </w:p>
    <w:p w:rsidR="00845324" w:rsidRDefault="00845324" w:rsidP="00845324">
      <w:r>
        <w:t>206.7728</w:t>
      </w:r>
      <w:r>
        <w:tab/>
        <w:t>1.013e0</w:t>
      </w:r>
    </w:p>
    <w:p w:rsidR="00845324" w:rsidRDefault="00845324" w:rsidP="00845324">
      <w:r>
        <w:lastRenderedPageBreak/>
        <w:t>206.7995</w:t>
      </w:r>
      <w:r>
        <w:tab/>
        <w:t>1.013e0</w:t>
      </w:r>
    </w:p>
    <w:p w:rsidR="00845324" w:rsidRDefault="00845324" w:rsidP="00845324">
      <w:r>
        <w:t>206.8792</w:t>
      </w:r>
      <w:r>
        <w:tab/>
        <w:t>1.013e0</w:t>
      </w:r>
    </w:p>
    <w:p w:rsidR="00845324" w:rsidRDefault="00845324" w:rsidP="00845324">
      <w:r>
        <w:t>206.9942</w:t>
      </w:r>
      <w:r>
        <w:tab/>
        <w:t>2.025e0</w:t>
      </w:r>
    </w:p>
    <w:p w:rsidR="00845324" w:rsidRDefault="00845324" w:rsidP="00845324">
      <w:r>
        <w:t>207.0703</w:t>
      </w:r>
      <w:r>
        <w:tab/>
        <w:t>3.193e0</w:t>
      </w:r>
    </w:p>
    <w:p w:rsidR="00845324" w:rsidRDefault="00845324" w:rsidP="00845324">
      <w:r>
        <w:t>207.0931</w:t>
      </w:r>
      <w:r>
        <w:tab/>
        <w:t>2.854e0</w:t>
      </w:r>
    </w:p>
    <w:p w:rsidR="00845324" w:rsidRDefault="00845324" w:rsidP="00845324">
      <w:r>
        <w:t>207.1131</w:t>
      </w:r>
      <w:r>
        <w:tab/>
        <w:t>1.977e0</w:t>
      </w:r>
    </w:p>
    <w:p w:rsidR="00845324" w:rsidRDefault="00845324" w:rsidP="00845324">
      <w:r>
        <w:t>207.1648</w:t>
      </w:r>
      <w:r>
        <w:tab/>
        <w:t>3.322e0</w:t>
      </w:r>
    </w:p>
    <w:p w:rsidR="00845324" w:rsidRDefault="00845324" w:rsidP="00845324">
      <w:r>
        <w:t>207.1946</w:t>
      </w:r>
      <w:r>
        <w:tab/>
        <w:t>1.789e0</w:t>
      </w:r>
    </w:p>
    <w:p w:rsidR="00845324" w:rsidRDefault="00845324" w:rsidP="00845324">
      <w:r>
        <w:t>207.2502</w:t>
      </w:r>
      <w:r>
        <w:tab/>
        <w:t>2.025e0</w:t>
      </w:r>
    </w:p>
    <w:p w:rsidR="00845324" w:rsidRDefault="00845324" w:rsidP="00845324">
      <w:r>
        <w:t>207.2813</w:t>
      </w:r>
      <w:r>
        <w:tab/>
        <w:t>2.025e0</w:t>
      </w:r>
    </w:p>
    <w:p w:rsidR="00845324" w:rsidRDefault="00845324" w:rsidP="00845324">
      <w:r>
        <w:t>207.3225</w:t>
      </w:r>
      <w:r>
        <w:tab/>
        <w:t>1.013e0</w:t>
      </w:r>
    </w:p>
    <w:p w:rsidR="00845324" w:rsidRDefault="00845324" w:rsidP="00845324">
      <w:r>
        <w:t>207.3483</w:t>
      </w:r>
      <w:r>
        <w:tab/>
        <w:t>2.025e0</w:t>
      </w:r>
    </w:p>
    <w:p w:rsidR="00845324" w:rsidRDefault="00845324" w:rsidP="00845324">
      <w:r>
        <w:t>207.3690</w:t>
      </w:r>
      <w:r>
        <w:tab/>
        <w:t>1.013e0</w:t>
      </w:r>
    </w:p>
    <w:p w:rsidR="00845324" w:rsidRDefault="00845324" w:rsidP="00845324">
      <w:r>
        <w:t>207.3999</w:t>
      </w:r>
      <w:r>
        <w:tab/>
        <w:t>3.038e0</w:t>
      </w:r>
    </w:p>
    <w:p w:rsidR="00845324" w:rsidRDefault="00845324" w:rsidP="00845324">
      <w:r>
        <w:t>207.4794</w:t>
      </w:r>
      <w:r>
        <w:tab/>
        <w:t>3.038e0</w:t>
      </w:r>
    </w:p>
    <w:p w:rsidR="00845324" w:rsidRDefault="00845324" w:rsidP="00845324">
      <w:r>
        <w:t>207.5221</w:t>
      </w:r>
      <w:r>
        <w:tab/>
        <w:t>2.025e0</w:t>
      </w:r>
    </w:p>
    <w:p w:rsidR="00845324" w:rsidRDefault="00845324" w:rsidP="00845324">
      <w:r>
        <w:t>207.5903</w:t>
      </w:r>
      <w:r>
        <w:tab/>
        <w:t>2.025e0</w:t>
      </w:r>
    </w:p>
    <w:p w:rsidR="00845324" w:rsidRDefault="00845324" w:rsidP="00845324">
      <w:r>
        <w:t>207.6311</w:t>
      </w:r>
      <w:r>
        <w:tab/>
        <w:t>3.038e0</w:t>
      </w:r>
    </w:p>
    <w:p w:rsidR="00845324" w:rsidRDefault="00845324" w:rsidP="00845324">
      <w:r>
        <w:t>207.7421</w:t>
      </w:r>
      <w:r>
        <w:tab/>
        <w:t>3.038e0</w:t>
      </w:r>
    </w:p>
    <w:p w:rsidR="00845324" w:rsidRDefault="00845324" w:rsidP="00845324">
      <w:r>
        <w:lastRenderedPageBreak/>
        <w:t>207.8238</w:t>
      </w:r>
      <w:r>
        <w:tab/>
        <w:t>5.063e0</w:t>
      </w:r>
    </w:p>
    <w:p w:rsidR="00845324" w:rsidRDefault="00845324" w:rsidP="00845324">
      <w:r>
        <w:t>207.8898</w:t>
      </w:r>
      <w:r>
        <w:tab/>
        <w:t>1.013e0</w:t>
      </w:r>
    </w:p>
    <w:p w:rsidR="00845324" w:rsidRDefault="00845324" w:rsidP="00845324">
      <w:r>
        <w:t>207.9241</w:t>
      </w:r>
      <w:r>
        <w:tab/>
        <w:t>2.025e0</w:t>
      </w:r>
    </w:p>
    <w:p w:rsidR="00845324" w:rsidRDefault="00845324" w:rsidP="00845324">
      <w:r>
        <w:t>207.9648</w:t>
      </w:r>
      <w:r>
        <w:tab/>
        <w:t>3.038e0</w:t>
      </w:r>
    </w:p>
    <w:p w:rsidR="00845324" w:rsidRDefault="00845324" w:rsidP="00845324">
      <w:r>
        <w:t>208.0404</w:t>
      </w:r>
      <w:r>
        <w:tab/>
        <w:t>9.846e1</w:t>
      </w:r>
    </w:p>
    <w:p w:rsidR="00845324" w:rsidRDefault="00845324" w:rsidP="00845324">
      <w:r>
        <w:t>208.1043</w:t>
      </w:r>
      <w:r>
        <w:tab/>
        <w:t>1.901e0</w:t>
      </w:r>
    </w:p>
    <w:p w:rsidR="00845324" w:rsidRDefault="00845324" w:rsidP="00845324">
      <w:r>
        <w:t>208.1426</w:t>
      </w:r>
      <w:r>
        <w:tab/>
        <w:t>2.768e0</w:t>
      </w:r>
    </w:p>
    <w:p w:rsidR="00845324" w:rsidRDefault="00845324" w:rsidP="00845324">
      <w:r>
        <w:t>208.1895</w:t>
      </w:r>
      <w:r>
        <w:tab/>
        <w:t>7.089e0</w:t>
      </w:r>
    </w:p>
    <w:p w:rsidR="00845324" w:rsidRDefault="00845324" w:rsidP="00845324">
      <w:r>
        <w:t>208.2359</w:t>
      </w:r>
      <w:r>
        <w:tab/>
        <w:t>1.830e0</w:t>
      </w:r>
    </w:p>
    <w:p w:rsidR="00845324" w:rsidRDefault="00845324" w:rsidP="00845324">
      <w:r>
        <w:t>208.2616</w:t>
      </w:r>
      <w:r>
        <w:tab/>
        <w:t>3.038e0</w:t>
      </w:r>
    </w:p>
    <w:p w:rsidR="00845324" w:rsidRDefault="00845324" w:rsidP="00845324">
      <w:r>
        <w:t>208.2994</w:t>
      </w:r>
      <w:r>
        <w:tab/>
        <w:t>1.013e0</w:t>
      </w:r>
    </w:p>
    <w:p w:rsidR="00845324" w:rsidRDefault="00845324" w:rsidP="00845324">
      <w:r>
        <w:t>208.3274</w:t>
      </w:r>
      <w:r>
        <w:tab/>
        <w:t>1.013e0</w:t>
      </w:r>
    </w:p>
    <w:p w:rsidR="00845324" w:rsidRDefault="00845324" w:rsidP="00845324">
      <w:r>
        <w:t>208.3607</w:t>
      </w:r>
      <w:r>
        <w:tab/>
        <w:t>1.013e0</w:t>
      </w:r>
    </w:p>
    <w:p w:rsidR="00845324" w:rsidRDefault="00845324" w:rsidP="00845324">
      <w:r>
        <w:t>208.4091</w:t>
      </w:r>
      <w:r>
        <w:tab/>
        <w:t>4.051e0</w:t>
      </w:r>
    </w:p>
    <w:p w:rsidR="00845324" w:rsidRDefault="00845324" w:rsidP="00845324">
      <w:r>
        <w:t>208.4439</w:t>
      </w:r>
      <w:r>
        <w:tab/>
        <w:t>2.025e0</w:t>
      </w:r>
    </w:p>
    <w:p w:rsidR="00845324" w:rsidRDefault="00845324" w:rsidP="00845324">
      <w:r>
        <w:t>208.5051</w:t>
      </w:r>
      <w:r>
        <w:tab/>
        <w:t>3.038e0</w:t>
      </w:r>
    </w:p>
    <w:p w:rsidR="00845324" w:rsidRDefault="00845324" w:rsidP="00845324">
      <w:r>
        <w:t>208.5458</w:t>
      </w:r>
      <w:r>
        <w:tab/>
        <w:t>5.063e0</w:t>
      </w:r>
    </w:p>
    <w:p w:rsidR="00845324" w:rsidRDefault="00845324" w:rsidP="00845324">
      <w:r>
        <w:t>208.5894</w:t>
      </w:r>
      <w:r>
        <w:tab/>
        <w:t>2.025e0</w:t>
      </w:r>
    </w:p>
    <w:p w:rsidR="00845324" w:rsidRDefault="00845324" w:rsidP="00845324">
      <w:r>
        <w:t>208.6490</w:t>
      </w:r>
      <w:r>
        <w:tab/>
        <w:t>1.013e0</w:t>
      </w:r>
    </w:p>
    <w:p w:rsidR="00845324" w:rsidRDefault="00845324" w:rsidP="00845324">
      <w:r>
        <w:lastRenderedPageBreak/>
        <w:t>208.6915</w:t>
      </w:r>
      <w:r>
        <w:tab/>
        <w:t>3.038e0</w:t>
      </w:r>
    </w:p>
    <w:p w:rsidR="00845324" w:rsidRDefault="00845324" w:rsidP="00845324">
      <w:r>
        <w:t>208.7372</w:t>
      </w:r>
      <w:r>
        <w:tab/>
        <w:t>1.013e0</w:t>
      </w:r>
    </w:p>
    <w:p w:rsidR="00845324" w:rsidRDefault="00845324" w:rsidP="00845324">
      <w:r>
        <w:t>208.7680</w:t>
      </w:r>
      <w:r>
        <w:tab/>
        <w:t>2.025e0</w:t>
      </w:r>
    </w:p>
    <w:p w:rsidR="00845324" w:rsidRDefault="00845324" w:rsidP="00845324">
      <w:r>
        <w:t>208.8183</w:t>
      </w:r>
      <w:r>
        <w:tab/>
        <w:t>2.025e0</w:t>
      </w:r>
    </w:p>
    <w:p w:rsidR="00845324" w:rsidRDefault="00845324" w:rsidP="00845324">
      <w:r>
        <w:t>208.8945</w:t>
      </w:r>
      <w:r>
        <w:tab/>
        <w:t>1.013e0</w:t>
      </w:r>
    </w:p>
    <w:p w:rsidR="00845324" w:rsidRDefault="00845324" w:rsidP="00845324">
      <w:r>
        <w:t>208.9166</w:t>
      </w:r>
      <w:r>
        <w:tab/>
        <w:t>3.038e0</w:t>
      </w:r>
    </w:p>
    <w:p w:rsidR="00845324" w:rsidRDefault="00845324" w:rsidP="00845324">
      <w:r>
        <w:t>208.9410</w:t>
      </w:r>
      <w:r>
        <w:tab/>
        <w:t>3.038e0</w:t>
      </w:r>
    </w:p>
    <w:p w:rsidR="00845324" w:rsidRDefault="00845324" w:rsidP="00845324">
      <w:r>
        <w:t>208.9836</w:t>
      </w:r>
      <w:r>
        <w:tab/>
        <w:t>4.051e0</w:t>
      </w:r>
    </w:p>
    <w:p w:rsidR="00845324" w:rsidRDefault="00845324" w:rsidP="00845324">
      <w:r>
        <w:t>209.0237</w:t>
      </w:r>
      <w:r>
        <w:tab/>
        <w:t>4.974e0</w:t>
      </w:r>
    </w:p>
    <w:p w:rsidR="00845324" w:rsidRDefault="00845324" w:rsidP="00845324">
      <w:r>
        <w:t>209.0464</w:t>
      </w:r>
      <w:r>
        <w:tab/>
        <w:t>1.286e1</w:t>
      </w:r>
    </w:p>
    <w:p w:rsidR="00845324" w:rsidRDefault="00845324" w:rsidP="00845324">
      <w:r>
        <w:t>209.1161</w:t>
      </w:r>
      <w:r>
        <w:tab/>
        <w:t>8.153e0</w:t>
      </w:r>
    </w:p>
    <w:p w:rsidR="00845324" w:rsidRDefault="00845324" w:rsidP="00845324">
      <w:r>
        <w:t>209.1478</w:t>
      </w:r>
      <w:r>
        <w:tab/>
        <w:t>6.743e0</w:t>
      </w:r>
    </w:p>
    <w:p w:rsidR="00845324" w:rsidRDefault="00845324" w:rsidP="00845324">
      <w:r>
        <w:t>209.1866</w:t>
      </w:r>
      <w:r>
        <w:tab/>
        <w:t>3.038e0</w:t>
      </w:r>
    </w:p>
    <w:p w:rsidR="00845324" w:rsidRDefault="00845324" w:rsidP="00845324">
      <w:r>
        <w:t>209.2111</w:t>
      </w:r>
      <w:r>
        <w:tab/>
        <w:t>4.051e0</w:t>
      </w:r>
    </w:p>
    <w:p w:rsidR="00845324" w:rsidRDefault="00845324" w:rsidP="00845324">
      <w:r>
        <w:t>209.2493</w:t>
      </w:r>
      <w:r>
        <w:tab/>
        <w:t>4.866e0</w:t>
      </w:r>
    </w:p>
    <w:p w:rsidR="00845324" w:rsidRDefault="00845324" w:rsidP="00845324">
      <w:r>
        <w:t>209.2889</w:t>
      </w:r>
      <w:r>
        <w:tab/>
        <w:t>2.025e0</w:t>
      </w:r>
    </w:p>
    <w:p w:rsidR="00845324" w:rsidRDefault="00845324" w:rsidP="00845324">
      <w:r>
        <w:t>209.3635</w:t>
      </w:r>
      <w:r>
        <w:tab/>
        <w:t>2.025e0</w:t>
      </w:r>
    </w:p>
    <w:p w:rsidR="00845324" w:rsidRDefault="00845324" w:rsidP="00845324">
      <w:r>
        <w:t>209.4289</w:t>
      </w:r>
      <w:r>
        <w:tab/>
        <w:t>4.051e0</w:t>
      </w:r>
    </w:p>
    <w:p w:rsidR="00845324" w:rsidRDefault="00845324" w:rsidP="00845324">
      <w:r>
        <w:t>209.4974</w:t>
      </w:r>
      <w:r>
        <w:tab/>
        <w:t>2.025e0</w:t>
      </w:r>
    </w:p>
    <w:p w:rsidR="00845324" w:rsidRDefault="00845324" w:rsidP="00845324">
      <w:r>
        <w:lastRenderedPageBreak/>
        <w:t>209.5379</w:t>
      </w:r>
      <w:r>
        <w:tab/>
        <w:t>3.038e0</w:t>
      </w:r>
    </w:p>
    <w:p w:rsidR="00845324" w:rsidRDefault="00845324" w:rsidP="00845324">
      <w:r>
        <w:t>209.6220</w:t>
      </w:r>
      <w:r>
        <w:tab/>
        <w:t>3.038e0</w:t>
      </w:r>
    </w:p>
    <w:p w:rsidR="00845324" w:rsidRDefault="00845324" w:rsidP="00845324">
      <w:r>
        <w:t>209.6596</w:t>
      </w:r>
      <w:r>
        <w:tab/>
        <w:t>2.025e0</w:t>
      </w:r>
    </w:p>
    <w:p w:rsidR="00845324" w:rsidRDefault="00845324" w:rsidP="00845324">
      <w:r>
        <w:t>209.7196</w:t>
      </w:r>
      <w:r>
        <w:tab/>
        <w:t>4.051e0</w:t>
      </w:r>
    </w:p>
    <w:p w:rsidR="00845324" w:rsidRDefault="00845324" w:rsidP="00845324">
      <w:r>
        <w:t>209.7439</w:t>
      </w:r>
      <w:r>
        <w:tab/>
        <w:t>2.025e0</w:t>
      </w:r>
    </w:p>
    <w:p w:rsidR="00845324" w:rsidRDefault="00845324" w:rsidP="00845324">
      <w:r>
        <w:t>209.7825</w:t>
      </w:r>
      <w:r>
        <w:tab/>
        <w:t>1.013e0</w:t>
      </w:r>
    </w:p>
    <w:p w:rsidR="00845324" w:rsidRDefault="00845324" w:rsidP="00845324">
      <w:r>
        <w:t>209.8217</w:t>
      </w:r>
      <w:r>
        <w:tab/>
        <w:t>2.025e0</w:t>
      </w:r>
    </w:p>
    <w:p w:rsidR="00845324" w:rsidRDefault="00845324" w:rsidP="00845324">
      <w:r>
        <w:t>209.8458</w:t>
      </w:r>
      <w:r>
        <w:tab/>
        <w:t>2.025e0</w:t>
      </w:r>
    </w:p>
    <w:p w:rsidR="00845324" w:rsidRDefault="00845324" w:rsidP="00845324">
      <w:r>
        <w:t>209.8943</w:t>
      </w:r>
      <w:r>
        <w:tab/>
        <w:t>2.025e0</w:t>
      </w:r>
    </w:p>
    <w:p w:rsidR="00845324" w:rsidRDefault="00845324" w:rsidP="00845324">
      <w:r>
        <w:t>209.9210</w:t>
      </w:r>
      <w:r>
        <w:tab/>
        <w:t>1.013e0</w:t>
      </w:r>
    </w:p>
    <w:p w:rsidR="00845324" w:rsidRDefault="00845324" w:rsidP="00845324">
      <w:r>
        <w:t>209.9446</w:t>
      </w:r>
      <w:r>
        <w:tab/>
        <w:t>1.013e0</w:t>
      </w:r>
    </w:p>
    <w:p w:rsidR="00845324" w:rsidRDefault="00845324" w:rsidP="00845324">
      <w:r>
        <w:t>209.9928</w:t>
      </w:r>
      <w:r>
        <w:tab/>
        <w:t>2.025e0</w:t>
      </w:r>
    </w:p>
    <w:p w:rsidR="00845324" w:rsidRDefault="00845324" w:rsidP="00845324">
      <w:r>
        <w:t>210.0635</w:t>
      </w:r>
      <w:r>
        <w:tab/>
        <w:t>3.424e0</w:t>
      </w:r>
    </w:p>
    <w:p w:rsidR="00845324" w:rsidRDefault="00845324" w:rsidP="00845324">
      <w:r>
        <w:t>210.0959</w:t>
      </w:r>
      <w:r>
        <w:tab/>
        <w:t>3.367e0</w:t>
      </w:r>
    </w:p>
    <w:p w:rsidR="00845324" w:rsidRDefault="00845324" w:rsidP="00845324">
      <w:r>
        <w:t>210.1346</w:t>
      </w:r>
      <w:r>
        <w:tab/>
        <w:t>5.967e0</w:t>
      </w:r>
    </w:p>
    <w:p w:rsidR="00845324" w:rsidRDefault="00845324" w:rsidP="00845324">
      <w:r>
        <w:t>210.1832</w:t>
      </w:r>
      <w:r>
        <w:tab/>
        <w:t>3.686e0</w:t>
      </w:r>
    </w:p>
    <w:p w:rsidR="00845324" w:rsidRDefault="00845324" w:rsidP="00845324">
      <w:r>
        <w:t>210.2119</w:t>
      </w:r>
      <w:r>
        <w:tab/>
        <w:t>2.025e0</w:t>
      </w:r>
    </w:p>
    <w:p w:rsidR="00845324" w:rsidRDefault="00845324" w:rsidP="00845324">
      <w:r>
        <w:t>210.2559</w:t>
      </w:r>
      <w:r>
        <w:tab/>
        <w:t>1.013e0</w:t>
      </w:r>
    </w:p>
    <w:p w:rsidR="00845324" w:rsidRDefault="00845324" w:rsidP="00845324">
      <w:r>
        <w:t>210.2839</w:t>
      </w:r>
      <w:r>
        <w:tab/>
        <w:t>1.013e0</w:t>
      </w:r>
    </w:p>
    <w:p w:rsidR="00845324" w:rsidRDefault="00845324" w:rsidP="00845324">
      <w:r>
        <w:lastRenderedPageBreak/>
        <w:t>210.3417</w:t>
      </w:r>
      <w:r>
        <w:tab/>
        <w:t>1.013e0</w:t>
      </w:r>
    </w:p>
    <w:p w:rsidR="00845324" w:rsidRDefault="00845324" w:rsidP="00845324">
      <w:r>
        <w:t>210.4686</w:t>
      </w:r>
      <w:r>
        <w:tab/>
        <w:t>2.025e0</w:t>
      </w:r>
    </w:p>
    <w:p w:rsidR="00845324" w:rsidRDefault="00845324" w:rsidP="00845324">
      <w:r>
        <w:t>210.4922</w:t>
      </w:r>
      <w:r>
        <w:tab/>
        <w:t>3.038e0</w:t>
      </w:r>
    </w:p>
    <w:p w:rsidR="00845324" w:rsidRDefault="00845324" w:rsidP="00845324">
      <w:r>
        <w:t>210.5413</w:t>
      </w:r>
      <w:r>
        <w:tab/>
        <w:t>2.025e0</w:t>
      </w:r>
    </w:p>
    <w:p w:rsidR="00845324" w:rsidRDefault="00845324" w:rsidP="00845324">
      <w:r>
        <w:t>210.5805</w:t>
      </w:r>
      <w:r>
        <w:tab/>
        <w:t>1.013e0</w:t>
      </w:r>
    </w:p>
    <w:p w:rsidR="00845324" w:rsidRDefault="00845324" w:rsidP="00845324">
      <w:r>
        <w:t>210.6155</w:t>
      </w:r>
      <w:r>
        <w:tab/>
        <w:t>2.025e0</w:t>
      </w:r>
    </w:p>
    <w:p w:rsidR="00845324" w:rsidRDefault="00845324" w:rsidP="00845324">
      <w:r>
        <w:t>210.6606</w:t>
      </w:r>
      <w:r>
        <w:tab/>
        <w:t>1.013e0</w:t>
      </w:r>
    </w:p>
    <w:p w:rsidR="00845324" w:rsidRDefault="00845324" w:rsidP="00845324">
      <w:r>
        <w:t>210.7401</w:t>
      </w:r>
      <w:r>
        <w:tab/>
        <w:t>2.025e0</w:t>
      </w:r>
    </w:p>
    <w:p w:rsidR="00845324" w:rsidRDefault="00845324" w:rsidP="00845324">
      <w:r>
        <w:t>210.8099</w:t>
      </w:r>
      <w:r>
        <w:tab/>
        <w:t>2.025e0</w:t>
      </w:r>
    </w:p>
    <w:p w:rsidR="00845324" w:rsidRDefault="00845324" w:rsidP="00845324">
      <w:r>
        <w:t>210.8932</w:t>
      </w:r>
      <w:r>
        <w:tab/>
        <w:t>3.038e0</w:t>
      </w:r>
    </w:p>
    <w:p w:rsidR="00845324" w:rsidRDefault="00845324" w:rsidP="00845324">
      <w:r>
        <w:t>210.9534</w:t>
      </w:r>
      <w:r>
        <w:tab/>
        <w:t>1.013e0</w:t>
      </w:r>
    </w:p>
    <w:p w:rsidR="00845324" w:rsidRDefault="00845324" w:rsidP="00845324">
      <w:r>
        <w:t>210.9909</w:t>
      </w:r>
      <w:r>
        <w:tab/>
        <w:t>3.038e0</w:t>
      </w:r>
    </w:p>
    <w:p w:rsidR="00845324" w:rsidRDefault="00845324" w:rsidP="00845324">
      <w:r>
        <w:t>211.0407</w:t>
      </w:r>
      <w:r>
        <w:tab/>
        <w:t>2.412e0</w:t>
      </w:r>
    </w:p>
    <w:p w:rsidR="00845324" w:rsidRDefault="00845324" w:rsidP="00845324">
      <w:r>
        <w:t>211.0764</w:t>
      </w:r>
      <w:r>
        <w:tab/>
        <w:t>2.201e0</w:t>
      </w:r>
    </w:p>
    <w:p w:rsidR="00845324" w:rsidRDefault="00845324" w:rsidP="00845324">
      <w:r>
        <w:t>211.1215</w:t>
      </w:r>
      <w:r>
        <w:tab/>
        <w:t>2.754e0</w:t>
      </w:r>
    </w:p>
    <w:p w:rsidR="00845324" w:rsidRDefault="00845324" w:rsidP="00845324">
      <w:r>
        <w:t>211.1729</w:t>
      </w:r>
      <w:r>
        <w:tab/>
        <w:t>6.370e0</w:t>
      </w:r>
    </w:p>
    <w:p w:rsidR="00845324" w:rsidRDefault="00845324" w:rsidP="00845324">
      <w:r>
        <w:t>211.2556</w:t>
      </w:r>
      <w:r>
        <w:tab/>
        <w:t>1.013e0</w:t>
      </w:r>
    </w:p>
    <w:p w:rsidR="00845324" w:rsidRDefault="00845324" w:rsidP="00845324">
      <w:r>
        <w:t>211.3214</w:t>
      </w:r>
      <w:r>
        <w:tab/>
        <w:t>2.025e0</w:t>
      </w:r>
    </w:p>
    <w:p w:rsidR="00845324" w:rsidRDefault="00845324" w:rsidP="00845324">
      <w:r>
        <w:t>211.3850</w:t>
      </w:r>
      <w:r>
        <w:tab/>
        <w:t>2.025e0</w:t>
      </w:r>
    </w:p>
    <w:p w:rsidR="00845324" w:rsidRDefault="00845324" w:rsidP="00845324">
      <w:r>
        <w:lastRenderedPageBreak/>
        <w:t>211.4203</w:t>
      </w:r>
      <w:r>
        <w:tab/>
        <w:t>3.038e0</w:t>
      </w:r>
    </w:p>
    <w:p w:rsidR="00845324" w:rsidRDefault="00845324" w:rsidP="00845324">
      <w:r>
        <w:t>211.4559</w:t>
      </w:r>
      <w:r>
        <w:tab/>
        <w:t>3.038e0</w:t>
      </w:r>
    </w:p>
    <w:p w:rsidR="00845324" w:rsidRDefault="00845324" w:rsidP="00845324">
      <w:r>
        <w:t>211.5306</w:t>
      </w:r>
      <w:r>
        <w:tab/>
        <w:t>3.038e0</w:t>
      </w:r>
    </w:p>
    <w:p w:rsidR="00845324" w:rsidRDefault="00845324" w:rsidP="00845324">
      <w:r>
        <w:t>211.5820</w:t>
      </w:r>
      <w:r>
        <w:tab/>
        <w:t>2.025e0</w:t>
      </w:r>
    </w:p>
    <w:p w:rsidR="00845324" w:rsidRDefault="00845324" w:rsidP="00845324">
      <w:r>
        <w:t>211.6537</w:t>
      </w:r>
      <w:r>
        <w:tab/>
        <w:t>1.013e0</w:t>
      </w:r>
    </w:p>
    <w:p w:rsidR="00845324" w:rsidRDefault="00845324" w:rsidP="00845324">
      <w:r>
        <w:t>211.6838</w:t>
      </w:r>
      <w:r>
        <w:tab/>
        <w:t>2.025e0</w:t>
      </w:r>
    </w:p>
    <w:p w:rsidR="00845324" w:rsidRDefault="00845324" w:rsidP="00845324">
      <w:r>
        <w:t>211.7231</w:t>
      </w:r>
      <w:r>
        <w:tab/>
        <w:t>3.038e0</w:t>
      </w:r>
    </w:p>
    <w:p w:rsidR="00845324" w:rsidRDefault="00845324" w:rsidP="00845324">
      <w:r>
        <w:t>211.7637</w:t>
      </w:r>
      <w:r>
        <w:tab/>
        <w:t>5.063e0</w:t>
      </w:r>
    </w:p>
    <w:p w:rsidR="00845324" w:rsidRDefault="00845324" w:rsidP="00845324">
      <w:r>
        <w:t>211.8216</w:t>
      </w:r>
      <w:r>
        <w:tab/>
        <w:t>2.025e0</w:t>
      </w:r>
    </w:p>
    <w:p w:rsidR="00845324" w:rsidRDefault="00845324" w:rsidP="00845324">
      <w:r>
        <w:t>211.8696</w:t>
      </w:r>
      <w:r>
        <w:tab/>
        <w:t>1.013e0</w:t>
      </w:r>
    </w:p>
    <w:p w:rsidR="00845324" w:rsidRDefault="00845324" w:rsidP="00845324">
      <w:r>
        <w:t>211.8932</w:t>
      </w:r>
      <w:r>
        <w:tab/>
        <w:t>1.013e0</w:t>
      </w:r>
    </w:p>
    <w:p w:rsidR="00845324" w:rsidRDefault="00845324" w:rsidP="00845324">
      <w:r>
        <w:t>211.9401</w:t>
      </w:r>
      <w:r>
        <w:tab/>
        <w:t>1.013e0</w:t>
      </w:r>
    </w:p>
    <w:p w:rsidR="00845324" w:rsidRDefault="00845324" w:rsidP="00845324">
      <w:r>
        <w:t>211.9888</w:t>
      </w:r>
      <w:r>
        <w:tab/>
        <w:t>6.437e0</w:t>
      </w:r>
    </w:p>
    <w:p w:rsidR="00845324" w:rsidRDefault="00845324" w:rsidP="00845324">
      <w:r>
        <w:t>212.0223</w:t>
      </w:r>
      <w:r>
        <w:tab/>
        <w:t>6.071e0</w:t>
      </w:r>
    </w:p>
    <w:p w:rsidR="00845324" w:rsidRDefault="00845324" w:rsidP="00845324">
      <w:r>
        <w:t>212.1292</w:t>
      </w:r>
      <w:r>
        <w:tab/>
        <w:t>2.070e1</w:t>
      </w:r>
    </w:p>
    <w:p w:rsidR="00845324" w:rsidRDefault="00845324" w:rsidP="00845324">
      <w:r>
        <w:t>212.1494</w:t>
      </w:r>
      <w:r>
        <w:tab/>
        <w:t>1.817e1</w:t>
      </w:r>
    </w:p>
    <w:p w:rsidR="00845324" w:rsidRDefault="00845324" w:rsidP="00845324">
      <w:r>
        <w:t>212.1935</w:t>
      </w:r>
      <w:r>
        <w:tab/>
        <w:t>4.057e0</w:t>
      </w:r>
    </w:p>
    <w:p w:rsidR="00845324" w:rsidRDefault="00845324" w:rsidP="00845324">
      <w:r>
        <w:t>212.2443</w:t>
      </w:r>
      <w:r>
        <w:tab/>
        <w:t>5.974e0</w:t>
      </w:r>
    </w:p>
    <w:p w:rsidR="00845324" w:rsidRDefault="00845324" w:rsidP="00845324">
      <w:r>
        <w:t>212.2686</w:t>
      </w:r>
      <w:r>
        <w:tab/>
        <w:t>2.128e0</w:t>
      </w:r>
    </w:p>
    <w:p w:rsidR="00845324" w:rsidRDefault="00845324" w:rsidP="00845324">
      <w:r>
        <w:lastRenderedPageBreak/>
        <w:t>212.3065</w:t>
      </w:r>
      <w:r>
        <w:tab/>
        <w:t>2.025e0</w:t>
      </w:r>
    </w:p>
    <w:p w:rsidR="00845324" w:rsidRDefault="00845324" w:rsidP="00845324">
      <w:r>
        <w:t>212.3420</w:t>
      </w:r>
      <w:r>
        <w:tab/>
        <w:t>1.013e0</w:t>
      </w:r>
    </w:p>
    <w:p w:rsidR="00845324" w:rsidRDefault="00845324" w:rsidP="00845324">
      <w:r>
        <w:t>212.3799</w:t>
      </w:r>
      <w:r>
        <w:tab/>
        <w:t>5.063e0</w:t>
      </w:r>
    </w:p>
    <w:p w:rsidR="00845324" w:rsidRDefault="00845324" w:rsidP="00845324">
      <w:r>
        <w:t>212.4404</w:t>
      </w:r>
      <w:r>
        <w:tab/>
        <w:t>2.025e0</w:t>
      </w:r>
    </w:p>
    <w:p w:rsidR="00845324" w:rsidRDefault="00845324" w:rsidP="00845324">
      <w:r>
        <w:t>212.4883</w:t>
      </w:r>
      <w:r>
        <w:tab/>
        <w:t>6.076e0</w:t>
      </w:r>
    </w:p>
    <w:p w:rsidR="00845324" w:rsidRDefault="00845324" w:rsidP="00845324">
      <w:r>
        <w:t>212.5475</w:t>
      </w:r>
      <w:r>
        <w:tab/>
        <w:t>1.013e0</w:t>
      </w:r>
    </w:p>
    <w:p w:rsidR="00845324" w:rsidRDefault="00845324" w:rsidP="00845324">
      <w:r>
        <w:t>212.6066</w:t>
      </w:r>
      <w:r>
        <w:tab/>
        <w:t>7.089e0</w:t>
      </w:r>
    </w:p>
    <w:p w:rsidR="00845324" w:rsidRDefault="00845324" w:rsidP="00845324">
      <w:r>
        <w:t>212.7058</w:t>
      </w:r>
      <w:r>
        <w:tab/>
        <w:t>1.013e0</w:t>
      </w:r>
    </w:p>
    <w:p w:rsidR="00845324" w:rsidRDefault="00845324" w:rsidP="00845324">
      <w:r>
        <w:t>212.7256</w:t>
      </w:r>
      <w:r>
        <w:tab/>
        <w:t>1.013e0</w:t>
      </w:r>
    </w:p>
    <w:p w:rsidR="00845324" w:rsidRDefault="00845324" w:rsidP="00845324">
      <w:r>
        <w:t>212.7602</w:t>
      </w:r>
      <w:r>
        <w:tab/>
        <w:t>2.025e0</w:t>
      </w:r>
    </w:p>
    <w:p w:rsidR="00845324" w:rsidRDefault="00845324" w:rsidP="00845324">
      <w:r>
        <w:t>212.8137</w:t>
      </w:r>
      <w:r>
        <w:tab/>
        <w:t>3.038e0</w:t>
      </w:r>
    </w:p>
    <w:p w:rsidR="00845324" w:rsidRDefault="00845324" w:rsidP="00845324">
      <w:r>
        <w:t>212.8941</w:t>
      </w:r>
      <w:r>
        <w:tab/>
        <w:t>2.025e0</w:t>
      </w:r>
    </w:p>
    <w:p w:rsidR="00845324" w:rsidRDefault="00845324" w:rsidP="00845324">
      <w:r>
        <w:t>212.9633</w:t>
      </w:r>
      <w:r>
        <w:tab/>
        <w:t>2.025e0</w:t>
      </w:r>
    </w:p>
    <w:p w:rsidR="00845324" w:rsidRDefault="00845324" w:rsidP="00845324">
      <w:r>
        <w:t>213.0189</w:t>
      </w:r>
      <w:r>
        <w:tab/>
        <w:t>2.457e1</w:t>
      </w:r>
    </w:p>
    <w:p w:rsidR="00845324" w:rsidRDefault="00845324" w:rsidP="00845324">
      <w:r>
        <w:t>213.1153</w:t>
      </w:r>
      <w:r>
        <w:tab/>
        <w:t>3.103e0</w:t>
      </w:r>
    </w:p>
    <w:p w:rsidR="00845324" w:rsidRDefault="00845324" w:rsidP="00845324">
      <w:r>
        <w:t>213.1353</w:t>
      </w:r>
      <w:r>
        <w:tab/>
        <w:t>9.081e0</w:t>
      </w:r>
    </w:p>
    <w:p w:rsidR="00845324" w:rsidRDefault="00845324" w:rsidP="00845324">
      <w:r>
        <w:t>213.2032</w:t>
      </w:r>
      <w:r>
        <w:tab/>
        <w:t>6.439e0</w:t>
      </w:r>
    </w:p>
    <w:p w:rsidR="00845324" w:rsidRDefault="00845324" w:rsidP="00845324">
      <w:r>
        <w:t>213.2527</w:t>
      </w:r>
      <w:r>
        <w:tab/>
        <w:t>2.025e0</w:t>
      </w:r>
    </w:p>
    <w:p w:rsidR="00845324" w:rsidRDefault="00845324" w:rsidP="00845324">
      <w:r>
        <w:t>213.2875</w:t>
      </w:r>
      <w:r>
        <w:tab/>
        <w:t>5.063e0</w:t>
      </w:r>
    </w:p>
    <w:p w:rsidR="00845324" w:rsidRDefault="00845324" w:rsidP="00845324">
      <w:r>
        <w:lastRenderedPageBreak/>
        <w:t>213.3831</w:t>
      </w:r>
      <w:r>
        <w:tab/>
        <w:t>2.025e0</w:t>
      </w:r>
    </w:p>
    <w:p w:rsidR="00845324" w:rsidRDefault="00845324" w:rsidP="00845324">
      <w:r>
        <w:t>213.4899</w:t>
      </w:r>
      <w:r>
        <w:tab/>
        <w:t>2.025e0</w:t>
      </w:r>
    </w:p>
    <w:p w:rsidR="00845324" w:rsidRDefault="00845324" w:rsidP="00845324">
      <w:r>
        <w:t>213.5406</w:t>
      </w:r>
      <w:r>
        <w:tab/>
        <w:t>1.013e0</w:t>
      </w:r>
    </w:p>
    <w:p w:rsidR="00845324" w:rsidRDefault="00845324" w:rsidP="00845324">
      <w:r>
        <w:t>213.5670</w:t>
      </w:r>
      <w:r>
        <w:tab/>
        <w:t>2.025e0</w:t>
      </w:r>
    </w:p>
    <w:p w:rsidR="00845324" w:rsidRDefault="00845324" w:rsidP="00845324">
      <w:r>
        <w:t>213.6246</w:t>
      </w:r>
      <w:r>
        <w:tab/>
        <w:t>2.025e0</w:t>
      </w:r>
    </w:p>
    <w:p w:rsidR="00845324" w:rsidRDefault="00845324" w:rsidP="00845324">
      <w:r>
        <w:t>213.6955</w:t>
      </w:r>
      <w:r>
        <w:tab/>
        <w:t>1.013e0</w:t>
      </w:r>
    </w:p>
    <w:p w:rsidR="00845324" w:rsidRDefault="00845324" w:rsidP="00845324">
      <w:r>
        <w:t>213.7384</w:t>
      </w:r>
      <w:r>
        <w:tab/>
        <w:t>4.051e0</w:t>
      </w:r>
    </w:p>
    <w:p w:rsidR="00845324" w:rsidRDefault="00845324" w:rsidP="00845324">
      <w:r>
        <w:t>213.8061</w:t>
      </w:r>
      <w:r>
        <w:tab/>
        <w:t>2.025e0</w:t>
      </w:r>
    </w:p>
    <w:p w:rsidR="00845324" w:rsidRDefault="00845324" w:rsidP="00845324">
      <w:r>
        <w:t>213.8420</w:t>
      </w:r>
      <w:r>
        <w:tab/>
        <w:t>1.013e0</w:t>
      </w:r>
    </w:p>
    <w:p w:rsidR="00845324" w:rsidRDefault="00845324" w:rsidP="00845324">
      <w:r>
        <w:t>213.9132</w:t>
      </w:r>
      <w:r>
        <w:tab/>
        <w:t>1.013e0</w:t>
      </w:r>
    </w:p>
    <w:p w:rsidR="00845324" w:rsidRDefault="00845324" w:rsidP="00845324">
      <w:r>
        <w:t>213.9533</w:t>
      </w:r>
      <w:r>
        <w:tab/>
        <w:t>2.025e0</w:t>
      </w:r>
    </w:p>
    <w:p w:rsidR="00845324" w:rsidRDefault="00845324" w:rsidP="00845324">
      <w:r>
        <w:t>214.0041</w:t>
      </w:r>
      <w:r>
        <w:tab/>
        <w:t>1.109e2</w:t>
      </w:r>
    </w:p>
    <w:p w:rsidR="00845324" w:rsidRDefault="00845324" w:rsidP="00845324">
      <w:r>
        <w:t>214.0570</w:t>
      </w:r>
      <w:r>
        <w:tab/>
        <w:t>3.949e0</w:t>
      </w:r>
    </w:p>
    <w:p w:rsidR="00845324" w:rsidRDefault="00845324" w:rsidP="00845324">
      <w:r>
        <w:t>214.1137</w:t>
      </w:r>
      <w:r>
        <w:tab/>
        <w:t>2.031e0</w:t>
      </w:r>
    </w:p>
    <w:p w:rsidR="00845324" w:rsidRDefault="00845324" w:rsidP="00845324">
      <w:r>
        <w:t>214.1474</w:t>
      </w:r>
      <w:r>
        <w:tab/>
        <w:t>5.228e0</w:t>
      </w:r>
    </w:p>
    <w:p w:rsidR="00845324" w:rsidRDefault="00845324" w:rsidP="00845324">
      <w:r>
        <w:t>214.1865</w:t>
      </w:r>
      <w:r>
        <w:tab/>
        <w:t>4.443e0</w:t>
      </w:r>
    </w:p>
    <w:p w:rsidR="00845324" w:rsidRDefault="00845324" w:rsidP="00845324">
      <w:r>
        <w:t>214.2313</w:t>
      </w:r>
      <w:r>
        <w:tab/>
        <w:t>3.038e0</w:t>
      </w:r>
    </w:p>
    <w:p w:rsidR="00845324" w:rsidRDefault="00845324" w:rsidP="00845324">
      <w:r>
        <w:t>214.2698</w:t>
      </w:r>
      <w:r>
        <w:tab/>
        <w:t>1.013e0</w:t>
      </w:r>
    </w:p>
    <w:p w:rsidR="00845324" w:rsidRDefault="00845324" w:rsidP="00845324">
      <w:r>
        <w:t>214.3093</w:t>
      </w:r>
      <w:r>
        <w:tab/>
        <w:t>1.013e0</w:t>
      </w:r>
    </w:p>
    <w:p w:rsidR="00845324" w:rsidRDefault="00845324" w:rsidP="00845324">
      <w:r>
        <w:lastRenderedPageBreak/>
        <w:t>214.3563</w:t>
      </w:r>
      <w:r>
        <w:tab/>
        <w:t>2.025e0</w:t>
      </w:r>
    </w:p>
    <w:p w:rsidR="00845324" w:rsidRDefault="00845324" w:rsidP="00845324">
      <w:r>
        <w:t>214.3790</w:t>
      </w:r>
      <w:r>
        <w:tab/>
        <w:t>2.025e0</w:t>
      </w:r>
    </w:p>
    <w:p w:rsidR="00845324" w:rsidRDefault="00845324" w:rsidP="00845324">
      <w:r>
        <w:t>214.4294</w:t>
      </w:r>
      <w:r>
        <w:tab/>
        <w:t>2.025e0</w:t>
      </w:r>
    </w:p>
    <w:p w:rsidR="00845324" w:rsidRDefault="00845324" w:rsidP="00845324">
      <w:r>
        <w:t>214.5062</w:t>
      </w:r>
      <w:r>
        <w:tab/>
        <w:t>3.038e0</w:t>
      </w:r>
    </w:p>
    <w:p w:rsidR="00845324" w:rsidRDefault="00845324" w:rsidP="00845324">
      <w:r>
        <w:t>214.5381</w:t>
      </w:r>
      <w:r>
        <w:tab/>
        <w:t>1.013e0</w:t>
      </w:r>
    </w:p>
    <w:p w:rsidR="00845324" w:rsidRDefault="00845324" w:rsidP="00845324">
      <w:r>
        <w:t>214.5719</w:t>
      </w:r>
      <w:r>
        <w:tab/>
        <w:t>4.051e0</w:t>
      </w:r>
    </w:p>
    <w:p w:rsidR="00845324" w:rsidRDefault="00845324" w:rsidP="00845324">
      <w:r>
        <w:t>214.6246</w:t>
      </w:r>
      <w:r>
        <w:tab/>
        <w:t>1.013e0</w:t>
      </w:r>
    </w:p>
    <w:p w:rsidR="00845324" w:rsidRDefault="00845324" w:rsidP="00845324">
      <w:r>
        <w:t>214.6433</w:t>
      </w:r>
      <w:r>
        <w:tab/>
        <w:t>1.049e0</w:t>
      </w:r>
    </w:p>
    <w:p w:rsidR="00845324" w:rsidRDefault="00845324" w:rsidP="00845324">
      <w:r>
        <w:t>214.6773</w:t>
      </w:r>
      <w:r>
        <w:tab/>
        <w:t>2.025e0</w:t>
      </w:r>
    </w:p>
    <w:p w:rsidR="00845324" w:rsidRDefault="00845324" w:rsidP="00845324">
      <w:r>
        <w:t>214.7171</w:t>
      </w:r>
      <w:r>
        <w:tab/>
        <w:t>5.063e0</w:t>
      </w:r>
    </w:p>
    <w:p w:rsidR="00845324" w:rsidRDefault="00845324" w:rsidP="00845324">
      <w:r>
        <w:t>214.7527</w:t>
      </w:r>
      <w:r>
        <w:tab/>
        <w:t>2.025e0</w:t>
      </w:r>
    </w:p>
    <w:p w:rsidR="00845324" w:rsidRDefault="00845324" w:rsidP="00845324">
      <w:r>
        <w:t>214.7768</w:t>
      </w:r>
      <w:r>
        <w:tab/>
        <w:t>1.013e0</w:t>
      </w:r>
    </w:p>
    <w:p w:rsidR="00845324" w:rsidRDefault="00845324" w:rsidP="00845324">
      <w:r>
        <w:t>214.8217</w:t>
      </w:r>
      <w:r>
        <w:tab/>
        <w:t>3.038e0</w:t>
      </w:r>
    </w:p>
    <w:p w:rsidR="00845324" w:rsidRDefault="00845324" w:rsidP="00845324">
      <w:r>
        <w:t>214.8499</w:t>
      </w:r>
      <w:r>
        <w:tab/>
        <w:t>1.013e0</w:t>
      </w:r>
    </w:p>
    <w:p w:rsidR="00845324" w:rsidRDefault="00845324" w:rsidP="00845324">
      <w:r>
        <w:t>214.8876</w:t>
      </w:r>
      <w:r>
        <w:tab/>
        <w:t>2.025e0</w:t>
      </w:r>
    </w:p>
    <w:p w:rsidR="00845324" w:rsidRDefault="00845324" w:rsidP="00845324">
      <w:r>
        <w:t>214.9103</w:t>
      </w:r>
      <w:r>
        <w:tab/>
        <w:t>4.051e0</w:t>
      </w:r>
    </w:p>
    <w:p w:rsidR="00845324" w:rsidRDefault="00845324" w:rsidP="00845324">
      <w:r>
        <w:t>214.9495</w:t>
      </w:r>
      <w:r>
        <w:tab/>
        <w:t>4.051e0</w:t>
      </w:r>
    </w:p>
    <w:p w:rsidR="00845324" w:rsidRDefault="00845324" w:rsidP="00845324">
      <w:r>
        <w:t>214.9690</w:t>
      </w:r>
      <w:r>
        <w:tab/>
        <w:t>2.176e0</w:t>
      </w:r>
    </w:p>
    <w:p w:rsidR="00845324" w:rsidRDefault="00845324" w:rsidP="00845324">
      <w:r>
        <w:t>215.0079</w:t>
      </w:r>
      <w:r>
        <w:tab/>
        <w:t>5.151e0</w:t>
      </w:r>
    </w:p>
    <w:p w:rsidR="00845324" w:rsidRDefault="00845324" w:rsidP="00845324">
      <w:r>
        <w:lastRenderedPageBreak/>
        <w:t>215.0376</w:t>
      </w:r>
      <w:r>
        <w:tab/>
        <w:t>1.535e0</w:t>
      </w:r>
    </w:p>
    <w:p w:rsidR="00845324" w:rsidRDefault="00845324" w:rsidP="00845324">
      <w:r>
        <w:t>215.0723</w:t>
      </w:r>
      <w:r>
        <w:tab/>
        <w:t>1.344e0</w:t>
      </w:r>
    </w:p>
    <w:p w:rsidR="00845324" w:rsidRDefault="00845324" w:rsidP="00845324">
      <w:r>
        <w:t>215.1281</w:t>
      </w:r>
      <w:r>
        <w:tab/>
        <w:t>7.236e0</w:t>
      </w:r>
    </w:p>
    <w:p w:rsidR="00845324" w:rsidRDefault="00845324" w:rsidP="00845324">
      <w:r>
        <w:t>215.1559</w:t>
      </w:r>
      <w:r>
        <w:tab/>
        <w:t>5.668e0</w:t>
      </w:r>
    </w:p>
    <w:p w:rsidR="00845324" w:rsidRDefault="00845324" w:rsidP="00845324">
      <w:r>
        <w:t>215.2088</w:t>
      </w:r>
      <w:r>
        <w:tab/>
        <w:t>2.025e0</w:t>
      </w:r>
    </w:p>
    <w:p w:rsidR="00845324" w:rsidRDefault="00845324" w:rsidP="00845324">
      <w:r>
        <w:t>215.2402</w:t>
      </w:r>
      <w:r>
        <w:tab/>
        <w:t>1.013e0</w:t>
      </w:r>
    </w:p>
    <w:p w:rsidR="00845324" w:rsidRDefault="00845324" w:rsidP="00845324">
      <w:r>
        <w:t>215.3723</w:t>
      </w:r>
      <w:r>
        <w:tab/>
        <w:t>1.013e0</w:t>
      </w:r>
    </w:p>
    <w:p w:rsidR="00845324" w:rsidRDefault="00845324" w:rsidP="00845324">
      <w:r>
        <w:t>215.4002</w:t>
      </w:r>
      <w:r>
        <w:tab/>
        <w:t>1.013e0</w:t>
      </w:r>
    </w:p>
    <w:p w:rsidR="00845324" w:rsidRDefault="00845324" w:rsidP="00845324">
      <w:r>
        <w:t>215.4305</w:t>
      </w:r>
      <w:r>
        <w:tab/>
        <w:t>1.013e0</w:t>
      </w:r>
    </w:p>
    <w:p w:rsidR="00845324" w:rsidRDefault="00845324" w:rsidP="00845324">
      <w:r>
        <w:t>215.4700</w:t>
      </w:r>
      <w:r>
        <w:tab/>
        <w:t>1.013e0</w:t>
      </w:r>
    </w:p>
    <w:p w:rsidR="00845324" w:rsidRDefault="00845324" w:rsidP="00845324">
      <w:r>
        <w:t>215.4939</w:t>
      </w:r>
      <w:r>
        <w:tab/>
        <w:t>3.378e0</w:t>
      </w:r>
    </w:p>
    <w:p w:rsidR="00845324" w:rsidRDefault="00845324" w:rsidP="00845324">
      <w:r>
        <w:t>215.5154</w:t>
      </w:r>
      <w:r>
        <w:tab/>
        <w:t>4.051e0</w:t>
      </w:r>
    </w:p>
    <w:p w:rsidR="00845324" w:rsidRDefault="00845324" w:rsidP="00845324">
      <w:r>
        <w:t>215.5562</w:t>
      </w:r>
      <w:r>
        <w:tab/>
        <w:t>1.013e0</w:t>
      </w:r>
    </w:p>
    <w:p w:rsidR="00845324" w:rsidRDefault="00845324" w:rsidP="00845324">
      <w:r>
        <w:t>215.5866</w:t>
      </w:r>
      <w:r>
        <w:tab/>
        <w:t>1.013e0</w:t>
      </w:r>
    </w:p>
    <w:p w:rsidR="00845324" w:rsidRDefault="00845324" w:rsidP="00845324">
      <w:r>
        <w:t>215.6123</w:t>
      </w:r>
      <w:r>
        <w:tab/>
        <w:t>3.038e0</w:t>
      </w:r>
    </w:p>
    <w:p w:rsidR="00845324" w:rsidRDefault="00845324" w:rsidP="00845324">
      <w:r>
        <w:t>215.6616</w:t>
      </w:r>
      <w:r>
        <w:tab/>
        <w:t>1.013e0</w:t>
      </w:r>
    </w:p>
    <w:p w:rsidR="00845324" w:rsidRDefault="00845324" w:rsidP="00845324">
      <w:r>
        <w:t>215.7079</w:t>
      </w:r>
      <w:r>
        <w:tab/>
        <w:t>2.025e0</w:t>
      </w:r>
    </w:p>
    <w:p w:rsidR="00845324" w:rsidRDefault="00845324" w:rsidP="00845324">
      <w:r>
        <w:t>215.7581</w:t>
      </w:r>
      <w:r>
        <w:tab/>
        <w:t>4.051e0</w:t>
      </w:r>
    </w:p>
    <w:p w:rsidR="00845324" w:rsidRDefault="00845324" w:rsidP="00845324">
      <w:r>
        <w:t>215.7995</w:t>
      </w:r>
      <w:r>
        <w:tab/>
        <w:t>3.114e0</w:t>
      </w:r>
    </w:p>
    <w:p w:rsidR="00845324" w:rsidRDefault="00845324" w:rsidP="00845324">
      <w:r>
        <w:lastRenderedPageBreak/>
        <w:t>215.8424</w:t>
      </w:r>
      <w:r>
        <w:tab/>
        <w:t>2.025e0</w:t>
      </w:r>
    </w:p>
    <w:p w:rsidR="00845324" w:rsidRDefault="00845324" w:rsidP="00845324">
      <w:r>
        <w:t>215.8913</w:t>
      </w:r>
      <w:r>
        <w:tab/>
        <w:t>1.013e0</w:t>
      </w:r>
    </w:p>
    <w:p w:rsidR="00845324" w:rsidRDefault="00845324" w:rsidP="00845324">
      <w:r>
        <w:t>215.9391</w:t>
      </w:r>
      <w:r>
        <w:tab/>
        <w:t>3.038e0</w:t>
      </w:r>
    </w:p>
    <w:p w:rsidR="00845324" w:rsidRDefault="00845324" w:rsidP="00845324">
      <w:r>
        <w:t>215.9842</w:t>
      </w:r>
      <w:r>
        <w:tab/>
        <w:t>1.480e1</w:t>
      </w:r>
    </w:p>
    <w:p w:rsidR="00845324" w:rsidRDefault="00845324" w:rsidP="00845324">
      <w:r>
        <w:t>216.0170</w:t>
      </w:r>
      <w:r>
        <w:tab/>
        <w:t>5.230e0</w:t>
      </w:r>
    </w:p>
    <w:p w:rsidR="00845324" w:rsidRDefault="00845324" w:rsidP="00845324">
      <w:r>
        <w:t>216.1228</w:t>
      </w:r>
      <w:r>
        <w:tab/>
        <w:t>1.977e0</w:t>
      </w:r>
    </w:p>
    <w:p w:rsidR="00845324" w:rsidRDefault="00845324" w:rsidP="00845324">
      <w:r>
        <w:t>216.1519</w:t>
      </w:r>
      <w:r>
        <w:tab/>
        <w:t>4.867e0</w:t>
      </w:r>
    </w:p>
    <w:p w:rsidR="00845324" w:rsidRDefault="00845324" w:rsidP="00845324">
      <w:r>
        <w:t>216.1999</w:t>
      </w:r>
      <w:r>
        <w:tab/>
        <w:t>3.038e0</w:t>
      </w:r>
    </w:p>
    <w:p w:rsidR="00845324" w:rsidRDefault="00845324" w:rsidP="00845324">
      <w:r>
        <w:t>216.2327</w:t>
      </w:r>
      <w:r>
        <w:tab/>
        <w:t>2.025e0</w:t>
      </w:r>
    </w:p>
    <w:p w:rsidR="00845324" w:rsidRDefault="00845324" w:rsidP="00845324">
      <w:r>
        <w:t>216.2865</w:t>
      </w:r>
      <w:r>
        <w:tab/>
        <w:t>2.025e0</w:t>
      </w:r>
    </w:p>
    <w:p w:rsidR="00845324" w:rsidRDefault="00845324" w:rsidP="00845324">
      <w:r>
        <w:t>216.3486</w:t>
      </w:r>
      <w:r>
        <w:tab/>
        <w:t>1.013e0</w:t>
      </w:r>
    </w:p>
    <w:p w:rsidR="00845324" w:rsidRDefault="00845324" w:rsidP="00845324">
      <w:r>
        <w:t>216.3744</w:t>
      </w:r>
      <w:r>
        <w:tab/>
        <w:t>3.038e0</w:t>
      </w:r>
    </w:p>
    <w:p w:rsidR="00845324" w:rsidRDefault="00845324" w:rsidP="00845324">
      <w:r>
        <w:t>216.4070</w:t>
      </w:r>
      <w:r>
        <w:tab/>
        <w:t>2.025e0</w:t>
      </w:r>
    </w:p>
    <w:p w:rsidR="00845324" w:rsidRDefault="00845324" w:rsidP="00845324">
      <w:r>
        <w:t>216.4634</w:t>
      </w:r>
      <w:r>
        <w:tab/>
        <w:t>2.025e0</w:t>
      </w:r>
    </w:p>
    <w:p w:rsidR="00845324" w:rsidRDefault="00845324" w:rsidP="00845324">
      <w:r>
        <w:t>216.4975</w:t>
      </w:r>
      <w:r>
        <w:tab/>
        <w:t>1.013e0</w:t>
      </w:r>
    </w:p>
    <w:p w:rsidR="00845324" w:rsidRDefault="00845324" w:rsidP="00845324">
      <w:r>
        <w:t>216.5199</w:t>
      </w:r>
      <w:r>
        <w:tab/>
        <w:t>1.013e0</w:t>
      </w:r>
    </w:p>
    <w:p w:rsidR="00845324" w:rsidRDefault="00845324" w:rsidP="00845324">
      <w:r>
        <w:t>216.5557</w:t>
      </w:r>
      <w:r>
        <w:tab/>
        <w:t>1.013e0</w:t>
      </w:r>
    </w:p>
    <w:p w:rsidR="00845324" w:rsidRDefault="00845324" w:rsidP="00845324">
      <w:r>
        <w:t>216.6085</w:t>
      </w:r>
      <w:r>
        <w:tab/>
        <w:t>2.025e0</w:t>
      </w:r>
    </w:p>
    <w:p w:rsidR="00845324" w:rsidRDefault="00845324" w:rsidP="00845324">
      <w:r>
        <w:t>216.6292</w:t>
      </w:r>
      <w:r>
        <w:tab/>
        <w:t>1.013e0</w:t>
      </w:r>
    </w:p>
    <w:p w:rsidR="00845324" w:rsidRDefault="00845324" w:rsidP="00845324">
      <w:r>
        <w:lastRenderedPageBreak/>
        <w:t>216.6743</w:t>
      </w:r>
      <w:r>
        <w:tab/>
        <w:t>2.025e0</w:t>
      </w:r>
    </w:p>
    <w:p w:rsidR="00845324" w:rsidRDefault="00845324" w:rsidP="00845324">
      <w:r>
        <w:t>216.7269</w:t>
      </w:r>
      <w:r>
        <w:tab/>
        <w:t>1.013e0</w:t>
      </w:r>
    </w:p>
    <w:p w:rsidR="00845324" w:rsidRDefault="00845324" w:rsidP="00845324">
      <w:r>
        <w:t>216.7704</w:t>
      </w:r>
      <w:r>
        <w:tab/>
        <w:t>1.013e0</w:t>
      </w:r>
    </w:p>
    <w:p w:rsidR="00845324" w:rsidRDefault="00845324" w:rsidP="00845324">
      <w:r>
        <w:t>216.7902</w:t>
      </w:r>
      <w:r>
        <w:tab/>
        <w:t>1.013e0</w:t>
      </w:r>
    </w:p>
    <w:p w:rsidR="00845324" w:rsidRDefault="00845324" w:rsidP="00845324">
      <w:r>
        <w:t>216.8175</w:t>
      </w:r>
      <w:r>
        <w:tab/>
        <w:t>1.013e0</w:t>
      </w:r>
    </w:p>
    <w:p w:rsidR="00845324" w:rsidRDefault="00845324" w:rsidP="00845324">
      <w:r>
        <w:t>216.8646</w:t>
      </w:r>
      <w:r>
        <w:tab/>
        <w:t>1.013e0</w:t>
      </w:r>
    </w:p>
    <w:p w:rsidR="00845324" w:rsidRDefault="00845324" w:rsidP="00845324">
      <w:r>
        <w:t>216.9429</w:t>
      </w:r>
      <w:r>
        <w:tab/>
        <w:t>2.025e0</w:t>
      </w:r>
    </w:p>
    <w:p w:rsidR="00845324" w:rsidRDefault="00845324" w:rsidP="00845324">
      <w:r>
        <w:t>216.9925</w:t>
      </w:r>
      <w:r>
        <w:tab/>
        <w:t>2.382e0</w:t>
      </w:r>
    </w:p>
    <w:p w:rsidR="00845324" w:rsidRDefault="00845324" w:rsidP="00845324">
      <w:r>
        <w:t>217.0419</w:t>
      </w:r>
      <w:r>
        <w:tab/>
        <w:t>2.253e1</w:t>
      </w:r>
    </w:p>
    <w:p w:rsidR="00845324" w:rsidRDefault="00845324" w:rsidP="00845324">
      <w:r>
        <w:t>217.1097</w:t>
      </w:r>
      <w:r>
        <w:tab/>
        <w:t>5.299e1</w:t>
      </w:r>
    </w:p>
    <w:p w:rsidR="00845324" w:rsidRDefault="00845324" w:rsidP="00845324">
      <w:r>
        <w:t>217.1489</w:t>
      </w:r>
      <w:r>
        <w:tab/>
        <w:t>2.199e0</w:t>
      </w:r>
    </w:p>
    <w:p w:rsidR="00845324" w:rsidRDefault="00845324" w:rsidP="00845324">
      <w:r>
        <w:t>217.1893</w:t>
      </w:r>
      <w:r>
        <w:tab/>
        <w:t>3.310e0</w:t>
      </w:r>
    </w:p>
    <w:p w:rsidR="00845324" w:rsidRDefault="00845324" w:rsidP="00845324">
      <w:r>
        <w:t>217.2502</w:t>
      </w:r>
      <w:r>
        <w:tab/>
        <w:t>2.025e0</w:t>
      </w:r>
    </w:p>
    <w:p w:rsidR="00845324" w:rsidRDefault="00845324" w:rsidP="00845324">
      <w:r>
        <w:t>217.2895</w:t>
      </w:r>
      <w:r>
        <w:tab/>
        <w:t>2.025e0</w:t>
      </w:r>
    </w:p>
    <w:p w:rsidR="00845324" w:rsidRDefault="00845324" w:rsidP="00845324">
      <w:r>
        <w:t>217.3189</w:t>
      </w:r>
      <w:r>
        <w:tab/>
        <w:t>2.025e0</w:t>
      </w:r>
    </w:p>
    <w:p w:rsidR="00845324" w:rsidRDefault="00845324" w:rsidP="00845324">
      <w:r>
        <w:t>217.3539</w:t>
      </w:r>
      <w:r>
        <w:tab/>
        <w:t>2.025e0</w:t>
      </w:r>
    </w:p>
    <w:p w:rsidR="00845324" w:rsidRDefault="00845324" w:rsidP="00845324">
      <w:r>
        <w:t>217.3990</w:t>
      </w:r>
      <w:r>
        <w:tab/>
        <w:t>6.076e0</w:t>
      </w:r>
    </w:p>
    <w:p w:rsidR="00845324" w:rsidRDefault="00845324" w:rsidP="00845324">
      <w:r>
        <w:t>217.4562</w:t>
      </w:r>
      <w:r>
        <w:tab/>
        <w:t>1.013e0</w:t>
      </w:r>
    </w:p>
    <w:p w:rsidR="00845324" w:rsidRDefault="00845324" w:rsidP="00845324">
      <w:r>
        <w:t>217.5188</w:t>
      </w:r>
      <w:r>
        <w:tab/>
        <w:t>3.038e0</w:t>
      </w:r>
    </w:p>
    <w:p w:rsidR="00845324" w:rsidRDefault="00845324" w:rsidP="00845324">
      <w:r>
        <w:lastRenderedPageBreak/>
        <w:t>217.5508</w:t>
      </w:r>
      <w:r>
        <w:tab/>
        <w:t>3.038e0</w:t>
      </w:r>
    </w:p>
    <w:p w:rsidR="00845324" w:rsidRDefault="00845324" w:rsidP="00845324">
      <w:r>
        <w:t>217.6026</w:t>
      </w:r>
      <w:r>
        <w:tab/>
        <w:t>2.025e0</w:t>
      </w:r>
    </w:p>
    <w:p w:rsidR="00845324" w:rsidRDefault="00845324" w:rsidP="00845324">
      <w:r>
        <w:t>217.6517</w:t>
      </w:r>
      <w:r>
        <w:tab/>
        <w:t>4.347e0</w:t>
      </w:r>
    </w:p>
    <w:p w:rsidR="00845324" w:rsidRDefault="00845324" w:rsidP="00845324">
      <w:r>
        <w:t>217.6764</w:t>
      </w:r>
      <w:r>
        <w:tab/>
        <w:t>3.754e0</w:t>
      </w:r>
    </w:p>
    <w:p w:rsidR="00845324" w:rsidRDefault="00845324" w:rsidP="00845324">
      <w:r>
        <w:t>217.7112</w:t>
      </w:r>
      <w:r>
        <w:tab/>
        <w:t>2.025e0</w:t>
      </w:r>
    </w:p>
    <w:p w:rsidR="00845324" w:rsidRDefault="00845324" w:rsidP="00845324">
      <w:r>
        <w:t>217.7337</w:t>
      </w:r>
      <w:r>
        <w:tab/>
        <w:t>2.025e0</w:t>
      </w:r>
    </w:p>
    <w:p w:rsidR="00845324" w:rsidRDefault="00845324" w:rsidP="00845324">
      <w:r>
        <w:t>217.7660</w:t>
      </w:r>
      <w:r>
        <w:tab/>
        <w:t>1.013e0</w:t>
      </w:r>
    </w:p>
    <w:p w:rsidR="00845324" w:rsidRDefault="00845324" w:rsidP="00845324">
      <w:r>
        <w:t>217.8007</w:t>
      </w:r>
      <w:r>
        <w:tab/>
        <w:t>3.038e0</w:t>
      </w:r>
    </w:p>
    <w:p w:rsidR="00845324" w:rsidRDefault="00845324" w:rsidP="00845324">
      <w:r>
        <w:t>217.9111</w:t>
      </w:r>
      <w:r>
        <w:tab/>
        <w:t>1.013e0</w:t>
      </w:r>
    </w:p>
    <w:p w:rsidR="00845324" w:rsidRDefault="00845324" w:rsidP="00845324">
      <w:r>
        <w:t>217.9476</w:t>
      </w:r>
      <w:r>
        <w:tab/>
        <w:t>2.025e0</w:t>
      </w:r>
    </w:p>
    <w:p w:rsidR="00845324" w:rsidRDefault="00845324" w:rsidP="00845324">
      <w:r>
        <w:t>218.0027</w:t>
      </w:r>
      <w:r>
        <w:tab/>
        <w:t>4.660e0</w:t>
      </w:r>
    </w:p>
    <w:p w:rsidR="00845324" w:rsidRDefault="00845324" w:rsidP="00845324">
      <w:r>
        <w:t>218.0387</w:t>
      </w:r>
      <w:r>
        <w:tab/>
        <w:t>3.824e0</w:t>
      </w:r>
    </w:p>
    <w:p w:rsidR="00845324" w:rsidRDefault="00845324" w:rsidP="00845324">
      <w:r>
        <w:t>218.0684</w:t>
      </w:r>
      <w:r>
        <w:tab/>
        <w:t>1.962e0</w:t>
      </w:r>
    </w:p>
    <w:p w:rsidR="00845324" w:rsidRDefault="00845324" w:rsidP="00845324">
      <w:r>
        <w:t>218.1027</w:t>
      </w:r>
      <w:r>
        <w:tab/>
        <w:t>1.192e0</w:t>
      </w:r>
    </w:p>
    <w:p w:rsidR="00845324" w:rsidRDefault="00845324" w:rsidP="00845324">
      <w:r>
        <w:t>218.1499</w:t>
      </w:r>
      <w:r>
        <w:tab/>
        <w:t>9.598e0</w:t>
      </w:r>
    </w:p>
    <w:p w:rsidR="00845324" w:rsidRDefault="00845324" w:rsidP="00845324">
      <w:r>
        <w:t>218.2049</w:t>
      </w:r>
      <w:r>
        <w:tab/>
        <w:t>1.013e0</w:t>
      </w:r>
    </w:p>
    <w:p w:rsidR="00845324" w:rsidRDefault="00845324" w:rsidP="00845324">
      <w:r>
        <w:t>218.2394</w:t>
      </w:r>
      <w:r>
        <w:tab/>
        <w:t>1.013e0</w:t>
      </w:r>
    </w:p>
    <w:p w:rsidR="00845324" w:rsidRDefault="00845324" w:rsidP="00845324">
      <w:r>
        <w:t>218.2717</w:t>
      </w:r>
      <w:r>
        <w:tab/>
        <w:t>1.013e0</w:t>
      </w:r>
    </w:p>
    <w:p w:rsidR="00845324" w:rsidRDefault="00845324" w:rsidP="00845324">
      <w:r>
        <w:t>218.3737</w:t>
      </w:r>
      <w:r>
        <w:tab/>
        <w:t>2.025e0</w:t>
      </w:r>
    </w:p>
    <w:p w:rsidR="00845324" w:rsidRDefault="00845324" w:rsidP="00845324">
      <w:r>
        <w:lastRenderedPageBreak/>
        <w:t>218.4171</w:t>
      </w:r>
      <w:r>
        <w:tab/>
        <w:t>1.013e0</w:t>
      </w:r>
    </w:p>
    <w:p w:rsidR="00845324" w:rsidRDefault="00845324" w:rsidP="00845324">
      <w:r>
        <w:t>218.4560</w:t>
      </w:r>
      <w:r>
        <w:tab/>
        <w:t>4.051e0</w:t>
      </w:r>
    </w:p>
    <w:p w:rsidR="00845324" w:rsidRDefault="00845324" w:rsidP="00845324">
      <w:r>
        <w:t>218.5101</w:t>
      </w:r>
      <w:r>
        <w:tab/>
        <w:t>3.110e0</w:t>
      </w:r>
    </w:p>
    <w:p w:rsidR="00845324" w:rsidRDefault="00845324" w:rsidP="00845324">
      <w:r>
        <w:t>218.6034</w:t>
      </w:r>
      <w:r>
        <w:tab/>
        <w:t>2.025e0</w:t>
      </w:r>
    </w:p>
    <w:p w:rsidR="00845324" w:rsidRDefault="00845324" w:rsidP="00845324">
      <w:r>
        <w:t>218.6399</w:t>
      </w:r>
      <w:r>
        <w:tab/>
        <w:t>1.013e0</w:t>
      </w:r>
    </w:p>
    <w:p w:rsidR="00845324" w:rsidRDefault="00845324" w:rsidP="00845324">
      <w:r>
        <w:t>218.6693</w:t>
      </w:r>
      <w:r>
        <w:tab/>
        <w:t>3.038e0</w:t>
      </w:r>
    </w:p>
    <w:p w:rsidR="00845324" w:rsidRDefault="00845324" w:rsidP="00845324">
      <w:r>
        <w:t>218.6996</w:t>
      </w:r>
      <w:r>
        <w:tab/>
        <w:t>1.013e0</w:t>
      </w:r>
    </w:p>
    <w:p w:rsidR="00845324" w:rsidRDefault="00845324" w:rsidP="00845324">
      <w:r>
        <w:t>218.7853</w:t>
      </w:r>
      <w:r>
        <w:tab/>
        <w:t>1.013e0</w:t>
      </w:r>
    </w:p>
    <w:p w:rsidR="00845324" w:rsidRDefault="00845324" w:rsidP="00845324">
      <w:r>
        <w:t>218.8119</w:t>
      </w:r>
      <w:r>
        <w:tab/>
        <w:t>2.025e0</w:t>
      </w:r>
    </w:p>
    <w:p w:rsidR="00845324" w:rsidRDefault="00845324" w:rsidP="00845324">
      <w:r>
        <w:t>218.8448</w:t>
      </w:r>
      <w:r>
        <w:tab/>
        <w:t>1.013e0</w:t>
      </w:r>
    </w:p>
    <w:p w:rsidR="00845324" w:rsidRDefault="00845324" w:rsidP="00845324">
      <w:r>
        <w:t>218.9085</w:t>
      </w:r>
      <w:r>
        <w:tab/>
        <w:t>1.013e0</w:t>
      </w:r>
    </w:p>
    <w:p w:rsidR="00845324" w:rsidRDefault="00845324" w:rsidP="00845324">
      <w:r>
        <w:t>218.9272</w:t>
      </w:r>
      <w:r>
        <w:tab/>
        <w:t>1.013e0</w:t>
      </w:r>
    </w:p>
    <w:p w:rsidR="00845324" w:rsidRDefault="00845324" w:rsidP="00845324">
      <w:r>
        <w:t>218.9669</w:t>
      </w:r>
      <w:r>
        <w:tab/>
        <w:t>2.025e0</w:t>
      </w:r>
    </w:p>
    <w:p w:rsidR="00845324" w:rsidRDefault="00845324" w:rsidP="00845324">
      <w:r>
        <w:t>219.0368</w:t>
      </w:r>
      <w:r>
        <w:tab/>
        <w:t>2.423e0</w:t>
      </w:r>
    </w:p>
    <w:p w:rsidR="00845324" w:rsidRDefault="00845324" w:rsidP="00845324">
      <w:r>
        <w:t>219.0909</w:t>
      </w:r>
      <w:r>
        <w:tab/>
        <w:t>1.261e0</w:t>
      </w:r>
    </w:p>
    <w:p w:rsidR="00845324" w:rsidRDefault="00845324" w:rsidP="00845324">
      <w:r>
        <w:t>219.1455</w:t>
      </w:r>
      <w:r>
        <w:tab/>
        <w:t>3.759e0</w:t>
      </w:r>
    </w:p>
    <w:p w:rsidR="00845324" w:rsidRDefault="00845324" w:rsidP="00845324">
      <w:r>
        <w:t>219.1897</w:t>
      </w:r>
      <w:r>
        <w:tab/>
        <w:t>1.412e1</w:t>
      </w:r>
    </w:p>
    <w:p w:rsidR="00845324" w:rsidRDefault="00845324" w:rsidP="00845324">
      <w:r>
        <w:t>219.3002</w:t>
      </w:r>
      <w:r>
        <w:tab/>
        <w:t>3.038e0</w:t>
      </w:r>
    </w:p>
    <w:p w:rsidR="00845324" w:rsidRDefault="00845324" w:rsidP="00845324">
      <w:r>
        <w:t>219.3432</w:t>
      </w:r>
      <w:r>
        <w:tab/>
        <w:t>3.038e0</w:t>
      </w:r>
    </w:p>
    <w:p w:rsidR="00845324" w:rsidRDefault="00845324" w:rsidP="00845324">
      <w:r>
        <w:lastRenderedPageBreak/>
        <w:t>219.3658</w:t>
      </w:r>
      <w:r>
        <w:tab/>
        <w:t>2.025e0</w:t>
      </w:r>
    </w:p>
    <w:p w:rsidR="00845324" w:rsidRDefault="00845324" w:rsidP="00845324">
      <w:r>
        <w:t>219.4090</w:t>
      </w:r>
      <w:r>
        <w:tab/>
        <w:t>4.051e0</w:t>
      </w:r>
    </w:p>
    <w:p w:rsidR="00845324" w:rsidRDefault="00845324" w:rsidP="00845324">
      <w:r>
        <w:t>219.4805</w:t>
      </w:r>
      <w:r>
        <w:tab/>
        <w:t>2.025e0</w:t>
      </w:r>
    </w:p>
    <w:p w:rsidR="00845324" w:rsidRDefault="00845324" w:rsidP="00845324">
      <w:r>
        <w:t>219.5171</w:t>
      </w:r>
      <w:r>
        <w:tab/>
        <w:t>1.013e0</w:t>
      </w:r>
    </w:p>
    <w:p w:rsidR="00845324" w:rsidRDefault="00845324" w:rsidP="00845324">
      <w:r>
        <w:t>219.5494</w:t>
      </w:r>
      <w:r>
        <w:tab/>
        <w:t>1.013e0</w:t>
      </w:r>
    </w:p>
    <w:p w:rsidR="00845324" w:rsidRDefault="00845324" w:rsidP="00845324">
      <w:r>
        <w:t>219.5681</w:t>
      </w:r>
      <w:r>
        <w:tab/>
        <w:t>1.013e0</w:t>
      </w:r>
    </w:p>
    <w:p w:rsidR="00845324" w:rsidRDefault="00845324" w:rsidP="00845324">
      <w:r>
        <w:t>219.6441</w:t>
      </w:r>
      <w:r>
        <w:tab/>
        <w:t>2.025e0</w:t>
      </w:r>
    </w:p>
    <w:p w:rsidR="00845324" w:rsidRDefault="00845324" w:rsidP="00845324">
      <w:r>
        <w:t>219.6834</w:t>
      </w:r>
      <w:r>
        <w:tab/>
        <w:t>1.013e0</w:t>
      </w:r>
    </w:p>
    <w:p w:rsidR="00845324" w:rsidRDefault="00845324" w:rsidP="00845324">
      <w:r>
        <w:t>219.7064</w:t>
      </w:r>
      <w:r>
        <w:tab/>
        <w:t>2.025e0</w:t>
      </w:r>
    </w:p>
    <w:p w:rsidR="00845324" w:rsidRDefault="00845324" w:rsidP="00845324">
      <w:r>
        <w:t>219.7612</w:t>
      </w:r>
      <w:r>
        <w:tab/>
        <w:t>1.013e0</w:t>
      </w:r>
    </w:p>
    <w:p w:rsidR="00845324" w:rsidRDefault="00845324" w:rsidP="00845324">
      <w:r>
        <w:t>219.8010</w:t>
      </w:r>
      <w:r>
        <w:tab/>
        <w:t>1.013e0</w:t>
      </w:r>
    </w:p>
    <w:p w:rsidR="00845324" w:rsidRDefault="00845324" w:rsidP="00845324">
      <w:r>
        <w:t>219.8291</w:t>
      </w:r>
      <w:r>
        <w:tab/>
        <w:t>1.013e0</w:t>
      </w:r>
    </w:p>
    <w:p w:rsidR="00845324" w:rsidRDefault="00845324" w:rsidP="00845324">
      <w:r>
        <w:t>219.8607</w:t>
      </w:r>
      <w:r>
        <w:tab/>
        <w:t>2.025e0</w:t>
      </w:r>
    </w:p>
    <w:p w:rsidR="00845324" w:rsidRDefault="00845324" w:rsidP="00845324">
      <w:r>
        <w:t>219.9032</w:t>
      </w:r>
      <w:r>
        <w:tab/>
        <w:t>1.013e0</w:t>
      </w:r>
    </w:p>
    <w:p w:rsidR="00845324" w:rsidRDefault="00845324" w:rsidP="00845324">
      <w:r>
        <w:t>219.9278</w:t>
      </w:r>
      <w:r>
        <w:tab/>
        <w:t>1.013e0</w:t>
      </w:r>
    </w:p>
    <w:p w:rsidR="00845324" w:rsidRDefault="00845324" w:rsidP="00845324">
      <w:r>
        <w:t>219.9721</w:t>
      </w:r>
      <w:r>
        <w:tab/>
        <w:t>2.025e0</w:t>
      </w:r>
    </w:p>
    <w:p w:rsidR="00845324" w:rsidRDefault="00845324" w:rsidP="00845324">
      <w:r>
        <w:t>220.0349</w:t>
      </w:r>
      <w:r>
        <w:tab/>
        <w:t>9.884e0</w:t>
      </w:r>
    </w:p>
    <w:p w:rsidR="00845324" w:rsidRDefault="00845324" w:rsidP="00845324">
      <w:r>
        <w:t>220.0613</w:t>
      </w:r>
      <w:r>
        <w:tab/>
        <w:t>8.580e0</w:t>
      </w:r>
    </w:p>
    <w:p w:rsidR="00845324" w:rsidRDefault="00845324" w:rsidP="00845324">
      <w:r>
        <w:t>220.0885</w:t>
      </w:r>
      <w:r>
        <w:tab/>
        <w:t>1.410e0</w:t>
      </w:r>
    </w:p>
    <w:p w:rsidR="00845324" w:rsidRDefault="00845324" w:rsidP="00845324">
      <w:r>
        <w:lastRenderedPageBreak/>
        <w:t>220.1716</w:t>
      </w:r>
      <w:r>
        <w:tab/>
        <w:t>7.442e0</w:t>
      </w:r>
    </w:p>
    <w:p w:rsidR="00845324" w:rsidRDefault="00845324" w:rsidP="00845324">
      <w:r>
        <w:t>220.2038</w:t>
      </w:r>
      <w:r>
        <w:tab/>
        <w:t>2.412e0</w:t>
      </w:r>
    </w:p>
    <w:p w:rsidR="00845324" w:rsidRDefault="00845324" w:rsidP="00845324">
      <w:r>
        <w:t>220.3090</w:t>
      </w:r>
      <w:r>
        <w:tab/>
        <w:t>2.025e0</w:t>
      </w:r>
    </w:p>
    <w:p w:rsidR="00845324" w:rsidRDefault="00845324" w:rsidP="00845324">
      <w:r>
        <w:t>220.3535</w:t>
      </w:r>
      <w:r>
        <w:tab/>
        <w:t>4.051e0</w:t>
      </w:r>
    </w:p>
    <w:p w:rsidR="00845324" w:rsidRDefault="00845324" w:rsidP="00845324">
      <w:r>
        <w:t>220.3972</w:t>
      </w:r>
      <w:r>
        <w:tab/>
        <w:t>2.025e0</w:t>
      </w:r>
    </w:p>
    <w:p w:rsidR="00845324" w:rsidRDefault="00845324" w:rsidP="00845324">
      <w:r>
        <w:t>220.4536</w:t>
      </w:r>
      <w:r>
        <w:tab/>
        <w:t>2.025e0</w:t>
      </w:r>
    </w:p>
    <w:p w:rsidR="00845324" w:rsidRDefault="00845324" w:rsidP="00845324">
      <w:r>
        <w:t>220.5505</w:t>
      </w:r>
      <w:r>
        <w:tab/>
        <w:t>1.013e0</w:t>
      </w:r>
    </w:p>
    <w:p w:rsidR="00845324" w:rsidRDefault="00845324" w:rsidP="00845324">
      <w:r>
        <w:t>220.5849</w:t>
      </w:r>
      <w:r>
        <w:tab/>
        <w:t>1.013e0</w:t>
      </w:r>
    </w:p>
    <w:p w:rsidR="00845324" w:rsidRDefault="00845324" w:rsidP="00845324">
      <w:r>
        <w:t>220.6173</w:t>
      </w:r>
      <w:r>
        <w:tab/>
        <w:t>1.013e0</w:t>
      </w:r>
    </w:p>
    <w:p w:rsidR="00845324" w:rsidRDefault="00845324" w:rsidP="00845324">
      <w:r>
        <w:t>220.6535</w:t>
      </w:r>
      <w:r>
        <w:tab/>
        <w:t>1.013e0</w:t>
      </w:r>
    </w:p>
    <w:p w:rsidR="00845324" w:rsidRDefault="00845324" w:rsidP="00845324">
      <w:r>
        <w:t>220.7398</w:t>
      </w:r>
      <w:r>
        <w:tab/>
        <w:t>1.013e0</w:t>
      </w:r>
    </w:p>
    <w:p w:rsidR="00845324" w:rsidRDefault="00845324" w:rsidP="00845324">
      <w:r>
        <w:t>220.7632</w:t>
      </w:r>
      <w:r>
        <w:tab/>
        <w:t>1.013e0</w:t>
      </w:r>
    </w:p>
    <w:p w:rsidR="00845324" w:rsidRDefault="00845324" w:rsidP="00845324">
      <w:r>
        <w:t>220.8413</w:t>
      </w:r>
      <w:r>
        <w:tab/>
        <w:t>3.038e0</w:t>
      </w:r>
    </w:p>
    <w:p w:rsidR="00845324" w:rsidRDefault="00845324" w:rsidP="00845324">
      <w:r>
        <w:t>220.8732</w:t>
      </w:r>
      <w:r>
        <w:tab/>
        <w:t>1.013e0</w:t>
      </w:r>
    </w:p>
    <w:p w:rsidR="00845324" w:rsidRDefault="00845324" w:rsidP="00845324">
      <w:r>
        <w:t>220.9129</w:t>
      </w:r>
      <w:r>
        <w:tab/>
        <w:t>2.025e0</w:t>
      </w:r>
    </w:p>
    <w:p w:rsidR="00845324" w:rsidRDefault="00845324" w:rsidP="00845324">
      <w:r>
        <w:t>220.9415</w:t>
      </w:r>
      <w:r>
        <w:tab/>
        <w:t>2.025e0</w:t>
      </w:r>
    </w:p>
    <w:p w:rsidR="00845324" w:rsidRDefault="00845324" w:rsidP="00845324">
      <w:r>
        <w:t>220.9720</w:t>
      </w:r>
      <w:r>
        <w:tab/>
        <w:t>1.558e0</w:t>
      </w:r>
    </w:p>
    <w:p w:rsidR="00845324" w:rsidRDefault="00845324" w:rsidP="00845324">
      <w:r>
        <w:t>221.0112</w:t>
      </w:r>
      <w:r>
        <w:tab/>
        <w:t>1.850e0</w:t>
      </w:r>
    </w:p>
    <w:p w:rsidR="00845324" w:rsidRDefault="00845324" w:rsidP="00845324">
      <w:r>
        <w:t>221.0563</w:t>
      </w:r>
      <w:r>
        <w:tab/>
        <w:t>5.390e0</w:t>
      </w:r>
    </w:p>
    <w:p w:rsidR="00845324" w:rsidRDefault="00845324" w:rsidP="00845324">
      <w:r>
        <w:lastRenderedPageBreak/>
        <w:t>221.1001</w:t>
      </w:r>
      <w:r>
        <w:tab/>
        <w:t>6.530e0</w:t>
      </w:r>
    </w:p>
    <w:p w:rsidR="00845324" w:rsidRDefault="00845324" w:rsidP="00845324">
      <w:r>
        <w:t>221.1448</w:t>
      </w:r>
      <w:r>
        <w:tab/>
        <w:t>1.366e0</w:t>
      </w:r>
    </w:p>
    <w:p w:rsidR="00845324" w:rsidRDefault="00845324" w:rsidP="00845324">
      <w:r>
        <w:t>221.2051</w:t>
      </w:r>
      <w:r>
        <w:tab/>
        <w:t>5.063e0</w:t>
      </w:r>
    </w:p>
    <w:p w:rsidR="00845324" w:rsidRDefault="00845324" w:rsidP="00845324">
      <w:r>
        <w:t>221.2234</w:t>
      </w:r>
      <w:r>
        <w:tab/>
        <w:t>2.985e0</w:t>
      </w:r>
    </w:p>
    <w:p w:rsidR="00845324" w:rsidRDefault="00845324" w:rsidP="00845324">
      <w:r>
        <w:t>221.2754</w:t>
      </w:r>
      <w:r>
        <w:tab/>
        <w:t>2.025e0</w:t>
      </w:r>
    </w:p>
    <w:p w:rsidR="00845324" w:rsidRDefault="00845324" w:rsidP="00845324">
      <w:r>
        <w:t>221.3730</w:t>
      </w:r>
      <w:r>
        <w:tab/>
        <w:t>3.038e0</w:t>
      </w:r>
    </w:p>
    <w:p w:rsidR="00845324" w:rsidRDefault="00845324" w:rsidP="00845324">
      <w:r>
        <w:t>221.4006</w:t>
      </w:r>
      <w:r>
        <w:tab/>
        <w:t>3.038e0</w:t>
      </w:r>
    </w:p>
    <w:p w:rsidR="00845324" w:rsidRDefault="00845324" w:rsidP="00845324">
      <w:r>
        <w:t>221.4897</w:t>
      </w:r>
      <w:r>
        <w:tab/>
        <w:t>1.013e0</w:t>
      </w:r>
    </w:p>
    <w:p w:rsidR="00845324" w:rsidRDefault="00845324" w:rsidP="00845324">
      <w:r>
        <w:t>221.6054</w:t>
      </w:r>
      <w:r>
        <w:tab/>
        <w:t>2.025e0</w:t>
      </w:r>
    </w:p>
    <w:p w:rsidR="00845324" w:rsidRDefault="00845324" w:rsidP="00845324">
      <w:r>
        <w:t>221.6279</w:t>
      </w:r>
      <w:r>
        <w:tab/>
        <w:t>1.013e0</w:t>
      </w:r>
    </w:p>
    <w:p w:rsidR="00845324" w:rsidRDefault="00845324" w:rsidP="00845324">
      <w:r>
        <w:t>221.6861</w:t>
      </w:r>
      <w:r>
        <w:tab/>
        <w:t>2.025e0</w:t>
      </w:r>
    </w:p>
    <w:p w:rsidR="00845324" w:rsidRDefault="00845324" w:rsidP="00845324">
      <w:r>
        <w:t>221.7271</w:t>
      </w:r>
      <w:r>
        <w:tab/>
        <w:t>2.025e0</w:t>
      </w:r>
    </w:p>
    <w:p w:rsidR="00845324" w:rsidRDefault="00845324" w:rsidP="00845324">
      <w:r>
        <w:t>221.7830</w:t>
      </w:r>
      <w:r>
        <w:tab/>
        <w:t>3.038e0</w:t>
      </w:r>
    </w:p>
    <w:p w:rsidR="00845324" w:rsidRDefault="00845324" w:rsidP="00845324">
      <w:r>
        <w:t>221.9195</w:t>
      </w:r>
      <w:r>
        <w:tab/>
        <w:t>2.025e0</w:t>
      </w:r>
    </w:p>
    <w:p w:rsidR="00845324" w:rsidRDefault="00845324" w:rsidP="00845324">
      <w:r>
        <w:t>221.9452</w:t>
      </w:r>
      <w:r>
        <w:tab/>
        <w:t>2.025e0</w:t>
      </w:r>
    </w:p>
    <w:p w:rsidR="00845324" w:rsidRDefault="00845324" w:rsidP="00845324">
      <w:r>
        <w:t>221.9859</w:t>
      </w:r>
      <w:r>
        <w:tab/>
        <w:t>4.557e0</w:t>
      </w:r>
    </w:p>
    <w:p w:rsidR="00845324" w:rsidRDefault="00845324" w:rsidP="00845324">
      <w:r>
        <w:t>222.0167</w:t>
      </w:r>
      <w:r>
        <w:tab/>
        <w:t>3.429e0</w:t>
      </w:r>
    </w:p>
    <w:p w:rsidR="00845324" w:rsidRDefault="00845324" w:rsidP="00845324">
      <w:r>
        <w:t>222.0544</w:t>
      </w:r>
      <w:r>
        <w:tab/>
        <w:t>5.466e0</w:t>
      </w:r>
    </w:p>
    <w:p w:rsidR="00845324" w:rsidRDefault="00845324" w:rsidP="00845324">
      <w:r>
        <w:t>222.1157</w:t>
      </w:r>
      <w:r>
        <w:tab/>
        <w:t>4.620e0</w:t>
      </w:r>
    </w:p>
    <w:p w:rsidR="00845324" w:rsidRDefault="00845324" w:rsidP="00845324">
      <w:r>
        <w:lastRenderedPageBreak/>
        <w:t>222.1634</w:t>
      </w:r>
      <w:r>
        <w:tab/>
        <w:t>3.060e0</w:t>
      </w:r>
    </w:p>
    <w:p w:rsidR="00845324" w:rsidRDefault="00845324" w:rsidP="00845324">
      <w:r>
        <w:t>222.2173</w:t>
      </w:r>
      <w:r>
        <w:tab/>
        <w:t>4.051e0</w:t>
      </w:r>
    </w:p>
    <w:p w:rsidR="00845324" w:rsidRDefault="00845324" w:rsidP="00845324">
      <w:r>
        <w:t>222.2775</w:t>
      </w:r>
      <w:r>
        <w:tab/>
        <w:t>1.013e0</w:t>
      </w:r>
    </w:p>
    <w:p w:rsidR="00845324" w:rsidRDefault="00845324" w:rsidP="00845324">
      <w:r>
        <w:t>222.3099</w:t>
      </w:r>
      <w:r>
        <w:tab/>
        <w:t>1.013e0</w:t>
      </w:r>
    </w:p>
    <w:p w:rsidR="00845324" w:rsidRDefault="00845324" w:rsidP="00845324">
      <w:r>
        <w:t>222.3574</w:t>
      </w:r>
      <w:r>
        <w:tab/>
        <w:t>1.013e0</w:t>
      </w:r>
    </w:p>
    <w:p w:rsidR="00845324" w:rsidRDefault="00845324" w:rsidP="00845324">
      <w:r>
        <w:t>222.4049</w:t>
      </w:r>
      <w:r>
        <w:tab/>
        <w:t>2.025e0</w:t>
      </w:r>
    </w:p>
    <w:p w:rsidR="00845324" w:rsidRDefault="00845324" w:rsidP="00845324">
      <w:r>
        <w:t>222.4450</w:t>
      </w:r>
      <w:r>
        <w:tab/>
        <w:t>1.013e0</w:t>
      </w:r>
    </w:p>
    <w:p w:rsidR="00845324" w:rsidRDefault="00845324" w:rsidP="00845324">
      <w:r>
        <w:t>222.5112</w:t>
      </w:r>
      <w:r>
        <w:tab/>
        <w:t>2.025e0</w:t>
      </w:r>
    </w:p>
    <w:p w:rsidR="00845324" w:rsidRDefault="00845324" w:rsidP="00845324">
      <w:r>
        <w:t>222.5474</w:t>
      </w:r>
      <w:r>
        <w:tab/>
        <w:t>2.025e0</w:t>
      </w:r>
    </w:p>
    <w:p w:rsidR="00845324" w:rsidRDefault="00845324" w:rsidP="00845324">
      <w:r>
        <w:t>222.5752</w:t>
      </w:r>
      <w:r>
        <w:tab/>
        <w:t>3.038e0</w:t>
      </w:r>
    </w:p>
    <w:p w:rsidR="00845324" w:rsidRDefault="00845324" w:rsidP="00845324">
      <w:r>
        <w:t>222.6480</w:t>
      </w:r>
      <w:r>
        <w:tab/>
        <w:t>2.025e0</w:t>
      </w:r>
    </w:p>
    <w:p w:rsidR="00845324" w:rsidRDefault="00845324" w:rsidP="00845324">
      <w:r>
        <w:t>222.7137</w:t>
      </w:r>
      <w:r>
        <w:tab/>
        <w:t>3.038e0</w:t>
      </w:r>
    </w:p>
    <w:p w:rsidR="00845324" w:rsidRDefault="00845324" w:rsidP="00845324">
      <w:r>
        <w:t>222.7530</w:t>
      </w:r>
      <w:r>
        <w:tab/>
        <w:t>2.025e0</w:t>
      </w:r>
    </w:p>
    <w:p w:rsidR="00845324" w:rsidRDefault="00845324" w:rsidP="00845324">
      <w:r>
        <w:t>222.8086</w:t>
      </w:r>
      <w:r>
        <w:tab/>
        <w:t>3.038e0</w:t>
      </w:r>
    </w:p>
    <w:p w:rsidR="00845324" w:rsidRDefault="00845324" w:rsidP="00845324">
      <w:r>
        <w:t>222.8831</w:t>
      </w:r>
      <w:r>
        <w:tab/>
        <w:t>3.038e0</w:t>
      </w:r>
    </w:p>
    <w:p w:rsidR="00845324" w:rsidRDefault="00845324" w:rsidP="00845324">
      <w:r>
        <w:t>222.9294</w:t>
      </w:r>
      <w:r>
        <w:tab/>
        <w:t>2.025e0</w:t>
      </w:r>
    </w:p>
    <w:p w:rsidR="00845324" w:rsidRDefault="00845324" w:rsidP="00845324">
      <w:r>
        <w:t>222.9505</w:t>
      </w:r>
      <w:r>
        <w:tab/>
        <w:t>3.038e0</w:t>
      </w:r>
    </w:p>
    <w:p w:rsidR="00845324" w:rsidRDefault="00845324" w:rsidP="00845324">
      <w:r>
        <w:t>222.9786</w:t>
      </w:r>
      <w:r>
        <w:tab/>
        <w:t>3.593e0</w:t>
      </w:r>
    </w:p>
    <w:p w:rsidR="00845324" w:rsidRDefault="00845324" w:rsidP="00845324">
      <w:r>
        <w:t>223.0099</w:t>
      </w:r>
      <w:r>
        <w:tab/>
        <w:t>8.950e0</w:t>
      </w:r>
    </w:p>
    <w:p w:rsidR="00845324" w:rsidRDefault="00845324" w:rsidP="00845324">
      <w:r>
        <w:lastRenderedPageBreak/>
        <w:t>223.0398</w:t>
      </w:r>
      <w:r>
        <w:tab/>
        <w:t>3.900e0</w:t>
      </w:r>
    </w:p>
    <w:p w:rsidR="00845324" w:rsidRDefault="00845324" w:rsidP="00845324">
      <w:r>
        <w:t>223.1033</w:t>
      </w:r>
      <w:r>
        <w:tab/>
        <w:t>1.042e1</w:t>
      </w:r>
    </w:p>
    <w:p w:rsidR="00845324" w:rsidRDefault="00845324" w:rsidP="00845324">
      <w:r>
        <w:t>223.1604</w:t>
      </w:r>
      <w:r>
        <w:tab/>
        <w:t>2.892e0</w:t>
      </w:r>
    </w:p>
    <w:p w:rsidR="00845324" w:rsidRDefault="00845324" w:rsidP="00845324">
      <w:r>
        <w:t>223.1939</w:t>
      </w:r>
      <w:r>
        <w:tab/>
        <w:t>1.013e0</w:t>
      </w:r>
    </w:p>
    <w:p w:rsidR="00845324" w:rsidRDefault="00845324" w:rsidP="00845324">
      <w:r>
        <w:t>223.2460</w:t>
      </w:r>
      <w:r>
        <w:tab/>
        <w:t>3.038e0</w:t>
      </w:r>
    </w:p>
    <w:p w:rsidR="00845324" w:rsidRDefault="00845324" w:rsidP="00845324">
      <w:r>
        <w:t>223.2891</w:t>
      </w:r>
      <w:r>
        <w:tab/>
        <w:t>2.025e0</w:t>
      </w:r>
    </w:p>
    <w:p w:rsidR="00845324" w:rsidRDefault="00845324" w:rsidP="00845324">
      <w:r>
        <w:t>223.3435</w:t>
      </w:r>
      <w:r>
        <w:tab/>
        <w:t>3.038e0</w:t>
      </w:r>
    </w:p>
    <w:p w:rsidR="00845324" w:rsidRDefault="00845324" w:rsidP="00845324">
      <w:r>
        <w:t>223.3957</w:t>
      </w:r>
      <w:r>
        <w:tab/>
        <w:t>1.013e0</w:t>
      </w:r>
    </w:p>
    <w:p w:rsidR="00845324" w:rsidRDefault="00845324" w:rsidP="00845324">
      <w:r>
        <w:t>223.4522</w:t>
      </w:r>
      <w:r>
        <w:tab/>
        <w:t>2.025e0</w:t>
      </w:r>
    </w:p>
    <w:p w:rsidR="00845324" w:rsidRDefault="00845324" w:rsidP="00845324">
      <w:r>
        <w:t>223.4972</w:t>
      </w:r>
      <w:r>
        <w:tab/>
        <w:t>2.025e0</w:t>
      </w:r>
    </w:p>
    <w:p w:rsidR="00845324" w:rsidRDefault="00845324" w:rsidP="00845324">
      <w:r>
        <w:t>223.5353</w:t>
      </w:r>
      <w:r>
        <w:tab/>
        <w:t>3.038e0</w:t>
      </w:r>
    </w:p>
    <w:p w:rsidR="00845324" w:rsidRDefault="00845324" w:rsidP="00845324">
      <w:r>
        <w:t>223.5784</w:t>
      </w:r>
      <w:r>
        <w:tab/>
        <w:t>1.013e0</w:t>
      </w:r>
    </w:p>
    <w:p w:rsidR="00845324" w:rsidRDefault="00845324" w:rsidP="00845324">
      <w:r>
        <w:t>223.6346</w:t>
      </w:r>
      <w:r>
        <w:tab/>
        <w:t>2.025e0</w:t>
      </w:r>
    </w:p>
    <w:p w:rsidR="00845324" w:rsidRDefault="00845324" w:rsidP="00845324">
      <w:r>
        <w:t>223.6785</w:t>
      </w:r>
      <w:r>
        <w:tab/>
        <w:t>1.013e0</w:t>
      </w:r>
    </w:p>
    <w:p w:rsidR="00845324" w:rsidRDefault="00845324" w:rsidP="00845324">
      <w:r>
        <w:t>223.7220</w:t>
      </w:r>
      <w:r>
        <w:tab/>
        <w:t>4.475e0</w:t>
      </w:r>
    </w:p>
    <w:p w:rsidR="00845324" w:rsidRDefault="00845324" w:rsidP="00845324">
      <w:r>
        <w:t>223.7658</w:t>
      </w:r>
      <w:r>
        <w:tab/>
        <w:t>3.038e0</w:t>
      </w:r>
    </w:p>
    <w:p w:rsidR="00845324" w:rsidRDefault="00845324" w:rsidP="00845324">
      <w:r>
        <w:t>223.7992</w:t>
      </w:r>
      <w:r>
        <w:tab/>
        <w:t>2.025e0</w:t>
      </w:r>
    </w:p>
    <w:p w:rsidR="00845324" w:rsidRDefault="00845324" w:rsidP="00845324">
      <w:r>
        <w:t>223.8614</w:t>
      </w:r>
      <w:r>
        <w:tab/>
        <w:t>1.013e0</w:t>
      </w:r>
    </w:p>
    <w:p w:rsidR="00845324" w:rsidRDefault="00845324" w:rsidP="00845324">
      <w:r>
        <w:t>223.8849</w:t>
      </w:r>
      <w:r>
        <w:tab/>
        <w:t>1.013e0</w:t>
      </w:r>
    </w:p>
    <w:p w:rsidR="00845324" w:rsidRDefault="00845324" w:rsidP="00845324">
      <w:r>
        <w:lastRenderedPageBreak/>
        <w:t>223.9452</w:t>
      </w:r>
      <w:r>
        <w:tab/>
        <w:t>4.051e0</w:t>
      </w:r>
    </w:p>
    <w:p w:rsidR="00845324" w:rsidRDefault="00845324" w:rsidP="00845324">
      <w:r>
        <w:t>224.0133</w:t>
      </w:r>
      <w:r>
        <w:tab/>
        <w:t>2.451e2</w:t>
      </w:r>
    </w:p>
    <w:p w:rsidR="00845324" w:rsidRDefault="00845324" w:rsidP="00845324">
      <w:r>
        <w:t>224.1075</w:t>
      </w:r>
      <w:r>
        <w:tab/>
        <w:t>6.401e0</w:t>
      </w:r>
    </w:p>
    <w:p w:rsidR="00845324" w:rsidRDefault="00845324" w:rsidP="00845324">
      <w:r>
        <w:t>224.1327</w:t>
      </w:r>
      <w:r>
        <w:tab/>
        <w:t>4.643e0</w:t>
      </w:r>
    </w:p>
    <w:p w:rsidR="00845324" w:rsidRDefault="00845324" w:rsidP="00845324">
      <w:r>
        <w:t>224.1878</w:t>
      </w:r>
      <w:r>
        <w:tab/>
        <w:t>4.534e0</w:t>
      </w:r>
    </w:p>
    <w:p w:rsidR="00845324" w:rsidRDefault="00845324" w:rsidP="00845324">
      <w:r>
        <w:t>224.2107</w:t>
      </w:r>
      <w:r>
        <w:tab/>
        <w:t>4.051e0</w:t>
      </w:r>
    </w:p>
    <w:p w:rsidR="00845324" w:rsidRDefault="00845324" w:rsidP="00845324">
      <w:r>
        <w:t>224.2422</w:t>
      </w:r>
      <w:r>
        <w:tab/>
        <w:t>3.038e0</w:t>
      </w:r>
    </w:p>
    <w:p w:rsidR="00845324" w:rsidRDefault="00845324" w:rsidP="00845324">
      <w:r>
        <w:t>224.2789</w:t>
      </w:r>
      <w:r>
        <w:tab/>
        <w:t>4.051e0</w:t>
      </w:r>
    </w:p>
    <w:p w:rsidR="00845324" w:rsidRDefault="00845324" w:rsidP="00845324">
      <w:r>
        <w:t>224.3019</w:t>
      </w:r>
      <w:r>
        <w:tab/>
        <w:t>1.013e0</w:t>
      </w:r>
    </w:p>
    <w:p w:rsidR="00845324" w:rsidRDefault="00845324" w:rsidP="00845324">
      <w:r>
        <w:t>224.3442</w:t>
      </w:r>
      <w:r>
        <w:tab/>
        <w:t>2.025e0</w:t>
      </w:r>
    </w:p>
    <w:p w:rsidR="00845324" w:rsidRDefault="00845324" w:rsidP="00845324">
      <w:r>
        <w:t>224.3977</w:t>
      </w:r>
      <w:r>
        <w:tab/>
        <w:t>1.013e0</w:t>
      </w:r>
    </w:p>
    <w:p w:rsidR="00845324" w:rsidRDefault="00845324" w:rsidP="00845324">
      <w:r>
        <w:t>224.4489</w:t>
      </w:r>
      <w:r>
        <w:tab/>
        <w:t>6.471e0</w:t>
      </w:r>
    </w:p>
    <w:p w:rsidR="00845324" w:rsidRDefault="00845324" w:rsidP="00845324">
      <w:r>
        <w:t>224.4949</w:t>
      </w:r>
      <w:r>
        <w:tab/>
        <w:t>3.038e0</w:t>
      </w:r>
    </w:p>
    <w:p w:rsidR="00845324" w:rsidRDefault="00845324" w:rsidP="00845324">
      <w:r>
        <w:t>224.5571</w:t>
      </w:r>
      <w:r>
        <w:tab/>
        <w:t>5.063e0</w:t>
      </w:r>
    </w:p>
    <w:p w:rsidR="00845324" w:rsidRDefault="00845324" w:rsidP="00845324">
      <w:r>
        <w:t>224.6077</w:t>
      </w:r>
      <w:r>
        <w:tab/>
        <w:t>5.063e0</w:t>
      </w:r>
    </w:p>
    <w:p w:rsidR="00845324" w:rsidRDefault="00845324" w:rsidP="00845324">
      <w:r>
        <w:t>224.6493</w:t>
      </w:r>
      <w:r>
        <w:tab/>
        <w:t>5.063e0</w:t>
      </w:r>
    </w:p>
    <w:p w:rsidR="00845324" w:rsidRDefault="00845324" w:rsidP="00845324">
      <w:r>
        <w:t>224.6880</w:t>
      </w:r>
      <w:r>
        <w:tab/>
        <w:t>3.038e0</w:t>
      </w:r>
    </w:p>
    <w:p w:rsidR="00845324" w:rsidRDefault="00845324" w:rsidP="00845324">
      <w:r>
        <w:t>224.7979</w:t>
      </w:r>
      <w:r>
        <w:tab/>
        <w:t>2.025e0</w:t>
      </w:r>
    </w:p>
    <w:p w:rsidR="00845324" w:rsidRDefault="00845324" w:rsidP="00845324">
      <w:r>
        <w:t>224.8685</w:t>
      </w:r>
      <w:r>
        <w:tab/>
        <w:t>5.063e0</w:t>
      </w:r>
    </w:p>
    <w:p w:rsidR="00845324" w:rsidRDefault="00845324" w:rsidP="00845324">
      <w:r>
        <w:lastRenderedPageBreak/>
        <w:t>224.9039</w:t>
      </w:r>
      <w:r>
        <w:tab/>
        <w:t>2.025e0</w:t>
      </w:r>
    </w:p>
    <w:p w:rsidR="00845324" w:rsidRDefault="00845324" w:rsidP="00845324">
      <w:r>
        <w:t>224.9823</w:t>
      </w:r>
      <w:r>
        <w:tab/>
        <w:t>3.038e0</w:t>
      </w:r>
    </w:p>
    <w:p w:rsidR="00845324" w:rsidRDefault="00845324" w:rsidP="00845324">
      <w:r>
        <w:t>225.0120</w:t>
      </w:r>
      <w:r>
        <w:tab/>
        <w:t>1.809e1</w:t>
      </w:r>
    </w:p>
    <w:p w:rsidR="00845324" w:rsidRDefault="00845324" w:rsidP="00845324">
      <w:r>
        <w:t>225.0563</w:t>
      </w:r>
      <w:r>
        <w:tab/>
        <w:t>2.702e0</w:t>
      </w:r>
    </w:p>
    <w:p w:rsidR="00845324" w:rsidRDefault="00845324" w:rsidP="00845324">
      <w:r>
        <w:t>225.1068</w:t>
      </w:r>
      <w:r>
        <w:tab/>
        <w:t>1.013e0</w:t>
      </w:r>
    </w:p>
    <w:p w:rsidR="00845324" w:rsidRDefault="00845324" w:rsidP="00845324">
      <w:r>
        <w:t>225.1485</w:t>
      </w:r>
      <w:r>
        <w:tab/>
        <w:t>1.806e0</w:t>
      </w:r>
    </w:p>
    <w:p w:rsidR="00845324" w:rsidRDefault="00845324" w:rsidP="00845324">
      <w:r>
        <w:t>225.1903</w:t>
      </w:r>
      <w:r>
        <w:tab/>
        <w:t>4.653e0</w:t>
      </w:r>
    </w:p>
    <w:p w:rsidR="00845324" w:rsidRDefault="00845324" w:rsidP="00845324">
      <w:r>
        <w:t>225.2234</w:t>
      </w:r>
      <w:r>
        <w:tab/>
        <w:t>1.013e0</w:t>
      </w:r>
    </w:p>
    <w:p w:rsidR="00845324" w:rsidRDefault="00845324" w:rsidP="00845324">
      <w:r>
        <w:t>225.2422</w:t>
      </w:r>
      <w:r>
        <w:tab/>
        <w:t>1.013e0</w:t>
      </w:r>
    </w:p>
    <w:p w:rsidR="00845324" w:rsidRDefault="00845324" w:rsidP="00845324">
      <w:r>
        <w:t>225.2823</w:t>
      </w:r>
      <w:r>
        <w:tab/>
        <w:t>2.025e0</w:t>
      </w:r>
    </w:p>
    <w:p w:rsidR="00845324" w:rsidRDefault="00845324" w:rsidP="00845324">
      <w:r>
        <w:t>225.3186</w:t>
      </w:r>
      <w:r>
        <w:tab/>
        <w:t>1.013e0</w:t>
      </w:r>
    </w:p>
    <w:p w:rsidR="00845324" w:rsidRDefault="00845324" w:rsidP="00845324">
      <w:r>
        <w:t>225.4004</w:t>
      </w:r>
      <w:r>
        <w:tab/>
        <w:t>3.038e0</w:t>
      </w:r>
    </w:p>
    <w:p w:rsidR="00845324" w:rsidRDefault="00845324" w:rsidP="00845324">
      <w:r>
        <w:t>225.4397</w:t>
      </w:r>
      <w:r>
        <w:tab/>
        <w:t>2.025e0</w:t>
      </w:r>
    </w:p>
    <w:p w:rsidR="00845324" w:rsidRDefault="00845324" w:rsidP="00845324">
      <w:r>
        <w:t>225.4958</w:t>
      </w:r>
      <w:r>
        <w:tab/>
        <w:t>3.038e0</w:t>
      </w:r>
    </w:p>
    <w:p w:rsidR="00845324" w:rsidRDefault="00845324" w:rsidP="00845324">
      <w:r>
        <w:t>225.5230</w:t>
      </w:r>
      <w:r>
        <w:tab/>
        <w:t>3.038e0</w:t>
      </w:r>
    </w:p>
    <w:p w:rsidR="00845324" w:rsidRDefault="00845324" w:rsidP="00845324">
      <w:r>
        <w:t>225.5814</w:t>
      </w:r>
      <w:r>
        <w:tab/>
        <w:t>5.063e0</w:t>
      </w:r>
    </w:p>
    <w:p w:rsidR="00845324" w:rsidRDefault="00845324" w:rsidP="00845324">
      <w:r>
        <w:t>225.6347</w:t>
      </w:r>
      <w:r>
        <w:tab/>
        <w:t>3.038e0</w:t>
      </w:r>
    </w:p>
    <w:p w:rsidR="00845324" w:rsidRDefault="00845324" w:rsidP="00845324">
      <w:r>
        <w:t>225.6814</w:t>
      </w:r>
      <w:r>
        <w:tab/>
        <w:t>1.013e0</w:t>
      </w:r>
    </w:p>
    <w:p w:rsidR="00845324" w:rsidRDefault="00845324" w:rsidP="00845324">
      <w:r>
        <w:t>225.7055</w:t>
      </w:r>
      <w:r>
        <w:tab/>
        <w:t>2.025e0</w:t>
      </w:r>
    </w:p>
    <w:p w:rsidR="00845324" w:rsidRDefault="00845324" w:rsidP="00845324">
      <w:r>
        <w:lastRenderedPageBreak/>
        <w:t>225.7415</w:t>
      </w:r>
      <w:r>
        <w:tab/>
        <w:t>2.025e0</w:t>
      </w:r>
    </w:p>
    <w:p w:rsidR="00845324" w:rsidRDefault="00845324" w:rsidP="00845324">
      <w:r>
        <w:t>225.7730</w:t>
      </w:r>
      <w:r>
        <w:tab/>
        <w:t>1.013e0</w:t>
      </w:r>
    </w:p>
    <w:p w:rsidR="00845324" w:rsidRDefault="00845324" w:rsidP="00845324">
      <w:r>
        <w:t>225.7976</w:t>
      </w:r>
      <w:r>
        <w:tab/>
        <w:t>2.025e0</w:t>
      </w:r>
    </w:p>
    <w:p w:rsidR="00845324" w:rsidRDefault="00845324" w:rsidP="00845324">
      <w:r>
        <w:t>225.8209</w:t>
      </w:r>
      <w:r>
        <w:tab/>
        <w:t>2.025e0</w:t>
      </w:r>
    </w:p>
    <w:p w:rsidR="00845324" w:rsidRDefault="00845324" w:rsidP="00845324">
      <w:r>
        <w:t>225.8744</w:t>
      </w:r>
      <w:r>
        <w:tab/>
        <w:t>3.038e0</w:t>
      </w:r>
    </w:p>
    <w:p w:rsidR="00845324" w:rsidRDefault="00845324" w:rsidP="00845324">
      <w:r>
        <w:t>225.9256</w:t>
      </w:r>
      <w:r>
        <w:tab/>
        <w:t>1.013e0</w:t>
      </w:r>
    </w:p>
    <w:p w:rsidR="00845324" w:rsidRDefault="00845324" w:rsidP="00845324">
      <w:r>
        <w:t>226.0138</w:t>
      </w:r>
      <w:r>
        <w:tab/>
        <w:t>3.101e1</w:t>
      </w:r>
    </w:p>
    <w:p w:rsidR="00845324" w:rsidRDefault="00845324" w:rsidP="00845324">
      <w:r>
        <w:t>226.0493</w:t>
      </w:r>
      <w:r>
        <w:tab/>
        <w:t>1.048e1</w:t>
      </w:r>
    </w:p>
    <w:p w:rsidR="00845324" w:rsidRDefault="00845324" w:rsidP="00845324">
      <w:r>
        <w:t>226.0902</w:t>
      </w:r>
      <w:r>
        <w:tab/>
        <w:t>4.051e0</w:t>
      </w:r>
    </w:p>
    <w:p w:rsidR="00845324" w:rsidRDefault="00845324" w:rsidP="00845324">
      <w:r>
        <w:t>226.1180</w:t>
      </w:r>
      <w:r>
        <w:tab/>
        <w:t>5.063e0</w:t>
      </w:r>
    </w:p>
    <w:p w:rsidR="00845324" w:rsidRDefault="00845324" w:rsidP="00845324">
      <w:r>
        <w:t>226.1400</w:t>
      </w:r>
      <w:r>
        <w:tab/>
        <w:t>8.684e0</w:t>
      </w:r>
    </w:p>
    <w:p w:rsidR="00845324" w:rsidRDefault="00845324" w:rsidP="00845324">
      <w:r>
        <w:t>226.1987</w:t>
      </w:r>
      <w:r>
        <w:tab/>
        <w:t>4.915e0</w:t>
      </w:r>
    </w:p>
    <w:p w:rsidR="00845324" w:rsidRDefault="00845324" w:rsidP="00845324">
      <w:r>
        <w:t>226.2582</w:t>
      </w:r>
      <w:r>
        <w:tab/>
        <w:t>2.025e0</w:t>
      </w:r>
    </w:p>
    <w:p w:rsidR="00845324" w:rsidRDefault="00845324" w:rsidP="00845324">
      <w:r>
        <w:t>226.2966</w:t>
      </w:r>
      <w:r>
        <w:tab/>
        <w:t>1.013e0</w:t>
      </w:r>
    </w:p>
    <w:p w:rsidR="00845324" w:rsidRDefault="00845324" w:rsidP="00845324">
      <w:r>
        <w:t>226.3999</w:t>
      </w:r>
      <w:r>
        <w:tab/>
        <w:t>3.038e0</w:t>
      </w:r>
    </w:p>
    <w:p w:rsidR="00845324" w:rsidRDefault="00845324" w:rsidP="00845324">
      <w:r>
        <w:t>226.4442</w:t>
      </w:r>
      <w:r>
        <w:tab/>
        <w:t>1.013e0</w:t>
      </w:r>
    </w:p>
    <w:p w:rsidR="00845324" w:rsidRDefault="00845324" w:rsidP="00845324">
      <w:r>
        <w:t>226.4649</w:t>
      </w:r>
      <w:r>
        <w:tab/>
        <w:t>1.013e0</w:t>
      </w:r>
    </w:p>
    <w:p w:rsidR="00845324" w:rsidRDefault="00845324" w:rsidP="00845324">
      <w:r>
        <w:t>226.5232</w:t>
      </w:r>
      <w:r>
        <w:tab/>
        <w:t>3.038e0</w:t>
      </w:r>
    </w:p>
    <w:p w:rsidR="00845324" w:rsidRDefault="00845324" w:rsidP="00845324">
      <w:r>
        <w:t>226.5566</w:t>
      </w:r>
      <w:r>
        <w:tab/>
        <w:t>1.013e0</w:t>
      </w:r>
    </w:p>
    <w:p w:rsidR="00845324" w:rsidRDefault="00845324" w:rsidP="00845324">
      <w:r>
        <w:lastRenderedPageBreak/>
        <w:t>226.5894</w:t>
      </w:r>
      <w:r>
        <w:tab/>
        <w:t>1.013e0</w:t>
      </w:r>
    </w:p>
    <w:p w:rsidR="00845324" w:rsidRDefault="00845324" w:rsidP="00845324">
      <w:r>
        <w:t>226.6290</w:t>
      </w:r>
      <w:r>
        <w:tab/>
        <w:t>1.013e0</w:t>
      </w:r>
    </w:p>
    <w:p w:rsidR="00845324" w:rsidRDefault="00845324" w:rsidP="00845324">
      <w:r>
        <w:t>226.6840</w:t>
      </w:r>
      <w:r>
        <w:tab/>
        <w:t>6.076e0</w:t>
      </w:r>
    </w:p>
    <w:p w:rsidR="00845324" w:rsidRDefault="00845324" w:rsidP="00845324">
      <w:r>
        <w:t>226.7509</w:t>
      </w:r>
      <w:r>
        <w:tab/>
        <w:t>4.051e0</w:t>
      </w:r>
    </w:p>
    <w:p w:rsidR="00845324" w:rsidRDefault="00845324" w:rsidP="00845324">
      <w:r>
        <w:t>226.7804</w:t>
      </w:r>
      <w:r>
        <w:tab/>
        <w:t>2.025e0</w:t>
      </w:r>
    </w:p>
    <w:p w:rsidR="00845324" w:rsidRDefault="00845324" w:rsidP="00845324">
      <w:r>
        <w:t>226.8167</w:t>
      </w:r>
      <w:r>
        <w:tab/>
        <w:t>1.013e0</w:t>
      </w:r>
    </w:p>
    <w:p w:rsidR="00845324" w:rsidRDefault="00845324" w:rsidP="00845324">
      <w:r>
        <w:t>226.9076</w:t>
      </w:r>
      <w:r>
        <w:tab/>
        <w:t>3.038e0</w:t>
      </w:r>
    </w:p>
    <w:p w:rsidR="00845324" w:rsidRDefault="00845324" w:rsidP="00845324">
      <w:r>
        <w:t>227.0128</w:t>
      </w:r>
      <w:r>
        <w:tab/>
        <w:t>9.169e0</w:t>
      </w:r>
    </w:p>
    <w:p w:rsidR="00845324" w:rsidRDefault="00845324" w:rsidP="00845324">
      <w:r>
        <w:t>227.0542</w:t>
      </w:r>
      <w:r>
        <w:tab/>
        <w:t>4.025e0</w:t>
      </w:r>
    </w:p>
    <w:p w:rsidR="00845324" w:rsidRDefault="00845324" w:rsidP="00845324">
      <w:r>
        <w:t>227.1323</w:t>
      </w:r>
      <w:r>
        <w:tab/>
        <w:t>3.592e0</w:t>
      </w:r>
    </w:p>
    <w:p w:rsidR="00845324" w:rsidRDefault="00845324" w:rsidP="00845324">
      <w:r>
        <w:t>227.1682</w:t>
      </w:r>
      <w:r>
        <w:tab/>
        <w:t>8.409e0</w:t>
      </w:r>
    </w:p>
    <w:p w:rsidR="00845324" w:rsidRDefault="00845324" w:rsidP="00845324">
      <w:r>
        <w:t>227.2455</w:t>
      </w:r>
      <w:r>
        <w:tab/>
        <w:t>1.013e0</w:t>
      </w:r>
    </w:p>
    <w:p w:rsidR="00845324" w:rsidRDefault="00845324" w:rsidP="00845324">
      <w:r>
        <w:t>227.2893</w:t>
      </w:r>
      <w:r>
        <w:tab/>
        <w:t>3.038e0</w:t>
      </w:r>
    </w:p>
    <w:p w:rsidR="00845324" w:rsidRDefault="00845324" w:rsidP="00845324">
      <w:r>
        <w:t>227.3175</w:t>
      </w:r>
      <w:r>
        <w:tab/>
        <w:t>4.051e0</w:t>
      </w:r>
    </w:p>
    <w:p w:rsidR="00845324" w:rsidRDefault="00845324" w:rsidP="00845324">
      <w:r>
        <w:t>227.3492</w:t>
      </w:r>
      <w:r>
        <w:tab/>
        <w:t>2.025e0</w:t>
      </w:r>
    </w:p>
    <w:p w:rsidR="00845324" w:rsidRDefault="00845324" w:rsidP="00845324">
      <w:r>
        <w:t>227.4254</w:t>
      </w:r>
      <w:r>
        <w:tab/>
        <w:t>3.038e0</w:t>
      </w:r>
    </w:p>
    <w:p w:rsidR="00845324" w:rsidRDefault="00845324" w:rsidP="00845324">
      <w:r>
        <w:t>227.4978</w:t>
      </w:r>
      <w:r>
        <w:tab/>
        <w:t>1.013e0</w:t>
      </w:r>
    </w:p>
    <w:p w:rsidR="00845324" w:rsidRDefault="00845324" w:rsidP="00845324">
      <w:r>
        <w:t>227.5331</w:t>
      </w:r>
      <w:r>
        <w:tab/>
        <w:t>1.013e0</w:t>
      </w:r>
    </w:p>
    <w:p w:rsidR="00845324" w:rsidRDefault="00845324" w:rsidP="00845324">
      <w:r>
        <w:t>227.5917</w:t>
      </w:r>
      <w:r>
        <w:tab/>
        <w:t>2.025e0</w:t>
      </w:r>
    </w:p>
    <w:p w:rsidR="00845324" w:rsidRDefault="00845324" w:rsidP="00845324">
      <w:r>
        <w:lastRenderedPageBreak/>
        <w:t>227.6494</w:t>
      </w:r>
      <w:r>
        <w:tab/>
        <w:t>2.025e0</w:t>
      </w:r>
    </w:p>
    <w:p w:rsidR="00845324" w:rsidRDefault="00845324" w:rsidP="00845324">
      <w:r>
        <w:t>227.7042</w:t>
      </w:r>
      <w:r>
        <w:tab/>
        <w:t>3.038e0</w:t>
      </w:r>
    </w:p>
    <w:p w:rsidR="00845324" w:rsidRDefault="00845324" w:rsidP="00845324">
      <w:r>
        <w:t>227.7658</w:t>
      </w:r>
      <w:r>
        <w:tab/>
        <w:t>2.025e0</w:t>
      </w:r>
    </w:p>
    <w:p w:rsidR="00845324" w:rsidRDefault="00845324" w:rsidP="00845324">
      <w:r>
        <w:t>227.8101</w:t>
      </w:r>
      <w:r>
        <w:tab/>
        <w:t>2.025e0</w:t>
      </w:r>
    </w:p>
    <w:p w:rsidR="00845324" w:rsidRDefault="00845324" w:rsidP="00845324">
      <w:r>
        <w:t>227.8695</w:t>
      </w:r>
      <w:r>
        <w:tab/>
        <w:t>1.013e0</w:t>
      </w:r>
    </w:p>
    <w:p w:rsidR="00845324" w:rsidRDefault="00845324" w:rsidP="00845324">
      <w:r>
        <w:t>227.9135</w:t>
      </w:r>
      <w:r>
        <w:tab/>
        <w:t>2.025e0</w:t>
      </w:r>
    </w:p>
    <w:p w:rsidR="00845324" w:rsidRDefault="00845324" w:rsidP="00845324">
      <w:r>
        <w:t>227.9894</w:t>
      </w:r>
      <w:r>
        <w:tab/>
        <w:t>5.620e1</w:t>
      </w:r>
    </w:p>
    <w:p w:rsidR="00845324" w:rsidRDefault="00845324" w:rsidP="00845324">
      <w:r>
        <w:t>228.0690</w:t>
      </w:r>
      <w:r>
        <w:tab/>
        <w:t>1.651e0</w:t>
      </w:r>
    </w:p>
    <w:p w:rsidR="00845324" w:rsidRDefault="00845324" w:rsidP="00845324">
      <w:r>
        <w:t>228.1207</w:t>
      </w:r>
      <w:r>
        <w:tab/>
        <w:t>4.620e0</w:t>
      </w:r>
    </w:p>
    <w:p w:rsidR="00845324" w:rsidRDefault="00845324" w:rsidP="00845324">
      <w:r>
        <w:t>228.1773</w:t>
      </w:r>
      <w:r>
        <w:tab/>
        <w:t>2.600e0</w:t>
      </w:r>
    </w:p>
    <w:p w:rsidR="00845324" w:rsidRDefault="00845324" w:rsidP="00845324">
      <w:r>
        <w:t>228.1961</w:t>
      </w:r>
      <w:r>
        <w:tab/>
        <w:t>3.740e0</w:t>
      </w:r>
    </w:p>
    <w:p w:rsidR="00845324" w:rsidRDefault="00845324" w:rsidP="00845324">
      <w:r>
        <w:t>228.2408</w:t>
      </w:r>
      <w:r>
        <w:tab/>
        <w:t>2.699e0</w:t>
      </w:r>
    </w:p>
    <w:p w:rsidR="00845324" w:rsidRDefault="00845324" w:rsidP="00845324">
      <w:r>
        <w:t>228.2715</w:t>
      </w:r>
      <w:r>
        <w:tab/>
        <w:t>3.038e0</w:t>
      </w:r>
    </w:p>
    <w:p w:rsidR="00845324" w:rsidRDefault="00845324" w:rsidP="00845324">
      <w:r>
        <w:t>228.3118</w:t>
      </w:r>
      <w:r>
        <w:tab/>
        <w:t>1.013e0</w:t>
      </w:r>
    </w:p>
    <w:p w:rsidR="00845324" w:rsidRDefault="00845324" w:rsidP="00845324">
      <w:r>
        <w:t>228.3473</w:t>
      </w:r>
      <w:r>
        <w:tab/>
        <w:t>1.013e0</w:t>
      </w:r>
    </w:p>
    <w:p w:rsidR="00845324" w:rsidRDefault="00845324" w:rsidP="00845324">
      <w:r>
        <w:t>228.3794</w:t>
      </w:r>
      <w:r>
        <w:tab/>
        <w:t>2.025e0</w:t>
      </w:r>
    </w:p>
    <w:p w:rsidR="00845324" w:rsidRDefault="00845324" w:rsidP="00845324">
      <w:r>
        <w:t>228.4581</w:t>
      </w:r>
      <w:r>
        <w:tab/>
        <w:t>2.025e0</w:t>
      </w:r>
    </w:p>
    <w:p w:rsidR="00845324" w:rsidRDefault="00845324" w:rsidP="00845324">
      <w:r>
        <w:t>228.4930</w:t>
      </w:r>
      <w:r>
        <w:tab/>
        <w:t>5.063e0</w:t>
      </w:r>
    </w:p>
    <w:p w:rsidR="00845324" w:rsidRDefault="00845324" w:rsidP="00845324">
      <w:r>
        <w:t>228.5425</w:t>
      </w:r>
      <w:r>
        <w:tab/>
        <w:t>2.025e0</w:t>
      </w:r>
    </w:p>
    <w:p w:rsidR="00845324" w:rsidRDefault="00845324" w:rsidP="00845324">
      <w:r>
        <w:lastRenderedPageBreak/>
        <w:t>228.5772</w:t>
      </w:r>
      <w:r>
        <w:tab/>
        <w:t>1.013e0</w:t>
      </w:r>
    </w:p>
    <w:p w:rsidR="00845324" w:rsidRDefault="00845324" w:rsidP="00845324">
      <w:r>
        <w:t>228.6127</w:t>
      </w:r>
      <w:r>
        <w:tab/>
        <w:t>2.025e0</w:t>
      </w:r>
    </w:p>
    <w:p w:rsidR="00845324" w:rsidRDefault="00845324" w:rsidP="00845324">
      <w:r>
        <w:t>228.6345</w:t>
      </w:r>
      <w:r>
        <w:tab/>
        <w:t>2.025e0</w:t>
      </w:r>
    </w:p>
    <w:p w:rsidR="00845324" w:rsidRDefault="00845324" w:rsidP="00845324">
      <w:r>
        <w:t>228.7208</w:t>
      </w:r>
      <w:r>
        <w:tab/>
        <w:t>1.013e0</w:t>
      </w:r>
    </w:p>
    <w:p w:rsidR="00845324" w:rsidRDefault="00845324" w:rsidP="00845324">
      <w:r>
        <w:t>228.7748</w:t>
      </w:r>
      <w:r>
        <w:tab/>
        <w:t>3.038e0</w:t>
      </w:r>
    </w:p>
    <w:p w:rsidR="00845324" w:rsidRDefault="00845324" w:rsidP="00845324">
      <w:r>
        <w:t>228.9224</w:t>
      </w:r>
      <w:r>
        <w:tab/>
        <w:t>1.013e0</w:t>
      </w:r>
    </w:p>
    <w:p w:rsidR="00845324" w:rsidRDefault="00845324" w:rsidP="00845324">
      <w:r>
        <w:t>228.9627</w:t>
      </w:r>
      <w:r>
        <w:tab/>
        <w:t>2.025e0</w:t>
      </w:r>
    </w:p>
    <w:p w:rsidR="00845324" w:rsidRDefault="00845324" w:rsidP="00845324">
      <w:r>
        <w:t>228.9908</w:t>
      </w:r>
      <w:r>
        <w:tab/>
        <w:t>3.704e0</w:t>
      </w:r>
    </w:p>
    <w:p w:rsidR="00845324" w:rsidRDefault="00845324" w:rsidP="00845324">
      <w:r>
        <w:t>229.0343</w:t>
      </w:r>
      <w:r>
        <w:tab/>
        <w:t>2.797e0</w:t>
      </w:r>
    </w:p>
    <w:p w:rsidR="00845324" w:rsidRDefault="00845324" w:rsidP="00845324">
      <w:r>
        <w:t>229.0839</w:t>
      </w:r>
      <w:r>
        <w:tab/>
        <w:t>1.013e0</w:t>
      </w:r>
    </w:p>
    <w:p w:rsidR="00845324" w:rsidRDefault="00845324" w:rsidP="00845324">
      <w:r>
        <w:t>229.1131</w:t>
      </w:r>
      <w:r>
        <w:tab/>
        <w:t>2.582e0</w:t>
      </w:r>
    </w:p>
    <w:p w:rsidR="00845324" w:rsidRDefault="00845324" w:rsidP="00845324">
      <w:r>
        <w:t>229.1503</w:t>
      </w:r>
      <w:r>
        <w:tab/>
        <w:t>2.424e0</w:t>
      </w:r>
    </w:p>
    <w:p w:rsidR="00845324" w:rsidRDefault="00845324" w:rsidP="00845324">
      <w:r>
        <w:t>229.1926</w:t>
      </w:r>
      <w:r>
        <w:tab/>
        <w:t>2.933e0</w:t>
      </w:r>
    </w:p>
    <w:p w:rsidR="00845324" w:rsidRDefault="00845324" w:rsidP="00845324">
      <w:r>
        <w:t>229.2305</w:t>
      </w:r>
      <w:r>
        <w:tab/>
        <w:t>3.038e0</w:t>
      </w:r>
    </w:p>
    <w:p w:rsidR="00845324" w:rsidRDefault="00845324" w:rsidP="00845324">
      <w:r>
        <w:t>229.2993</w:t>
      </w:r>
      <w:r>
        <w:tab/>
        <w:t>3.038e0</w:t>
      </w:r>
    </w:p>
    <w:p w:rsidR="00845324" w:rsidRDefault="00845324" w:rsidP="00845324">
      <w:r>
        <w:t>229.3586</w:t>
      </w:r>
      <w:r>
        <w:tab/>
        <w:t>2.025e0</w:t>
      </w:r>
    </w:p>
    <w:p w:rsidR="00845324" w:rsidRDefault="00845324" w:rsidP="00845324">
      <w:r>
        <w:t>229.4024</w:t>
      </w:r>
      <w:r>
        <w:tab/>
        <w:t>2.025e0</w:t>
      </w:r>
    </w:p>
    <w:p w:rsidR="00845324" w:rsidRDefault="00845324" w:rsidP="00845324">
      <w:r>
        <w:t>229.4292</w:t>
      </w:r>
      <w:r>
        <w:tab/>
        <w:t>2.025e0</w:t>
      </w:r>
    </w:p>
    <w:p w:rsidR="00845324" w:rsidRDefault="00845324" w:rsidP="00845324">
      <w:r>
        <w:t>229.4893</w:t>
      </w:r>
      <w:r>
        <w:tab/>
        <w:t>2.025e0</w:t>
      </w:r>
    </w:p>
    <w:p w:rsidR="00845324" w:rsidRDefault="00845324" w:rsidP="00845324">
      <w:r>
        <w:lastRenderedPageBreak/>
        <w:t>229.5099</w:t>
      </w:r>
      <w:r>
        <w:tab/>
        <w:t>1.013e0</w:t>
      </w:r>
    </w:p>
    <w:p w:rsidR="00845324" w:rsidRDefault="00845324" w:rsidP="00845324">
      <w:r>
        <w:t>229.5746</w:t>
      </w:r>
      <w:r>
        <w:tab/>
        <w:t>4.260e0</w:t>
      </w:r>
    </w:p>
    <w:p w:rsidR="00845324" w:rsidRDefault="00845324" w:rsidP="00845324">
      <w:r>
        <w:t>229.6029</w:t>
      </w:r>
      <w:r>
        <w:tab/>
        <w:t>3.038e0</w:t>
      </w:r>
    </w:p>
    <w:p w:rsidR="00845324" w:rsidRDefault="00845324" w:rsidP="00845324">
      <w:r>
        <w:t>229.6582</w:t>
      </w:r>
      <w:r>
        <w:tab/>
        <w:t>4.051e0</w:t>
      </w:r>
    </w:p>
    <w:p w:rsidR="00845324" w:rsidRDefault="00845324" w:rsidP="00845324">
      <w:r>
        <w:t>229.7161</w:t>
      </w:r>
      <w:r>
        <w:tab/>
        <w:t>5.063e0</w:t>
      </w:r>
    </w:p>
    <w:p w:rsidR="00845324" w:rsidRDefault="00845324" w:rsidP="00845324">
      <w:r>
        <w:t>229.7541</w:t>
      </w:r>
      <w:r>
        <w:tab/>
        <w:t>2.025e0</w:t>
      </w:r>
    </w:p>
    <w:p w:rsidR="00845324" w:rsidRDefault="00845324" w:rsidP="00845324">
      <w:r>
        <w:t>229.8556</w:t>
      </w:r>
      <w:r>
        <w:tab/>
        <w:t>1.013e0</w:t>
      </w:r>
    </w:p>
    <w:p w:rsidR="00845324" w:rsidRDefault="00845324" w:rsidP="00845324">
      <w:r>
        <w:t>229.8806</w:t>
      </w:r>
      <w:r>
        <w:tab/>
        <w:t>1.013e0</w:t>
      </w:r>
    </w:p>
    <w:p w:rsidR="00845324" w:rsidRDefault="00845324" w:rsidP="00845324">
      <w:r>
        <w:t>229.9565</w:t>
      </w:r>
      <w:r>
        <w:tab/>
        <w:t>2.025e0</w:t>
      </w:r>
    </w:p>
    <w:p w:rsidR="00845324" w:rsidRDefault="00845324" w:rsidP="00845324">
      <w:r>
        <w:t>230.0613</w:t>
      </w:r>
      <w:r>
        <w:tab/>
        <w:t>2.025e0</w:t>
      </w:r>
    </w:p>
    <w:p w:rsidR="00845324" w:rsidRDefault="00845324" w:rsidP="00845324">
      <w:r>
        <w:t>230.1120</w:t>
      </w:r>
      <w:r>
        <w:tab/>
        <w:t>1.081e0</w:t>
      </w:r>
    </w:p>
    <w:p w:rsidR="00845324" w:rsidRDefault="00845324" w:rsidP="00845324">
      <w:r>
        <w:t>230.1571</w:t>
      </w:r>
      <w:r>
        <w:tab/>
        <w:t>1.337e0</w:t>
      </w:r>
    </w:p>
    <w:p w:rsidR="00845324" w:rsidRDefault="00845324" w:rsidP="00845324">
      <w:r>
        <w:t>230.2228</w:t>
      </w:r>
      <w:r>
        <w:tab/>
        <w:t>1.013e0</w:t>
      </w:r>
    </w:p>
    <w:p w:rsidR="00845324" w:rsidRDefault="00845324" w:rsidP="00845324">
      <w:r>
        <w:t>230.2670</w:t>
      </w:r>
      <w:r>
        <w:tab/>
        <w:t>2.025e0</w:t>
      </w:r>
    </w:p>
    <w:p w:rsidR="00845324" w:rsidRDefault="00845324" w:rsidP="00845324">
      <w:r>
        <w:t>230.3460</w:t>
      </w:r>
      <w:r>
        <w:tab/>
        <w:t>2.025e0</w:t>
      </w:r>
    </w:p>
    <w:p w:rsidR="00845324" w:rsidRDefault="00845324" w:rsidP="00845324">
      <w:r>
        <w:t>230.4116</w:t>
      </w:r>
      <w:r>
        <w:tab/>
        <w:t>1.013e0</w:t>
      </w:r>
    </w:p>
    <w:p w:rsidR="00845324" w:rsidRDefault="00845324" w:rsidP="00845324">
      <w:r>
        <w:t>230.4362</w:t>
      </w:r>
      <w:r>
        <w:tab/>
        <w:t>1.013e0</w:t>
      </w:r>
    </w:p>
    <w:p w:rsidR="00845324" w:rsidRDefault="00845324" w:rsidP="00845324">
      <w:r>
        <w:t>230.4823</w:t>
      </w:r>
      <w:r>
        <w:tab/>
        <w:t>2.025e0</w:t>
      </w:r>
    </w:p>
    <w:p w:rsidR="00845324" w:rsidRDefault="00845324" w:rsidP="00845324">
      <w:r>
        <w:t>230.5329</w:t>
      </w:r>
      <w:r>
        <w:tab/>
        <w:t>2.025e0</w:t>
      </w:r>
    </w:p>
    <w:p w:rsidR="00845324" w:rsidRDefault="00845324" w:rsidP="00845324">
      <w:r>
        <w:lastRenderedPageBreak/>
        <w:t>230.5978</w:t>
      </w:r>
      <w:r>
        <w:tab/>
        <w:t>1.013e0</w:t>
      </w:r>
    </w:p>
    <w:p w:rsidR="00845324" w:rsidRDefault="00845324" w:rsidP="00845324">
      <w:r>
        <w:t>230.6750</w:t>
      </w:r>
      <w:r>
        <w:tab/>
        <w:t>1.013e0</w:t>
      </w:r>
    </w:p>
    <w:p w:rsidR="00845324" w:rsidRDefault="00845324" w:rsidP="00845324">
      <w:r>
        <w:t>230.7380</w:t>
      </w:r>
      <w:r>
        <w:tab/>
        <w:t>1.013e0</w:t>
      </w:r>
    </w:p>
    <w:p w:rsidR="00845324" w:rsidRDefault="00845324" w:rsidP="00845324">
      <w:r>
        <w:t>230.7870</w:t>
      </w:r>
      <w:r>
        <w:tab/>
        <w:t>1.013e0</w:t>
      </w:r>
    </w:p>
    <w:p w:rsidR="00845324" w:rsidRDefault="00845324" w:rsidP="00845324">
      <w:r>
        <w:t>230.8095</w:t>
      </w:r>
      <w:r>
        <w:tab/>
        <w:t>2.025e0</w:t>
      </w:r>
    </w:p>
    <w:p w:rsidR="00845324" w:rsidRDefault="00845324" w:rsidP="00845324">
      <w:r>
        <w:t>230.8676</w:t>
      </w:r>
      <w:r>
        <w:tab/>
        <w:t>1.013e0</w:t>
      </w:r>
    </w:p>
    <w:p w:rsidR="00845324" w:rsidRDefault="00845324" w:rsidP="00845324">
      <w:r>
        <w:t>230.9288</w:t>
      </w:r>
      <w:r>
        <w:tab/>
        <w:t>1.013e0</w:t>
      </w:r>
    </w:p>
    <w:p w:rsidR="00845324" w:rsidRDefault="00845324" w:rsidP="00845324">
      <w:r>
        <w:t>230.9653</w:t>
      </w:r>
      <w:r>
        <w:tab/>
        <w:t>2.025e0</w:t>
      </w:r>
    </w:p>
    <w:p w:rsidR="00845324" w:rsidRDefault="00845324" w:rsidP="00845324">
      <w:r>
        <w:t>231.0589</w:t>
      </w:r>
      <w:r>
        <w:tab/>
        <w:t>1.336e1</w:t>
      </w:r>
    </w:p>
    <w:p w:rsidR="00845324" w:rsidRDefault="00845324" w:rsidP="00845324">
      <w:r>
        <w:t>231.1160</w:t>
      </w:r>
      <w:r>
        <w:tab/>
        <w:t>4.140e0</w:t>
      </w:r>
    </w:p>
    <w:p w:rsidR="00845324" w:rsidRDefault="00845324" w:rsidP="00845324">
      <w:r>
        <w:t>231.1490</w:t>
      </w:r>
      <w:r>
        <w:tab/>
        <w:t>2.139e0</w:t>
      </w:r>
    </w:p>
    <w:p w:rsidR="00845324" w:rsidRDefault="00845324" w:rsidP="00845324">
      <w:r>
        <w:t>231.2491</w:t>
      </w:r>
      <w:r>
        <w:tab/>
        <w:t>2.025e0</w:t>
      </w:r>
    </w:p>
    <w:p w:rsidR="00845324" w:rsidRDefault="00845324" w:rsidP="00845324">
      <w:r>
        <w:t>231.2713</w:t>
      </w:r>
      <w:r>
        <w:tab/>
        <w:t>1.013e0</w:t>
      </w:r>
    </w:p>
    <w:p w:rsidR="00845324" w:rsidRDefault="00845324" w:rsidP="00845324">
      <w:r>
        <w:t>231.3927</w:t>
      </w:r>
      <w:r>
        <w:tab/>
        <w:t>1.013e0</w:t>
      </w:r>
    </w:p>
    <w:p w:rsidR="00845324" w:rsidRDefault="00845324" w:rsidP="00845324">
      <w:r>
        <w:t>231.4585</w:t>
      </w:r>
      <w:r>
        <w:tab/>
        <w:t>1.013e0</w:t>
      </w:r>
    </w:p>
    <w:p w:rsidR="00845324" w:rsidRDefault="00845324" w:rsidP="00845324">
      <w:r>
        <w:t>231.5103</w:t>
      </w:r>
      <w:r>
        <w:tab/>
        <w:t>1.013e0</w:t>
      </w:r>
    </w:p>
    <w:p w:rsidR="00845324" w:rsidRDefault="00845324" w:rsidP="00845324">
      <w:r>
        <w:t>231.5451</w:t>
      </w:r>
      <w:r>
        <w:tab/>
        <w:t>2.025e0</w:t>
      </w:r>
    </w:p>
    <w:p w:rsidR="00845324" w:rsidRDefault="00845324" w:rsidP="00845324">
      <w:r>
        <w:t>231.5874</w:t>
      </w:r>
      <w:r>
        <w:tab/>
        <w:t>1.013e0</w:t>
      </w:r>
    </w:p>
    <w:p w:rsidR="00845324" w:rsidRDefault="00845324" w:rsidP="00845324">
      <w:r>
        <w:t>231.6203</w:t>
      </w:r>
      <w:r>
        <w:tab/>
        <w:t>2.025e0</w:t>
      </w:r>
    </w:p>
    <w:p w:rsidR="00845324" w:rsidRDefault="00845324" w:rsidP="00845324">
      <w:r>
        <w:lastRenderedPageBreak/>
        <w:t>231.6920</w:t>
      </w:r>
      <w:r>
        <w:tab/>
        <w:t>1.013e0</w:t>
      </w:r>
    </w:p>
    <w:p w:rsidR="00845324" w:rsidRDefault="00845324" w:rsidP="00845324">
      <w:r>
        <w:t>231.7493</w:t>
      </w:r>
      <w:r>
        <w:tab/>
        <w:t>1.013e0</w:t>
      </w:r>
    </w:p>
    <w:p w:rsidR="00845324" w:rsidRDefault="00845324" w:rsidP="00845324">
      <w:r>
        <w:t>231.7861</w:t>
      </w:r>
      <w:r>
        <w:tab/>
        <w:t>1.013e0</w:t>
      </w:r>
    </w:p>
    <w:p w:rsidR="00845324" w:rsidRDefault="00845324" w:rsidP="00845324">
      <w:r>
        <w:t>231.8475</w:t>
      </w:r>
      <w:r>
        <w:tab/>
        <w:t>2.025e0</w:t>
      </w:r>
    </w:p>
    <w:p w:rsidR="00845324" w:rsidRDefault="00845324" w:rsidP="00845324">
      <w:r>
        <w:t>231.8783</w:t>
      </w:r>
      <w:r>
        <w:tab/>
        <w:t>2.025e0</w:t>
      </w:r>
    </w:p>
    <w:p w:rsidR="00845324" w:rsidRDefault="00845324" w:rsidP="00845324">
      <w:r>
        <w:t>231.9593</w:t>
      </w:r>
      <w:r>
        <w:tab/>
        <w:t>3.038e0</w:t>
      </w:r>
    </w:p>
    <w:p w:rsidR="00845324" w:rsidRDefault="00845324" w:rsidP="00845324">
      <w:r>
        <w:t>232.0058</w:t>
      </w:r>
      <w:r>
        <w:tab/>
        <w:t>5.382e0</w:t>
      </w:r>
    </w:p>
    <w:p w:rsidR="00845324" w:rsidRDefault="00845324" w:rsidP="00845324">
      <w:r>
        <w:t>232.0826</w:t>
      </w:r>
      <w:r>
        <w:tab/>
        <w:t>2.025e0</w:t>
      </w:r>
    </w:p>
    <w:p w:rsidR="00845324" w:rsidRDefault="00845324" w:rsidP="00845324">
      <w:r>
        <w:t>232.1313</w:t>
      </w:r>
      <w:r>
        <w:tab/>
        <w:t>5.267e0</w:t>
      </w:r>
    </w:p>
    <w:p w:rsidR="00845324" w:rsidRDefault="00845324" w:rsidP="00845324">
      <w:r>
        <w:t>232.1832</w:t>
      </w:r>
      <w:r>
        <w:tab/>
        <w:t>2.274e0</w:t>
      </w:r>
    </w:p>
    <w:p w:rsidR="00845324" w:rsidRDefault="00845324" w:rsidP="00845324">
      <w:r>
        <w:t>232.3159</w:t>
      </w:r>
      <w:r>
        <w:tab/>
        <w:t>2.025e0</w:t>
      </w:r>
    </w:p>
    <w:p w:rsidR="00845324" w:rsidRDefault="00845324" w:rsidP="00845324">
      <w:r>
        <w:t>232.3391</w:t>
      </w:r>
      <w:r>
        <w:tab/>
        <w:t>1.013e0</w:t>
      </w:r>
    </w:p>
    <w:p w:rsidR="00845324" w:rsidRDefault="00845324" w:rsidP="00845324">
      <w:r>
        <w:t>232.3779</w:t>
      </w:r>
      <w:r>
        <w:tab/>
        <w:t>2.025e0</w:t>
      </w:r>
    </w:p>
    <w:p w:rsidR="00845324" w:rsidRDefault="00845324" w:rsidP="00845324">
      <w:r>
        <w:t>232.4345</w:t>
      </w:r>
      <w:r>
        <w:tab/>
        <w:t>2.025e0</w:t>
      </w:r>
    </w:p>
    <w:p w:rsidR="00845324" w:rsidRDefault="00845324" w:rsidP="00845324">
      <w:r>
        <w:t>232.4639</w:t>
      </w:r>
      <w:r>
        <w:tab/>
        <w:t>2.025e0</w:t>
      </w:r>
    </w:p>
    <w:p w:rsidR="00845324" w:rsidRDefault="00845324" w:rsidP="00845324">
      <w:r>
        <w:t>232.5301</w:t>
      </w:r>
      <w:r>
        <w:tab/>
        <w:t>1.013e0</w:t>
      </w:r>
    </w:p>
    <w:p w:rsidR="00845324" w:rsidRDefault="00845324" w:rsidP="00845324">
      <w:r>
        <w:t>232.5668</w:t>
      </w:r>
      <w:r>
        <w:tab/>
        <w:t>2.025e0</w:t>
      </w:r>
    </w:p>
    <w:p w:rsidR="00845324" w:rsidRDefault="00845324" w:rsidP="00845324">
      <w:r>
        <w:t>232.6335</w:t>
      </w:r>
      <w:r>
        <w:tab/>
        <w:t>3.038e0</w:t>
      </w:r>
    </w:p>
    <w:p w:rsidR="00845324" w:rsidRDefault="00845324" w:rsidP="00845324">
      <w:r>
        <w:t>232.7063</w:t>
      </w:r>
      <w:r>
        <w:tab/>
        <w:t>2.025e0</w:t>
      </w:r>
    </w:p>
    <w:p w:rsidR="00845324" w:rsidRDefault="00845324" w:rsidP="00845324">
      <w:r>
        <w:lastRenderedPageBreak/>
        <w:t>232.7788</w:t>
      </w:r>
      <w:r>
        <w:tab/>
        <w:t>2.025e0</w:t>
      </w:r>
    </w:p>
    <w:p w:rsidR="00845324" w:rsidRDefault="00845324" w:rsidP="00845324">
      <w:r>
        <w:t>232.8061</w:t>
      </w:r>
      <w:r>
        <w:tab/>
        <w:t>1.013e0</w:t>
      </w:r>
    </w:p>
    <w:p w:rsidR="00845324" w:rsidRDefault="00845324" w:rsidP="00845324">
      <w:r>
        <w:t>232.8382</w:t>
      </w:r>
      <w:r>
        <w:tab/>
        <w:t>2.025e0</w:t>
      </w:r>
    </w:p>
    <w:p w:rsidR="00845324" w:rsidRDefault="00845324" w:rsidP="00845324">
      <w:r>
        <w:t>232.8834</w:t>
      </w:r>
      <w:r>
        <w:tab/>
        <w:t>1.013e0</w:t>
      </w:r>
    </w:p>
    <w:p w:rsidR="00845324" w:rsidRDefault="00845324" w:rsidP="00845324">
      <w:r>
        <w:t>232.9580</w:t>
      </w:r>
      <w:r>
        <w:tab/>
        <w:t>2.025e0</w:t>
      </w:r>
    </w:p>
    <w:p w:rsidR="00845324" w:rsidRDefault="00845324" w:rsidP="00845324">
      <w:r>
        <w:t>232.9880</w:t>
      </w:r>
      <w:r>
        <w:tab/>
        <w:t>5.658e0</w:t>
      </w:r>
    </w:p>
    <w:p w:rsidR="00845324" w:rsidRDefault="00845324" w:rsidP="00845324">
      <w:r>
        <w:t>233.0671</w:t>
      </w:r>
      <w:r>
        <w:tab/>
        <w:t>2.025e0</w:t>
      </w:r>
    </w:p>
    <w:p w:rsidR="00845324" w:rsidRDefault="00845324" w:rsidP="00845324">
      <w:r>
        <w:t>233.0967</w:t>
      </w:r>
      <w:r>
        <w:tab/>
        <w:t>2.366e0</w:t>
      </w:r>
    </w:p>
    <w:p w:rsidR="00845324" w:rsidRDefault="00845324" w:rsidP="00845324">
      <w:r>
        <w:t>233.1398</w:t>
      </w:r>
      <w:r>
        <w:tab/>
        <w:t>1.277e0</w:t>
      </w:r>
    </w:p>
    <w:p w:rsidR="00845324" w:rsidRDefault="00845324" w:rsidP="00845324">
      <w:r>
        <w:t>233.1677</w:t>
      </w:r>
      <w:r>
        <w:tab/>
        <w:t>1.744e0</w:t>
      </w:r>
    </w:p>
    <w:p w:rsidR="00845324" w:rsidRDefault="00845324" w:rsidP="00845324">
      <w:r>
        <w:t>233.2072</w:t>
      </w:r>
      <w:r>
        <w:tab/>
        <w:t>2.594e0</w:t>
      </w:r>
    </w:p>
    <w:p w:rsidR="00845324" w:rsidRDefault="00845324" w:rsidP="00845324">
      <w:r>
        <w:t>233.2440</w:t>
      </w:r>
      <w:r>
        <w:tab/>
        <w:t>3.038e0</w:t>
      </w:r>
    </w:p>
    <w:p w:rsidR="00845324" w:rsidRDefault="00845324" w:rsidP="00845324">
      <w:r>
        <w:t>233.2850</w:t>
      </w:r>
      <w:r>
        <w:tab/>
        <w:t>1.013e0</w:t>
      </w:r>
    </w:p>
    <w:p w:rsidR="00845324" w:rsidRDefault="00845324" w:rsidP="00845324">
      <w:r>
        <w:t>233.3408</w:t>
      </w:r>
      <w:r>
        <w:tab/>
        <w:t>2.025e0</w:t>
      </w:r>
    </w:p>
    <w:p w:rsidR="00845324" w:rsidRDefault="00845324" w:rsidP="00845324">
      <w:r>
        <w:t>233.3737</w:t>
      </w:r>
      <w:r>
        <w:tab/>
        <w:t>1.013e0</w:t>
      </w:r>
    </w:p>
    <w:p w:rsidR="00845324" w:rsidRDefault="00845324" w:rsidP="00845324">
      <w:r>
        <w:t>233.4581</w:t>
      </w:r>
      <w:r>
        <w:tab/>
        <w:t>3.038e0</w:t>
      </w:r>
    </w:p>
    <w:p w:rsidR="00845324" w:rsidRDefault="00845324" w:rsidP="00845324">
      <w:r>
        <w:t>233.4835</w:t>
      </w:r>
      <w:r>
        <w:tab/>
        <w:t>2.025e0</w:t>
      </w:r>
    </w:p>
    <w:p w:rsidR="00845324" w:rsidRDefault="00845324" w:rsidP="00845324">
      <w:r>
        <w:t>233.5363</w:t>
      </w:r>
      <w:r>
        <w:tab/>
        <w:t>4.051e0</w:t>
      </w:r>
    </w:p>
    <w:p w:rsidR="00845324" w:rsidRDefault="00845324" w:rsidP="00845324">
      <w:r>
        <w:t>233.6132</w:t>
      </w:r>
      <w:r>
        <w:tab/>
        <w:t>1.013e0</w:t>
      </w:r>
    </w:p>
    <w:p w:rsidR="00845324" w:rsidRDefault="00845324" w:rsidP="00845324">
      <w:r>
        <w:lastRenderedPageBreak/>
        <w:t>233.6390</w:t>
      </w:r>
      <w:r>
        <w:tab/>
        <w:t>2.025e0</w:t>
      </w:r>
    </w:p>
    <w:p w:rsidR="00845324" w:rsidRDefault="00845324" w:rsidP="00845324">
      <w:r>
        <w:t>233.6651</w:t>
      </w:r>
      <w:r>
        <w:tab/>
        <w:t>1.013e0</w:t>
      </w:r>
    </w:p>
    <w:p w:rsidR="00845324" w:rsidRDefault="00845324" w:rsidP="00845324">
      <w:r>
        <w:t>233.7126</w:t>
      </w:r>
      <w:r>
        <w:tab/>
        <w:t>2.025e0</w:t>
      </w:r>
    </w:p>
    <w:p w:rsidR="00845324" w:rsidRDefault="00845324" w:rsidP="00845324">
      <w:r>
        <w:t>233.7440</w:t>
      </w:r>
      <w:r>
        <w:tab/>
        <w:t>2.620e0</w:t>
      </w:r>
    </w:p>
    <w:p w:rsidR="00845324" w:rsidRDefault="00845324" w:rsidP="00845324">
      <w:r>
        <w:t>233.7756</w:t>
      </w:r>
      <w:r>
        <w:tab/>
        <w:t>1.013e0</w:t>
      </w:r>
    </w:p>
    <w:p w:rsidR="00845324" w:rsidRDefault="00845324" w:rsidP="00845324">
      <w:r>
        <w:t>233.8123</w:t>
      </w:r>
      <w:r>
        <w:tab/>
        <w:t>1.013e0</w:t>
      </w:r>
    </w:p>
    <w:p w:rsidR="00845324" w:rsidRDefault="00845324" w:rsidP="00845324">
      <w:r>
        <w:t>233.8879</w:t>
      </w:r>
      <w:r>
        <w:tab/>
        <w:t>2.025e0</w:t>
      </w:r>
    </w:p>
    <w:p w:rsidR="00845324" w:rsidRDefault="00845324" w:rsidP="00845324">
      <w:r>
        <w:t>233.9270</w:t>
      </w:r>
      <w:r>
        <w:tab/>
        <w:t>3.201e0</w:t>
      </w:r>
    </w:p>
    <w:p w:rsidR="00845324" w:rsidRDefault="00845324" w:rsidP="00845324">
      <w:r>
        <w:t>233.9879</w:t>
      </w:r>
      <w:r>
        <w:tab/>
        <w:t>4.012e0</w:t>
      </w:r>
    </w:p>
    <w:p w:rsidR="00845324" w:rsidRDefault="00845324" w:rsidP="00845324">
      <w:r>
        <w:t>234.0124</w:t>
      </w:r>
      <w:r>
        <w:tab/>
        <w:t>2.209e0</w:t>
      </w:r>
    </w:p>
    <w:p w:rsidR="00845324" w:rsidRDefault="00845324" w:rsidP="00845324">
      <w:r>
        <w:t>234.0643</w:t>
      </w:r>
      <w:r>
        <w:tab/>
        <w:t>4.526e0</w:t>
      </w:r>
    </w:p>
    <w:p w:rsidR="00845324" w:rsidRDefault="00845324" w:rsidP="00845324">
      <w:r>
        <w:t>234.1427</w:t>
      </w:r>
      <w:r>
        <w:tab/>
        <w:t>2.866e0</w:t>
      </w:r>
    </w:p>
    <w:p w:rsidR="00845324" w:rsidRDefault="00845324" w:rsidP="00845324">
      <w:r>
        <w:t>234.2081</w:t>
      </w:r>
      <w:r>
        <w:tab/>
        <w:t>5.610e0</w:t>
      </w:r>
    </w:p>
    <w:p w:rsidR="00845324" w:rsidRDefault="00845324" w:rsidP="00845324">
      <w:r>
        <w:t>234.2732</w:t>
      </w:r>
      <w:r>
        <w:tab/>
        <w:t>2.025e0</w:t>
      </w:r>
    </w:p>
    <w:p w:rsidR="00845324" w:rsidRDefault="00845324" w:rsidP="00845324">
      <w:r>
        <w:t>234.3024</w:t>
      </w:r>
      <w:r>
        <w:tab/>
        <w:t>2.025e0</w:t>
      </w:r>
    </w:p>
    <w:p w:rsidR="00845324" w:rsidRDefault="00845324" w:rsidP="00845324">
      <w:r>
        <w:t>234.3362</w:t>
      </w:r>
      <w:r>
        <w:tab/>
        <w:t>1.013e0</w:t>
      </w:r>
    </w:p>
    <w:p w:rsidR="00845324" w:rsidRDefault="00845324" w:rsidP="00845324">
      <w:r>
        <w:t>234.3673</w:t>
      </w:r>
      <w:r>
        <w:tab/>
        <w:t>2.025e0</w:t>
      </w:r>
    </w:p>
    <w:p w:rsidR="00845324" w:rsidRDefault="00845324" w:rsidP="00845324">
      <w:r>
        <w:t>234.4098</w:t>
      </w:r>
      <w:r>
        <w:tab/>
        <w:t>1.013e0</w:t>
      </w:r>
    </w:p>
    <w:p w:rsidR="00845324" w:rsidRDefault="00845324" w:rsidP="00845324">
      <w:r>
        <w:t>234.5119</w:t>
      </w:r>
      <w:r>
        <w:tab/>
        <w:t>1.013e0</w:t>
      </w:r>
    </w:p>
    <w:p w:rsidR="00845324" w:rsidRDefault="00845324" w:rsidP="00845324">
      <w:r>
        <w:lastRenderedPageBreak/>
        <w:t>234.5527</w:t>
      </w:r>
      <w:r>
        <w:tab/>
        <w:t>1.013e0</w:t>
      </w:r>
    </w:p>
    <w:p w:rsidR="00845324" w:rsidRDefault="00845324" w:rsidP="00845324">
      <w:r>
        <w:t>234.5844</w:t>
      </w:r>
      <w:r>
        <w:tab/>
        <w:t>1.013e0</w:t>
      </w:r>
    </w:p>
    <w:p w:rsidR="00845324" w:rsidRDefault="00845324" w:rsidP="00845324">
      <w:r>
        <w:t>234.6129</w:t>
      </w:r>
      <w:r>
        <w:tab/>
        <w:t>1.013e0</w:t>
      </w:r>
    </w:p>
    <w:p w:rsidR="00845324" w:rsidRDefault="00845324" w:rsidP="00845324">
      <w:r>
        <w:t>234.6548</w:t>
      </w:r>
      <w:r>
        <w:tab/>
        <w:t>3.082e0</w:t>
      </w:r>
    </w:p>
    <w:p w:rsidR="00845324" w:rsidRDefault="00845324" w:rsidP="00845324">
      <w:r>
        <w:t>234.7379</w:t>
      </w:r>
      <w:r>
        <w:tab/>
        <w:t>3.038e0</w:t>
      </w:r>
    </w:p>
    <w:p w:rsidR="00845324" w:rsidRDefault="00845324" w:rsidP="00845324">
      <w:r>
        <w:t>234.7753</w:t>
      </w:r>
      <w:r>
        <w:tab/>
        <w:t>1.013e0</w:t>
      </w:r>
    </w:p>
    <w:p w:rsidR="00845324" w:rsidRDefault="00845324" w:rsidP="00845324">
      <w:r>
        <w:t>234.8250</w:t>
      </w:r>
      <w:r>
        <w:tab/>
        <w:t>1.013e0</w:t>
      </w:r>
    </w:p>
    <w:p w:rsidR="00845324" w:rsidRDefault="00845324" w:rsidP="00845324">
      <w:r>
        <w:t>234.9409</w:t>
      </w:r>
      <w:r>
        <w:tab/>
        <w:t>2.025e0</w:t>
      </w:r>
    </w:p>
    <w:p w:rsidR="00845324" w:rsidRDefault="00845324" w:rsidP="00845324">
      <w:r>
        <w:t>234.9969</w:t>
      </w:r>
      <w:r>
        <w:tab/>
        <w:t>8.515e0</w:t>
      </w:r>
    </w:p>
    <w:p w:rsidR="00845324" w:rsidRDefault="00845324" w:rsidP="00845324">
      <w:r>
        <w:t>235.0526</w:t>
      </w:r>
      <w:r>
        <w:tab/>
        <w:t>2.235e0</w:t>
      </w:r>
    </w:p>
    <w:p w:rsidR="00845324" w:rsidRDefault="00845324" w:rsidP="00845324">
      <w:r>
        <w:t>235.1294</w:t>
      </w:r>
      <w:r>
        <w:tab/>
        <w:t>2.658e0</w:t>
      </w:r>
    </w:p>
    <w:p w:rsidR="00845324" w:rsidRDefault="00845324" w:rsidP="00845324">
      <w:r>
        <w:t>235.2003</w:t>
      </w:r>
      <w:r>
        <w:tab/>
        <w:t>7.725e0</w:t>
      </w:r>
    </w:p>
    <w:p w:rsidR="00845324" w:rsidRDefault="00845324" w:rsidP="00845324">
      <w:r>
        <w:t>235.2477</w:t>
      </w:r>
      <w:r>
        <w:tab/>
        <w:t>1.013e0</w:t>
      </w:r>
    </w:p>
    <w:p w:rsidR="00845324" w:rsidRDefault="00845324" w:rsidP="00845324">
      <w:r>
        <w:t>235.2885</w:t>
      </w:r>
      <w:r>
        <w:tab/>
        <w:t>1.013e0</w:t>
      </w:r>
    </w:p>
    <w:p w:rsidR="00845324" w:rsidRDefault="00845324" w:rsidP="00845324">
      <w:r>
        <w:t>235.3397</w:t>
      </w:r>
      <w:r>
        <w:tab/>
        <w:t>2.025e0</w:t>
      </w:r>
    </w:p>
    <w:p w:rsidR="00845324" w:rsidRDefault="00845324" w:rsidP="00845324">
      <w:r>
        <w:t>235.3704</w:t>
      </w:r>
      <w:r>
        <w:tab/>
        <w:t>1.013e0</w:t>
      </w:r>
    </w:p>
    <w:p w:rsidR="00845324" w:rsidRDefault="00845324" w:rsidP="00845324">
      <w:r>
        <w:t>235.4723</w:t>
      </w:r>
      <w:r>
        <w:tab/>
        <w:t>3.038e0</w:t>
      </w:r>
    </w:p>
    <w:p w:rsidR="00845324" w:rsidRDefault="00845324" w:rsidP="00845324">
      <w:r>
        <w:t>235.5096</w:t>
      </w:r>
      <w:r>
        <w:tab/>
        <w:t>3.038e0</w:t>
      </w:r>
    </w:p>
    <w:p w:rsidR="00845324" w:rsidRDefault="00845324" w:rsidP="00845324">
      <w:r>
        <w:t>235.5616</w:t>
      </w:r>
      <w:r>
        <w:tab/>
        <w:t>1.013e0</w:t>
      </w:r>
    </w:p>
    <w:p w:rsidR="00845324" w:rsidRDefault="00845324" w:rsidP="00845324">
      <w:r>
        <w:lastRenderedPageBreak/>
        <w:t>235.5947</w:t>
      </w:r>
      <w:r>
        <w:tab/>
        <w:t>1.013e0</w:t>
      </w:r>
    </w:p>
    <w:p w:rsidR="00845324" w:rsidRDefault="00845324" w:rsidP="00845324">
      <w:r>
        <w:t>235.6598</w:t>
      </w:r>
      <w:r>
        <w:tab/>
        <w:t>4.051e0</w:t>
      </w:r>
    </w:p>
    <w:p w:rsidR="00845324" w:rsidRDefault="00845324" w:rsidP="00845324">
      <w:r>
        <w:t>235.7210</w:t>
      </w:r>
      <w:r>
        <w:tab/>
        <w:t>1.013e0</w:t>
      </w:r>
    </w:p>
    <w:p w:rsidR="00845324" w:rsidRDefault="00845324" w:rsidP="00845324">
      <w:r>
        <w:t>235.7421</w:t>
      </w:r>
      <w:r>
        <w:tab/>
        <w:t>1.013e0</w:t>
      </w:r>
    </w:p>
    <w:p w:rsidR="00845324" w:rsidRDefault="00845324" w:rsidP="00845324">
      <w:r>
        <w:t>235.7904</w:t>
      </w:r>
      <w:r>
        <w:tab/>
        <w:t>1.013e0</w:t>
      </w:r>
    </w:p>
    <w:p w:rsidR="00845324" w:rsidRDefault="00845324" w:rsidP="00845324">
      <w:r>
        <w:t>235.8215</w:t>
      </w:r>
      <w:r>
        <w:tab/>
        <w:t>3.038e0</w:t>
      </w:r>
    </w:p>
    <w:p w:rsidR="00845324" w:rsidRDefault="00845324" w:rsidP="00845324">
      <w:r>
        <w:t>235.8869</w:t>
      </w:r>
      <w:r>
        <w:tab/>
        <w:t>2.025e0</w:t>
      </w:r>
    </w:p>
    <w:p w:rsidR="00845324" w:rsidRDefault="00845324" w:rsidP="00845324">
      <w:r>
        <w:t>235.9341</w:t>
      </w:r>
      <w:r>
        <w:tab/>
        <w:t>1.013e0</w:t>
      </w:r>
    </w:p>
    <w:p w:rsidR="00845324" w:rsidRDefault="00845324" w:rsidP="00845324">
      <w:r>
        <w:t>235.9854</w:t>
      </w:r>
      <w:r>
        <w:tab/>
        <w:t>5.063e0</w:t>
      </w:r>
    </w:p>
    <w:p w:rsidR="00845324" w:rsidRDefault="00845324" w:rsidP="00845324">
      <w:r>
        <w:t>236.0170</w:t>
      </w:r>
      <w:r>
        <w:tab/>
        <w:t>2.763e0</w:t>
      </w:r>
    </w:p>
    <w:p w:rsidR="00845324" w:rsidRDefault="00845324" w:rsidP="00845324">
      <w:r>
        <w:t>236.0678</w:t>
      </w:r>
      <w:r>
        <w:tab/>
        <w:t>7.269e0</w:t>
      </w:r>
    </w:p>
    <w:p w:rsidR="00845324" w:rsidRDefault="00845324" w:rsidP="00845324">
      <w:r>
        <w:t>236.1120</w:t>
      </w:r>
      <w:r>
        <w:tab/>
        <w:t>4.608e0</w:t>
      </w:r>
    </w:p>
    <w:p w:rsidR="00845324" w:rsidRDefault="00845324" w:rsidP="00845324">
      <w:r>
        <w:t>236.1422</w:t>
      </w:r>
      <w:r>
        <w:tab/>
        <w:t>2.888e0</w:t>
      </w:r>
    </w:p>
    <w:p w:rsidR="00845324" w:rsidRDefault="00845324" w:rsidP="00845324">
      <w:r>
        <w:t>236.1899</w:t>
      </w:r>
      <w:r>
        <w:tab/>
        <w:t>2.736e0</w:t>
      </w:r>
    </w:p>
    <w:p w:rsidR="00845324" w:rsidRDefault="00845324" w:rsidP="00845324">
      <w:r>
        <w:t>236.2260</w:t>
      </w:r>
      <w:r>
        <w:tab/>
        <w:t>5.063e0</w:t>
      </w:r>
    </w:p>
    <w:p w:rsidR="00845324" w:rsidRDefault="00845324" w:rsidP="00845324">
      <w:r>
        <w:t>236.2683</w:t>
      </w:r>
      <w:r>
        <w:tab/>
        <w:t>1.013e0</w:t>
      </w:r>
    </w:p>
    <w:p w:rsidR="00845324" w:rsidRDefault="00845324" w:rsidP="00845324">
      <w:r>
        <w:t>236.3139</w:t>
      </w:r>
      <w:r>
        <w:tab/>
        <w:t>1.013e0</w:t>
      </w:r>
    </w:p>
    <w:p w:rsidR="00845324" w:rsidRDefault="00845324" w:rsidP="00845324">
      <w:r>
        <w:t>236.3413</w:t>
      </w:r>
      <w:r>
        <w:tab/>
        <w:t>1.013e0</w:t>
      </w:r>
    </w:p>
    <w:p w:rsidR="00845324" w:rsidRDefault="00845324" w:rsidP="00845324">
      <w:r>
        <w:t>236.3901</w:t>
      </w:r>
      <w:r>
        <w:tab/>
        <w:t>2.025e0</w:t>
      </w:r>
    </w:p>
    <w:p w:rsidR="00845324" w:rsidRDefault="00845324" w:rsidP="00845324">
      <w:r>
        <w:lastRenderedPageBreak/>
        <w:t>236.4966</w:t>
      </w:r>
      <w:r>
        <w:tab/>
        <w:t>1.013e0</w:t>
      </w:r>
    </w:p>
    <w:p w:rsidR="00845324" w:rsidRDefault="00845324" w:rsidP="00845324">
      <w:r>
        <w:t>236.5511</w:t>
      </w:r>
      <w:r>
        <w:tab/>
        <w:t>1.013e0</w:t>
      </w:r>
    </w:p>
    <w:p w:rsidR="00845324" w:rsidRDefault="00845324" w:rsidP="00845324">
      <w:r>
        <w:t>236.5853</w:t>
      </w:r>
      <w:r>
        <w:tab/>
        <w:t>2.025e0</w:t>
      </w:r>
    </w:p>
    <w:p w:rsidR="00845324" w:rsidRDefault="00845324" w:rsidP="00845324">
      <w:r>
        <w:t>236.6177</w:t>
      </w:r>
      <w:r>
        <w:tab/>
        <w:t>2.025e0</w:t>
      </w:r>
    </w:p>
    <w:p w:rsidR="00845324" w:rsidRDefault="00845324" w:rsidP="00845324">
      <w:r>
        <w:t>236.6770</w:t>
      </w:r>
      <w:r>
        <w:tab/>
        <w:t>1.013e0</w:t>
      </w:r>
    </w:p>
    <w:p w:rsidR="00845324" w:rsidRDefault="00845324" w:rsidP="00845324">
      <w:r>
        <w:t>236.7546</w:t>
      </w:r>
      <w:r>
        <w:tab/>
        <w:t>4.051e0</w:t>
      </w:r>
    </w:p>
    <w:p w:rsidR="00845324" w:rsidRDefault="00845324" w:rsidP="00845324">
      <w:r>
        <w:t>236.7863</w:t>
      </w:r>
      <w:r>
        <w:tab/>
        <w:t>3.038e0</w:t>
      </w:r>
    </w:p>
    <w:p w:rsidR="00845324" w:rsidRDefault="00845324" w:rsidP="00845324">
      <w:r>
        <w:t>236.8360</w:t>
      </w:r>
      <w:r>
        <w:tab/>
        <w:t>2.025e0</w:t>
      </w:r>
    </w:p>
    <w:p w:rsidR="00845324" w:rsidRDefault="00845324" w:rsidP="00845324">
      <w:r>
        <w:t>236.8767</w:t>
      </w:r>
      <w:r>
        <w:tab/>
        <w:t>1.013e0</w:t>
      </w:r>
    </w:p>
    <w:p w:rsidR="00845324" w:rsidRDefault="00845324" w:rsidP="00845324">
      <w:r>
        <w:t>236.9098</w:t>
      </w:r>
      <w:r>
        <w:tab/>
        <w:t>2.025e0</w:t>
      </w:r>
    </w:p>
    <w:p w:rsidR="00845324" w:rsidRDefault="00845324" w:rsidP="00845324">
      <w:r>
        <w:t>236.9506</w:t>
      </w:r>
      <w:r>
        <w:tab/>
        <w:t>4.051e0</w:t>
      </w:r>
    </w:p>
    <w:p w:rsidR="00845324" w:rsidRDefault="00845324" w:rsidP="00845324">
      <w:r>
        <w:t>236.9846</w:t>
      </w:r>
      <w:r>
        <w:tab/>
        <w:t>1.770e0</w:t>
      </w:r>
    </w:p>
    <w:p w:rsidR="00845324" w:rsidRDefault="00845324" w:rsidP="00845324">
      <w:r>
        <w:t>237.0235</w:t>
      </w:r>
      <w:r>
        <w:tab/>
        <w:t>9.317e0</w:t>
      </w:r>
    </w:p>
    <w:p w:rsidR="00845324" w:rsidRDefault="00845324" w:rsidP="00845324">
      <w:r>
        <w:t>237.0789</w:t>
      </w:r>
      <w:r>
        <w:tab/>
        <w:t>2.114e0</w:t>
      </w:r>
    </w:p>
    <w:p w:rsidR="00845324" w:rsidRDefault="00845324" w:rsidP="00845324">
      <w:r>
        <w:t>237.1302</w:t>
      </w:r>
      <w:r>
        <w:tab/>
        <w:t>4.620e0</w:t>
      </w:r>
    </w:p>
    <w:p w:rsidR="00845324" w:rsidRDefault="00845324" w:rsidP="00845324">
      <w:r>
        <w:t>237.1976</w:t>
      </w:r>
      <w:r>
        <w:tab/>
        <w:t>3.675e0</w:t>
      </w:r>
    </w:p>
    <w:p w:rsidR="00845324" w:rsidRDefault="00845324" w:rsidP="00845324">
      <w:r>
        <w:t>237.2311</w:t>
      </w:r>
      <w:r>
        <w:tab/>
        <w:t>2.025e0</w:t>
      </w:r>
    </w:p>
    <w:p w:rsidR="00845324" w:rsidRDefault="00845324" w:rsidP="00845324">
      <w:r>
        <w:t>237.2944</w:t>
      </w:r>
      <w:r>
        <w:tab/>
        <w:t>1.013e0</w:t>
      </w:r>
    </w:p>
    <w:p w:rsidR="00845324" w:rsidRDefault="00845324" w:rsidP="00845324">
      <w:r>
        <w:t>237.3352</w:t>
      </w:r>
      <w:r>
        <w:tab/>
        <w:t>1.013e0</w:t>
      </w:r>
    </w:p>
    <w:p w:rsidR="00845324" w:rsidRDefault="00845324" w:rsidP="00845324">
      <w:r>
        <w:lastRenderedPageBreak/>
        <w:t>237.3833</w:t>
      </w:r>
      <w:r>
        <w:tab/>
        <w:t>2.025e0</w:t>
      </w:r>
    </w:p>
    <w:p w:rsidR="00845324" w:rsidRDefault="00845324" w:rsidP="00845324">
      <w:r>
        <w:t>237.4190</w:t>
      </w:r>
      <w:r>
        <w:tab/>
        <w:t>6.076e0</w:t>
      </w:r>
    </w:p>
    <w:p w:rsidR="00845324" w:rsidRDefault="00845324" w:rsidP="00845324">
      <w:r>
        <w:t>237.4928</w:t>
      </w:r>
      <w:r>
        <w:tab/>
        <w:t>2.142e0</w:t>
      </w:r>
    </w:p>
    <w:p w:rsidR="00845324" w:rsidRDefault="00845324" w:rsidP="00845324">
      <w:r>
        <w:t>237.5724</w:t>
      </w:r>
      <w:r>
        <w:tab/>
        <w:t>1.013e0</w:t>
      </w:r>
    </w:p>
    <w:p w:rsidR="00845324" w:rsidRDefault="00845324" w:rsidP="00845324">
      <w:r>
        <w:t>237.6143</w:t>
      </w:r>
      <w:r>
        <w:tab/>
        <w:t>2.025e0</w:t>
      </w:r>
    </w:p>
    <w:p w:rsidR="00845324" w:rsidRDefault="00845324" w:rsidP="00845324">
      <w:r>
        <w:t>237.6676</w:t>
      </w:r>
      <w:r>
        <w:tab/>
        <w:t>3.038e0</w:t>
      </w:r>
    </w:p>
    <w:p w:rsidR="00845324" w:rsidRDefault="00845324" w:rsidP="00845324">
      <w:r>
        <w:t>237.6918</w:t>
      </w:r>
      <w:r>
        <w:tab/>
        <w:t>2.025e0</w:t>
      </w:r>
    </w:p>
    <w:p w:rsidR="00845324" w:rsidRDefault="00845324" w:rsidP="00845324">
      <w:r>
        <w:t>237.7416</w:t>
      </w:r>
      <w:r>
        <w:tab/>
        <w:t>1.013e0</w:t>
      </w:r>
    </w:p>
    <w:p w:rsidR="00845324" w:rsidRDefault="00845324" w:rsidP="00845324">
      <w:r>
        <w:t>237.7861</w:t>
      </w:r>
      <w:r>
        <w:tab/>
        <w:t>1.013e0</w:t>
      </w:r>
    </w:p>
    <w:p w:rsidR="00845324" w:rsidRDefault="00845324" w:rsidP="00845324">
      <w:r>
        <w:t>237.8386</w:t>
      </w:r>
      <w:r>
        <w:tab/>
        <w:t>1.013e0</w:t>
      </w:r>
    </w:p>
    <w:p w:rsidR="00845324" w:rsidRDefault="00845324" w:rsidP="00845324">
      <w:r>
        <w:t>237.8797</w:t>
      </w:r>
      <w:r>
        <w:tab/>
        <w:t>3.038e0</w:t>
      </w:r>
    </w:p>
    <w:p w:rsidR="00845324" w:rsidRDefault="00845324" w:rsidP="00845324">
      <w:r>
        <w:t>237.9780</w:t>
      </w:r>
      <w:r>
        <w:tab/>
        <w:t>3.844e0</w:t>
      </w:r>
    </w:p>
    <w:p w:rsidR="00845324" w:rsidRDefault="00845324" w:rsidP="00845324">
      <w:r>
        <w:t>238.0424</w:t>
      </w:r>
      <w:r>
        <w:tab/>
        <w:t>2.211e0</w:t>
      </w:r>
    </w:p>
    <w:p w:rsidR="00845324" w:rsidRDefault="00845324" w:rsidP="00845324">
      <w:r>
        <w:t>238.0689</w:t>
      </w:r>
      <w:r>
        <w:tab/>
        <w:t>2.025e0</w:t>
      </w:r>
    </w:p>
    <w:p w:rsidR="00845324" w:rsidRDefault="00845324" w:rsidP="00845324">
      <w:r>
        <w:t>238.1012</w:t>
      </w:r>
      <w:r>
        <w:tab/>
        <w:t>6.977e0</w:t>
      </w:r>
    </w:p>
    <w:p w:rsidR="00845324" w:rsidRDefault="00845324" w:rsidP="00845324">
      <w:r>
        <w:t>238.1544</w:t>
      </w:r>
      <w:r>
        <w:tab/>
        <w:t>8.765e0</w:t>
      </w:r>
    </w:p>
    <w:p w:rsidR="00845324" w:rsidRDefault="00845324" w:rsidP="00845324">
      <w:r>
        <w:t>238.2028</w:t>
      </w:r>
      <w:r>
        <w:tab/>
        <w:t>2.157e0</w:t>
      </w:r>
    </w:p>
    <w:p w:rsidR="00845324" w:rsidRDefault="00845324" w:rsidP="00845324">
      <w:r>
        <w:t>238.2334</w:t>
      </w:r>
      <w:r>
        <w:tab/>
        <w:t>6.076e0</w:t>
      </w:r>
    </w:p>
    <w:p w:rsidR="00845324" w:rsidRDefault="00845324" w:rsidP="00845324">
      <w:r>
        <w:t>238.2782</w:t>
      </w:r>
      <w:r>
        <w:tab/>
        <w:t>1.013e0</w:t>
      </w:r>
    </w:p>
    <w:p w:rsidR="00845324" w:rsidRDefault="00845324" w:rsidP="00845324">
      <w:r>
        <w:lastRenderedPageBreak/>
        <w:t>238.3074</w:t>
      </w:r>
      <w:r>
        <w:tab/>
        <w:t>1.013e0</w:t>
      </w:r>
    </w:p>
    <w:p w:rsidR="00845324" w:rsidRDefault="00845324" w:rsidP="00845324">
      <w:r>
        <w:t>238.3441</w:t>
      </w:r>
      <w:r>
        <w:tab/>
        <w:t>1.013e0</w:t>
      </w:r>
    </w:p>
    <w:p w:rsidR="00845324" w:rsidRDefault="00845324" w:rsidP="00845324">
      <w:r>
        <w:t>238.3636</w:t>
      </w:r>
      <w:r>
        <w:tab/>
        <w:t>1.013e0</w:t>
      </w:r>
    </w:p>
    <w:p w:rsidR="00845324" w:rsidRDefault="00845324" w:rsidP="00845324">
      <w:r>
        <w:t>238.4006</w:t>
      </w:r>
      <w:r>
        <w:tab/>
        <w:t>1.013e0</w:t>
      </w:r>
    </w:p>
    <w:p w:rsidR="00845324" w:rsidRDefault="00845324" w:rsidP="00845324">
      <w:r>
        <w:t>238.4418</w:t>
      </w:r>
      <w:r>
        <w:tab/>
        <w:t>3.038e0</w:t>
      </w:r>
    </w:p>
    <w:p w:rsidR="00845324" w:rsidRDefault="00845324" w:rsidP="00845324">
      <w:r>
        <w:t>238.5429</w:t>
      </w:r>
      <w:r>
        <w:tab/>
        <w:t>2.025e0</w:t>
      </w:r>
    </w:p>
    <w:p w:rsidR="00845324" w:rsidRDefault="00845324" w:rsidP="00845324">
      <w:r>
        <w:t>238.5650</w:t>
      </w:r>
      <w:r>
        <w:tab/>
        <w:t>1.013e0</w:t>
      </w:r>
    </w:p>
    <w:p w:rsidR="00845324" w:rsidRDefault="00845324" w:rsidP="00845324">
      <w:r>
        <w:t>238.6111</w:t>
      </w:r>
      <w:r>
        <w:tab/>
        <w:t>1.013e0</w:t>
      </w:r>
    </w:p>
    <w:p w:rsidR="00845324" w:rsidRDefault="00845324" w:rsidP="00845324">
      <w:r>
        <w:t>238.6453</w:t>
      </w:r>
      <w:r>
        <w:tab/>
        <w:t>2.025e0</w:t>
      </w:r>
    </w:p>
    <w:p w:rsidR="00845324" w:rsidRDefault="00845324" w:rsidP="00845324">
      <w:r>
        <w:t>238.7291</w:t>
      </w:r>
      <w:r>
        <w:tab/>
        <w:t>3.038e0</w:t>
      </w:r>
    </w:p>
    <w:p w:rsidR="00845324" w:rsidRDefault="00845324" w:rsidP="00845324">
      <w:r>
        <w:t>238.7687</w:t>
      </w:r>
      <w:r>
        <w:tab/>
        <w:t>2.025e0</w:t>
      </w:r>
    </w:p>
    <w:p w:rsidR="00845324" w:rsidRDefault="00845324" w:rsidP="00845324">
      <w:r>
        <w:t>238.8152</w:t>
      </w:r>
      <w:r>
        <w:tab/>
        <w:t>1.013e0</w:t>
      </w:r>
    </w:p>
    <w:p w:rsidR="00845324" w:rsidRDefault="00845324" w:rsidP="00845324">
      <w:r>
        <w:t>238.8368</w:t>
      </w:r>
      <w:r>
        <w:tab/>
        <w:t>1.013e0</w:t>
      </w:r>
    </w:p>
    <w:p w:rsidR="00845324" w:rsidRDefault="00845324" w:rsidP="00845324">
      <w:r>
        <w:t>238.8997</w:t>
      </w:r>
      <w:r>
        <w:tab/>
        <w:t>3.038e0</w:t>
      </w:r>
    </w:p>
    <w:p w:rsidR="00845324" w:rsidRDefault="00845324" w:rsidP="00845324">
      <w:r>
        <w:t>238.9382</w:t>
      </w:r>
      <w:r>
        <w:tab/>
        <w:t>1.013e0</w:t>
      </w:r>
    </w:p>
    <w:p w:rsidR="00845324" w:rsidRDefault="00845324" w:rsidP="00845324">
      <w:r>
        <w:t>239.0081</w:t>
      </w:r>
      <w:r>
        <w:tab/>
        <w:t>5.789e0</w:t>
      </w:r>
    </w:p>
    <w:p w:rsidR="00845324" w:rsidRDefault="00845324" w:rsidP="00845324">
      <w:r>
        <w:t>239.0999</w:t>
      </w:r>
      <w:r>
        <w:tab/>
        <w:t>1.585e0</w:t>
      </w:r>
    </w:p>
    <w:p w:rsidR="00845324" w:rsidRDefault="00845324" w:rsidP="00845324">
      <w:r>
        <w:t>239.1516</w:t>
      </w:r>
      <w:r>
        <w:tab/>
        <w:t>2.553e1</w:t>
      </w:r>
    </w:p>
    <w:p w:rsidR="00845324" w:rsidRDefault="00845324" w:rsidP="00845324">
      <w:r>
        <w:t>239.2210</w:t>
      </w:r>
      <w:r>
        <w:tab/>
        <w:t>3.038e0</w:t>
      </w:r>
    </w:p>
    <w:p w:rsidR="00845324" w:rsidRDefault="00845324" w:rsidP="00845324">
      <w:r>
        <w:lastRenderedPageBreak/>
        <w:t>239.2593</w:t>
      </w:r>
      <w:r>
        <w:tab/>
        <w:t>1.013e0</w:t>
      </w:r>
    </w:p>
    <w:p w:rsidR="00845324" w:rsidRDefault="00845324" w:rsidP="00845324">
      <w:r>
        <w:t>239.3002</w:t>
      </w:r>
      <w:r>
        <w:tab/>
        <w:t>2.025e0</w:t>
      </w:r>
    </w:p>
    <w:p w:rsidR="00845324" w:rsidRDefault="00845324" w:rsidP="00845324">
      <w:r>
        <w:t>239.4012</w:t>
      </w:r>
      <w:r>
        <w:tab/>
        <w:t>4.051e0</w:t>
      </w:r>
    </w:p>
    <w:p w:rsidR="00845324" w:rsidRDefault="00845324" w:rsidP="00845324">
      <w:r>
        <w:t>239.4588</w:t>
      </w:r>
      <w:r>
        <w:tab/>
        <w:t>2.109e0</w:t>
      </w:r>
    </w:p>
    <w:p w:rsidR="00845324" w:rsidRDefault="00845324" w:rsidP="00845324">
      <w:r>
        <w:t>239.4892</w:t>
      </w:r>
      <w:r>
        <w:tab/>
        <w:t>3.038e0</w:t>
      </w:r>
    </w:p>
    <w:p w:rsidR="00845324" w:rsidRDefault="00845324" w:rsidP="00845324">
      <w:r>
        <w:t>239.5135</w:t>
      </w:r>
      <w:r>
        <w:tab/>
        <w:t>4.051e0</w:t>
      </w:r>
    </w:p>
    <w:p w:rsidR="00845324" w:rsidRDefault="00845324" w:rsidP="00845324">
      <w:r>
        <w:t>239.5519</w:t>
      </w:r>
      <w:r>
        <w:tab/>
        <w:t>1.013e0</w:t>
      </w:r>
    </w:p>
    <w:p w:rsidR="00845324" w:rsidRDefault="00845324" w:rsidP="00845324">
      <w:r>
        <w:t>239.5965</w:t>
      </w:r>
      <w:r>
        <w:tab/>
        <w:t>3.038e0</w:t>
      </w:r>
    </w:p>
    <w:p w:rsidR="00845324" w:rsidRDefault="00845324" w:rsidP="00845324">
      <w:r>
        <w:t>239.7504</w:t>
      </w:r>
      <w:r>
        <w:tab/>
        <w:t>4.051e0</w:t>
      </w:r>
    </w:p>
    <w:p w:rsidR="00845324" w:rsidRDefault="00845324" w:rsidP="00845324">
      <w:r>
        <w:t>239.7895</w:t>
      </w:r>
      <w:r>
        <w:tab/>
        <w:t>3.038e0</w:t>
      </w:r>
    </w:p>
    <w:p w:rsidR="00845324" w:rsidRDefault="00845324" w:rsidP="00845324">
      <w:r>
        <w:t>239.8524</w:t>
      </w:r>
      <w:r>
        <w:tab/>
        <w:t>3.038e0</w:t>
      </w:r>
    </w:p>
    <w:p w:rsidR="00845324" w:rsidRDefault="00845324" w:rsidP="00845324">
      <w:r>
        <w:t>239.8948</w:t>
      </w:r>
      <w:r>
        <w:tab/>
        <w:t>2.025e0</w:t>
      </w:r>
    </w:p>
    <w:p w:rsidR="00845324" w:rsidRDefault="00845324" w:rsidP="00845324">
      <w:r>
        <w:t>239.9689</w:t>
      </w:r>
      <w:r>
        <w:tab/>
        <w:t>2.025e0</w:t>
      </w:r>
    </w:p>
    <w:p w:rsidR="00845324" w:rsidRDefault="00845324" w:rsidP="00845324">
      <w:r>
        <w:t>240.0167</w:t>
      </w:r>
      <w:r>
        <w:tab/>
        <w:t>2.937e0</w:t>
      </w:r>
    </w:p>
    <w:p w:rsidR="00845324" w:rsidRDefault="00845324" w:rsidP="00845324">
      <w:r>
        <w:t>240.0987</w:t>
      </w:r>
      <w:r>
        <w:tab/>
        <w:t>1.957e1</w:t>
      </w:r>
    </w:p>
    <w:p w:rsidR="00845324" w:rsidRDefault="00845324" w:rsidP="00845324">
      <w:r>
        <w:t>240.1465</w:t>
      </w:r>
      <w:r>
        <w:tab/>
        <w:t>1.125e1</w:t>
      </w:r>
    </w:p>
    <w:p w:rsidR="00845324" w:rsidRDefault="00845324" w:rsidP="00845324">
      <w:r>
        <w:t>240.1801</w:t>
      </w:r>
      <w:r>
        <w:tab/>
        <w:t>6.031e0</w:t>
      </w:r>
    </w:p>
    <w:p w:rsidR="00845324" w:rsidRDefault="00845324" w:rsidP="00845324">
      <w:r>
        <w:t>240.2136</w:t>
      </w:r>
      <w:r>
        <w:tab/>
        <w:t>2.025e0</w:t>
      </w:r>
    </w:p>
    <w:p w:rsidR="00845324" w:rsidRDefault="00845324" w:rsidP="00845324">
      <w:r>
        <w:t>240.2379</w:t>
      </w:r>
      <w:r>
        <w:tab/>
        <w:t>2.025e0</w:t>
      </w:r>
    </w:p>
    <w:p w:rsidR="00845324" w:rsidRDefault="00845324" w:rsidP="00845324">
      <w:r>
        <w:lastRenderedPageBreak/>
        <w:t>240.2692</w:t>
      </w:r>
      <w:r>
        <w:tab/>
        <w:t>2.025e0</w:t>
      </w:r>
    </w:p>
    <w:p w:rsidR="00845324" w:rsidRDefault="00845324" w:rsidP="00845324">
      <w:r>
        <w:t>240.3376</w:t>
      </w:r>
      <w:r>
        <w:tab/>
        <w:t>2.025e0</w:t>
      </w:r>
    </w:p>
    <w:p w:rsidR="00845324" w:rsidRDefault="00845324" w:rsidP="00845324">
      <w:r>
        <w:t>240.3598</w:t>
      </w:r>
      <w:r>
        <w:tab/>
        <w:t>3.038e0</w:t>
      </w:r>
    </w:p>
    <w:p w:rsidR="00845324" w:rsidRDefault="00845324" w:rsidP="00845324">
      <w:r>
        <w:t>240.4035</w:t>
      </w:r>
      <w:r>
        <w:tab/>
        <w:t>1.013e0</w:t>
      </w:r>
    </w:p>
    <w:p w:rsidR="00845324" w:rsidRDefault="00845324" w:rsidP="00845324">
      <w:r>
        <w:t>240.4406</w:t>
      </w:r>
      <w:r>
        <w:tab/>
        <w:t>1.013e0</w:t>
      </w:r>
    </w:p>
    <w:p w:rsidR="00845324" w:rsidRDefault="00845324" w:rsidP="00845324">
      <w:r>
        <w:t>240.4603</w:t>
      </w:r>
      <w:r>
        <w:tab/>
        <w:t>1.013e0</w:t>
      </w:r>
    </w:p>
    <w:p w:rsidR="00845324" w:rsidRDefault="00845324" w:rsidP="00845324">
      <w:r>
        <w:t>240.5148</w:t>
      </w:r>
      <w:r>
        <w:tab/>
        <w:t>2.025e0</w:t>
      </w:r>
    </w:p>
    <w:p w:rsidR="00845324" w:rsidRDefault="00845324" w:rsidP="00845324">
      <w:r>
        <w:t>240.5581</w:t>
      </w:r>
      <w:r>
        <w:tab/>
        <w:t>2.025e0</w:t>
      </w:r>
    </w:p>
    <w:p w:rsidR="00845324" w:rsidRDefault="00845324" w:rsidP="00845324">
      <w:r>
        <w:t>240.6048</w:t>
      </w:r>
      <w:r>
        <w:tab/>
        <w:t>1.013e0</w:t>
      </w:r>
    </w:p>
    <w:p w:rsidR="00845324" w:rsidRDefault="00845324" w:rsidP="00845324">
      <w:r>
        <w:t>240.6721</w:t>
      </w:r>
      <w:r>
        <w:tab/>
        <w:t>5.063e0</w:t>
      </w:r>
    </w:p>
    <w:p w:rsidR="00845324" w:rsidRDefault="00845324" w:rsidP="00845324">
      <w:r>
        <w:t>240.7084</w:t>
      </w:r>
      <w:r>
        <w:tab/>
        <w:t>1.013e0</w:t>
      </w:r>
    </w:p>
    <w:p w:rsidR="00845324" w:rsidRDefault="00845324" w:rsidP="00845324">
      <w:r>
        <w:t>240.7532</w:t>
      </w:r>
      <w:r>
        <w:tab/>
        <w:t>1.013e0</w:t>
      </w:r>
    </w:p>
    <w:p w:rsidR="00845324" w:rsidRDefault="00845324" w:rsidP="00845324">
      <w:r>
        <w:t>240.9404</w:t>
      </w:r>
      <w:r>
        <w:tab/>
        <w:t>2.025e0</w:t>
      </w:r>
    </w:p>
    <w:p w:rsidR="00845324" w:rsidRDefault="00845324" w:rsidP="00845324">
      <w:r>
        <w:t>241.0050</w:t>
      </w:r>
      <w:r>
        <w:tab/>
        <w:t>2.355e0</w:t>
      </w:r>
    </w:p>
    <w:p w:rsidR="00845324" w:rsidRDefault="00845324" w:rsidP="00845324">
      <w:r>
        <w:t>241.0527</w:t>
      </w:r>
      <w:r>
        <w:tab/>
        <w:t>1.096e0</w:t>
      </w:r>
    </w:p>
    <w:p w:rsidR="00845324" w:rsidRDefault="00845324" w:rsidP="00845324">
      <w:r>
        <w:t>241.1028</w:t>
      </w:r>
      <w:r>
        <w:tab/>
        <w:t>8.665e0</w:t>
      </w:r>
    </w:p>
    <w:p w:rsidR="00845324" w:rsidRDefault="00845324" w:rsidP="00845324">
      <w:r>
        <w:t>241.1359</w:t>
      </w:r>
      <w:r>
        <w:tab/>
        <w:t>2.268e0</w:t>
      </w:r>
    </w:p>
    <w:p w:rsidR="00845324" w:rsidRDefault="00845324" w:rsidP="00845324">
      <w:r>
        <w:t>241.1764</w:t>
      </w:r>
      <w:r>
        <w:tab/>
        <w:t>3.173e0</w:t>
      </w:r>
    </w:p>
    <w:p w:rsidR="00845324" w:rsidRDefault="00845324" w:rsidP="00845324">
      <w:r>
        <w:t>241.2051</w:t>
      </w:r>
      <w:r>
        <w:tab/>
        <w:t>5.763e0</w:t>
      </w:r>
    </w:p>
    <w:p w:rsidR="00845324" w:rsidRDefault="00845324" w:rsidP="00845324">
      <w:r>
        <w:lastRenderedPageBreak/>
        <w:t>241.2430</w:t>
      </w:r>
      <w:r>
        <w:tab/>
        <w:t>6.076e0</w:t>
      </w:r>
    </w:p>
    <w:p w:rsidR="00845324" w:rsidRDefault="00845324" w:rsidP="00845324">
      <w:r>
        <w:t>241.3206</w:t>
      </w:r>
      <w:r>
        <w:tab/>
        <w:t>2.025e0</w:t>
      </w:r>
    </w:p>
    <w:p w:rsidR="00845324" w:rsidRDefault="00845324" w:rsidP="00845324">
      <w:r>
        <w:t>241.3781</w:t>
      </w:r>
      <w:r>
        <w:tab/>
        <w:t>2.025e0</w:t>
      </w:r>
    </w:p>
    <w:p w:rsidR="00845324" w:rsidRDefault="00845324" w:rsidP="00845324">
      <w:r>
        <w:t>241.3981</w:t>
      </w:r>
      <w:r>
        <w:tab/>
        <w:t>3.038e0</w:t>
      </w:r>
    </w:p>
    <w:p w:rsidR="00845324" w:rsidRDefault="00845324" w:rsidP="00845324">
      <w:r>
        <w:t>241.4905</w:t>
      </w:r>
      <w:r>
        <w:tab/>
        <w:t>7.089e0</w:t>
      </w:r>
    </w:p>
    <w:p w:rsidR="00845324" w:rsidRDefault="00845324" w:rsidP="00845324">
      <w:r>
        <w:t>241.5329</w:t>
      </w:r>
      <w:r>
        <w:tab/>
        <w:t>2.025e0</w:t>
      </w:r>
    </w:p>
    <w:p w:rsidR="00845324" w:rsidRDefault="00845324" w:rsidP="00845324">
      <w:r>
        <w:t>241.5588</w:t>
      </w:r>
      <w:r>
        <w:tab/>
        <w:t>3.038e0</w:t>
      </w:r>
    </w:p>
    <w:p w:rsidR="00845324" w:rsidRDefault="00845324" w:rsidP="00845324">
      <w:r>
        <w:t>241.6158</w:t>
      </w:r>
      <w:r>
        <w:tab/>
        <w:t>1.013e0</w:t>
      </w:r>
    </w:p>
    <w:p w:rsidR="00845324" w:rsidRDefault="00845324" w:rsidP="00845324">
      <w:r>
        <w:t>241.6772</w:t>
      </w:r>
      <w:r>
        <w:tab/>
        <w:t>2.025e0</w:t>
      </w:r>
    </w:p>
    <w:p w:rsidR="00845324" w:rsidRDefault="00845324" w:rsidP="00845324">
      <w:r>
        <w:t>241.8160</w:t>
      </w:r>
      <w:r>
        <w:tab/>
        <w:t>2.025e0</w:t>
      </w:r>
    </w:p>
    <w:p w:rsidR="00845324" w:rsidRDefault="00845324" w:rsidP="00845324">
      <w:r>
        <w:t>241.9139</w:t>
      </w:r>
      <w:r>
        <w:tab/>
        <w:t>1.013e0</w:t>
      </w:r>
    </w:p>
    <w:p w:rsidR="00845324" w:rsidRDefault="00845324" w:rsidP="00845324">
      <w:r>
        <w:t>242.0304</w:t>
      </w:r>
      <w:r>
        <w:tab/>
        <w:t>1.492e1</w:t>
      </w:r>
    </w:p>
    <w:p w:rsidR="00845324" w:rsidRDefault="00845324" w:rsidP="00845324">
      <w:r>
        <w:t>242.0962</w:t>
      </w:r>
      <w:r>
        <w:tab/>
        <w:t>1.919e0</w:t>
      </w:r>
    </w:p>
    <w:p w:rsidR="00845324" w:rsidRDefault="00845324" w:rsidP="00845324">
      <w:r>
        <w:t>242.1446</w:t>
      </w:r>
      <w:r>
        <w:tab/>
        <w:t>1.256e0</w:t>
      </w:r>
    </w:p>
    <w:p w:rsidR="00845324" w:rsidRDefault="00845324" w:rsidP="00845324">
      <w:r>
        <w:t>242.1754</w:t>
      </w:r>
      <w:r>
        <w:tab/>
        <w:t>4.138e0</w:t>
      </w:r>
    </w:p>
    <w:p w:rsidR="00845324" w:rsidRDefault="00845324" w:rsidP="00845324">
      <w:r>
        <w:t>242.2241</w:t>
      </w:r>
      <w:r>
        <w:tab/>
        <w:t>5.063e0</w:t>
      </w:r>
    </w:p>
    <w:p w:rsidR="00845324" w:rsidRDefault="00845324" w:rsidP="00845324">
      <w:r>
        <w:t>242.2820</w:t>
      </w:r>
      <w:r>
        <w:tab/>
        <w:t>8.101e0</w:t>
      </w:r>
    </w:p>
    <w:p w:rsidR="00845324" w:rsidRDefault="00845324" w:rsidP="00845324">
      <w:r>
        <w:t>242.3503</w:t>
      </w:r>
      <w:r>
        <w:tab/>
        <w:t>2.025e0</w:t>
      </w:r>
    </w:p>
    <w:p w:rsidR="00845324" w:rsidRDefault="00845324" w:rsidP="00845324">
      <w:r>
        <w:t>242.4224</w:t>
      </w:r>
      <w:r>
        <w:tab/>
        <w:t>1.013e0</w:t>
      </w:r>
    </w:p>
    <w:p w:rsidR="00845324" w:rsidRDefault="00845324" w:rsidP="00845324">
      <w:r>
        <w:lastRenderedPageBreak/>
        <w:t>242.4550</w:t>
      </w:r>
      <w:r>
        <w:tab/>
        <w:t>1.013e0</w:t>
      </w:r>
    </w:p>
    <w:p w:rsidR="00845324" w:rsidRDefault="00845324" w:rsidP="00845324">
      <w:r>
        <w:t>242.5218</w:t>
      </w:r>
      <w:r>
        <w:tab/>
        <w:t>2.025e0</w:t>
      </w:r>
    </w:p>
    <w:p w:rsidR="00845324" w:rsidRDefault="00845324" w:rsidP="00845324">
      <w:r>
        <w:t>242.5540</w:t>
      </w:r>
      <w:r>
        <w:tab/>
        <w:t>2.025e0</w:t>
      </w:r>
    </w:p>
    <w:p w:rsidR="00845324" w:rsidRDefault="00845324" w:rsidP="00845324">
      <w:r>
        <w:t>242.5996</w:t>
      </w:r>
      <w:r>
        <w:tab/>
        <w:t>3.038e0</w:t>
      </w:r>
    </w:p>
    <w:p w:rsidR="00845324" w:rsidRDefault="00845324" w:rsidP="00845324">
      <w:r>
        <w:t>242.6628</w:t>
      </w:r>
      <w:r>
        <w:tab/>
        <w:t>4.051e0</w:t>
      </w:r>
    </w:p>
    <w:p w:rsidR="00845324" w:rsidRDefault="00845324" w:rsidP="00845324">
      <w:r>
        <w:t>242.7238</w:t>
      </w:r>
      <w:r>
        <w:tab/>
        <w:t>1.013e0</w:t>
      </w:r>
    </w:p>
    <w:p w:rsidR="00845324" w:rsidRDefault="00845324" w:rsidP="00845324">
      <w:r>
        <w:t>242.7648</w:t>
      </w:r>
      <w:r>
        <w:tab/>
        <w:t>3.038e0</w:t>
      </w:r>
    </w:p>
    <w:p w:rsidR="00845324" w:rsidRDefault="00845324" w:rsidP="00845324">
      <w:r>
        <w:t>242.8429</w:t>
      </w:r>
      <w:r>
        <w:tab/>
        <w:t>3.038e0</w:t>
      </w:r>
    </w:p>
    <w:p w:rsidR="00845324" w:rsidRDefault="00845324" w:rsidP="00845324">
      <w:r>
        <w:t>242.8658</w:t>
      </w:r>
      <w:r>
        <w:tab/>
        <w:t>3.038e0</w:t>
      </w:r>
    </w:p>
    <w:p w:rsidR="00845324" w:rsidRDefault="00845324" w:rsidP="00845324">
      <w:r>
        <w:t>242.8970</w:t>
      </w:r>
      <w:r>
        <w:tab/>
        <w:t>2.673e0</w:t>
      </w:r>
    </w:p>
    <w:p w:rsidR="00845324" w:rsidRDefault="00845324" w:rsidP="00845324">
      <w:r>
        <w:t>242.9197</w:t>
      </w:r>
      <w:r>
        <w:tab/>
        <w:t>3.038e0</w:t>
      </w:r>
    </w:p>
    <w:p w:rsidR="00845324" w:rsidRDefault="00845324" w:rsidP="00845324">
      <w:r>
        <w:t>242.9746</w:t>
      </w:r>
      <w:r>
        <w:tab/>
        <w:t>2.025e0</w:t>
      </w:r>
    </w:p>
    <w:p w:rsidR="00845324" w:rsidRDefault="00845324" w:rsidP="00845324">
      <w:r>
        <w:t>243.0242</w:t>
      </w:r>
      <w:r>
        <w:tab/>
        <w:t>4.500e0</w:t>
      </w:r>
    </w:p>
    <w:p w:rsidR="00845324" w:rsidRDefault="00845324" w:rsidP="00845324">
      <w:r>
        <w:t>243.0651</w:t>
      </w:r>
      <w:r>
        <w:tab/>
        <w:t>2.118e0</w:t>
      </w:r>
    </w:p>
    <w:p w:rsidR="00845324" w:rsidRDefault="00845324" w:rsidP="00845324">
      <w:r>
        <w:t>243.1224</w:t>
      </w:r>
      <w:r>
        <w:tab/>
        <w:t>2.477e0</w:t>
      </w:r>
    </w:p>
    <w:p w:rsidR="00845324" w:rsidRDefault="00845324" w:rsidP="00845324">
      <w:r>
        <w:t>243.1785</w:t>
      </w:r>
      <w:r>
        <w:tab/>
        <w:t>3.906e0</w:t>
      </w:r>
    </w:p>
    <w:p w:rsidR="00845324" w:rsidRDefault="00845324" w:rsidP="00845324">
      <w:r>
        <w:t>243.2033</w:t>
      </w:r>
      <w:r>
        <w:tab/>
        <w:t>5.756e0</w:t>
      </w:r>
    </w:p>
    <w:p w:rsidR="00845324" w:rsidRDefault="00845324" w:rsidP="00845324">
      <w:r>
        <w:t>243.2310</w:t>
      </w:r>
      <w:r>
        <w:tab/>
        <w:t>2.025e0</w:t>
      </w:r>
    </w:p>
    <w:p w:rsidR="00845324" w:rsidRDefault="00845324" w:rsidP="00845324">
      <w:r>
        <w:t>243.2997</w:t>
      </w:r>
      <w:r>
        <w:tab/>
        <w:t>1.013e0</w:t>
      </w:r>
    </w:p>
    <w:p w:rsidR="00845324" w:rsidRDefault="00845324" w:rsidP="00845324">
      <w:r>
        <w:lastRenderedPageBreak/>
        <w:t>243.3355</w:t>
      </w:r>
      <w:r>
        <w:tab/>
        <w:t>5.063e0</w:t>
      </w:r>
    </w:p>
    <w:p w:rsidR="00845324" w:rsidRDefault="00845324" w:rsidP="00845324">
      <w:r>
        <w:t>243.4001</w:t>
      </w:r>
      <w:r>
        <w:tab/>
        <w:t>3.038e0</w:t>
      </w:r>
    </w:p>
    <w:p w:rsidR="00845324" w:rsidRDefault="00845324" w:rsidP="00845324">
      <w:r>
        <w:t>243.4678</w:t>
      </w:r>
      <w:r>
        <w:tab/>
        <w:t>4.051e0</w:t>
      </w:r>
    </w:p>
    <w:p w:rsidR="00845324" w:rsidRDefault="00845324" w:rsidP="00845324">
      <w:r>
        <w:t>243.5695</w:t>
      </w:r>
      <w:r>
        <w:tab/>
        <w:t>4.051e0</w:t>
      </w:r>
    </w:p>
    <w:p w:rsidR="00845324" w:rsidRDefault="00845324" w:rsidP="00845324">
      <w:r>
        <w:t>243.6231</w:t>
      </w:r>
      <w:r>
        <w:tab/>
        <w:t>2.025e0</w:t>
      </w:r>
    </w:p>
    <w:p w:rsidR="00845324" w:rsidRDefault="00845324" w:rsidP="00845324">
      <w:r>
        <w:t>243.6564</w:t>
      </w:r>
      <w:r>
        <w:tab/>
        <w:t>1.013e0</w:t>
      </w:r>
    </w:p>
    <w:p w:rsidR="00845324" w:rsidRDefault="00845324" w:rsidP="00845324">
      <w:r>
        <w:t>243.6764</w:t>
      </w:r>
      <w:r>
        <w:tab/>
        <w:t>1.013e0</w:t>
      </w:r>
    </w:p>
    <w:p w:rsidR="00845324" w:rsidRDefault="00845324" w:rsidP="00845324">
      <w:r>
        <w:t>243.7309</w:t>
      </w:r>
      <w:r>
        <w:tab/>
        <w:t>2.025e0</w:t>
      </w:r>
    </w:p>
    <w:p w:rsidR="00845324" w:rsidRDefault="00845324" w:rsidP="00845324">
      <w:r>
        <w:t>243.7843</w:t>
      </w:r>
      <w:r>
        <w:tab/>
        <w:t>1.013e0</w:t>
      </w:r>
    </w:p>
    <w:p w:rsidR="00845324" w:rsidRDefault="00845324" w:rsidP="00845324">
      <w:r>
        <w:t>243.8067</w:t>
      </w:r>
      <w:r>
        <w:tab/>
        <w:t>1.796e0</w:t>
      </w:r>
    </w:p>
    <w:p w:rsidR="00845324" w:rsidRDefault="00845324" w:rsidP="00845324">
      <w:r>
        <w:t>243.8347</w:t>
      </w:r>
      <w:r>
        <w:tab/>
        <w:t>3.038e0</w:t>
      </w:r>
    </w:p>
    <w:p w:rsidR="00845324" w:rsidRDefault="00845324" w:rsidP="00845324">
      <w:r>
        <w:t>243.8994</w:t>
      </w:r>
      <w:r>
        <w:tab/>
        <w:t>3.038e0</w:t>
      </w:r>
    </w:p>
    <w:p w:rsidR="00845324" w:rsidRDefault="00845324" w:rsidP="00845324">
      <w:r>
        <w:t>243.9310</w:t>
      </w:r>
      <w:r>
        <w:tab/>
        <w:t>3.038e0</w:t>
      </w:r>
    </w:p>
    <w:p w:rsidR="00845324" w:rsidRDefault="00845324" w:rsidP="00845324">
      <w:r>
        <w:t>244.0007</w:t>
      </w:r>
      <w:r>
        <w:tab/>
        <w:t>5.704e0</w:t>
      </w:r>
    </w:p>
    <w:p w:rsidR="00845324" w:rsidRDefault="00845324" w:rsidP="00845324">
      <w:r>
        <w:t>244.0323</w:t>
      </w:r>
      <w:r>
        <w:tab/>
        <w:t>3.768e0</w:t>
      </w:r>
    </w:p>
    <w:p w:rsidR="00845324" w:rsidRDefault="00845324" w:rsidP="00845324">
      <w:r>
        <w:t>244.1383</w:t>
      </w:r>
      <w:r>
        <w:tab/>
        <w:t>2.903e0</w:t>
      </w:r>
    </w:p>
    <w:p w:rsidR="00845324" w:rsidRDefault="00845324" w:rsidP="00845324">
      <w:r>
        <w:t>244.1929</w:t>
      </w:r>
      <w:r>
        <w:tab/>
        <w:t>2.279e0</w:t>
      </w:r>
    </w:p>
    <w:p w:rsidR="00845324" w:rsidRDefault="00845324" w:rsidP="00845324">
      <w:r>
        <w:t>244.2292</w:t>
      </w:r>
      <w:r>
        <w:tab/>
        <w:t>3.038e0</w:t>
      </w:r>
    </w:p>
    <w:p w:rsidR="00845324" w:rsidRDefault="00845324" w:rsidP="00845324">
      <w:r>
        <w:t>244.2915</w:t>
      </w:r>
      <w:r>
        <w:tab/>
        <w:t>1.013e0</w:t>
      </w:r>
    </w:p>
    <w:p w:rsidR="00845324" w:rsidRDefault="00845324" w:rsidP="00845324">
      <w:r>
        <w:lastRenderedPageBreak/>
        <w:t>244.3332</w:t>
      </w:r>
      <w:r>
        <w:tab/>
        <w:t>1.013e0</w:t>
      </w:r>
    </w:p>
    <w:p w:rsidR="00845324" w:rsidRDefault="00845324" w:rsidP="00845324">
      <w:r>
        <w:t>244.3611</w:t>
      </w:r>
      <w:r>
        <w:tab/>
        <w:t>2.025e0</w:t>
      </w:r>
    </w:p>
    <w:p w:rsidR="00845324" w:rsidRDefault="00845324" w:rsidP="00845324">
      <w:r>
        <w:t>244.4878</w:t>
      </w:r>
      <w:r>
        <w:tab/>
        <w:t>2.025e0</w:t>
      </w:r>
    </w:p>
    <w:p w:rsidR="00845324" w:rsidRDefault="00845324" w:rsidP="00845324">
      <w:r>
        <w:t>244.5736</w:t>
      </w:r>
      <w:r>
        <w:tab/>
        <w:t>1.013e0</w:t>
      </w:r>
    </w:p>
    <w:p w:rsidR="00845324" w:rsidRDefault="00845324" w:rsidP="00845324">
      <w:r>
        <w:t>244.6235</w:t>
      </w:r>
      <w:r>
        <w:tab/>
        <w:t>1.013e0</w:t>
      </w:r>
    </w:p>
    <w:p w:rsidR="00845324" w:rsidRDefault="00845324" w:rsidP="00845324">
      <w:r>
        <w:t>244.6527</w:t>
      </w:r>
      <w:r>
        <w:tab/>
        <w:t>2.025e0</w:t>
      </w:r>
    </w:p>
    <w:p w:rsidR="00845324" w:rsidRDefault="00845324" w:rsidP="00845324">
      <w:r>
        <w:t>244.7168</w:t>
      </w:r>
      <w:r>
        <w:tab/>
        <w:t>3.038e0</w:t>
      </w:r>
    </w:p>
    <w:p w:rsidR="00845324" w:rsidRDefault="00845324" w:rsidP="00845324">
      <w:r>
        <w:t>244.8441</w:t>
      </w:r>
      <w:r>
        <w:tab/>
        <w:t>2.025e0</w:t>
      </w:r>
    </w:p>
    <w:p w:rsidR="00845324" w:rsidRDefault="00845324" w:rsidP="00845324">
      <w:r>
        <w:t>244.9101</w:t>
      </w:r>
      <w:r>
        <w:tab/>
        <w:t>1.013e0</w:t>
      </w:r>
    </w:p>
    <w:p w:rsidR="00845324" w:rsidRDefault="00845324" w:rsidP="00845324">
      <w:r>
        <w:t>244.9927</w:t>
      </w:r>
      <w:r>
        <w:tab/>
        <w:t>1.013e0</w:t>
      </w:r>
    </w:p>
    <w:p w:rsidR="00845324" w:rsidRDefault="00845324" w:rsidP="00845324">
      <w:r>
        <w:t>245.0583</w:t>
      </w:r>
      <w:r>
        <w:tab/>
        <w:t>9.732e0</w:t>
      </w:r>
    </w:p>
    <w:p w:rsidR="00845324" w:rsidRDefault="00845324" w:rsidP="00845324">
      <w:r>
        <w:t>245.1007</w:t>
      </w:r>
      <w:r>
        <w:tab/>
        <w:t>1.751e0</w:t>
      </w:r>
    </w:p>
    <w:p w:rsidR="00845324" w:rsidRDefault="00845324" w:rsidP="00845324">
      <w:r>
        <w:t>245.1546</w:t>
      </w:r>
      <w:r>
        <w:tab/>
        <w:t>4.721e0</w:t>
      </w:r>
    </w:p>
    <w:p w:rsidR="00845324" w:rsidRDefault="00845324" w:rsidP="00845324">
      <w:r>
        <w:t>245.2803</w:t>
      </w:r>
      <w:r>
        <w:tab/>
        <w:t>1.013e0</w:t>
      </w:r>
    </w:p>
    <w:p w:rsidR="00845324" w:rsidRDefault="00845324" w:rsidP="00845324">
      <w:r>
        <w:t>245.3139</w:t>
      </w:r>
      <w:r>
        <w:tab/>
        <w:t>1.265e0</w:t>
      </w:r>
    </w:p>
    <w:p w:rsidR="00845324" w:rsidRDefault="00845324" w:rsidP="00845324">
      <w:r>
        <w:t>245.3420</w:t>
      </w:r>
      <w:r>
        <w:tab/>
        <w:t>2.025e0</w:t>
      </w:r>
    </w:p>
    <w:p w:rsidR="00845324" w:rsidRDefault="00845324" w:rsidP="00845324">
      <w:r>
        <w:t>245.3793</w:t>
      </w:r>
      <w:r>
        <w:tab/>
        <w:t>1.013e0</w:t>
      </w:r>
    </w:p>
    <w:p w:rsidR="00845324" w:rsidRDefault="00845324" w:rsidP="00845324">
      <w:r>
        <w:t>245.4090</w:t>
      </w:r>
      <w:r>
        <w:tab/>
        <w:t>1.013e0</w:t>
      </w:r>
    </w:p>
    <w:p w:rsidR="00845324" w:rsidRDefault="00845324" w:rsidP="00845324">
      <w:r>
        <w:t>245.4405</w:t>
      </w:r>
      <w:r>
        <w:tab/>
        <w:t>2.025e0</w:t>
      </w:r>
    </w:p>
    <w:p w:rsidR="00845324" w:rsidRDefault="00845324" w:rsidP="00845324">
      <w:r>
        <w:lastRenderedPageBreak/>
        <w:t>245.5466</w:t>
      </w:r>
      <w:r>
        <w:tab/>
        <w:t>2.025e0</w:t>
      </w:r>
    </w:p>
    <w:p w:rsidR="00845324" w:rsidRDefault="00845324" w:rsidP="00845324">
      <w:r>
        <w:t>245.5807</w:t>
      </w:r>
      <w:r>
        <w:tab/>
        <w:t>4.987e0</w:t>
      </w:r>
    </w:p>
    <w:p w:rsidR="00845324" w:rsidRDefault="00845324" w:rsidP="00845324">
      <w:r>
        <w:t>245.6192</w:t>
      </w:r>
      <w:r>
        <w:tab/>
        <w:t>2.025e0</w:t>
      </w:r>
    </w:p>
    <w:p w:rsidR="00845324" w:rsidRDefault="00845324" w:rsidP="00845324">
      <w:r>
        <w:t>245.6575</w:t>
      </w:r>
      <w:r>
        <w:tab/>
        <w:t>3.038e0</w:t>
      </w:r>
    </w:p>
    <w:p w:rsidR="00845324" w:rsidRDefault="00845324" w:rsidP="00845324">
      <w:r>
        <w:t>245.6920</w:t>
      </w:r>
      <w:r>
        <w:tab/>
        <w:t>1.013e0</w:t>
      </w:r>
    </w:p>
    <w:p w:rsidR="00845324" w:rsidRDefault="00845324" w:rsidP="00845324">
      <w:r>
        <w:t>245.7628</w:t>
      </w:r>
      <w:r>
        <w:tab/>
        <w:t>1.013e0</w:t>
      </w:r>
    </w:p>
    <w:p w:rsidR="00845324" w:rsidRDefault="00845324" w:rsidP="00845324">
      <w:r>
        <w:t>245.7845</w:t>
      </w:r>
      <w:r>
        <w:tab/>
        <w:t>2.025e0</w:t>
      </w:r>
    </w:p>
    <w:p w:rsidR="00845324" w:rsidRDefault="00845324" w:rsidP="00845324">
      <w:r>
        <w:t>245.8278</w:t>
      </w:r>
      <w:r>
        <w:tab/>
        <w:t>2.025e0</w:t>
      </w:r>
    </w:p>
    <w:p w:rsidR="00845324" w:rsidRDefault="00845324" w:rsidP="00845324">
      <w:r>
        <w:t>245.8764</w:t>
      </w:r>
      <w:r>
        <w:tab/>
        <w:t>4.051e0</w:t>
      </w:r>
    </w:p>
    <w:p w:rsidR="00845324" w:rsidRDefault="00845324" w:rsidP="00845324">
      <w:r>
        <w:t>245.9173</w:t>
      </w:r>
      <w:r>
        <w:tab/>
        <w:t>2.025e0</w:t>
      </w:r>
    </w:p>
    <w:p w:rsidR="00845324" w:rsidRDefault="00845324" w:rsidP="00845324">
      <w:r>
        <w:t>245.9932</w:t>
      </w:r>
      <w:r>
        <w:tab/>
        <w:t>1.850e1</w:t>
      </w:r>
    </w:p>
    <w:p w:rsidR="00845324" w:rsidRDefault="00845324" w:rsidP="00845324">
      <w:r>
        <w:t>246.0388</w:t>
      </w:r>
      <w:r>
        <w:tab/>
        <w:t>3.308e0</w:t>
      </w:r>
    </w:p>
    <w:p w:rsidR="00845324" w:rsidRDefault="00845324" w:rsidP="00845324">
      <w:r>
        <w:t>246.0816</w:t>
      </w:r>
      <w:r>
        <w:tab/>
        <w:t>1.729e0</w:t>
      </w:r>
    </w:p>
    <w:p w:rsidR="00845324" w:rsidRDefault="00845324" w:rsidP="00845324">
      <w:r>
        <w:t>246.1221</w:t>
      </w:r>
      <w:r>
        <w:tab/>
        <w:t>3.099e0</w:t>
      </w:r>
    </w:p>
    <w:p w:rsidR="00845324" w:rsidRDefault="00845324" w:rsidP="00845324">
      <w:r>
        <w:t>246.1553</w:t>
      </w:r>
      <w:r>
        <w:tab/>
        <w:t>3.096e0</w:t>
      </w:r>
    </w:p>
    <w:p w:rsidR="00845324" w:rsidRDefault="00845324" w:rsidP="00845324">
      <w:r>
        <w:t>246.2422</w:t>
      </w:r>
      <w:r>
        <w:tab/>
        <w:t>8.101e0</w:t>
      </w:r>
    </w:p>
    <w:p w:rsidR="00845324" w:rsidRDefault="00845324" w:rsidP="00845324">
      <w:r>
        <w:t>246.2742</w:t>
      </w:r>
      <w:r>
        <w:tab/>
        <w:t>2.025e0</w:t>
      </w:r>
    </w:p>
    <w:p w:rsidR="00845324" w:rsidRDefault="00845324" w:rsidP="00845324">
      <w:r>
        <w:t>246.3716</w:t>
      </w:r>
      <w:r>
        <w:tab/>
        <w:t>2.025e0</w:t>
      </w:r>
    </w:p>
    <w:p w:rsidR="00845324" w:rsidRDefault="00845324" w:rsidP="00845324">
      <w:r>
        <w:t>246.4052</w:t>
      </w:r>
      <w:r>
        <w:tab/>
        <w:t>2.025e0</w:t>
      </w:r>
    </w:p>
    <w:p w:rsidR="00845324" w:rsidRDefault="00845324" w:rsidP="00845324">
      <w:r>
        <w:lastRenderedPageBreak/>
        <w:t>246.4383</w:t>
      </w:r>
      <w:r>
        <w:tab/>
        <w:t>2.025e0</w:t>
      </w:r>
    </w:p>
    <w:p w:rsidR="00845324" w:rsidRDefault="00845324" w:rsidP="00845324">
      <w:r>
        <w:t>246.4771</w:t>
      </w:r>
      <w:r>
        <w:tab/>
        <w:t>3.038e0</w:t>
      </w:r>
    </w:p>
    <w:p w:rsidR="00845324" w:rsidRDefault="00845324" w:rsidP="00845324">
      <w:r>
        <w:t>246.5301</w:t>
      </w:r>
      <w:r>
        <w:tab/>
        <w:t>1.013e0</w:t>
      </w:r>
    </w:p>
    <w:p w:rsidR="00845324" w:rsidRDefault="00845324" w:rsidP="00845324">
      <w:r>
        <w:t>246.5559</w:t>
      </w:r>
      <w:r>
        <w:tab/>
        <w:t>1.013e0</w:t>
      </w:r>
    </w:p>
    <w:p w:rsidR="00845324" w:rsidRDefault="00845324" w:rsidP="00845324">
      <w:r>
        <w:t>246.5994</w:t>
      </w:r>
      <w:r>
        <w:tab/>
        <w:t>4.051e0</w:t>
      </w:r>
    </w:p>
    <w:p w:rsidR="00845324" w:rsidRDefault="00845324" w:rsidP="00845324">
      <w:r>
        <w:t>246.6602</w:t>
      </w:r>
      <w:r>
        <w:tab/>
        <w:t>2.025e0</w:t>
      </w:r>
    </w:p>
    <w:p w:rsidR="00845324" w:rsidRDefault="00845324" w:rsidP="00845324">
      <w:r>
        <w:t>246.6799</w:t>
      </w:r>
      <w:r>
        <w:tab/>
        <w:t>1.013e0</w:t>
      </w:r>
    </w:p>
    <w:p w:rsidR="00845324" w:rsidRDefault="00845324" w:rsidP="00845324">
      <w:r>
        <w:t>246.7426</w:t>
      </w:r>
      <w:r>
        <w:tab/>
        <w:t>1.013e0</w:t>
      </w:r>
    </w:p>
    <w:p w:rsidR="00845324" w:rsidRDefault="00845324" w:rsidP="00845324">
      <w:r>
        <w:t>246.8008</w:t>
      </w:r>
      <w:r>
        <w:tab/>
        <w:t>3.038e0</w:t>
      </w:r>
    </w:p>
    <w:p w:rsidR="00845324" w:rsidRDefault="00845324" w:rsidP="00845324">
      <w:r>
        <w:t>246.8431</w:t>
      </w:r>
      <w:r>
        <w:tab/>
        <w:t>1.013e0</w:t>
      </w:r>
    </w:p>
    <w:p w:rsidR="00845324" w:rsidRDefault="00845324" w:rsidP="00845324">
      <w:r>
        <w:t>246.8758</w:t>
      </w:r>
      <w:r>
        <w:tab/>
        <w:t>3.038e0</w:t>
      </w:r>
    </w:p>
    <w:p w:rsidR="00845324" w:rsidRDefault="00845324" w:rsidP="00845324">
      <w:r>
        <w:t>246.9436</w:t>
      </w:r>
      <w:r>
        <w:tab/>
        <w:t>1.013e0</w:t>
      </w:r>
    </w:p>
    <w:p w:rsidR="00845324" w:rsidRDefault="00845324" w:rsidP="00845324">
      <w:r>
        <w:t>246.9937</w:t>
      </w:r>
      <w:r>
        <w:tab/>
        <w:t>6.052e0</w:t>
      </w:r>
    </w:p>
    <w:p w:rsidR="00845324" w:rsidRDefault="00845324" w:rsidP="00845324">
      <w:r>
        <w:t>247.0512</w:t>
      </w:r>
      <w:r>
        <w:tab/>
        <w:t>1.666e0</w:t>
      </w:r>
    </w:p>
    <w:p w:rsidR="00845324" w:rsidRDefault="00845324" w:rsidP="00845324">
      <w:r>
        <w:t>247.0919</w:t>
      </w:r>
      <w:r>
        <w:tab/>
        <w:t>3.262e0</w:t>
      </w:r>
    </w:p>
    <w:p w:rsidR="00845324" w:rsidRDefault="00845324" w:rsidP="00845324">
      <w:r>
        <w:t>247.1342</w:t>
      </w:r>
      <w:r>
        <w:tab/>
        <w:t>2.909e0</w:t>
      </w:r>
    </w:p>
    <w:p w:rsidR="00845324" w:rsidRDefault="00845324" w:rsidP="00845324">
      <w:r>
        <w:t>247.2233</w:t>
      </w:r>
      <w:r>
        <w:tab/>
        <w:t>1.013e0</w:t>
      </w:r>
    </w:p>
    <w:p w:rsidR="00845324" w:rsidRDefault="00845324" w:rsidP="00845324">
      <w:r>
        <w:t>247.2456</w:t>
      </w:r>
      <w:r>
        <w:tab/>
        <w:t>2.025e0</w:t>
      </w:r>
    </w:p>
    <w:p w:rsidR="00845324" w:rsidRDefault="00845324" w:rsidP="00845324">
      <w:r>
        <w:t>247.2903</w:t>
      </w:r>
      <w:r>
        <w:tab/>
        <w:t>1.013e0</w:t>
      </w:r>
    </w:p>
    <w:p w:rsidR="00845324" w:rsidRDefault="00845324" w:rsidP="00845324">
      <w:r>
        <w:lastRenderedPageBreak/>
        <w:t>247.3492</w:t>
      </w:r>
      <w:r>
        <w:tab/>
        <w:t>1.013e0</w:t>
      </w:r>
    </w:p>
    <w:p w:rsidR="00845324" w:rsidRDefault="00845324" w:rsidP="00845324">
      <w:r>
        <w:t>247.3947</w:t>
      </w:r>
      <w:r>
        <w:tab/>
        <w:t>2.025e0</w:t>
      </w:r>
    </w:p>
    <w:p w:rsidR="00845324" w:rsidRDefault="00845324" w:rsidP="00845324">
      <w:r>
        <w:t>247.4546</w:t>
      </w:r>
      <w:r>
        <w:tab/>
        <w:t>4.051e0</w:t>
      </w:r>
    </w:p>
    <w:p w:rsidR="00845324" w:rsidRDefault="00845324" w:rsidP="00845324">
      <w:r>
        <w:t>247.4879</w:t>
      </w:r>
      <w:r>
        <w:tab/>
        <w:t>2.025e0</w:t>
      </w:r>
    </w:p>
    <w:p w:rsidR="00845324" w:rsidRDefault="00845324" w:rsidP="00845324">
      <w:r>
        <w:t>247.5601</w:t>
      </w:r>
      <w:r>
        <w:tab/>
        <w:t>2.025e0</w:t>
      </w:r>
    </w:p>
    <w:p w:rsidR="00845324" w:rsidRDefault="00845324" w:rsidP="00845324">
      <w:r>
        <w:t>247.6116</w:t>
      </w:r>
      <w:r>
        <w:tab/>
        <w:t>2.025e0</w:t>
      </w:r>
    </w:p>
    <w:p w:rsidR="00845324" w:rsidRDefault="00845324" w:rsidP="00845324">
      <w:r>
        <w:t>247.6629</w:t>
      </w:r>
      <w:r>
        <w:tab/>
        <w:t>1.013e0</w:t>
      </w:r>
    </w:p>
    <w:p w:rsidR="00845324" w:rsidRDefault="00845324" w:rsidP="00845324">
      <w:r>
        <w:t>247.7081</w:t>
      </w:r>
      <w:r>
        <w:tab/>
        <w:t>1.013e0</w:t>
      </w:r>
    </w:p>
    <w:p w:rsidR="00845324" w:rsidRDefault="00845324" w:rsidP="00845324">
      <w:r>
        <w:t>247.7676</w:t>
      </w:r>
      <w:r>
        <w:tab/>
        <w:t>1.013e0</w:t>
      </w:r>
    </w:p>
    <w:p w:rsidR="00845324" w:rsidRDefault="00845324" w:rsidP="00845324">
      <w:r>
        <w:t>247.8069</w:t>
      </w:r>
      <w:r>
        <w:tab/>
        <w:t>2.025e0</w:t>
      </w:r>
    </w:p>
    <w:p w:rsidR="00845324" w:rsidRDefault="00845324" w:rsidP="00845324">
      <w:r>
        <w:t>247.9525</w:t>
      </w:r>
      <w:r>
        <w:tab/>
        <w:t>2.025e0</w:t>
      </w:r>
    </w:p>
    <w:p w:rsidR="00845324" w:rsidRDefault="00845324" w:rsidP="00845324">
      <w:r>
        <w:t>247.9880</w:t>
      </w:r>
      <w:r>
        <w:tab/>
        <w:t>1.013e0</w:t>
      </w:r>
    </w:p>
    <w:p w:rsidR="00845324" w:rsidRDefault="00845324" w:rsidP="00845324">
      <w:r>
        <w:t>248.0263</w:t>
      </w:r>
      <w:r>
        <w:tab/>
        <w:t>5.679e0</w:t>
      </w:r>
    </w:p>
    <w:p w:rsidR="00845324" w:rsidRDefault="00845324" w:rsidP="00845324">
      <w:r>
        <w:t>248.1456</w:t>
      </w:r>
      <w:r>
        <w:tab/>
        <w:t>3.541e0</w:t>
      </w:r>
    </w:p>
    <w:p w:rsidR="00845324" w:rsidRDefault="00845324" w:rsidP="00845324">
      <w:r>
        <w:t>248.2725</w:t>
      </w:r>
      <w:r>
        <w:tab/>
        <w:t>1.013e0</w:t>
      </w:r>
    </w:p>
    <w:p w:rsidR="00845324" w:rsidRDefault="00845324" w:rsidP="00845324">
      <w:r>
        <w:t>248.3513</w:t>
      </w:r>
      <w:r>
        <w:tab/>
        <w:t>2.025e0</w:t>
      </w:r>
    </w:p>
    <w:p w:rsidR="00845324" w:rsidRDefault="00845324" w:rsidP="00845324">
      <w:r>
        <w:t>248.4488</w:t>
      </w:r>
      <w:r>
        <w:tab/>
        <w:t>4.051e0</w:t>
      </w:r>
    </w:p>
    <w:p w:rsidR="00845324" w:rsidRDefault="00845324" w:rsidP="00845324">
      <w:r>
        <w:t>248.4879</w:t>
      </w:r>
      <w:r>
        <w:tab/>
        <w:t>2.025e0</w:t>
      </w:r>
    </w:p>
    <w:p w:rsidR="00845324" w:rsidRDefault="00845324" w:rsidP="00845324">
      <w:r>
        <w:t>248.5403</w:t>
      </w:r>
      <w:r>
        <w:tab/>
        <w:t>2.025e0</w:t>
      </w:r>
    </w:p>
    <w:p w:rsidR="00845324" w:rsidRDefault="00845324" w:rsidP="00845324">
      <w:r>
        <w:lastRenderedPageBreak/>
        <w:t>248.6134</w:t>
      </w:r>
      <w:r>
        <w:tab/>
        <w:t>3.038e0</w:t>
      </w:r>
    </w:p>
    <w:p w:rsidR="00845324" w:rsidRDefault="00845324" w:rsidP="00845324">
      <w:r>
        <w:t>248.6632</w:t>
      </w:r>
      <w:r>
        <w:tab/>
        <w:t>1.013e0</w:t>
      </w:r>
    </w:p>
    <w:p w:rsidR="00845324" w:rsidRDefault="00845324" w:rsidP="00845324">
      <w:r>
        <w:t>248.7005</w:t>
      </w:r>
      <w:r>
        <w:tab/>
        <w:t>1.013e0</w:t>
      </w:r>
    </w:p>
    <w:p w:rsidR="00845324" w:rsidRDefault="00845324" w:rsidP="00845324">
      <w:r>
        <w:t>248.7639</w:t>
      </w:r>
      <w:r>
        <w:tab/>
        <w:t>1.013e0</w:t>
      </w:r>
    </w:p>
    <w:p w:rsidR="00845324" w:rsidRDefault="00845324" w:rsidP="00845324">
      <w:r>
        <w:t>248.7902</w:t>
      </w:r>
      <w:r>
        <w:tab/>
        <w:t>2.025e0</w:t>
      </w:r>
    </w:p>
    <w:p w:rsidR="00845324" w:rsidRDefault="00845324" w:rsidP="00845324">
      <w:r>
        <w:t>248.8434</w:t>
      </w:r>
      <w:r>
        <w:tab/>
        <w:t>3.038e0</w:t>
      </w:r>
    </w:p>
    <w:p w:rsidR="00845324" w:rsidRDefault="00845324" w:rsidP="00845324">
      <w:r>
        <w:t>248.8800</w:t>
      </w:r>
      <w:r>
        <w:tab/>
        <w:t>1.013e0</w:t>
      </w:r>
    </w:p>
    <w:p w:rsidR="00845324" w:rsidRDefault="00845324" w:rsidP="00845324">
      <w:r>
        <w:t>248.9163</w:t>
      </w:r>
      <w:r>
        <w:tab/>
        <w:t>5.063e0</w:t>
      </w:r>
    </w:p>
    <w:p w:rsidR="00845324" w:rsidRDefault="00845324" w:rsidP="00845324">
      <w:r>
        <w:t>249.0060</w:t>
      </w:r>
      <w:r>
        <w:tab/>
        <w:t>2.790e0</w:t>
      </w:r>
    </w:p>
    <w:p w:rsidR="00845324" w:rsidRDefault="00845324" w:rsidP="00845324">
      <w:r>
        <w:t>249.0673</w:t>
      </w:r>
      <w:r>
        <w:tab/>
        <w:t>2.553e1</w:t>
      </w:r>
    </w:p>
    <w:p w:rsidR="00845324" w:rsidRDefault="00845324" w:rsidP="00845324">
      <w:r>
        <w:t>249.1231</w:t>
      </w:r>
      <w:r>
        <w:tab/>
        <w:t>2.968e0</w:t>
      </w:r>
    </w:p>
    <w:p w:rsidR="00845324" w:rsidRDefault="00845324" w:rsidP="00845324">
      <w:r>
        <w:t>249.1528</w:t>
      </w:r>
      <w:r>
        <w:tab/>
        <w:t>1.394e0</w:t>
      </w:r>
    </w:p>
    <w:p w:rsidR="00845324" w:rsidRDefault="00845324" w:rsidP="00845324">
      <w:r>
        <w:t>249.2154</w:t>
      </w:r>
      <w:r>
        <w:tab/>
        <w:t>5.145e0</w:t>
      </w:r>
    </w:p>
    <w:p w:rsidR="00845324" w:rsidRDefault="00845324" w:rsidP="00845324">
      <w:r>
        <w:t>249.2509</w:t>
      </w:r>
      <w:r>
        <w:tab/>
        <w:t>2.884e0</w:t>
      </w:r>
    </w:p>
    <w:p w:rsidR="00845324" w:rsidRDefault="00845324" w:rsidP="00845324">
      <w:r>
        <w:t>249.2831</w:t>
      </w:r>
      <w:r>
        <w:tab/>
        <w:t>1.013e0</w:t>
      </w:r>
    </w:p>
    <w:p w:rsidR="00845324" w:rsidRDefault="00845324" w:rsidP="00845324">
      <w:r>
        <w:t>249.3167</w:t>
      </w:r>
      <w:r>
        <w:tab/>
        <w:t>1.013e0</w:t>
      </w:r>
    </w:p>
    <w:p w:rsidR="00845324" w:rsidRDefault="00845324" w:rsidP="00845324">
      <w:r>
        <w:t>249.3711</w:t>
      </w:r>
      <w:r>
        <w:tab/>
        <w:t>1.013e0</w:t>
      </w:r>
    </w:p>
    <w:p w:rsidR="00845324" w:rsidRDefault="00845324" w:rsidP="00845324">
      <w:r>
        <w:t>249.4253</w:t>
      </w:r>
      <w:r>
        <w:tab/>
        <w:t>1.013e0</w:t>
      </w:r>
    </w:p>
    <w:p w:rsidR="00845324" w:rsidRDefault="00845324" w:rsidP="00845324">
      <w:r>
        <w:t>249.4962</w:t>
      </w:r>
      <w:r>
        <w:tab/>
        <w:t>1.013e0</w:t>
      </w:r>
    </w:p>
    <w:p w:rsidR="00845324" w:rsidRDefault="00845324" w:rsidP="00845324">
      <w:r>
        <w:lastRenderedPageBreak/>
        <w:t>249.5558</w:t>
      </w:r>
      <w:r>
        <w:tab/>
        <w:t>2.025e0</w:t>
      </w:r>
    </w:p>
    <w:p w:rsidR="00845324" w:rsidRDefault="00845324" w:rsidP="00845324">
      <w:r>
        <w:t>249.5803</w:t>
      </w:r>
      <w:r>
        <w:tab/>
        <w:t>3.038e0</w:t>
      </w:r>
    </w:p>
    <w:p w:rsidR="00845324" w:rsidRDefault="00845324" w:rsidP="00845324">
      <w:r>
        <w:t>249.6440</w:t>
      </w:r>
      <w:r>
        <w:tab/>
        <w:t>1.013e0</w:t>
      </w:r>
    </w:p>
    <w:p w:rsidR="00845324" w:rsidRDefault="00845324" w:rsidP="00845324">
      <w:r>
        <w:t>249.6775</w:t>
      </w:r>
      <w:r>
        <w:tab/>
        <w:t>1.013e0</w:t>
      </w:r>
    </w:p>
    <w:p w:rsidR="00845324" w:rsidRDefault="00845324" w:rsidP="00845324">
      <w:r>
        <w:t>249.8286</w:t>
      </w:r>
      <w:r>
        <w:tab/>
        <w:t>3.038e0</w:t>
      </w:r>
    </w:p>
    <w:p w:rsidR="00845324" w:rsidRDefault="00845324" w:rsidP="00845324">
      <w:r>
        <w:t>249.8883</w:t>
      </w:r>
      <w:r>
        <w:tab/>
        <w:t>1.013e0</w:t>
      </w:r>
    </w:p>
    <w:p w:rsidR="00845324" w:rsidRDefault="00845324" w:rsidP="00845324">
      <w:r>
        <w:t>249.9518</w:t>
      </w:r>
      <w:r>
        <w:tab/>
        <w:t>2.025e0</w:t>
      </w:r>
    </w:p>
    <w:p w:rsidR="00845324" w:rsidRDefault="00845324" w:rsidP="00845324">
      <w:r>
        <w:t>249.9919</w:t>
      </w:r>
      <w:r>
        <w:tab/>
        <w:t>4.179e0</w:t>
      </w:r>
    </w:p>
    <w:p w:rsidR="00845324" w:rsidRDefault="00845324" w:rsidP="00845324">
      <w:r>
        <w:t>250.0455</w:t>
      </w:r>
      <w:r>
        <w:tab/>
        <w:t>5.632e0</w:t>
      </w:r>
    </w:p>
    <w:p w:rsidR="00845324" w:rsidRDefault="00845324" w:rsidP="00845324">
      <w:r>
        <w:t>250.0954</w:t>
      </w:r>
      <w:r>
        <w:tab/>
        <w:t>2.381e0</w:t>
      </w:r>
    </w:p>
    <w:p w:rsidR="00845324" w:rsidRDefault="00845324" w:rsidP="00845324">
      <w:r>
        <w:t>250.1228</w:t>
      </w:r>
      <w:r>
        <w:tab/>
        <w:t>3.542e0</w:t>
      </w:r>
    </w:p>
    <w:p w:rsidR="00845324" w:rsidRDefault="00845324" w:rsidP="00845324">
      <w:r>
        <w:t>250.2242</w:t>
      </w:r>
      <w:r>
        <w:tab/>
        <w:t>1.013e0</w:t>
      </w:r>
    </w:p>
    <w:p w:rsidR="00845324" w:rsidRDefault="00845324" w:rsidP="00845324">
      <w:r>
        <w:t>250.2772</w:t>
      </w:r>
      <w:r>
        <w:tab/>
        <w:t>1.013e0</w:t>
      </w:r>
    </w:p>
    <w:p w:rsidR="00845324" w:rsidRDefault="00845324" w:rsidP="00845324">
      <w:r>
        <w:t>250.3288</w:t>
      </w:r>
      <w:r>
        <w:tab/>
        <w:t>2.025e0</w:t>
      </w:r>
    </w:p>
    <w:p w:rsidR="00845324" w:rsidRDefault="00845324" w:rsidP="00845324">
      <w:r>
        <w:t>250.3705</w:t>
      </w:r>
      <w:r>
        <w:tab/>
        <w:t>2.025e0</w:t>
      </w:r>
    </w:p>
    <w:p w:rsidR="00845324" w:rsidRDefault="00845324" w:rsidP="00845324">
      <w:r>
        <w:t>250.4211</w:t>
      </w:r>
      <w:r>
        <w:tab/>
        <w:t>1.013e0</w:t>
      </w:r>
    </w:p>
    <w:p w:rsidR="00845324" w:rsidRDefault="00845324" w:rsidP="00845324">
      <w:r>
        <w:t>250.4638</w:t>
      </w:r>
      <w:r>
        <w:tab/>
        <w:t>1.013e0</w:t>
      </w:r>
    </w:p>
    <w:p w:rsidR="00845324" w:rsidRDefault="00845324" w:rsidP="00845324">
      <w:r>
        <w:t>250.5012</w:t>
      </w:r>
      <w:r>
        <w:tab/>
        <w:t>1.013e0</w:t>
      </w:r>
    </w:p>
    <w:p w:rsidR="00845324" w:rsidRDefault="00845324" w:rsidP="00845324">
      <w:r>
        <w:t>250.5556</w:t>
      </w:r>
      <w:r>
        <w:tab/>
        <w:t>1.013e0</w:t>
      </w:r>
    </w:p>
    <w:p w:rsidR="00845324" w:rsidRDefault="00845324" w:rsidP="00845324">
      <w:r>
        <w:lastRenderedPageBreak/>
        <w:t>250.5800</w:t>
      </w:r>
      <w:r>
        <w:tab/>
        <w:t>1.013e0</w:t>
      </w:r>
    </w:p>
    <w:p w:rsidR="00845324" w:rsidRDefault="00845324" w:rsidP="00845324">
      <w:r>
        <w:t>250.6315</w:t>
      </w:r>
      <w:r>
        <w:tab/>
        <w:t>2.025e0</w:t>
      </w:r>
    </w:p>
    <w:p w:rsidR="00845324" w:rsidRDefault="00845324" w:rsidP="00845324">
      <w:r>
        <w:t>250.6902</w:t>
      </w:r>
      <w:r>
        <w:tab/>
        <w:t>1.013e0</w:t>
      </w:r>
    </w:p>
    <w:p w:rsidR="00845324" w:rsidRDefault="00845324" w:rsidP="00845324">
      <w:r>
        <w:t>250.7191</w:t>
      </w:r>
      <w:r>
        <w:tab/>
        <w:t>1.013e0</w:t>
      </w:r>
    </w:p>
    <w:p w:rsidR="00845324" w:rsidRDefault="00845324" w:rsidP="00845324">
      <w:r>
        <w:t>250.7704</w:t>
      </w:r>
      <w:r>
        <w:tab/>
        <w:t>1.013e0</w:t>
      </w:r>
    </w:p>
    <w:p w:rsidR="00845324" w:rsidRDefault="00845324" w:rsidP="00845324">
      <w:r>
        <w:t>250.7960</w:t>
      </w:r>
      <w:r>
        <w:tab/>
        <w:t>1.013e0</w:t>
      </w:r>
    </w:p>
    <w:p w:rsidR="00845324" w:rsidRDefault="00845324" w:rsidP="00845324">
      <w:r>
        <w:t>250.8378</w:t>
      </w:r>
      <w:r>
        <w:tab/>
        <w:t>1.013e0</w:t>
      </w:r>
    </w:p>
    <w:p w:rsidR="00845324" w:rsidRDefault="00845324" w:rsidP="00845324">
      <w:r>
        <w:t>250.8792</w:t>
      </w:r>
      <w:r>
        <w:tab/>
        <w:t>1.013e0</w:t>
      </w:r>
    </w:p>
    <w:p w:rsidR="00845324" w:rsidRDefault="00845324" w:rsidP="00845324">
      <w:r>
        <w:t>250.9165</w:t>
      </w:r>
      <w:r>
        <w:tab/>
        <w:t>1.013e0</w:t>
      </w:r>
    </w:p>
    <w:p w:rsidR="00845324" w:rsidRDefault="00845324" w:rsidP="00845324">
      <w:r>
        <w:t>250.9706</w:t>
      </w:r>
      <w:r>
        <w:tab/>
        <w:t>2.025e0</w:t>
      </w:r>
    </w:p>
    <w:p w:rsidR="00845324" w:rsidRDefault="00845324" w:rsidP="00845324">
      <w:r>
        <w:t>251.0334</w:t>
      </w:r>
      <w:r>
        <w:tab/>
        <w:t>1.342e0</w:t>
      </w:r>
    </w:p>
    <w:p w:rsidR="00845324" w:rsidRDefault="00845324" w:rsidP="00845324">
      <w:r>
        <w:t>251.0584</w:t>
      </w:r>
      <w:r>
        <w:tab/>
        <w:t>1.358e0</w:t>
      </w:r>
    </w:p>
    <w:p w:rsidR="00845324" w:rsidRDefault="00845324" w:rsidP="00845324">
      <w:r>
        <w:t>251.1102</w:t>
      </w:r>
      <w:r>
        <w:tab/>
        <w:t>2.919e0</w:t>
      </w:r>
    </w:p>
    <w:p w:rsidR="00845324" w:rsidRDefault="00845324" w:rsidP="00845324">
      <w:r>
        <w:t>251.1478</w:t>
      </w:r>
      <w:r>
        <w:tab/>
        <w:t>3.279e0</w:t>
      </w:r>
    </w:p>
    <w:p w:rsidR="00845324" w:rsidRDefault="00845324" w:rsidP="00845324">
      <w:r>
        <w:t>251.1914</w:t>
      </w:r>
      <w:r>
        <w:tab/>
        <w:t>1.470e0</w:t>
      </w:r>
    </w:p>
    <w:p w:rsidR="00845324" w:rsidRDefault="00845324" w:rsidP="00845324">
      <w:r>
        <w:t>251.2190</w:t>
      </w:r>
      <w:r>
        <w:tab/>
        <w:t>2.025e0</w:t>
      </w:r>
    </w:p>
    <w:p w:rsidR="00845324" w:rsidRDefault="00845324" w:rsidP="00845324">
      <w:r>
        <w:t>251.3201</w:t>
      </w:r>
      <w:r>
        <w:tab/>
        <w:t>2.025e0</w:t>
      </w:r>
    </w:p>
    <w:p w:rsidR="00845324" w:rsidRDefault="00845324" w:rsidP="00845324">
      <w:r>
        <w:t>251.3556</w:t>
      </w:r>
      <w:r>
        <w:tab/>
        <w:t>3.038e0</w:t>
      </w:r>
    </w:p>
    <w:p w:rsidR="00845324" w:rsidRDefault="00845324" w:rsidP="00845324">
      <w:r>
        <w:t>251.5488</w:t>
      </w:r>
      <w:r>
        <w:tab/>
        <w:t>1.013e0</w:t>
      </w:r>
    </w:p>
    <w:p w:rsidR="00845324" w:rsidRDefault="00845324" w:rsidP="00845324">
      <w:r>
        <w:lastRenderedPageBreak/>
        <w:t>251.6084</w:t>
      </w:r>
      <w:r>
        <w:tab/>
        <w:t>1.013e0</w:t>
      </w:r>
    </w:p>
    <w:p w:rsidR="00845324" w:rsidRDefault="00845324" w:rsidP="00845324">
      <w:r>
        <w:t>251.7036</w:t>
      </w:r>
      <w:r>
        <w:tab/>
        <w:t>3.038e0</w:t>
      </w:r>
    </w:p>
    <w:p w:rsidR="00845324" w:rsidRDefault="00845324" w:rsidP="00845324">
      <w:r>
        <w:t>251.7355</w:t>
      </w:r>
      <w:r>
        <w:tab/>
        <w:t>1.013e0</w:t>
      </w:r>
    </w:p>
    <w:p w:rsidR="00845324" w:rsidRDefault="00845324" w:rsidP="00845324">
      <w:r>
        <w:t>251.7808</w:t>
      </w:r>
      <w:r>
        <w:tab/>
        <w:t>1.013e0</w:t>
      </w:r>
    </w:p>
    <w:p w:rsidR="00845324" w:rsidRDefault="00845324" w:rsidP="00845324">
      <w:r>
        <w:t>251.8223</w:t>
      </w:r>
      <w:r>
        <w:tab/>
        <w:t>1.013e0</w:t>
      </w:r>
    </w:p>
    <w:p w:rsidR="00845324" w:rsidRDefault="00845324" w:rsidP="00845324">
      <w:r>
        <w:t>251.9219</w:t>
      </w:r>
      <w:r>
        <w:tab/>
        <w:t>2.025e0</w:t>
      </w:r>
    </w:p>
    <w:p w:rsidR="00845324" w:rsidRDefault="00845324" w:rsidP="00845324">
      <w:r>
        <w:t>251.9569</w:t>
      </w:r>
      <w:r>
        <w:tab/>
        <w:t>2.268e0</w:t>
      </w:r>
    </w:p>
    <w:p w:rsidR="00845324" w:rsidRDefault="00845324" w:rsidP="00845324">
      <w:r>
        <w:t>251.9824</w:t>
      </w:r>
      <w:r>
        <w:tab/>
        <w:t>4.051e0</w:t>
      </w:r>
    </w:p>
    <w:p w:rsidR="00845324" w:rsidRDefault="00845324" w:rsidP="00845324">
      <w:r>
        <w:t>252.0266</w:t>
      </w:r>
      <w:r>
        <w:tab/>
        <w:t>2.295e0</w:t>
      </w:r>
    </w:p>
    <w:p w:rsidR="00845324" w:rsidRDefault="00845324" w:rsidP="00845324">
      <w:r>
        <w:t>252.2167</w:t>
      </w:r>
      <w:r>
        <w:tab/>
        <w:t>3.704e0</w:t>
      </w:r>
    </w:p>
    <w:p w:rsidR="00845324" w:rsidRDefault="00845324" w:rsidP="00845324">
      <w:r>
        <w:t>252.3710</w:t>
      </w:r>
      <w:r>
        <w:tab/>
        <w:t>5.063e0</w:t>
      </w:r>
    </w:p>
    <w:p w:rsidR="00845324" w:rsidRDefault="00845324" w:rsidP="00845324">
      <w:r>
        <w:t>252.4731</w:t>
      </w:r>
      <w:r>
        <w:tab/>
        <w:t>1.013e0</w:t>
      </w:r>
    </w:p>
    <w:p w:rsidR="00845324" w:rsidRDefault="00845324" w:rsidP="00845324">
      <w:r>
        <w:t>252.6042</w:t>
      </w:r>
      <w:r>
        <w:tab/>
        <w:t>1.013e0</w:t>
      </w:r>
    </w:p>
    <w:p w:rsidR="00845324" w:rsidRDefault="00845324" w:rsidP="00845324">
      <w:r>
        <w:t>252.6538</w:t>
      </w:r>
      <w:r>
        <w:tab/>
        <w:t>1.013e0</w:t>
      </w:r>
    </w:p>
    <w:p w:rsidR="00845324" w:rsidRDefault="00845324" w:rsidP="00845324">
      <w:r>
        <w:t>252.6877</w:t>
      </w:r>
      <w:r>
        <w:tab/>
        <w:t>1.013e0</w:t>
      </w:r>
    </w:p>
    <w:p w:rsidR="00845324" w:rsidRDefault="00845324" w:rsidP="00845324">
      <w:r>
        <w:t>252.7544</w:t>
      </w:r>
      <w:r>
        <w:tab/>
        <w:t>2.025e0</w:t>
      </w:r>
    </w:p>
    <w:p w:rsidR="00845324" w:rsidRDefault="00845324" w:rsidP="00845324">
      <w:r>
        <w:t>252.7894</w:t>
      </w:r>
      <w:r>
        <w:tab/>
        <w:t>1.013e0</w:t>
      </w:r>
    </w:p>
    <w:p w:rsidR="00845324" w:rsidRDefault="00845324" w:rsidP="00845324">
      <w:r>
        <w:t>252.8345</w:t>
      </w:r>
      <w:r>
        <w:tab/>
        <w:t>2.025e0</w:t>
      </w:r>
    </w:p>
    <w:p w:rsidR="00845324" w:rsidRDefault="00845324" w:rsidP="00845324">
      <w:r>
        <w:t>252.8693</w:t>
      </w:r>
      <w:r>
        <w:tab/>
        <w:t>2.025e0</w:t>
      </w:r>
    </w:p>
    <w:p w:rsidR="00845324" w:rsidRDefault="00845324" w:rsidP="00845324">
      <w:r>
        <w:lastRenderedPageBreak/>
        <w:t>252.9227</w:t>
      </w:r>
      <w:r>
        <w:tab/>
        <w:t>2.025e0</w:t>
      </w:r>
    </w:p>
    <w:p w:rsidR="00845324" w:rsidRDefault="00845324" w:rsidP="00845324">
      <w:r>
        <w:t>252.9713</w:t>
      </w:r>
      <w:r>
        <w:tab/>
        <w:t>1.013e0</w:t>
      </w:r>
    </w:p>
    <w:p w:rsidR="00845324" w:rsidRDefault="00845324" w:rsidP="00845324">
      <w:r>
        <w:t>253.1431</w:t>
      </w:r>
      <w:r>
        <w:tab/>
        <w:t>1.419e0</w:t>
      </w:r>
    </w:p>
    <w:p w:rsidR="00845324" w:rsidRDefault="00845324" w:rsidP="00845324">
      <w:r>
        <w:t>253.1868</w:t>
      </w:r>
      <w:r>
        <w:tab/>
        <w:t>1.949e0</w:t>
      </w:r>
    </w:p>
    <w:p w:rsidR="00845324" w:rsidRDefault="00845324" w:rsidP="00845324">
      <w:r>
        <w:t>253.2543</w:t>
      </w:r>
      <w:r>
        <w:tab/>
        <w:t>2.025e0</w:t>
      </w:r>
    </w:p>
    <w:p w:rsidR="00845324" w:rsidRDefault="00845324" w:rsidP="00845324">
      <w:r>
        <w:t>253.2972</w:t>
      </w:r>
      <w:r>
        <w:tab/>
        <w:t>2.025e0</w:t>
      </w:r>
    </w:p>
    <w:p w:rsidR="00845324" w:rsidRDefault="00845324" w:rsidP="00845324">
      <w:r>
        <w:t>253.3635</w:t>
      </w:r>
      <w:r>
        <w:tab/>
        <w:t>4.051e0</w:t>
      </w:r>
    </w:p>
    <w:p w:rsidR="00845324" w:rsidRDefault="00845324" w:rsidP="00845324">
      <w:r>
        <w:t>253.4193</w:t>
      </w:r>
      <w:r>
        <w:tab/>
        <w:t>3.038e0</w:t>
      </w:r>
    </w:p>
    <w:p w:rsidR="00845324" w:rsidRDefault="00845324" w:rsidP="00845324">
      <w:r>
        <w:t>253.4537</w:t>
      </w:r>
      <w:r>
        <w:tab/>
        <w:t>1.013e0</w:t>
      </w:r>
    </w:p>
    <w:p w:rsidR="00845324" w:rsidRDefault="00845324" w:rsidP="00845324">
      <w:r>
        <w:t>253.5216</w:t>
      </w:r>
      <w:r>
        <w:tab/>
        <w:t>1.013e0</w:t>
      </w:r>
    </w:p>
    <w:p w:rsidR="00845324" w:rsidRDefault="00845324" w:rsidP="00845324">
      <w:r>
        <w:t>253.5538</w:t>
      </w:r>
      <w:r>
        <w:tab/>
        <w:t>4.051e0</w:t>
      </w:r>
    </w:p>
    <w:p w:rsidR="00845324" w:rsidRDefault="00845324" w:rsidP="00845324">
      <w:r>
        <w:t>253.5971</w:t>
      </w:r>
      <w:r>
        <w:tab/>
        <w:t>1.013e0</w:t>
      </w:r>
    </w:p>
    <w:p w:rsidR="00845324" w:rsidRDefault="00845324" w:rsidP="00845324">
      <w:r>
        <w:t>253.6309</w:t>
      </w:r>
      <w:r>
        <w:tab/>
        <w:t>1.013e0</w:t>
      </w:r>
    </w:p>
    <w:p w:rsidR="00845324" w:rsidRDefault="00845324" w:rsidP="00845324">
      <w:r>
        <w:t>253.6836</w:t>
      </w:r>
      <w:r>
        <w:tab/>
        <w:t>3.038e0</w:t>
      </w:r>
    </w:p>
    <w:p w:rsidR="00845324" w:rsidRDefault="00845324" w:rsidP="00845324">
      <w:r>
        <w:t>253.8257</w:t>
      </w:r>
      <w:r>
        <w:tab/>
        <w:t>1.013e0</w:t>
      </w:r>
    </w:p>
    <w:p w:rsidR="00845324" w:rsidRDefault="00845324" w:rsidP="00845324">
      <w:r>
        <w:t>253.8747</w:t>
      </w:r>
      <w:r>
        <w:tab/>
        <w:t>2.025e0</w:t>
      </w:r>
    </w:p>
    <w:p w:rsidR="00845324" w:rsidRDefault="00845324" w:rsidP="00845324">
      <w:r>
        <w:t>253.9067</w:t>
      </w:r>
      <w:r>
        <w:tab/>
        <w:t>4.051e0</w:t>
      </w:r>
    </w:p>
    <w:p w:rsidR="00845324" w:rsidRDefault="00845324" w:rsidP="00845324">
      <w:r>
        <w:t>253.9723</w:t>
      </w:r>
      <w:r>
        <w:tab/>
        <w:t>4.051e0</w:t>
      </w:r>
    </w:p>
    <w:p w:rsidR="00845324" w:rsidRDefault="00845324" w:rsidP="00845324">
      <w:r>
        <w:t>254.0498</w:t>
      </w:r>
      <w:r>
        <w:tab/>
        <w:t>3.528e1</w:t>
      </w:r>
    </w:p>
    <w:p w:rsidR="00845324" w:rsidRDefault="00845324" w:rsidP="00845324">
      <w:r>
        <w:lastRenderedPageBreak/>
        <w:t>254.1242</w:t>
      </w:r>
      <w:r>
        <w:tab/>
        <w:t>4.395e0</w:t>
      </w:r>
    </w:p>
    <w:p w:rsidR="00845324" w:rsidRDefault="00845324" w:rsidP="00845324">
      <w:r>
        <w:t>254.1567</w:t>
      </w:r>
      <w:r>
        <w:tab/>
        <w:t>4.113e0</w:t>
      </w:r>
    </w:p>
    <w:p w:rsidR="00845324" w:rsidRDefault="00845324" w:rsidP="00845324">
      <w:r>
        <w:t>254.2346</w:t>
      </w:r>
      <w:r>
        <w:tab/>
        <w:t>4.051e0</w:t>
      </w:r>
    </w:p>
    <w:p w:rsidR="00845324" w:rsidRDefault="00845324" w:rsidP="00845324">
      <w:r>
        <w:t>254.2702</w:t>
      </w:r>
      <w:r>
        <w:tab/>
        <w:t>2.025e0</w:t>
      </w:r>
    </w:p>
    <w:p w:rsidR="00845324" w:rsidRDefault="00845324" w:rsidP="00845324">
      <w:r>
        <w:t>254.3839</w:t>
      </w:r>
      <w:r>
        <w:tab/>
        <w:t>3.038e0</w:t>
      </w:r>
    </w:p>
    <w:p w:rsidR="00845324" w:rsidRDefault="00845324" w:rsidP="00845324">
      <w:r>
        <w:t>254.5325</w:t>
      </w:r>
      <w:r>
        <w:tab/>
        <w:t>2.025e0</w:t>
      </w:r>
    </w:p>
    <w:p w:rsidR="00845324" w:rsidRDefault="00845324" w:rsidP="00845324">
      <w:r>
        <w:t>254.5909</w:t>
      </w:r>
      <w:r>
        <w:tab/>
        <w:t>2.025e0</w:t>
      </w:r>
    </w:p>
    <w:p w:rsidR="00845324" w:rsidRDefault="00845324" w:rsidP="00845324">
      <w:r>
        <w:t>254.6172</w:t>
      </w:r>
      <w:r>
        <w:tab/>
        <w:t>1.013e0</w:t>
      </w:r>
    </w:p>
    <w:p w:rsidR="00845324" w:rsidRDefault="00845324" w:rsidP="00845324">
      <w:r>
        <w:t>254.6966</w:t>
      </w:r>
      <w:r>
        <w:tab/>
        <w:t>4.051e0</w:t>
      </w:r>
    </w:p>
    <w:p w:rsidR="00845324" w:rsidRDefault="00845324" w:rsidP="00845324">
      <w:r>
        <w:t>254.7259</w:t>
      </w:r>
      <w:r>
        <w:tab/>
        <w:t>2.025e0</w:t>
      </w:r>
    </w:p>
    <w:p w:rsidR="00845324" w:rsidRDefault="00845324" w:rsidP="00845324">
      <w:r>
        <w:t>254.7850</w:t>
      </w:r>
      <w:r>
        <w:tab/>
        <w:t>2.025e0</w:t>
      </w:r>
    </w:p>
    <w:p w:rsidR="00845324" w:rsidRDefault="00845324" w:rsidP="00845324">
      <w:r>
        <w:t>254.8610</w:t>
      </w:r>
      <w:r>
        <w:tab/>
        <w:t>3.038e0</w:t>
      </w:r>
    </w:p>
    <w:p w:rsidR="00845324" w:rsidRDefault="00845324" w:rsidP="00845324">
      <w:r>
        <w:t>254.9060</w:t>
      </w:r>
      <w:r>
        <w:tab/>
        <w:t>2.025e0</w:t>
      </w:r>
    </w:p>
    <w:p w:rsidR="00845324" w:rsidRDefault="00845324" w:rsidP="00845324">
      <w:r>
        <w:t>254.9684</w:t>
      </w:r>
      <w:r>
        <w:tab/>
        <w:t>4.051e0</w:t>
      </w:r>
    </w:p>
    <w:p w:rsidR="00845324" w:rsidRDefault="00845324" w:rsidP="00845324">
      <w:r>
        <w:t>255.0455</w:t>
      </w:r>
      <w:r>
        <w:tab/>
        <w:t>7.316e0</w:t>
      </w:r>
    </w:p>
    <w:p w:rsidR="00845324" w:rsidRDefault="00845324" w:rsidP="00845324">
      <w:r>
        <w:t>255.1051</w:t>
      </w:r>
      <w:r>
        <w:tab/>
        <w:t>1.353e0</w:t>
      </w:r>
    </w:p>
    <w:p w:rsidR="00845324" w:rsidRDefault="00845324" w:rsidP="00845324">
      <w:r>
        <w:t>255.1836</w:t>
      </w:r>
      <w:r>
        <w:tab/>
        <w:t>2.400e0</w:t>
      </w:r>
    </w:p>
    <w:p w:rsidR="00845324" w:rsidRDefault="00845324" w:rsidP="00845324">
      <w:r>
        <w:t>255.2164</w:t>
      </w:r>
      <w:r>
        <w:tab/>
        <w:t>4.135e0</w:t>
      </w:r>
    </w:p>
    <w:p w:rsidR="00845324" w:rsidRDefault="00845324" w:rsidP="00845324">
      <w:r>
        <w:t>255.2596</w:t>
      </w:r>
      <w:r>
        <w:tab/>
        <w:t>3.038e0</w:t>
      </w:r>
    </w:p>
    <w:p w:rsidR="00845324" w:rsidRDefault="00845324" w:rsidP="00845324">
      <w:r>
        <w:lastRenderedPageBreak/>
        <w:t>255.3524</w:t>
      </w:r>
      <w:r>
        <w:tab/>
        <w:t>1.013e0</w:t>
      </w:r>
    </w:p>
    <w:p w:rsidR="00845324" w:rsidRDefault="00845324" w:rsidP="00845324">
      <w:r>
        <w:t>255.3727</w:t>
      </w:r>
      <w:r>
        <w:tab/>
        <w:t>1.013e0</w:t>
      </w:r>
    </w:p>
    <w:p w:rsidR="00845324" w:rsidRDefault="00845324" w:rsidP="00845324">
      <w:r>
        <w:t>255.4466</w:t>
      </w:r>
      <w:r>
        <w:tab/>
        <w:t>2.025e0</w:t>
      </w:r>
    </w:p>
    <w:p w:rsidR="00845324" w:rsidRDefault="00845324" w:rsidP="00845324">
      <w:r>
        <w:t>255.5810</w:t>
      </w:r>
      <w:r>
        <w:tab/>
        <w:t>3.856e0</w:t>
      </w:r>
    </w:p>
    <w:p w:rsidR="00845324" w:rsidRDefault="00845324" w:rsidP="00845324">
      <w:r>
        <w:t>255.6499</w:t>
      </w:r>
      <w:r>
        <w:tab/>
        <w:t>3.038e0</w:t>
      </w:r>
    </w:p>
    <w:p w:rsidR="00845324" w:rsidRDefault="00845324" w:rsidP="00845324">
      <w:r>
        <w:t>255.6962</w:t>
      </w:r>
      <w:r>
        <w:tab/>
        <w:t>2.025e0</w:t>
      </w:r>
    </w:p>
    <w:p w:rsidR="00845324" w:rsidRDefault="00845324" w:rsidP="00845324">
      <w:r>
        <w:t>255.7428</w:t>
      </w:r>
      <w:r>
        <w:tab/>
        <w:t>1.013e0</w:t>
      </w:r>
    </w:p>
    <w:p w:rsidR="00845324" w:rsidRDefault="00845324" w:rsidP="00845324">
      <w:r>
        <w:t>255.7844</w:t>
      </w:r>
      <w:r>
        <w:tab/>
        <w:t>2.025e0</w:t>
      </w:r>
    </w:p>
    <w:p w:rsidR="00845324" w:rsidRDefault="00845324" w:rsidP="00845324">
      <w:r>
        <w:t>255.8837</w:t>
      </w:r>
      <w:r>
        <w:tab/>
        <w:t>3.038e0</w:t>
      </w:r>
    </w:p>
    <w:p w:rsidR="00845324" w:rsidRDefault="00845324" w:rsidP="00845324">
      <w:r>
        <w:t>255.9074</w:t>
      </w:r>
      <w:r>
        <w:tab/>
        <w:t>3.038e0</w:t>
      </w:r>
    </w:p>
    <w:p w:rsidR="00845324" w:rsidRDefault="00845324" w:rsidP="00845324">
      <w:r>
        <w:t>255.9842</w:t>
      </w:r>
      <w:r>
        <w:tab/>
        <w:t>5.091e0</w:t>
      </w:r>
    </w:p>
    <w:p w:rsidR="00845324" w:rsidRDefault="00845324" w:rsidP="00845324">
      <w:r>
        <w:t>256.0367</w:t>
      </w:r>
      <w:r>
        <w:tab/>
        <w:t>2.295e0</w:t>
      </w:r>
    </w:p>
    <w:p w:rsidR="00845324" w:rsidRDefault="00845324" w:rsidP="00845324">
      <w:r>
        <w:t>256.0792</w:t>
      </w:r>
      <w:r>
        <w:tab/>
        <w:t>4.341e0</w:t>
      </w:r>
    </w:p>
    <w:p w:rsidR="00845324" w:rsidRDefault="00845324" w:rsidP="00845324">
      <w:r>
        <w:t>256.1041</w:t>
      </w:r>
      <w:r>
        <w:tab/>
        <w:t>3.781e0</w:t>
      </w:r>
    </w:p>
    <w:p w:rsidR="00845324" w:rsidRDefault="00845324" w:rsidP="00845324">
      <w:r>
        <w:t>256.1772</w:t>
      </w:r>
      <w:r>
        <w:tab/>
        <w:t>1.709e2</w:t>
      </w:r>
    </w:p>
    <w:p w:rsidR="00845324" w:rsidRDefault="00845324" w:rsidP="00845324">
      <w:r>
        <w:t>256.2379</w:t>
      </w:r>
      <w:r>
        <w:tab/>
        <w:t>6.393e0</w:t>
      </w:r>
    </w:p>
    <w:p w:rsidR="00845324" w:rsidRDefault="00845324" w:rsidP="00845324">
      <w:r>
        <w:t>256.2897</w:t>
      </w:r>
      <w:r>
        <w:tab/>
        <w:t>3.038e0</w:t>
      </w:r>
    </w:p>
    <w:p w:rsidR="00845324" w:rsidRDefault="00845324" w:rsidP="00845324">
      <w:r>
        <w:t>256.3202</w:t>
      </w:r>
      <w:r>
        <w:tab/>
        <w:t>6.076e0</w:t>
      </w:r>
    </w:p>
    <w:p w:rsidR="00845324" w:rsidRDefault="00845324" w:rsidP="00845324">
      <w:r>
        <w:t>256.3928</w:t>
      </w:r>
      <w:r>
        <w:tab/>
        <w:t>4.051e0</w:t>
      </w:r>
    </w:p>
    <w:p w:rsidR="00845324" w:rsidRDefault="00845324" w:rsidP="00845324">
      <w:r>
        <w:lastRenderedPageBreak/>
        <w:t>256.4384</w:t>
      </w:r>
      <w:r>
        <w:tab/>
        <w:t>3.038e0</w:t>
      </w:r>
    </w:p>
    <w:p w:rsidR="00845324" w:rsidRDefault="00845324" w:rsidP="00845324">
      <w:r>
        <w:t>256.4978</w:t>
      </w:r>
      <w:r>
        <w:tab/>
        <w:t>3.038e0</w:t>
      </w:r>
    </w:p>
    <w:p w:rsidR="00845324" w:rsidRDefault="00845324" w:rsidP="00845324">
      <w:r>
        <w:t>256.5466</w:t>
      </w:r>
      <w:r>
        <w:tab/>
        <w:t>1.013e0</w:t>
      </w:r>
    </w:p>
    <w:p w:rsidR="00845324" w:rsidRDefault="00845324" w:rsidP="00845324">
      <w:r>
        <w:t>256.6150</w:t>
      </w:r>
      <w:r>
        <w:tab/>
        <w:t>3.038e0</w:t>
      </w:r>
    </w:p>
    <w:p w:rsidR="00845324" w:rsidRDefault="00845324" w:rsidP="00845324">
      <w:r>
        <w:t>256.6521</w:t>
      </w:r>
      <w:r>
        <w:tab/>
        <w:t>1.013e0</w:t>
      </w:r>
    </w:p>
    <w:p w:rsidR="00845324" w:rsidRDefault="00845324" w:rsidP="00845324">
      <w:r>
        <w:t>256.6902</w:t>
      </w:r>
      <w:r>
        <w:tab/>
        <w:t>1.013e0</w:t>
      </w:r>
    </w:p>
    <w:p w:rsidR="00845324" w:rsidRDefault="00845324" w:rsidP="00845324">
      <w:r>
        <w:t>256.7421</w:t>
      </w:r>
      <w:r>
        <w:tab/>
        <w:t>1.013e0</w:t>
      </w:r>
    </w:p>
    <w:p w:rsidR="00845324" w:rsidRDefault="00845324" w:rsidP="00845324">
      <w:r>
        <w:t>256.7721</w:t>
      </w:r>
      <w:r>
        <w:tab/>
        <w:t>3.038e0</w:t>
      </w:r>
    </w:p>
    <w:p w:rsidR="00845324" w:rsidRDefault="00845324" w:rsidP="00845324">
      <w:r>
        <w:t>256.8079</w:t>
      </w:r>
      <w:r>
        <w:tab/>
        <w:t>2.025e0</w:t>
      </w:r>
    </w:p>
    <w:p w:rsidR="00845324" w:rsidRDefault="00845324" w:rsidP="00845324">
      <w:r>
        <w:t>256.9113</w:t>
      </w:r>
      <w:r>
        <w:tab/>
        <w:t>2.307e0</w:t>
      </w:r>
    </w:p>
    <w:p w:rsidR="00845324" w:rsidRDefault="00845324" w:rsidP="00845324">
      <w:r>
        <w:t>256.9677</w:t>
      </w:r>
      <w:r>
        <w:tab/>
        <w:t>2.025e0</w:t>
      </w:r>
    </w:p>
    <w:p w:rsidR="00845324" w:rsidRDefault="00845324" w:rsidP="00845324">
      <w:r>
        <w:t>257.0144</w:t>
      </w:r>
      <w:r>
        <w:tab/>
        <w:t>1.901e0</w:t>
      </w:r>
    </w:p>
    <w:p w:rsidR="00845324" w:rsidRDefault="00845324" w:rsidP="00845324">
      <w:r>
        <w:t>257.0403</w:t>
      </w:r>
      <w:r>
        <w:tab/>
        <w:t>3.308e0</w:t>
      </w:r>
    </w:p>
    <w:p w:rsidR="00845324" w:rsidRDefault="00845324" w:rsidP="00845324">
      <w:r>
        <w:t>257.0832</w:t>
      </w:r>
      <w:r>
        <w:tab/>
        <w:t>2.025e0</w:t>
      </w:r>
    </w:p>
    <w:p w:rsidR="00845324" w:rsidRDefault="00845324" w:rsidP="00845324">
      <w:r>
        <w:t>257.1269</w:t>
      </w:r>
      <w:r>
        <w:tab/>
        <w:t>3.091e0</w:t>
      </w:r>
    </w:p>
    <w:p w:rsidR="00845324" w:rsidRDefault="00845324" w:rsidP="00845324">
      <w:r>
        <w:t>257.1799</w:t>
      </w:r>
      <w:r>
        <w:tab/>
        <w:t>2.218e1</w:t>
      </w:r>
    </w:p>
    <w:p w:rsidR="00845324" w:rsidRDefault="00845324" w:rsidP="00845324">
      <w:r>
        <w:t>257.2293</w:t>
      </w:r>
      <w:r>
        <w:tab/>
        <w:t>3.038e0</w:t>
      </w:r>
    </w:p>
    <w:p w:rsidR="00845324" w:rsidRDefault="00845324" w:rsidP="00845324">
      <w:r>
        <w:t>257.2700</w:t>
      </w:r>
      <w:r>
        <w:tab/>
        <w:t>2.025e0</w:t>
      </w:r>
    </w:p>
    <w:p w:rsidR="00845324" w:rsidRDefault="00845324" w:rsidP="00845324">
      <w:r>
        <w:t>257.3045</w:t>
      </w:r>
      <w:r>
        <w:tab/>
        <w:t>1.013e0</w:t>
      </w:r>
    </w:p>
    <w:p w:rsidR="00845324" w:rsidRDefault="00845324" w:rsidP="00845324">
      <w:r>
        <w:lastRenderedPageBreak/>
        <w:t>257.3291</w:t>
      </w:r>
      <w:r>
        <w:tab/>
        <w:t>1.013e0</w:t>
      </w:r>
    </w:p>
    <w:p w:rsidR="00845324" w:rsidRDefault="00845324" w:rsidP="00845324">
      <w:r>
        <w:t>257.3969</w:t>
      </w:r>
      <w:r>
        <w:tab/>
        <w:t>2.401e0</w:t>
      </w:r>
    </w:p>
    <w:p w:rsidR="00845324" w:rsidRDefault="00845324" w:rsidP="00845324">
      <w:r>
        <w:t>257.4335</w:t>
      </w:r>
      <w:r>
        <w:tab/>
        <w:t>2.025e0</w:t>
      </w:r>
    </w:p>
    <w:p w:rsidR="00845324" w:rsidRDefault="00845324" w:rsidP="00845324">
      <w:r>
        <w:t>257.4836</w:t>
      </w:r>
      <w:r>
        <w:tab/>
        <w:t>5.063e0</w:t>
      </w:r>
    </w:p>
    <w:p w:rsidR="00845324" w:rsidRDefault="00845324" w:rsidP="00845324">
      <w:r>
        <w:t>257.5309</w:t>
      </w:r>
      <w:r>
        <w:tab/>
        <w:t>1.013e0</w:t>
      </w:r>
    </w:p>
    <w:p w:rsidR="00845324" w:rsidRDefault="00845324" w:rsidP="00845324">
      <w:r>
        <w:t>257.5816</w:t>
      </w:r>
      <w:r>
        <w:tab/>
        <w:t>4.051e0</w:t>
      </w:r>
    </w:p>
    <w:p w:rsidR="00845324" w:rsidRDefault="00845324" w:rsidP="00845324">
      <w:r>
        <w:t>257.6406</w:t>
      </w:r>
      <w:r>
        <w:tab/>
        <w:t>2.025e0</w:t>
      </w:r>
    </w:p>
    <w:p w:rsidR="00845324" w:rsidRDefault="00845324" w:rsidP="00845324">
      <w:r>
        <w:t>257.6816</w:t>
      </w:r>
      <w:r>
        <w:tab/>
        <w:t>3.038e0</w:t>
      </w:r>
    </w:p>
    <w:p w:rsidR="00845324" w:rsidRDefault="00845324" w:rsidP="00845324">
      <w:r>
        <w:t>257.7771</w:t>
      </w:r>
      <w:r>
        <w:tab/>
        <w:t>1.013e0</w:t>
      </w:r>
    </w:p>
    <w:p w:rsidR="00845324" w:rsidRDefault="00845324" w:rsidP="00845324">
      <w:r>
        <w:t>257.8342</w:t>
      </w:r>
      <w:r>
        <w:tab/>
        <w:t>2.025e0</w:t>
      </w:r>
    </w:p>
    <w:p w:rsidR="00845324" w:rsidRDefault="00845324" w:rsidP="00845324">
      <w:r>
        <w:t>257.8835</w:t>
      </w:r>
      <w:r>
        <w:tab/>
        <w:t>4.051e0</w:t>
      </w:r>
    </w:p>
    <w:p w:rsidR="00845324" w:rsidRDefault="00845324" w:rsidP="00845324">
      <w:r>
        <w:t>257.9226</w:t>
      </w:r>
      <w:r>
        <w:tab/>
        <w:t>1.013e0</w:t>
      </w:r>
    </w:p>
    <w:p w:rsidR="00845324" w:rsidRDefault="00845324" w:rsidP="00845324">
      <w:r>
        <w:t>258.0182</w:t>
      </w:r>
      <w:r>
        <w:tab/>
        <w:t>4.585e0</w:t>
      </w:r>
    </w:p>
    <w:p w:rsidR="00845324" w:rsidRDefault="00845324" w:rsidP="00845324">
      <w:r>
        <w:t>258.0612</w:t>
      </w:r>
      <w:r>
        <w:tab/>
        <w:t>4.568e0</w:t>
      </w:r>
    </w:p>
    <w:p w:rsidR="00845324" w:rsidRDefault="00845324" w:rsidP="00845324">
      <w:r>
        <w:t>258.1033</w:t>
      </w:r>
      <w:r>
        <w:tab/>
        <w:t>4.283e0</w:t>
      </w:r>
    </w:p>
    <w:p w:rsidR="00845324" w:rsidRDefault="00845324" w:rsidP="00845324">
      <w:r>
        <w:t>258.1819</w:t>
      </w:r>
      <w:r>
        <w:tab/>
        <w:t>1.266e0</w:t>
      </w:r>
    </w:p>
    <w:p w:rsidR="00845324" w:rsidRDefault="00845324" w:rsidP="00845324">
      <w:r>
        <w:t>258.2455</w:t>
      </w:r>
      <w:r>
        <w:tab/>
        <w:t>3.913e0</w:t>
      </w:r>
    </w:p>
    <w:p w:rsidR="00845324" w:rsidRDefault="00845324" w:rsidP="00845324">
      <w:r>
        <w:t>258.2921</w:t>
      </w:r>
      <w:r>
        <w:tab/>
        <w:t>3.661e0</w:t>
      </w:r>
    </w:p>
    <w:p w:rsidR="00845324" w:rsidRDefault="00845324" w:rsidP="00845324">
      <w:r>
        <w:t>258.3315</w:t>
      </w:r>
      <w:r>
        <w:tab/>
        <w:t>4.051e0</w:t>
      </w:r>
    </w:p>
    <w:p w:rsidR="00845324" w:rsidRDefault="00845324" w:rsidP="00845324">
      <w:r>
        <w:lastRenderedPageBreak/>
        <w:t>258.3666</w:t>
      </w:r>
      <w:r>
        <w:tab/>
        <w:t>1.013e0</w:t>
      </w:r>
    </w:p>
    <w:p w:rsidR="00845324" w:rsidRDefault="00845324" w:rsidP="00845324">
      <w:r>
        <w:t>258.4005</w:t>
      </w:r>
      <w:r>
        <w:tab/>
        <w:t>1.013e0</w:t>
      </w:r>
    </w:p>
    <w:p w:rsidR="00845324" w:rsidRDefault="00845324" w:rsidP="00845324">
      <w:r>
        <w:t>258.4825</w:t>
      </w:r>
      <w:r>
        <w:tab/>
        <w:t>2.025e0</w:t>
      </w:r>
    </w:p>
    <w:p w:rsidR="00845324" w:rsidRDefault="00845324" w:rsidP="00845324">
      <w:r>
        <w:t>258.5304</w:t>
      </w:r>
      <w:r>
        <w:tab/>
        <w:t>2.025e0</w:t>
      </w:r>
    </w:p>
    <w:p w:rsidR="00845324" w:rsidRDefault="00845324" w:rsidP="00845324">
      <w:r>
        <w:t>258.5886</w:t>
      </w:r>
      <w:r>
        <w:tab/>
        <w:t>2.025e0</w:t>
      </w:r>
    </w:p>
    <w:p w:rsidR="00845324" w:rsidRDefault="00845324" w:rsidP="00845324">
      <w:r>
        <w:t>258.6424</w:t>
      </w:r>
      <w:r>
        <w:tab/>
        <w:t>2.025e0</w:t>
      </w:r>
    </w:p>
    <w:p w:rsidR="00845324" w:rsidRDefault="00845324" w:rsidP="00845324">
      <w:r>
        <w:t>258.7000</w:t>
      </w:r>
      <w:r>
        <w:tab/>
        <w:t>1.013e0</w:t>
      </w:r>
    </w:p>
    <w:p w:rsidR="00845324" w:rsidRDefault="00845324" w:rsidP="00845324">
      <w:r>
        <w:t>258.7391</w:t>
      </w:r>
      <w:r>
        <w:tab/>
        <w:t>1.013e0</w:t>
      </w:r>
    </w:p>
    <w:p w:rsidR="00845324" w:rsidRDefault="00845324" w:rsidP="00845324">
      <w:r>
        <w:t>258.7944</w:t>
      </w:r>
      <w:r>
        <w:tab/>
        <w:t>4.589e0</w:t>
      </w:r>
    </w:p>
    <w:p w:rsidR="00845324" w:rsidRDefault="00845324" w:rsidP="00845324">
      <w:r>
        <w:t>258.8748</w:t>
      </w:r>
      <w:r>
        <w:tab/>
        <w:t>1.013e0</w:t>
      </w:r>
    </w:p>
    <w:p w:rsidR="00845324" w:rsidRDefault="00845324" w:rsidP="00845324">
      <w:r>
        <w:t>258.9178</w:t>
      </w:r>
      <w:r>
        <w:tab/>
        <w:t>3.038e0</w:t>
      </w:r>
    </w:p>
    <w:p w:rsidR="00845324" w:rsidRDefault="00845324" w:rsidP="00845324">
      <w:r>
        <w:t>258.9776</w:t>
      </w:r>
      <w:r>
        <w:tab/>
        <w:t>3.038e0</w:t>
      </w:r>
    </w:p>
    <w:p w:rsidR="00845324" w:rsidRDefault="00845324" w:rsidP="00845324">
      <w:r>
        <w:t>259.0546</w:t>
      </w:r>
      <w:r>
        <w:tab/>
        <w:t>7.089e0</w:t>
      </w:r>
    </w:p>
    <w:p w:rsidR="00845324" w:rsidRDefault="00845324" w:rsidP="00845324">
      <w:r>
        <w:t>259.1142</w:t>
      </w:r>
      <w:r>
        <w:tab/>
        <w:t>8.715e0</w:t>
      </w:r>
    </w:p>
    <w:p w:rsidR="00845324" w:rsidRDefault="00845324" w:rsidP="00845324">
      <w:r>
        <w:t>259.1564</w:t>
      </w:r>
      <w:r>
        <w:tab/>
        <w:t>3.467e0</w:t>
      </w:r>
    </w:p>
    <w:p w:rsidR="00845324" w:rsidRDefault="00845324" w:rsidP="00845324">
      <w:r>
        <w:t>259.2775</w:t>
      </w:r>
      <w:r>
        <w:tab/>
        <w:t>1.962e0</w:t>
      </w:r>
    </w:p>
    <w:p w:rsidR="00845324" w:rsidRDefault="00845324" w:rsidP="00845324">
      <w:r>
        <w:t>259.3669</w:t>
      </w:r>
      <w:r>
        <w:tab/>
        <w:t>2.025e0</w:t>
      </w:r>
    </w:p>
    <w:p w:rsidR="00845324" w:rsidRDefault="00845324" w:rsidP="00845324">
      <w:r>
        <w:t>259.3977</w:t>
      </w:r>
      <w:r>
        <w:tab/>
        <w:t>2.025e0</w:t>
      </w:r>
    </w:p>
    <w:p w:rsidR="00845324" w:rsidRDefault="00845324" w:rsidP="00845324">
      <w:r>
        <w:t>259.4267</w:t>
      </w:r>
      <w:r>
        <w:tab/>
        <w:t>1.256e0</w:t>
      </w:r>
    </w:p>
    <w:p w:rsidR="00845324" w:rsidRDefault="00845324" w:rsidP="00845324">
      <w:r>
        <w:lastRenderedPageBreak/>
        <w:t>259.4869</w:t>
      </w:r>
      <w:r>
        <w:tab/>
        <w:t>1.013e0</w:t>
      </w:r>
    </w:p>
    <w:p w:rsidR="00845324" w:rsidRDefault="00845324" w:rsidP="00845324">
      <w:r>
        <w:t>259.5562</w:t>
      </w:r>
      <w:r>
        <w:tab/>
        <w:t>1.013e0</w:t>
      </w:r>
    </w:p>
    <w:p w:rsidR="00845324" w:rsidRDefault="00845324" w:rsidP="00845324">
      <w:r>
        <w:t>259.5995</w:t>
      </w:r>
      <w:r>
        <w:tab/>
        <w:t>4.051e0</w:t>
      </w:r>
    </w:p>
    <w:p w:rsidR="00845324" w:rsidRDefault="00845324" w:rsidP="00845324">
      <w:r>
        <w:t>259.6366</w:t>
      </w:r>
      <w:r>
        <w:tab/>
        <w:t>2.025e0</w:t>
      </w:r>
    </w:p>
    <w:p w:rsidR="00845324" w:rsidRDefault="00845324" w:rsidP="00845324">
      <w:r>
        <w:t>259.6765</w:t>
      </w:r>
      <w:r>
        <w:tab/>
        <w:t>2.025e0</w:t>
      </w:r>
    </w:p>
    <w:p w:rsidR="00845324" w:rsidRDefault="00845324" w:rsidP="00845324">
      <w:r>
        <w:t>259.7138</w:t>
      </w:r>
      <w:r>
        <w:tab/>
        <w:t>2.025e0</w:t>
      </w:r>
    </w:p>
    <w:p w:rsidR="00845324" w:rsidRDefault="00845324" w:rsidP="00845324">
      <w:r>
        <w:t>259.7620</w:t>
      </w:r>
      <w:r>
        <w:tab/>
        <w:t>2.025e0</w:t>
      </w:r>
    </w:p>
    <w:p w:rsidR="00845324" w:rsidRDefault="00845324" w:rsidP="00845324">
      <w:r>
        <w:t>259.8162</w:t>
      </w:r>
      <w:r>
        <w:tab/>
        <w:t>1.013e0</w:t>
      </w:r>
    </w:p>
    <w:p w:rsidR="00845324" w:rsidRDefault="00845324" w:rsidP="00845324">
      <w:r>
        <w:t>259.8501</w:t>
      </w:r>
      <w:r>
        <w:tab/>
        <w:t>2.025e0</w:t>
      </w:r>
    </w:p>
    <w:p w:rsidR="00845324" w:rsidRDefault="00845324" w:rsidP="00845324">
      <w:r>
        <w:t>259.9003</w:t>
      </w:r>
      <w:r>
        <w:tab/>
        <w:t>2.025e0</w:t>
      </w:r>
    </w:p>
    <w:p w:rsidR="00845324" w:rsidRDefault="00845324" w:rsidP="00845324">
      <w:r>
        <w:t>259.9462</w:t>
      </w:r>
      <w:r>
        <w:tab/>
        <w:t>3.212e0</w:t>
      </w:r>
    </w:p>
    <w:p w:rsidR="00845324" w:rsidRDefault="00845324" w:rsidP="00845324">
      <w:r>
        <w:t>259.9829</w:t>
      </w:r>
      <w:r>
        <w:tab/>
        <w:t>2.025e0</w:t>
      </w:r>
    </w:p>
    <w:p w:rsidR="00845324" w:rsidRDefault="00845324" w:rsidP="00845324">
      <w:r>
        <w:t>260.0186</w:t>
      </w:r>
      <w:r>
        <w:tab/>
        <w:t>2.429e0</w:t>
      </w:r>
    </w:p>
    <w:p w:rsidR="00845324" w:rsidRDefault="00845324" w:rsidP="00845324">
      <w:r>
        <w:t>260.0717</w:t>
      </w:r>
      <w:r>
        <w:tab/>
        <w:t>3.038e0</w:t>
      </w:r>
    </w:p>
    <w:p w:rsidR="00845324" w:rsidRDefault="00845324" w:rsidP="00845324">
      <w:r>
        <w:t>260.1346</w:t>
      </w:r>
      <w:r>
        <w:tab/>
        <w:t>9.250e0</w:t>
      </w:r>
    </w:p>
    <w:p w:rsidR="00845324" w:rsidRDefault="00845324" w:rsidP="00845324">
      <w:r>
        <w:t>260.1975</w:t>
      </w:r>
      <w:r>
        <w:tab/>
        <w:t>2.565e0</w:t>
      </w:r>
    </w:p>
    <w:p w:rsidR="00845324" w:rsidRDefault="00845324" w:rsidP="00845324">
      <w:r>
        <w:t>260.3133</w:t>
      </w:r>
      <w:r>
        <w:tab/>
        <w:t>2.025e0</w:t>
      </w:r>
    </w:p>
    <w:p w:rsidR="00845324" w:rsidRDefault="00845324" w:rsidP="00845324">
      <w:r>
        <w:t>260.3853</w:t>
      </w:r>
      <w:r>
        <w:tab/>
        <w:t>1.013e0</w:t>
      </w:r>
    </w:p>
    <w:p w:rsidR="00845324" w:rsidRDefault="00845324" w:rsidP="00845324">
      <w:r>
        <w:t>260.4201</w:t>
      </w:r>
      <w:r>
        <w:tab/>
        <w:t>1.013e0</w:t>
      </w:r>
    </w:p>
    <w:p w:rsidR="00845324" w:rsidRDefault="00845324" w:rsidP="00845324">
      <w:r>
        <w:lastRenderedPageBreak/>
        <w:t>260.4549</w:t>
      </w:r>
      <w:r>
        <w:tab/>
        <w:t>1.013e0</w:t>
      </w:r>
    </w:p>
    <w:p w:rsidR="00845324" w:rsidRDefault="00845324" w:rsidP="00845324">
      <w:r>
        <w:t>260.5146</w:t>
      </w:r>
      <w:r>
        <w:tab/>
        <w:t>1.013e0</w:t>
      </w:r>
    </w:p>
    <w:p w:rsidR="00845324" w:rsidRDefault="00845324" w:rsidP="00845324">
      <w:r>
        <w:t>260.5582</w:t>
      </w:r>
      <w:r>
        <w:tab/>
        <w:t>2.025e0</w:t>
      </w:r>
    </w:p>
    <w:p w:rsidR="00845324" w:rsidRDefault="00845324" w:rsidP="00845324">
      <w:r>
        <w:t>260.6350</w:t>
      </w:r>
      <w:r>
        <w:tab/>
        <w:t>5.063e0</w:t>
      </w:r>
    </w:p>
    <w:p w:rsidR="00845324" w:rsidRDefault="00845324" w:rsidP="00845324">
      <w:r>
        <w:t>260.6905</w:t>
      </w:r>
      <w:r>
        <w:tab/>
        <w:t>1.013e0</w:t>
      </w:r>
    </w:p>
    <w:p w:rsidR="00845324" w:rsidRDefault="00845324" w:rsidP="00845324">
      <w:r>
        <w:t>260.7198</w:t>
      </w:r>
      <w:r>
        <w:tab/>
        <w:t>3.038e0</w:t>
      </w:r>
    </w:p>
    <w:p w:rsidR="00845324" w:rsidRDefault="00845324" w:rsidP="00845324">
      <w:r>
        <w:t>260.7939</w:t>
      </w:r>
      <w:r>
        <w:tab/>
        <w:t>2.025e0</w:t>
      </w:r>
    </w:p>
    <w:p w:rsidR="00845324" w:rsidRDefault="00845324" w:rsidP="00845324">
      <w:r>
        <w:t>260.8386</w:t>
      </w:r>
      <w:r>
        <w:tab/>
        <w:t>2.025e0</w:t>
      </w:r>
    </w:p>
    <w:p w:rsidR="00845324" w:rsidRDefault="00845324" w:rsidP="00845324">
      <w:r>
        <w:t>260.8791</w:t>
      </w:r>
      <w:r>
        <w:tab/>
        <w:t>2.025e0</w:t>
      </w:r>
    </w:p>
    <w:p w:rsidR="00845324" w:rsidRDefault="00845324" w:rsidP="00845324">
      <w:r>
        <w:t>260.9114</w:t>
      </w:r>
      <w:r>
        <w:tab/>
        <w:t>8.101e0</w:t>
      </w:r>
    </w:p>
    <w:p w:rsidR="00845324" w:rsidRDefault="00845324" w:rsidP="00845324">
      <w:r>
        <w:t>260.9901</w:t>
      </w:r>
      <w:r>
        <w:tab/>
        <w:t>5.063e0</w:t>
      </w:r>
    </w:p>
    <w:p w:rsidR="00845324" w:rsidRDefault="00845324" w:rsidP="00845324">
      <w:r>
        <w:t>261.0194</w:t>
      </w:r>
      <w:r>
        <w:tab/>
        <w:t>1.013e1</w:t>
      </w:r>
    </w:p>
    <w:p w:rsidR="00845324" w:rsidRDefault="00845324" w:rsidP="00845324">
      <w:r>
        <w:t>261.1317</w:t>
      </w:r>
      <w:r>
        <w:tab/>
        <w:t>1.604e2</w:t>
      </w:r>
    </w:p>
    <w:p w:rsidR="00845324" w:rsidRDefault="00845324" w:rsidP="00845324">
      <w:r>
        <w:t>261.1979</w:t>
      </w:r>
      <w:r>
        <w:tab/>
        <w:t>8.213e0</w:t>
      </w:r>
    </w:p>
    <w:p w:rsidR="00845324" w:rsidRDefault="00845324" w:rsidP="00845324">
      <w:r>
        <w:t>261.2348</w:t>
      </w:r>
      <w:r>
        <w:tab/>
        <w:t>2.724e0</w:t>
      </w:r>
    </w:p>
    <w:p w:rsidR="00845324" w:rsidRDefault="00845324" w:rsidP="00845324">
      <w:r>
        <w:t>261.2928</w:t>
      </w:r>
      <w:r>
        <w:tab/>
        <w:t>7.089e0</w:t>
      </w:r>
    </w:p>
    <w:p w:rsidR="00845324" w:rsidRDefault="00845324" w:rsidP="00845324">
      <w:r>
        <w:t>261.3263</w:t>
      </w:r>
      <w:r>
        <w:tab/>
        <w:t>2.025e0</w:t>
      </w:r>
    </w:p>
    <w:p w:rsidR="00845324" w:rsidRDefault="00845324" w:rsidP="00845324">
      <w:r>
        <w:t>261.3875</w:t>
      </w:r>
      <w:r>
        <w:tab/>
        <w:t>4.051e0</w:t>
      </w:r>
    </w:p>
    <w:p w:rsidR="00845324" w:rsidRDefault="00845324" w:rsidP="00845324">
      <w:r>
        <w:t>261.4373</w:t>
      </w:r>
      <w:r>
        <w:tab/>
        <w:t>2.025e0</w:t>
      </w:r>
    </w:p>
    <w:p w:rsidR="00845324" w:rsidRDefault="00845324" w:rsidP="00845324">
      <w:r>
        <w:lastRenderedPageBreak/>
        <w:t>261.4897</w:t>
      </w:r>
      <w:r>
        <w:tab/>
        <w:t>2.025e0</w:t>
      </w:r>
    </w:p>
    <w:p w:rsidR="00845324" w:rsidRDefault="00845324" w:rsidP="00845324">
      <w:r>
        <w:t>261.5186</w:t>
      </w:r>
      <w:r>
        <w:tab/>
        <w:t>4.051e0</w:t>
      </w:r>
    </w:p>
    <w:p w:rsidR="00845324" w:rsidRDefault="00845324" w:rsidP="00845324">
      <w:r>
        <w:t>261.5559</w:t>
      </w:r>
      <w:r>
        <w:tab/>
        <w:t>2.025e0</w:t>
      </w:r>
    </w:p>
    <w:p w:rsidR="00845324" w:rsidRDefault="00845324" w:rsidP="00845324">
      <w:r>
        <w:t>261.5880</w:t>
      </w:r>
      <w:r>
        <w:tab/>
        <w:t>2.025e0</w:t>
      </w:r>
    </w:p>
    <w:p w:rsidR="00845324" w:rsidRDefault="00845324" w:rsidP="00845324">
      <w:r>
        <w:t>261.6313</w:t>
      </w:r>
      <w:r>
        <w:tab/>
        <w:t>2.025e0</w:t>
      </w:r>
    </w:p>
    <w:p w:rsidR="00845324" w:rsidRDefault="00845324" w:rsidP="00845324">
      <w:r>
        <w:t>261.6785</w:t>
      </w:r>
      <w:r>
        <w:tab/>
        <w:t>1.013e0</w:t>
      </w:r>
    </w:p>
    <w:p w:rsidR="00845324" w:rsidRDefault="00845324" w:rsidP="00845324">
      <w:r>
        <w:t>261.7086</w:t>
      </w:r>
      <w:r>
        <w:tab/>
        <w:t>2.025e0</w:t>
      </w:r>
    </w:p>
    <w:p w:rsidR="00845324" w:rsidRDefault="00845324" w:rsidP="00845324">
      <w:r>
        <w:t>261.7791</w:t>
      </w:r>
      <w:r>
        <w:tab/>
        <w:t>6.076e0</w:t>
      </w:r>
    </w:p>
    <w:p w:rsidR="00845324" w:rsidRDefault="00845324" w:rsidP="00845324">
      <w:r>
        <w:t>261.8371</w:t>
      </w:r>
      <w:r>
        <w:tab/>
        <w:t>2.025e0</w:t>
      </w:r>
    </w:p>
    <w:p w:rsidR="00845324" w:rsidRDefault="00845324" w:rsidP="00845324">
      <w:r>
        <w:t>261.8917</w:t>
      </w:r>
      <w:r>
        <w:tab/>
        <w:t>2.025e0</w:t>
      </w:r>
    </w:p>
    <w:p w:rsidR="00845324" w:rsidRDefault="00845324" w:rsidP="00845324">
      <w:r>
        <w:t>261.9181</w:t>
      </w:r>
      <w:r>
        <w:tab/>
        <w:t>5.063e0</w:t>
      </w:r>
    </w:p>
    <w:p w:rsidR="00845324" w:rsidRDefault="00845324" w:rsidP="00845324">
      <w:r>
        <w:t>261.9778</w:t>
      </w:r>
      <w:r>
        <w:tab/>
        <w:t>6.377e0</w:t>
      </w:r>
    </w:p>
    <w:p w:rsidR="00845324" w:rsidRDefault="00845324" w:rsidP="00845324">
      <w:r>
        <w:t>262.0311</w:t>
      </w:r>
      <w:r>
        <w:tab/>
        <w:t>2.025e0</w:t>
      </w:r>
    </w:p>
    <w:p w:rsidR="00845324" w:rsidRDefault="00845324" w:rsidP="00845324">
      <w:r>
        <w:t>262.1347</w:t>
      </w:r>
      <w:r>
        <w:tab/>
        <w:t>2.333e1</w:t>
      </w:r>
    </w:p>
    <w:p w:rsidR="00845324" w:rsidRDefault="00845324" w:rsidP="00845324">
      <w:r>
        <w:t>262.1957</w:t>
      </w:r>
      <w:r>
        <w:tab/>
        <w:t>1.695e1</w:t>
      </w:r>
    </w:p>
    <w:p w:rsidR="00845324" w:rsidRDefault="00845324" w:rsidP="00845324">
      <w:r>
        <w:t>262.2460</w:t>
      </w:r>
      <w:r>
        <w:tab/>
        <w:t>3.736e0</w:t>
      </w:r>
    </w:p>
    <w:p w:rsidR="00845324" w:rsidRDefault="00845324" w:rsidP="00845324">
      <w:r>
        <w:t>262.2804</w:t>
      </w:r>
      <w:r>
        <w:tab/>
        <w:t>3.038e0</w:t>
      </w:r>
    </w:p>
    <w:p w:rsidR="00845324" w:rsidRDefault="00845324" w:rsidP="00845324">
      <w:r>
        <w:t>262.3154</w:t>
      </w:r>
      <w:r>
        <w:tab/>
        <w:t>1.013e0</w:t>
      </w:r>
    </w:p>
    <w:p w:rsidR="00845324" w:rsidRDefault="00845324" w:rsidP="00845324">
      <w:r>
        <w:t>262.4618</w:t>
      </w:r>
      <w:r>
        <w:tab/>
        <w:t>4.051e0</w:t>
      </w:r>
    </w:p>
    <w:p w:rsidR="00845324" w:rsidRDefault="00845324" w:rsidP="00845324">
      <w:r>
        <w:lastRenderedPageBreak/>
        <w:t>262.4997</w:t>
      </w:r>
      <w:r>
        <w:tab/>
        <w:t>2.025e0</w:t>
      </w:r>
    </w:p>
    <w:p w:rsidR="00845324" w:rsidRDefault="00845324" w:rsidP="00845324">
      <w:r>
        <w:t>262.5557</w:t>
      </w:r>
      <w:r>
        <w:tab/>
        <w:t>1.013e0</w:t>
      </w:r>
    </w:p>
    <w:p w:rsidR="00845324" w:rsidRDefault="00845324" w:rsidP="00845324">
      <w:r>
        <w:t>262.5857</w:t>
      </w:r>
      <w:r>
        <w:tab/>
        <w:t>1.013e0</w:t>
      </w:r>
    </w:p>
    <w:p w:rsidR="00845324" w:rsidRDefault="00845324" w:rsidP="00845324">
      <w:r>
        <w:t>262.6410</w:t>
      </w:r>
      <w:r>
        <w:tab/>
        <w:t>1.013e0</w:t>
      </w:r>
    </w:p>
    <w:p w:rsidR="00845324" w:rsidRDefault="00845324" w:rsidP="00845324">
      <w:r>
        <w:t>262.6712</w:t>
      </w:r>
      <w:r>
        <w:tab/>
        <w:t>1.013e0</w:t>
      </w:r>
    </w:p>
    <w:p w:rsidR="00845324" w:rsidRDefault="00845324" w:rsidP="00845324">
      <w:r>
        <w:t>262.6977</w:t>
      </w:r>
      <w:r>
        <w:tab/>
        <w:t>1.013e0</w:t>
      </w:r>
    </w:p>
    <w:p w:rsidR="00845324" w:rsidRDefault="00845324" w:rsidP="00845324">
      <w:r>
        <w:t>262.7544</w:t>
      </w:r>
      <w:r>
        <w:tab/>
        <w:t>3.943e0</w:t>
      </w:r>
    </w:p>
    <w:p w:rsidR="00845324" w:rsidRDefault="00845324" w:rsidP="00845324">
      <w:r>
        <w:t>262.7863</w:t>
      </w:r>
      <w:r>
        <w:tab/>
        <w:t>2.025e0</w:t>
      </w:r>
    </w:p>
    <w:p w:rsidR="00845324" w:rsidRDefault="00845324" w:rsidP="00845324">
      <w:r>
        <w:t>262.8603</w:t>
      </w:r>
      <w:r>
        <w:tab/>
        <w:t>4.051e0</w:t>
      </w:r>
    </w:p>
    <w:p w:rsidR="00845324" w:rsidRDefault="00845324" w:rsidP="00845324">
      <w:r>
        <w:t>262.9091</w:t>
      </w:r>
      <w:r>
        <w:tab/>
        <w:t>1.013e0</w:t>
      </w:r>
    </w:p>
    <w:p w:rsidR="00845324" w:rsidRDefault="00845324" w:rsidP="00845324">
      <w:r>
        <w:t>262.9681</w:t>
      </w:r>
      <w:r>
        <w:tab/>
        <w:t>3.038e0</w:t>
      </w:r>
    </w:p>
    <w:p w:rsidR="00845324" w:rsidRDefault="00845324" w:rsidP="00845324">
      <w:r>
        <w:t>262.9972</w:t>
      </w:r>
      <w:r>
        <w:tab/>
        <w:t>2.025e0</w:t>
      </w:r>
    </w:p>
    <w:p w:rsidR="00845324" w:rsidRDefault="00845324" w:rsidP="00845324">
      <w:r>
        <w:t>263.0452</w:t>
      </w:r>
      <w:r>
        <w:tab/>
        <w:t>5.063e0</w:t>
      </w:r>
    </w:p>
    <w:p w:rsidR="00845324" w:rsidRDefault="00845324" w:rsidP="00845324">
      <w:r>
        <w:t>263.1096</w:t>
      </w:r>
      <w:r>
        <w:tab/>
        <w:t>6.308e0</w:t>
      </w:r>
    </w:p>
    <w:p w:rsidR="00845324" w:rsidRDefault="00845324" w:rsidP="00845324">
      <w:r>
        <w:t>263.1654</w:t>
      </w:r>
      <w:r>
        <w:tab/>
        <w:t>2.045e0</w:t>
      </w:r>
    </w:p>
    <w:p w:rsidR="00845324" w:rsidRDefault="00845324" w:rsidP="00845324">
      <w:r>
        <w:t>263.2251</w:t>
      </w:r>
      <w:r>
        <w:tab/>
        <w:t>9.070e0</w:t>
      </w:r>
    </w:p>
    <w:p w:rsidR="00845324" w:rsidRDefault="00845324" w:rsidP="00845324">
      <w:r>
        <w:t>263.2520</w:t>
      </w:r>
      <w:r>
        <w:tab/>
        <w:t>3.430e0</w:t>
      </w:r>
    </w:p>
    <w:p w:rsidR="00845324" w:rsidRDefault="00845324" w:rsidP="00845324">
      <w:r>
        <w:t>263.3197</w:t>
      </w:r>
      <w:r>
        <w:tab/>
        <w:t>3.038e0</w:t>
      </w:r>
    </w:p>
    <w:p w:rsidR="00845324" w:rsidRDefault="00845324" w:rsidP="00845324">
      <w:r>
        <w:t>263.3661</w:t>
      </w:r>
      <w:r>
        <w:tab/>
        <w:t>1.013e0</w:t>
      </w:r>
    </w:p>
    <w:p w:rsidR="00845324" w:rsidRDefault="00845324" w:rsidP="00845324">
      <w:r>
        <w:lastRenderedPageBreak/>
        <w:t>263.4625</w:t>
      </w:r>
      <w:r>
        <w:tab/>
        <w:t>2.025e0</w:t>
      </w:r>
    </w:p>
    <w:p w:rsidR="00845324" w:rsidRDefault="00845324" w:rsidP="00845324">
      <w:r>
        <w:t>263.5437</w:t>
      </w:r>
      <w:r>
        <w:tab/>
        <w:t>1.013e0</w:t>
      </w:r>
    </w:p>
    <w:p w:rsidR="00845324" w:rsidRDefault="00845324" w:rsidP="00845324">
      <w:r>
        <w:t>263.5639</w:t>
      </w:r>
      <w:r>
        <w:tab/>
        <w:t>1.013e0</w:t>
      </w:r>
    </w:p>
    <w:p w:rsidR="00845324" w:rsidRDefault="00845324" w:rsidP="00845324">
      <w:r>
        <w:t>263.6265</w:t>
      </w:r>
      <w:r>
        <w:tab/>
        <w:t>3.038e0</w:t>
      </w:r>
    </w:p>
    <w:p w:rsidR="00845324" w:rsidRDefault="00845324" w:rsidP="00845324">
      <w:r>
        <w:t>263.6741</w:t>
      </w:r>
      <w:r>
        <w:tab/>
        <w:t>2.025e0</w:t>
      </w:r>
    </w:p>
    <w:p w:rsidR="00845324" w:rsidRDefault="00845324" w:rsidP="00845324">
      <w:r>
        <w:t>263.7247</w:t>
      </w:r>
      <w:r>
        <w:tab/>
        <w:t>1.013e0</w:t>
      </w:r>
    </w:p>
    <w:p w:rsidR="00845324" w:rsidRDefault="00845324" w:rsidP="00845324">
      <w:r>
        <w:t>263.8663</w:t>
      </w:r>
      <w:r>
        <w:tab/>
        <w:t>3.038e0</w:t>
      </w:r>
    </w:p>
    <w:p w:rsidR="00845324" w:rsidRDefault="00845324" w:rsidP="00845324">
      <w:r>
        <w:t>263.9277</w:t>
      </w:r>
      <w:r>
        <w:tab/>
        <w:t>2.025e0</w:t>
      </w:r>
    </w:p>
    <w:p w:rsidR="00845324" w:rsidRDefault="00845324" w:rsidP="00845324">
      <w:r>
        <w:t>263.9707</w:t>
      </w:r>
      <w:r>
        <w:tab/>
        <w:t>3.038e0</w:t>
      </w:r>
    </w:p>
    <w:p w:rsidR="00845324" w:rsidRDefault="00845324" w:rsidP="00845324">
      <w:r>
        <w:t>264.0095</w:t>
      </w:r>
      <w:r>
        <w:tab/>
        <w:t>4.051e0</w:t>
      </w:r>
    </w:p>
    <w:p w:rsidR="00845324" w:rsidRDefault="00845324" w:rsidP="00845324">
      <w:r>
        <w:t>264.0388</w:t>
      </w:r>
      <w:r>
        <w:tab/>
        <w:t>2.025e0</w:t>
      </w:r>
    </w:p>
    <w:p w:rsidR="00845324" w:rsidRDefault="00845324" w:rsidP="00845324">
      <w:r>
        <w:t>264.1109</w:t>
      </w:r>
      <w:r>
        <w:tab/>
        <w:t>1.635e0</w:t>
      </w:r>
    </w:p>
    <w:p w:rsidR="00845324" w:rsidRDefault="00845324" w:rsidP="00845324">
      <w:r>
        <w:t>264.1599</w:t>
      </w:r>
      <w:r>
        <w:tab/>
        <w:t>1.639e0</w:t>
      </w:r>
    </w:p>
    <w:p w:rsidR="00845324" w:rsidRDefault="00845324" w:rsidP="00845324">
      <w:r>
        <w:t>264.2200</w:t>
      </w:r>
      <w:r>
        <w:tab/>
        <w:t>1.470e0</w:t>
      </w:r>
    </w:p>
    <w:p w:rsidR="00845324" w:rsidRDefault="00845324" w:rsidP="00845324">
      <w:r>
        <w:t>264.2505</w:t>
      </w:r>
      <w:r>
        <w:tab/>
        <w:t>4.561e0</w:t>
      </w:r>
    </w:p>
    <w:p w:rsidR="00845324" w:rsidRDefault="00845324" w:rsidP="00845324">
      <w:r>
        <w:t>264.2883</w:t>
      </w:r>
      <w:r>
        <w:tab/>
        <w:t>1.013e0</w:t>
      </w:r>
    </w:p>
    <w:p w:rsidR="00845324" w:rsidRDefault="00845324" w:rsidP="00845324">
      <w:r>
        <w:t>264.3488</w:t>
      </w:r>
      <w:r>
        <w:tab/>
        <w:t>1.013e0</w:t>
      </w:r>
    </w:p>
    <w:p w:rsidR="00845324" w:rsidRDefault="00845324" w:rsidP="00845324">
      <w:r>
        <w:t>264.3891</w:t>
      </w:r>
      <w:r>
        <w:tab/>
        <w:t>1.013e0</w:t>
      </w:r>
    </w:p>
    <w:p w:rsidR="00845324" w:rsidRDefault="00845324" w:rsidP="00845324">
      <w:r>
        <w:t>264.5189</w:t>
      </w:r>
      <w:r>
        <w:tab/>
        <w:t>1.013e0</w:t>
      </w:r>
    </w:p>
    <w:p w:rsidR="00845324" w:rsidRDefault="00845324" w:rsidP="00845324">
      <w:r>
        <w:lastRenderedPageBreak/>
        <w:t>264.5705</w:t>
      </w:r>
      <w:r>
        <w:tab/>
        <w:t>1.013e0</w:t>
      </w:r>
    </w:p>
    <w:p w:rsidR="00845324" w:rsidRDefault="00845324" w:rsidP="00845324">
      <w:r>
        <w:t>264.7034</w:t>
      </w:r>
      <w:r>
        <w:tab/>
        <w:t>3.038e0</w:t>
      </w:r>
    </w:p>
    <w:p w:rsidR="00845324" w:rsidRDefault="00845324" w:rsidP="00845324">
      <w:r>
        <w:t>264.7648</w:t>
      </w:r>
      <w:r>
        <w:tab/>
        <w:t>2.025e0</w:t>
      </w:r>
    </w:p>
    <w:p w:rsidR="00845324" w:rsidRDefault="00845324" w:rsidP="00845324">
      <w:r>
        <w:t>264.7912</w:t>
      </w:r>
      <w:r>
        <w:tab/>
        <w:t>1.013e0</w:t>
      </w:r>
    </w:p>
    <w:p w:rsidR="00845324" w:rsidRDefault="00845324" w:rsidP="00845324">
      <w:r>
        <w:t>264.8292</w:t>
      </w:r>
      <w:r>
        <w:tab/>
        <w:t>1.013e0</w:t>
      </w:r>
    </w:p>
    <w:p w:rsidR="00845324" w:rsidRDefault="00845324" w:rsidP="00845324">
      <w:r>
        <w:t>264.8897</w:t>
      </w:r>
      <w:r>
        <w:tab/>
        <w:t>1.013e0</w:t>
      </w:r>
    </w:p>
    <w:p w:rsidR="00845324" w:rsidRDefault="00845324" w:rsidP="00845324">
      <w:r>
        <w:t>264.9333</w:t>
      </w:r>
      <w:r>
        <w:tab/>
        <w:t>3.038e0</w:t>
      </w:r>
    </w:p>
    <w:p w:rsidR="00845324" w:rsidRDefault="00845324" w:rsidP="00845324">
      <w:r>
        <w:t>264.9907</w:t>
      </w:r>
      <w:r>
        <w:tab/>
        <w:t>4.051e0</w:t>
      </w:r>
    </w:p>
    <w:p w:rsidR="00845324" w:rsidRDefault="00845324" w:rsidP="00845324">
      <w:r>
        <w:t>265.0384</w:t>
      </w:r>
      <w:r>
        <w:tab/>
        <w:t>5.063e0</w:t>
      </w:r>
    </w:p>
    <w:p w:rsidR="00845324" w:rsidRDefault="00845324" w:rsidP="00845324">
      <w:r>
        <w:t>265.0713</w:t>
      </w:r>
      <w:r>
        <w:tab/>
        <w:t>1.013e0</w:t>
      </w:r>
    </w:p>
    <w:p w:rsidR="00845324" w:rsidRDefault="00845324" w:rsidP="00845324">
      <w:r>
        <w:t>265.1224</w:t>
      </w:r>
      <w:r>
        <w:tab/>
        <w:t>2.442e0</w:t>
      </w:r>
    </w:p>
    <w:p w:rsidR="00845324" w:rsidRDefault="00845324" w:rsidP="00845324">
      <w:r>
        <w:t>265.2351</w:t>
      </w:r>
      <w:r>
        <w:tab/>
        <w:t>6.578e0</w:t>
      </w:r>
    </w:p>
    <w:p w:rsidR="00845324" w:rsidRDefault="00845324" w:rsidP="00845324">
      <w:r>
        <w:t>265.2883</w:t>
      </w:r>
      <w:r>
        <w:tab/>
        <w:t>2.025e0</w:t>
      </w:r>
    </w:p>
    <w:p w:rsidR="00845324" w:rsidRDefault="00845324" w:rsidP="00845324">
      <w:r>
        <w:t>265.3498</w:t>
      </w:r>
      <w:r>
        <w:tab/>
        <w:t>3.038e0</w:t>
      </w:r>
    </w:p>
    <w:p w:rsidR="00845324" w:rsidRDefault="00845324" w:rsidP="00845324">
      <w:r>
        <w:t>265.4207</w:t>
      </w:r>
      <w:r>
        <w:tab/>
        <w:t>3.038e0</w:t>
      </w:r>
    </w:p>
    <w:p w:rsidR="00845324" w:rsidRDefault="00845324" w:rsidP="00845324">
      <w:r>
        <w:t>265.5046</w:t>
      </w:r>
      <w:r>
        <w:tab/>
        <w:t>1.013e0</w:t>
      </w:r>
    </w:p>
    <w:p w:rsidR="00845324" w:rsidRDefault="00845324" w:rsidP="00845324">
      <w:r>
        <w:t>265.5556</w:t>
      </w:r>
      <w:r>
        <w:tab/>
        <w:t>1.013e0</w:t>
      </w:r>
    </w:p>
    <w:p w:rsidR="00845324" w:rsidRDefault="00845324" w:rsidP="00845324">
      <w:r>
        <w:t>265.6388</w:t>
      </w:r>
      <w:r>
        <w:tab/>
        <w:t>1.013e0</w:t>
      </w:r>
    </w:p>
    <w:p w:rsidR="00845324" w:rsidRDefault="00845324" w:rsidP="00845324">
      <w:r>
        <w:t>265.6652</w:t>
      </w:r>
      <w:r>
        <w:tab/>
        <w:t>2.025e0</w:t>
      </w:r>
    </w:p>
    <w:p w:rsidR="00845324" w:rsidRDefault="00845324" w:rsidP="00845324">
      <w:r>
        <w:lastRenderedPageBreak/>
        <w:t>265.7070</w:t>
      </w:r>
      <w:r>
        <w:tab/>
        <w:t>3.884e0</w:t>
      </w:r>
    </w:p>
    <w:p w:rsidR="00845324" w:rsidRDefault="00845324" w:rsidP="00845324">
      <w:r>
        <w:t>265.7798</w:t>
      </w:r>
      <w:r>
        <w:tab/>
        <w:t>2.025e0</w:t>
      </w:r>
    </w:p>
    <w:p w:rsidR="00845324" w:rsidRDefault="00845324" w:rsidP="00845324">
      <w:r>
        <w:t>265.8129</w:t>
      </w:r>
      <w:r>
        <w:tab/>
        <w:t>1.013e0</w:t>
      </w:r>
    </w:p>
    <w:p w:rsidR="00845324" w:rsidRDefault="00845324" w:rsidP="00845324">
      <w:r>
        <w:t>265.8335</w:t>
      </w:r>
      <w:r>
        <w:tab/>
        <w:t>1.013e0</w:t>
      </w:r>
    </w:p>
    <w:p w:rsidR="00845324" w:rsidRDefault="00845324" w:rsidP="00845324">
      <w:r>
        <w:t>265.8681</w:t>
      </w:r>
      <w:r>
        <w:tab/>
        <w:t>2.025e0</w:t>
      </w:r>
    </w:p>
    <w:p w:rsidR="00845324" w:rsidRDefault="00845324" w:rsidP="00845324">
      <w:r>
        <w:t>265.9158</w:t>
      </w:r>
      <w:r>
        <w:tab/>
        <w:t>2.118e0</w:t>
      </w:r>
    </w:p>
    <w:p w:rsidR="00845324" w:rsidRDefault="00845324" w:rsidP="00845324">
      <w:r>
        <w:t>265.9473</w:t>
      </w:r>
      <w:r>
        <w:tab/>
        <w:t>3.038e0</w:t>
      </w:r>
    </w:p>
    <w:p w:rsidR="00845324" w:rsidRDefault="00845324" w:rsidP="00845324">
      <w:r>
        <w:t>265.9798</w:t>
      </w:r>
      <w:r>
        <w:tab/>
        <w:t>3.500e0</w:t>
      </w:r>
    </w:p>
    <w:p w:rsidR="00845324" w:rsidRDefault="00845324" w:rsidP="00845324">
      <w:r>
        <w:t>266.0248</w:t>
      </w:r>
      <w:r>
        <w:tab/>
        <w:t>4.051e0</w:t>
      </w:r>
    </w:p>
    <w:p w:rsidR="00845324" w:rsidRDefault="00845324" w:rsidP="00845324">
      <w:r>
        <w:t>266.0551</w:t>
      </w:r>
      <w:r>
        <w:tab/>
        <w:t>2.025e0</w:t>
      </w:r>
    </w:p>
    <w:p w:rsidR="00845324" w:rsidRDefault="00845324" w:rsidP="00845324">
      <w:r>
        <w:t>266.0893</w:t>
      </w:r>
      <w:r>
        <w:tab/>
        <w:t>1.013e0</w:t>
      </w:r>
    </w:p>
    <w:p w:rsidR="00845324" w:rsidRDefault="00845324" w:rsidP="00845324">
      <w:r>
        <w:t>266.1325</w:t>
      </w:r>
      <w:r>
        <w:tab/>
        <w:t>2.490e0</w:t>
      </w:r>
    </w:p>
    <w:p w:rsidR="00845324" w:rsidRDefault="00845324" w:rsidP="00845324">
      <w:r>
        <w:t>266.1680</w:t>
      </w:r>
      <w:r>
        <w:tab/>
        <w:t>1.978e0</w:t>
      </w:r>
    </w:p>
    <w:p w:rsidR="00845324" w:rsidRDefault="00845324" w:rsidP="00845324">
      <w:r>
        <w:t>266.2388</w:t>
      </w:r>
      <w:r>
        <w:tab/>
        <w:t>1.479e1</w:t>
      </w:r>
    </w:p>
    <w:p w:rsidR="00845324" w:rsidRDefault="00845324" w:rsidP="00845324">
      <w:r>
        <w:t>266.2845</w:t>
      </w:r>
      <w:r>
        <w:tab/>
        <w:t>2.025e0</w:t>
      </w:r>
    </w:p>
    <w:p w:rsidR="00845324" w:rsidRDefault="00845324" w:rsidP="00845324">
      <w:r>
        <w:t>266.3658</w:t>
      </w:r>
      <w:r>
        <w:tab/>
        <w:t>1.013e0</w:t>
      </w:r>
    </w:p>
    <w:p w:rsidR="00845324" w:rsidRDefault="00845324" w:rsidP="00845324">
      <w:r>
        <w:t>266.4452</w:t>
      </w:r>
      <w:r>
        <w:tab/>
        <w:t>1.013e0</w:t>
      </w:r>
    </w:p>
    <w:p w:rsidR="00845324" w:rsidRDefault="00845324" w:rsidP="00845324">
      <w:r>
        <w:t>266.5344</w:t>
      </w:r>
      <w:r>
        <w:tab/>
        <w:t>5.063e0</w:t>
      </w:r>
    </w:p>
    <w:p w:rsidR="00845324" w:rsidRDefault="00845324" w:rsidP="00845324">
      <w:r>
        <w:t>266.6231</w:t>
      </w:r>
      <w:r>
        <w:tab/>
        <w:t>2.025e0</w:t>
      </w:r>
    </w:p>
    <w:p w:rsidR="00845324" w:rsidRDefault="00845324" w:rsidP="00845324">
      <w:r>
        <w:lastRenderedPageBreak/>
        <w:t>266.6668</w:t>
      </w:r>
      <w:r>
        <w:tab/>
        <w:t>4.051e0</w:t>
      </w:r>
    </w:p>
    <w:p w:rsidR="00845324" w:rsidRDefault="00845324" w:rsidP="00845324">
      <w:r>
        <w:t>266.7007</w:t>
      </w:r>
      <w:r>
        <w:tab/>
        <w:t>3.529e0</w:t>
      </w:r>
    </w:p>
    <w:p w:rsidR="00845324" w:rsidRDefault="00845324" w:rsidP="00845324">
      <w:r>
        <w:t>266.7522</w:t>
      </w:r>
      <w:r>
        <w:tab/>
        <w:t>1.013e0</w:t>
      </w:r>
    </w:p>
    <w:p w:rsidR="00845324" w:rsidRDefault="00845324" w:rsidP="00845324">
      <w:r>
        <w:t>266.8275</w:t>
      </w:r>
      <w:r>
        <w:tab/>
        <w:t>1.013e0</w:t>
      </w:r>
    </w:p>
    <w:p w:rsidR="00845324" w:rsidRDefault="00845324" w:rsidP="00845324">
      <w:r>
        <w:t>266.8570</w:t>
      </w:r>
      <w:r>
        <w:tab/>
        <w:t>3.038e0</w:t>
      </w:r>
    </w:p>
    <w:p w:rsidR="00845324" w:rsidRDefault="00845324" w:rsidP="00845324">
      <w:r>
        <w:t>266.9317</w:t>
      </w:r>
      <w:r>
        <w:tab/>
        <w:t>3.038e0</w:t>
      </w:r>
    </w:p>
    <w:p w:rsidR="00845324" w:rsidRDefault="00845324" w:rsidP="00845324">
      <w:r>
        <w:t>267.0044</w:t>
      </w:r>
      <w:r>
        <w:tab/>
        <w:t>2.025e0</w:t>
      </w:r>
    </w:p>
    <w:p w:rsidR="00845324" w:rsidRDefault="00845324" w:rsidP="00845324">
      <w:r>
        <w:t>267.0331</w:t>
      </w:r>
      <w:r>
        <w:tab/>
        <w:t>4.051e0</w:t>
      </w:r>
    </w:p>
    <w:p w:rsidR="00845324" w:rsidRDefault="00845324" w:rsidP="00845324">
      <w:r>
        <w:t>267.0703</w:t>
      </w:r>
      <w:r>
        <w:tab/>
        <w:t>2.025e0</w:t>
      </w:r>
    </w:p>
    <w:p w:rsidR="00845324" w:rsidRDefault="00845324" w:rsidP="00845324">
      <w:r>
        <w:t>267.1045</w:t>
      </w:r>
      <w:r>
        <w:tab/>
        <w:t>2.033e0</w:t>
      </w:r>
    </w:p>
    <w:p w:rsidR="00845324" w:rsidRDefault="00845324" w:rsidP="00845324">
      <w:r>
        <w:t>267.1410</w:t>
      </w:r>
      <w:r>
        <w:tab/>
        <w:t>3.298e0</w:t>
      </w:r>
    </w:p>
    <w:p w:rsidR="00845324" w:rsidRDefault="00845324" w:rsidP="00845324">
      <w:r>
        <w:t>267.2026</w:t>
      </w:r>
      <w:r>
        <w:tab/>
        <w:t>2.663e0</w:t>
      </w:r>
    </w:p>
    <w:p w:rsidR="00845324" w:rsidRDefault="00845324" w:rsidP="00845324">
      <w:r>
        <w:t>267.2600</w:t>
      </w:r>
      <w:r>
        <w:tab/>
        <w:t>9.175e0</w:t>
      </w:r>
    </w:p>
    <w:p w:rsidR="00845324" w:rsidRDefault="00845324" w:rsidP="00845324">
      <w:r>
        <w:t>267.3562</w:t>
      </w:r>
      <w:r>
        <w:tab/>
        <w:t>1.013e0</w:t>
      </w:r>
    </w:p>
    <w:p w:rsidR="00845324" w:rsidRDefault="00845324" w:rsidP="00845324">
      <w:r>
        <w:t>267.4113</w:t>
      </w:r>
      <w:r>
        <w:tab/>
        <w:t>3.038e0</w:t>
      </w:r>
    </w:p>
    <w:p w:rsidR="00845324" w:rsidRDefault="00845324" w:rsidP="00845324">
      <w:r>
        <w:t>267.4568</w:t>
      </w:r>
      <w:r>
        <w:tab/>
        <w:t>1.013e0</w:t>
      </w:r>
    </w:p>
    <w:p w:rsidR="00845324" w:rsidRDefault="00845324" w:rsidP="00845324">
      <w:r>
        <w:t>267.4911</w:t>
      </w:r>
      <w:r>
        <w:tab/>
        <w:t>2.025e0</w:t>
      </w:r>
    </w:p>
    <w:p w:rsidR="00845324" w:rsidRDefault="00845324" w:rsidP="00845324">
      <w:r>
        <w:t>267.5303</w:t>
      </w:r>
      <w:r>
        <w:tab/>
        <w:t>4.445e0</w:t>
      </w:r>
    </w:p>
    <w:p w:rsidR="00845324" w:rsidRDefault="00845324" w:rsidP="00845324">
      <w:r>
        <w:t>267.6400</w:t>
      </w:r>
      <w:r>
        <w:tab/>
        <w:t>4.051e0</w:t>
      </w:r>
    </w:p>
    <w:p w:rsidR="00845324" w:rsidRDefault="00845324" w:rsidP="00845324">
      <w:r>
        <w:lastRenderedPageBreak/>
        <w:t>267.6976</w:t>
      </w:r>
      <w:r>
        <w:tab/>
        <w:t>2.025e0</w:t>
      </w:r>
    </w:p>
    <w:p w:rsidR="00845324" w:rsidRDefault="00845324" w:rsidP="00845324">
      <w:r>
        <w:t>267.7564</w:t>
      </w:r>
      <w:r>
        <w:tab/>
        <w:t>2.025e0</w:t>
      </w:r>
    </w:p>
    <w:p w:rsidR="00845324" w:rsidRDefault="00845324" w:rsidP="00845324">
      <w:r>
        <w:t>267.8132</w:t>
      </w:r>
      <w:r>
        <w:tab/>
        <w:t>2.025e0</w:t>
      </w:r>
    </w:p>
    <w:p w:rsidR="00845324" w:rsidRDefault="00845324" w:rsidP="00845324">
      <w:r>
        <w:t>267.8926</w:t>
      </w:r>
      <w:r>
        <w:tab/>
        <w:t>4.051e0</w:t>
      </w:r>
    </w:p>
    <w:p w:rsidR="00845324" w:rsidRDefault="00845324" w:rsidP="00845324">
      <w:r>
        <w:t>267.9572</w:t>
      </w:r>
      <w:r>
        <w:tab/>
        <w:t>1.013e0</w:t>
      </w:r>
    </w:p>
    <w:p w:rsidR="00845324" w:rsidRDefault="00845324" w:rsidP="00845324">
      <w:r>
        <w:t>267.9953</w:t>
      </w:r>
      <w:r>
        <w:tab/>
        <w:t>1.051e0</w:t>
      </w:r>
    </w:p>
    <w:p w:rsidR="00845324" w:rsidRDefault="00845324" w:rsidP="00845324">
      <w:r>
        <w:t>268.0204</w:t>
      </w:r>
      <w:r>
        <w:tab/>
        <w:t>2.025e0</w:t>
      </w:r>
    </w:p>
    <w:p w:rsidR="00845324" w:rsidRDefault="00845324" w:rsidP="00845324">
      <w:r>
        <w:t>268.0883</w:t>
      </w:r>
      <w:r>
        <w:tab/>
        <w:t>2.025e0</w:t>
      </w:r>
    </w:p>
    <w:p w:rsidR="00845324" w:rsidRDefault="00845324" w:rsidP="00845324">
      <w:r>
        <w:t>268.1474</w:t>
      </w:r>
      <w:r>
        <w:tab/>
        <w:t>2.933e0</w:t>
      </w:r>
    </w:p>
    <w:p w:rsidR="00845324" w:rsidRDefault="00845324" w:rsidP="00845324">
      <w:r>
        <w:t>268.1786</w:t>
      </w:r>
      <w:r>
        <w:tab/>
        <w:t>4.534e0</w:t>
      </w:r>
    </w:p>
    <w:p w:rsidR="00845324" w:rsidRDefault="00845324" w:rsidP="00845324">
      <w:r>
        <w:t>268.2140</w:t>
      </w:r>
      <w:r>
        <w:tab/>
        <w:t>1.701e1</w:t>
      </w:r>
    </w:p>
    <w:p w:rsidR="00845324" w:rsidRDefault="00845324" w:rsidP="00845324">
      <w:r>
        <w:t>268.2678</w:t>
      </w:r>
      <w:r>
        <w:tab/>
        <w:t>4.162e0</w:t>
      </w:r>
    </w:p>
    <w:p w:rsidR="00845324" w:rsidRDefault="00845324" w:rsidP="00845324">
      <w:r>
        <w:t>268.3130</w:t>
      </w:r>
      <w:r>
        <w:tab/>
        <w:t>3.038e0</w:t>
      </w:r>
    </w:p>
    <w:p w:rsidR="00845324" w:rsidRDefault="00845324" w:rsidP="00845324">
      <w:r>
        <w:t>268.3783</w:t>
      </w:r>
      <w:r>
        <w:tab/>
        <w:t>1.013e0</w:t>
      </w:r>
    </w:p>
    <w:p w:rsidR="00845324" w:rsidRDefault="00845324" w:rsidP="00845324">
      <w:r>
        <w:t>268.4288</w:t>
      </w:r>
      <w:r>
        <w:tab/>
        <w:t>3.038e0</w:t>
      </w:r>
    </w:p>
    <w:p w:rsidR="00845324" w:rsidRDefault="00845324" w:rsidP="00845324">
      <w:r>
        <w:t>268.4655</w:t>
      </w:r>
      <w:r>
        <w:tab/>
        <w:t>1.013e0</w:t>
      </w:r>
    </w:p>
    <w:p w:rsidR="00845324" w:rsidRDefault="00845324" w:rsidP="00845324">
      <w:r>
        <w:t>268.4879</w:t>
      </w:r>
      <w:r>
        <w:tab/>
        <w:t>1.013e0</w:t>
      </w:r>
    </w:p>
    <w:p w:rsidR="00845324" w:rsidRDefault="00845324" w:rsidP="00845324">
      <w:r>
        <w:t>268.5263</w:t>
      </w:r>
      <w:r>
        <w:tab/>
        <w:t>2.025e0</w:t>
      </w:r>
    </w:p>
    <w:p w:rsidR="00845324" w:rsidRDefault="00845324" w:rsidP="00845324">
      <w:r>
        <w:t>268.5952</w:t>
      </w:r>
      <w:r>
        <w:tab/>
        <w:t>1.013e0</w:t>
      </w:r>
    </w:p>
    <w:p w:rsidR="00845324" w:rsidRDefault="00845324" w:rsidP="00845324">
      <w:r>
        <w:lastRenderedPageBreak/>
        <w:t>268.6872</w:t>
      </w:r>
      <w:r>
        <w:tab/>
        <w:t>1.013e0</w:t>
      </w:r>
    </w:p>
    <w:p w:rsidR="00845324" w:rsidRDefault="00845324" w:rsidP="00845324">
      <w:r>
        <w:t>268.7312</w:t>
      </w:r>
      <w:r>
        <w:tab/>
        <w:t>3.038e0</w:t>
      </w:r>
    </w:p>
    <w:p w:rsidR="00845324" w:rsidRDefault="00845324" w:rsidP="00845324">
      <w:r>
        <w:t>268.7919</w:t>
      </w:r>
      <w:r>
        <w:tab/>
        <w:t>2.025e0</w:t>
      </w:r>
    </w:p>
    <w:p w:rsidR="00845324" w:rsidRDefault="00845324" w:rsidP="00845324">
      <w:r>
        <w:t>268.8193</w:t>
      </w:r>
      <w:r>
        <w:tab/>
        <w:t>5.063e0</w:t>
      </w:r>
    </w:p>
    <w:p w:rsidR="00845324" w:rsidRDefault="00845324" w:rsidP="00845324">
      <w:r>
        <w:t>268.8555</w:t>
      </w:r>
      <w:r>
        <w:tab/>
        <w:t>2.025e0</w:t>
      </w:r>
    </w:p>
    <w:p w:rsidR="00845324" w:rsidRDefault="00845324" w:rsidP="00845324">
      <w:r>
        <w:t>268.8943</w:t>
      </w:r>
      <w:r>
        <w:tab/>
        <w:t>2.025e0</w:t>
      </w:r>
    </w:p>
    <w:p w:rsidR="00845324" w:rsidRDefault="00845324" w:rsidP="00845324">
      <w:r>
        <w:t>268.9184</w:t>
      </w:r>
      <w:r>
        <w:tab/>
        <w:t>2.025e0</w:t>
      </w:r>
    </w:p>
    <w:p w:rsidR="00845324" w:rsidRDefault="00845324" w:rsidP="00845324">
      <w:r>
        <w:t>268.9549</w:t>
      </w:r>
      <w:r>
        <w:tab/>
        <w:t>2.025e0</w:t>
      </w:r>
    </w:p>
    <w:p w:rsidR="00845324" w:rsidRDefault="00845324" w:rsidP="00845324">
      <w:r>
        <w:t>269.0015</w:t>
      </w:r>
      <w:r>
        <w:tab/>
        <w:t>4.051e0</w:t>
      </w:r>
    </w:p>
    <w:p w:rsidR="00845324" w:rsidRDefault="00845324" w:rsidP="00845324">
      <w:r>
        <w:t>269.0428</w:t>
      </w:r>
      <w:r>
        <w:tab/>
        <w:t>3.038e0</w:t>
      </w:r>
    </w:p>
    <w:p w:rsidR="00845324" w:rsidRDefault="00845324" w:rsidP="00845324">
      <w:r>
        <w:t>269.2284</w:t>
      </w:r>
      <w:r>
        <w:tab/>
        <w:t>2.045e0</w:t>
      </w:r>
    </w:p>
    <w:p w:rsidR="00845324" w:rsidRDefault="00845324" w:rsidP="00845324">
      <w:r>
        <w:t>269.2558</w:t>
      </w:r>
      <w:r>
        <w:tab/>
        <w:t>2.287e0</w:t>
      </w:r>
    </w:p>
    <w:p w:rsidR="00845324" w:rsidRDefault="00845324" w:rsidP="00845324">
      <w:r>
        <w:t>269.2993</w:t>
      </w:r>
      <w:r>
        <w:tab/>
        <w:t>5.063e0</w:t>
      </w:r>
    </w:p>
    <w:p w:rsidR="00845324" w:rsidRDefault="00845324" w:rsidP="00845324">
      <w:r>
        <w:t>269.3477</w:t>
      </w:r>
      <w:r>
        <w:tab/>
        <w:t>2.025e0</w:t>
      </w:r>
    </w:p>
    <w:p w:rsidR="00845324" w:rsidRDefault="00845324" w:rsidP="00845324">
      <w:r>
        <w:t>269.3864</w:t>
      </w:r>
      <w:r>
        <w:tab/>
        <w:t>2.025e0</w:t>
      </w:r>
    </w:p>
    <w:p w:rsidR="00845324" w:rsidRDefault="00845324" w:rsidP="00845324">
      <w:r>
        <w:t>269.4410</w:t>
      </w:r>
      <w:r>
        <w:tab/>
        <w:t>1.013e0</w:t>
      </w:r>
    </w:p>
    <w:p w:rsidR="00845324" w:rsidRDefault="00845324" w:rsidP="00845324">
      <w:r>
        <w:t>269.4808</w:t>
      </w:r>
      <w:r>
        <w:tab/>
        <w:t>2.025e0</w:t>
      </w:r>
    </w:p>
    <w:p w:rsidR="00845324" w:rsidRDefault="00845324" w:rsidP="00845324">
      <w:r>
        <w:t>269.5600</w:t>
      </w:r>
      <w:r>
        <w:tab/>
        <w:t>3.038e0</w:t>
      </w:r>
    </w:p>
    <w:p w:rsidR="00845324" w:rsidRDefault="00845324" w:rsidP="00845324">
      <w:r>
        <w:t>269.6649</w:t>
      </w:r>
      <w:r>
        <w:tab/>
        <w:t>1.013e0</w:t>
      </w:r>
    </w:p>
    <w:p w:rsidR="00845324" w:rsidRDefault="00845324" w:rsidP="00845324">
      <w:r>
        <w:lastRenderedPageBreak/>
        <w:t>269.7068</w:t>
      </w:r>
      <w:r>
        <w:tab/>
        <w:t>1.013e0</w:t>
      </w:r>
    </w:p>
    <w:p w:rsidR="00845324" w:rsidRDefault="00845324" w:rsidP="00845324">
      <w:r>
        <w:t>269.7363</w:t>
      </w:r>
      <w:r>
        <w:tab/>
        <w:t>2.025e0</w:t>
      </w:r>
    </w:p>
    <w:p w:rsidR="00845324" w:rsidRDefault="00845324" w:rsidP="00845324">
      <w:r>
        <w:t>269.7827</w:t>
      </w:r>
      <w:r>
        <w:tab/>
        <w:t>1.013e0</w:t>
      </w:r>
    </w:p>
    <w:p w:rsidR="00845324" w:rsidRDefault="00845324" w:rsidP="00845324">
      <w:r>
        <w:t>269.8168</w:t>
      </w:r>
      <w:r>
        <w:tab/>
        <w:t>2.025e0</w:t>
      </w:r>
    </w:p>
    <w:p w:rsidR="00845324" w:rsidRDefault="00845324" w:rsidP="00845324">
      <w:r>
        <w:t>269.8528</w:t>
      </w:r>
      <w:r>
        <w:tab/>
        <w:t>2.025e0</w:t>
      </w:r>
    </w:p>
    <w:p w:rsidR="00845324" w:rsidRDefault="00845324" w:rsidP="00845324">
      <w:r>
        <w:t>269.8895</w:t>
      </w:r>
      <w:r>
        <w:tab/>
        <w:t>3.038e0</w:t>
      </w:r>
    </w:p>
    <w:p w:rsidR="00845324" w:rsidRDefault="00845324" w:rsidP="00845324">
      <w:r>
        <w:t>269.9265</w:t>
      </w:r>
      <w:r>
        <w:tab/>
        <w:t>1.013e0</w:t>
      </w:r>
    </w:p>
    <w:p w:rsidR="00845324" w:rsidRDefault="00845324" w:rsidP="00845324">
      <w:r>
        <w:t>269.9710</w:t>
      </w:r>
      <w:r>
        <w:tab/>
        <w:t>2.025e0</w:t>
      </w:r>
    </w:p>
    <w:p w:rsidR="00845324" w:rsidRDefault="00845324" w:rsidP="00845324">
      <w:r>
        <w:t>270.0109</w:t>
      </w:r>
      <w:r>
        <w:tab/>
        <w:t>2.025e0</w:t>
      </w:r>
    </w:p>
    <w:p w:rsidR="00845324" w:rsidRDefault="00845324" w:rsidP="00845324">
      <w:r>
        <w:t>270.0687</w:t>
      </w:r>
      <w:r>
        <w:tab/>
        <w:t>3.038e0</w:t>
      </w:r>
    </w:p>
    <w:p w:rsidR="00845324" w:rsidRDefault="00845324" w:rsidP="00845324">
      <w:r>
        <w:t>270.1216</w:t>
      </w:r>
      <w:r>
        <w:tab/>
        <w:t>3.503e0</w:t>
      </w:r>
    </w:p>
    <w:p w:rsidR="00845324" w:rsidRDefault="00845324" w:rsidP="00845324">
      <w:r>
        <w:t>270.1873</w:t>
      </w:r>
      <w:r>
        <w:tab/>
        <w:t>6.045e0</w:t>
      </w:r>
    </w:p>
    <w:p w:rsidR="00845324" w:rsidRDefault="00845324" w:rsidP="00845324">
      <w:r>
        <w:t>270.2236</w:t>
      </w:r>
      <w:r>
        <w:tab/>
        <w:t>3.799e0</w:t>
      </w:r>
    </w:p>
    <w:p w:rsidR="00845324" w:rsidRDefault="00845324" w:rsidP="00845324">
      <w:r>
        <w:t>270.2620</w:t>
      </w:r>
      <w:r>
        <w:tab/>
        <w:t>1.124e0</w:t>
      </w:r>
    </w:p>
    <w:p w:rsidR="00845324" w:rsidRDefault="00845324" w:rsidP="00845324">
      <w:r>
        <w:t>270.3315</w:t>
      </w:r>
      <w:r>
        <w:tab/>
        <w:t>2.025e0</w:t>
      </w:r>
    </w:p>
    <w:p w:rsidR="00845324" w:rsidRDefault="00845324" w:rsidP="00845324">
      <w:r>
        <w:t>270.3676</w:t>
      </w:r>
      <w:r>
        <w:tab/>
        <w:t>1.013e0</w:t>
      </w:r>
    </w:p>
    <w:p w:rsidR="00845324" w:rsidRDefault="00845324" w:rsidP="00845324">
      <w:r>
        <w:t>270.4247</w:t>
      </w:r>
      <w:r>
        <w:tab/>
        <w:t>2.025e0</w:t>
      </w:r>
    </w:p>
    <w:p w:rsidR="00845324" w:rsidRDefault="00845324" w:rsidP="00845324">
      <w:r>
        <w:t>270.4717</w:t>
      </w:r>
      <w:r>
        <w:tab/>
        <w:t>3.038e0</w:t>
      </w:r>
    </w:p>
    <w:p w:rsidR="00845324" w:rsidRDefault="00845324" w:rsidP="00845324">
      <w:r>
        <w:t>270.5196</w:t>
      </w:r>
      <w:r>
        <w:tab/>
        <w:t>1.013e0</w:t>
      </w:r>
    </w:p>
    <w:p w:rsidR="00845324" w:rsidRDefault="00845324" w:rsidP="00845324">
      <w:r>
        <w:lastRenderedPageBreak/>
        <w:t>270.5461</w:t>
      </w:r>
      <w:r>
        <w:tab/>
        <w:t>1.013e0</w:t>
      </w:r>
    </w:p>
    <w:p w:rsidR="00845324" w:rsidRDefault="00845324" w:rsidP="00845324">
      <w:r>
        <w:t>270.5686</w:t>
      </w:r>
      <w:r>
        <w:tab/>
        <w:t>1.013e0</w:t>
      </w:r>
    </w:p>
    <w:p w:rsidR="00845324" w:rsidRDefault="00845324" w:rsidP="00845324">
      <w:r>
        <w:t>270.6298</w:t>
      </w:r>
      <w:r>
        <w:tab/>
        <w:t>1.013e0</w:t>
      </w:r>
    </w:p>
    <w:p w:rsidR="00845324" w:rsidRDefault="00845324" w:rsidP="00845324">
      <w:r>
        <w:t>270.7126</w:t>
      </w:r>
      <w:r>
        <w:tab/>
        <w:t>1.013e0</w:t>
      </w:r>
    </w:p>
    <w:p w:rsidR="00845324" w:rsidRDefault="00845324" w:rsidP="00845324">
      <w:r>
        <w:t>270.7435</w:t>
      </w:r>
      <w:r>
        <w:tab/>
        <w:t>1.013e0</w:t>
      </w:r>
    </w:p>
    <w:p w:rsidR="00845324" w:rsidRDefault="00845324" w:rsidP="00845324">
      <w:r>
        <w:t>270.7992</w:t>
      </w:r>
      <w:r>
        <w:tab/>
        <w:t>2.025e0</w:t>
      </w:r>
    </w:p>
    <w:p w:rsidR="00845324" w:rsidRDefault="00845324" w:rsidP="00845324">
      <w:r>
        <w:t>270.8422</w:t>
      </w:r>
      <w:r>
        <w:tab/>
        <w:t>3.038e0</w:t>
      </w:r>
    </w:p>
    <w:p w:rsidR="00845324" w:rsidRDefault="00845324" w:rsidP="00845324">
      <w:r>
        <w:t>270.9548</w:t>
      </w:r>
      <w:r>
        <w:tab/>
        <w:t>2.025e0</w:t>
      </w:r>
    </w:p>
    <w:p w:rsidR="00845324" w:rsidRDefault="00845324" w:rsidP="00845324">
      <w:r>
        <w:t>271.0364</w:t>
      </w:r>
      <w:r>
        <w:tab/>
        <w:t>3.038e0</w:t>
      </w:r>
    </w:p>
    <w:p w:rsidR="00845324" w:rsidRDefault="00845324" w:rsidP="00845324">
      <w:r>
        <w:t>271.1050</w:t>
      </w:r>
      <w:r>
        <w:tab/>
        <w:t>1.013e0</w:t>
      </w:r>
    </w:p>
    <w:p w:rsidR="00845324" w:rsidRDefault="00845324" w:rsidP="00845324">
      <w:r>
        <w:t>271.1570</w:t>
      </w:r>
      <w:r>
        <w:tab/>
        <w:t>1.087e0</w:t>
      </w:r>
    </w:p>
    <w:p w:rsidR="00845324" w:rsidRDefault="00845324" w:rsidP="00845324">
      <w:r>
        <w:t>271.2010</w:t>
      </w:r>
      <w:r>
        <w:tab/>
        <w:t>1.322e1</w:t>
      </w:r>
    </w:p>
    <w:p w:rsidR="00845324" w:rsidRDefault="00845324" w:rsidP="00845324">
      <w:r>
        <w:t>271.2812</w:t>
      </w:r>
      <w:r>
        <w:tab/>
        <w:t>4.613e0</w:t>
      </w:r>
    </w:p>
    <w:p w:rsidR="00845324" w:rsidRDefault="00845324" w:rsidP="00845324">
      <w:r>
        <w:t>271.3203</w:t>
      </w:r>
      <w:r>
        <w:tab/>
        <w:t>1.013e0</w:t>
      </w:r>
    </w:p>
    <w:p w:rsidR="00845324" w:rsidRDefault="00845324" w:rsidP="00845324">
      <w:r>
        <w:t>271.3696</w:t>
      </w:r>
      <w:r>
        <w:tab/>
        <w:t>2.025e0</w:t>
      </w:r>
    </w:p>
    <w:p w:rsidR="00845324" w:rsidRDefault="00845324" w:rsidP="00845324">
      <w:r>
        <w:t>271.4349</w:t>
      </w:r>
      <w:r>
        <w:tab/>
        <w:t>3.038e0</w:t>
      </w:r>
    </w:p>
    <w:p w:rsidR="00845324" w:rsidRDefault="00845324" w:rsidP="00845324">
      <w:r>
        <w:t>271.4893</w:t>
      </w:r>
      <w:r>
        <w:tab/>
        <w:t>3.038e0</w:t>
      </w:r>
    </w:p>
    <w:p w:rsidR="00845324" w:rsidRDefault="00845324" w:rsidP="00845324">
      <w:r>
        <w:t>271.5877</w:t>
      </w:r>
      <w:r>
        <w:tab/>
        <w:t>1.013e0</w:t>
      </w:r>
    </w:p>
    <w:p w:rsidR="00845324" w:rsidRDefault="00845324" w:rsidP="00845324">
      <w:r>
        <w:t>271.6659</w:t>
      </w:r>
      <w:r>
        <w:tab/>
        <w:t>1.013e0</w:t>
      </w:r>
    </w:p>
    <w:p w:rsidR="00845324" w:rsidRDefault="00845324" w:rsidP="00845324">
      <w:r>
        <w:lastRenderedPageBreak/>
        <w:t>271.6866</w:t>
      </w:r>
      <w:r>
        <w:tab/>
        <w:t>1.013e0</w:t>
      </w:r>
    </w:p>
    <w:p w:rsidR="00845324" w:rsidRDefault="00845324" w:rsidP="00845324">
      <w:r>
        <w:t>271.7485</w:t>
      </w:r>
      <w:r>
        <w:tab/>
        <w:t>1.013e0</w:t>
      </w:r>
    </w:p>
    <w:p w:rsidR="00845324" w:rsidRDefault="00845324" w:rsidP="00845324">
      <w:r>
        <w:t>271.7982</w:t>
      </w:r>
      <w:r>
        <w:tab/>
        <w:t>4.051e0</w:t>
      </w:r>
    </w:p>
    <w:p w:rsidR="00845324" w:rsidRDefault="00845324" w:rsidP="00845324">
      <w:r>
        <w:t>271.8378</w:t>
      </w:r>
      <w:r>
        <w:tab/>
        <w:t>3.038e0</w:t>
      </w:r>
    </w:p>
    <w:p w:rsidR="00845324" w:rsidRDefault="00845324" w:rsidP="00845324">
      <w:r>
        <w:t>271.8806</w:t>
      </w:r>
      <w:r>
        <w:tab/>
        <w:t>2.025e0</w:t>
      </w:r>
    </w:p>
    <w:p w:rsidR="00845324" w:rsidRDefault="00845324" w:rsidP="00845324">
      <w:r>
        <w:t>271.9262</w:t>
      </w:r>
      <w:r>
        <w:tab/>
        <w:t>2.025e0</w:t>
      </w:r>
    </w:p>
    <w:p w:rsidR="00845324" w:rsidRDefault="00845324" w:rsidP="00845324">
      <w:r>
        <w:t>271.9550</w:t>
      </w:r>
      <w:r>
        <w:tab/>
        <w:t>1.013e0</w:t>
      </w:r>
    </w:p>
    <w:p w:rsidR="00845324" w:rsidRDefault="00845324" w:rsidP="00845324">
      <w:r>
        <w:t>272.0328</w:t>
      </w:r>
      <w:r>
        <w:tab/>
        <w:t>1.013e0</w:t>
      </w:r>
    </w:p>
    <w:p w:rsidR="00845324" w:rsidRDefault="00845324" w:rsidP="00845324">
      <w:r>
        <w:t>272.1013</w:t>
      </w:r>
      <w:r>
        <w:tab/>
        <w:t>3.038e0</w:t>
      </w:r>
    </w:p>
    <w:p w:rsidR="00845324" w:rsidRDefault="00845324" w:rsidP="00845324">
      <w:r>
        <w:t>272.1366</w:t>
      </w:r>
      <w:r>
        <w:tab/>
        <w:t>3.242e0</w:t>
      </w:r>
    </w:p>
    <w:p w:rsidR="00845324" w:rsidRDefault="00845324" w:rsidP="00845324">
      <w:r>
        <w:t>272.1700</w:t>
      </w:r>
      <w:r>
        <w:tab/>
        <w:t>6.778e0</w:t>
      </w:r>
    </w:p>
    <w:p w:rsidR="00845324" w:rsidRDefault="00845324" w:rsidP="00845324">
      <w:r>
        <w:t>272.2718</w:t>
      </w:r>
      <w:r>
        <w:tab/>
        <w:t>2.466e0</w:t>
      </w:r>
    </w:p>
    <w:p w:rsidR="00845324" w:rsidRDefault="00845324" w:rsidP="00845324">
      <w:r>
        <w:t>272.3296</w:t>
      </w:r>
      <w:r>
        <w:tab/>
        <w:t>2.025e0</w:t>
      </w:r>
    </w:p>
    <w:p w:rsidR="00845324" w:rsidRDefault="00845324" w:rsidP="00845324">
      <w:r>
        <w:t>272.3734</w:t>
      </w:r>
      <w:r>
        <w:tab/>
        <w:t>2.025e0</w:t>
      </w:r>
    </w:p>
    <w:p w:rsidR="00845324" w:rsidRDefault="00845324" w:rsidP="00845324">
      <w:r>
        <w:t>272.4044</w:t>
      </w:r>
      <w:r>
        <w:tab/>
        <w:t>2.025e0</w:t>
      </w:r>
    </w:p>
    <w:p w:rsidR="00845324" w:rsidRDefault="00845324" w:rsidP="00845324">
      <w:r>
        <w:t>272.4617</w:t>
      </w:r>
      <w:r>
        <w:tab/>
        <w:t>3.038e0</w:t>
      </w:r>
    </w:p>
    <w:p w:rsidR="00845324" w:rsidRDefault="00845324" w:rsidP="00845324">
      <w:r>
        <w:t>272.5083</w:t>
      </w:r>
      <w:r>
        <w:tab/>
        <w:t>1.013e0</w:t>
      </w:r>
    </w:p>
    <w:p w:rsidR="00845324" w:rsidRDefault="00845324" w:rsidP="00845324">
      <w:r>
        <w:t>272.5504</w:t>
      </w:r>
      <w:r>
        <w:tab/>
        <w:t>1.013e0</w:t>
      </w:r>
    </w:p>
    <w:p w:rsidR="00845324" w:rsidRDefault="00845324" w:rsidP="00845324">
      <w:r>
        <w:t>272.5934</w:t>
      </w:r>
      <w:r>
        <w:tab/>
        <w:t>3.038e0</w:t>
      </w:r>
    </w:p>
    <w:p w:rsidR="00845324" w:rsidRDefault="00845324" w:rsidP="00845324">
      <w:r>
        <w:lastRenderedPageBreak/>
        <w:t>272.7101</w:t>
      </w:r>
      <w:r>
        <w:tab/>
        <w:t>1.013e0</w:t>
      </w:r>
    </w:p>
    <w:p w:rsidR="00845324" w:rsidRDefault="00845324" w:rsidP="00845324">
      <w:r>
        <w:t>272.7529</w:t>
      </w:r>
      <w:r>
        <w:tab/>
        <w:t>2.025e0</w:t>
      </w:r>
    </w:p>
    <w:p w:rsidR="00845324" w:rsidRDefault="00845324" w:rsidP="00845324">
      <w:r>
        <w:t>272.7878</w:t>
      </w:r>
      <w:r>
        <w:tab/>
        <w:t>1.013e0</w:t>
      </w:r>
    </w:p>
    <w:p w:rsidR="00845324" w:rsidRDefault="00845324" w:rsidP="00845324">
      <w:r>
        <w:t>272.8281</w:t>
      </w:r>
      <w:r>
        <w:tab/>
        <w:t>1.013e0</w:t>
      </w:r>
    </w:p>
    <w:p w:rsidR="00845324" w:rsidRDefault="00845324" w:rsidP="00845324">
      <w:r>
        <w:t>272.8663</w:t>
      </w:r>
      <w:r>
        <w:tab/>
        <w:t>1.013e0</w:t>
      </w:r>
    </w:p>
    <w:p w:rsidR="00845324" w:rsidRDefault="00845324" w:rsidP="00845324">
      <w:r>
        <w:t>272.8967</w:t>
      </w:r>
      <w:r>
        <w:tab/>
        <w:t>2.025e0</w:t>
      </w:r>
    </w:p>
    <w:p w:rsidR="00845324" w:rsidRDefault="00845324" w:rsidP="00845324">
      <w:r>
        <w:t>272.9654</w:t>
      </w:r>
      <w:r>
        <w:tab/>
        <w:t>3.038e0</w:t>
      </w:r>
    </w:p>
    <w:p w:rsidR="00845324" w:rsidRDefault="00845324" w:rsidP="00845324">
      <w:r>
        <w:t>272.9918</w:t>
      </w:r>
      <w:r>
        <w:tab/>
        <w:t>3.038e0</w:t>
      </w:r>
    </w:p>
    <w:p w:rsidR="00845324" w:rsidRDefault="00845324" w:rsidP="00845324">
      <w:r>
        <w:t>273.0486</w:t>
      </w:r>
      <w:r>
        <w:tab/>
        <w:t>3.038e0</w:t>
      </w:r>
    </w:p>
    <w:p w:rsidR="00845324" w:rsidRDefault="00845324" w:rsidP="00845324">
      <w:r>
        <w:t>273.1265</w:t>
      </w:r>
      <w:r>
        <w:tab/>
        <w:t>2.490e0</w:t>
      </w:r>
    </w:p>
    <w:p w:rsidR="00845324" w:rsidRDefault="00845324" w:rsidP="00845324">
      <w:r>
        <w:t>273.1790</w:t>
      </w:r>
      <w:r>
        <w:tab/>
        <w:t>7.177e0</w:t>
      </w:r>
    </w:p>
    <w:p w:rsidR="00845324" w:rsidRDefault="00845324" w:rsidP="00845324">
      <w:r>
        <w:t>273.2558</w:t>
      </w:r>
      <w:r>
        <w:tab/>
        <w:t>2.466e0</w:t>
      </w:r>
    </w:p>
    <w:p w:rsidR="00845324" w:rsidRDefault="00845324" w:rsidP="00845324">
      <w:r>
        <w:t>273.2849</w:t>
      </w:r>
      <w:r>
        <w:tab/>
        <w:t>2.721e0</w:t>
      </w:r>
    </w:p>
    <w:p w:rsidR="00845324" w:rsidRDefault="00845324" w:rsidP="00845324">
      <w:r>
        <w:t>273.3152</w:t>
      </w:r>
      <w:r>
        <w:tab/>
        <w:t>2.025e0</w:t>
      </w:r>
    </w:p>
    <w:p w:rsidR="00845324" w:rsidRDefault="00845324" w:rsidP="00845324">
      <w:r>
        <w:t>273.3581</w:t>
      </w:r>
      <w:r>
        <w:tab/>
        <w:t>1.013e0</w:t>
      </w:r>
    </w:p>
    <w:p w:rsidR="00845324" w:rsidRDefault="00845324" w:rsidP="00845324">
      <w:r>
        <w:t>273.4256</w:t>
      </w:r>
      <w:r>
        <w:tab/>
        <w:t>1.013e0</w:t>
      </w:r>
    </w:p>
    <w:p w:rsidR="00845324" w:rsidRDefault="00845324" w:rsidP="00845324">
      <w:r>
        <w:t>273.4464</w:t>
      </w:r>
      <w:r>
        <w:tab/>
        <w:t>1.013e0</w:t>
      </w:r>
    </w:p>
    <w:p w:rsidR="00845324" w:rsidRDefault="00845324" w:rsidP="00845324">
      <w:r>
        <w:t>273.5239</w:t>
      </w:r>
      <w:r>
        <w:tab/>
        <w:t>2.025e0</w:t>
      </w:r>
    </w:p>
    <w:p w:rsidR="00845324" w:rsidRDefault="00845324" w:rsidP="00845324">
      <w:r>
        <w:t>273.5744</w:t>
      </w:r>
      <w:r>
        <w:tab/>
        <w:t>1.013e0</w:t>
      </w:r>
    </w:p>
    <w:p w:rsidR="00845324" w:rsidRDefault="00845324" w:rsidP="00845324">
      <w:r>
        <w:lastRenderedPageBreak/>
        <w:t>273.6011</w:t>
      </w:r>
      <w:r>
        <w:tab/>
        <w:t>1.013e0</w:t>
      </w:r>
    </w:p>
    <w:p w:rsidR="00845324" w:rsidRDefault="00845324" w:rsidP="00845324">
      <w:r>
        <w:t>273.6489</w:t>
      </w:r>
      <w:r>
        <w:tab/>
        <w:t>1.013e0</w:t>
      </w:r>
    </w:p>
    <w:p w:rsidR="00845324" w:rsidRDefault="00845324" w:rsidP="00845324">
      <w:r>
        <w:t>273.6956</w:t>
      </w:r>
      <w:r>
        <w:tab/>
        <w:t>3.038e0</w:t>
      </w:r>
    </w:p>
    <w:p w:rsidR="00845324" w:rsidRDefault="00845324" w:rsidP="00845324">
      <w:r>
        <w:t>273.7320</w:t>
      </w:r>
      <w:r>
        <w:tab/>
        <w:t>2.025e0</w:t>
      </w:r>
    </w:p>
    <w:p w:rsidR="00845324" w:rsidRDefault="00845324" w:rsidP="00845324">
      <w:r>
        <w:t>273.8108</w:t>
      </w:r>
      <w:r>
        <w:tab/>
        <w:t>1.013e0</w:t>
      </w:r>
    </w:p>
    <w:p w:rsidR="00845324" w:rsidRDefault="00845324" w:rsidP="00845324">
      <w:r>
        <w:t>273.8515</w:t>
      </w:r>
      <w:r>
        <w:tab/>
        <w:t>1.013e0</w:t>
      </w:r>
    </w:p>
    <w:p w:rsidR="00845324" w:rsidRDefault="00845324" w:rsidP="00845324">
      <w:r>
        <w:t>273.8827</w:t>
      </w:r>
      <w:r>
        <w:tab/>
        <w:t>1.013e0</w:t>
      </w:r>
    </w:p>
    <w:p w:rsidR="00845324" w:rsidRDefault="00845324" w:rsidP="00845324">
      <w:r>
        <w:t>273.9884</w:t>
      </w:r>
      <w:r>
        <w:tab/>
        <w:t>3.038e0</w:t>
      </w:r>
    </w:p>
    <w:p w:rsidR="00845324" w:rsidRDefault="00845324" w:rsidP="00845324">
      <w:r>
        <w:t>274.0316</w:t>
      </w:r>
      <w:r>
        <w:tab/>
        <w:t>1.013e0</w:t>
      </w:r>
    </w:p>
    <w:p w:rsidR="00845324" w:rsidRDefault="00845324" w:rsidP="00845324">
      <w:r>
        <w:t>274.1039</w:t>
      </w:r>
      <w:r>
        <w:tab/>
        <w:t>2.025e0</w:t>
      </w:r>
    </w:p>
    <w:p w:rsidR="00845324" w:rsidRDefault="00845324" w:rsidP="00845324">
      <w:r>
        <w:t>274.1315</w:t>
      </w:r>
      <w:r>
        <w:tab/>
        <w:t>1.477e0</w:t>
      </w:r>
    </w:p>
    <w:p w:rsidR="00845324" w:rsidRDefault="00845324" w:rsidP="00845324">
      <w:r>
        <w:t>274.1797</w:t>
      </w:r>
      <w:r>
        <w:tab/>
        <w:t>3.820e0</w:t>
      </w:r>
    </w:p>
    <w:p w:rsidR="00845324" w:rsidRDefault="00845324" w:rsidP="00845324">
      <w:r>
        <w:t>274.2664</w:t>
      </w:r>
      <w:r>
        <w:tab/>
        <w:t>1.124e0</w:t>
      </w:r>
    </w:p>
    <w:p w:rsidR="00845324" w:rsidRDefault="00845324" w:rsidP="00845324">
      <w:r>
        <w:t>274.3466</w:t>
      </w:r>
      <w:r>
        <w:tab/>
        <w:t>4.051e0</w:t>
      </w:r>
    </w:p>
    <w:p w:rsidR="00845324" w:rsidRDefault="00845324" w:rsidP="00845324">
      <w:r>
        <w:t>274.5279</w:t>
      </w:r>
      <w:r>
        <w:tab/>
        <w:t>1.013e0</w:t>
      </w:r>
    </w:p>
    <w:p w:rsidR="00845324" w:rsidRDefault="00845324" w:rsidP="00845324">
      <w:r>
        <w:t>274.5926</w:t>
      </w:r>
      <w:r>
        <w:tab/>
        <w:t>4.464e0</w:t>
      </w:r>
    </w:p>
    <w:p w:rsidR="00845324" w:rsidRDefault="00845324" w:rsidP="00845324">
      <w:r>
        <w:t>274.6645</w:t>
      </w:r>
      <w:r>
        <w:tab/>
        <w:t>1.013e0</w:t>
      </w:r>
    </w:p>
    <w:p w:rsidR="00845324" w:rsidRDefault="00845324" w:rsidP="00845324">
      <w:r>
        <w:t>274.7051</w:t>
      </w:r>
      <w:r>
        <w:tab/>
        <w:t>1.013e0</w:t>
      </w:r>
    </w:p>
    <w:p w:rsidR="00845324" w:rsidRDefault="00845324" w:rsidP="00845324">
      <w:r>
        <w:t>274.7597</w:t>
      </w:r>
      <w:r>
        <w:tab/>
        <w:t>2.025e0</w:t>
      </w:r>
    </w:p>
    <w:p w:rsidR="00845324" w:rsidRDefault="00845324" w:rsidP="00845324">
      <w:r>
        <w:lastRenderedPageBreak/>
        <w:t>274.7833</w:t>
      </w:r>
      <w:r>
        <w:tab/>
        <w:t>1.013e0</w:t>
      </w:r>
    </w:p>
    <w:p w:rsidR="00845324" w:rsidRDefault="00845324" w:rsidP="00845324">
      <w:r>
        <w:t>274.8245</w:t>
      </w:r>
      <w:r>
        <w:tab/>
        <w:t>1.013e0</w:t>
      </w:r>
    </w:p>
    <w:p w:rsidR="00845324" w:rsidRDefault="00845324" w:rsidP="00845324">
      <w:r>
        <w:t>274.8722</w:t>
      </w:r>
      <w:r>
        <w:tab/>
        <w:t>2.025e0</w:t>
      </w:r>
    </w:p>
    <w:p w:rsidR="00845324" w:rsidRDefault="00845324" w:rsidP="00845324">
      <w:r>
        <w:t>274.9293</w:t>
      </w:r>
      <w:r>
        <w:tab/>
        <w:t>1.013e0</w:t>
      </w:r>
    </w:p>
    <w:p w:rsidR="00845324" w:rsidRDefault="00845324" w:rsidP="00845324">
      <w:r>
        <w:t>274.9713</w:t>
      </w:r>
      <w:r>
        <w:tab/>
        <w:t>2.025e0</w:t>
      </w:r>
    </w:p>
    <w:p w:rsidR="00845324" w:rsidRDefault="00845324" w:rsidP="00845324">
      <w:r>
        <w:t>275.0160</w:t>
      </w:r>
      <w:r>
        <w:tab/>
        <w:t>5.063e0</w:t>
      </w:r>
    </w:p>
    <w:p w:rsidR="00845324" w:rsidRDefault="00845324" w:rsidP="00845324">
      <w:r>
        <w:t>275.1085</w:t>
      </w:r>
      <w:r>
        <w:tab/>
        <w:t>4.456e0</w:t>
      </w:r>
    </w:p>
    <w:p w:rsidR="00845324" w:rsidRDefault="00845324" w:rsidP="00845324">
      <w:r>
        <w:t>275.1511</w:t>
      </w:r>
      <w:r>
        <w:tab/>
        <w:t>2.767e0</w:t>
      </w:r>
    </w:p>
    <w:p w:rsidR="00845324" w:rsidRDefault="00845324" w:rsidP="00845324">
      <w:r>
        <w:t>275.2629</w:t>
      </w:r>
      <w:r>
        <w:tab/>
        <w:t>4.051e0</w:t>
      </w:r>
    </w:p>
    <w:p w:rsidR="00845324" w:rsidRDefault="00845324" w:rsidP="00845324">
      <w:r>
        <w:t>275.3278</w:t>
      </w:r>
      <w:r>
        <w:tab/>
        <w:t>3.038e0</w:t>
      </w:r>
    </w:p>
    <w:p w:rsidR="00845324" w:rsidRDefault="00845324" w:rsidP="00845324">
      <w:r>
        <w:t>275.3699</w:t>
      </w:r>
      <w:r>
        <w:tab/>
        <w:t>1.013e0</w:t>
      </w:r>
    </w:p>
    <w:p w:rsidR="00845324" w:rsidRDefault="00845324" w:rsidP="00845324">
      <w:r>
        <w:t>275.4844</w:t>
      </w:r>
      <w:r>
        <w:tab/>
        <w:t>1.013e0</w:t>
      </w:r>
    </w:p>
    <w:p w:rsidR="00845324" w:rsidRDefault="00845324" w:rsidP="00845324">
      <w:r>
        <w:t>275.5149</w:t>
      </w:r>
      <w:r>
        <w:tab/>
        <w:t>1.013e0</w:t>
      </w:r>
    </w:p>
    <w:p w:rsidR="00845324" w:rsidRDefault="00845324" w:rsidP="00845324">
      <w:r>
        <w:t>275.5721</w:t>
      </w:r>
      <w:r>
        <w:tab/>
        <w:t>3.038e0</w:t>
      </w:r>
    </w:p>
    <w:p w:rsidR="00845324" w:rsidRDefault="00845324" w:rsidP="00845324">
      <w:r>
        <w:t>275.6104</w:t>
      </w:r>
      <w:r>
        <w:tab/>
        <w:t>2.025e0</w:t>
      </w:r>
    </w:p>
    <w:p w:rsidR="00845324" w:rsidRDefault="00845324" w:rsidP="00845324">
      <w:r>
        <w:t>275.6717</w:t>
      </w:r>
      <w:r>
        <w:tab/>
        <w:t>3.038e0</w:t>
      </w:r>
    </w:p>
    <w:p w:rsidR="00845324" w:rsidRDefault="00845324" w:rsidP="00845324">
      <w:r>
        <w:t>275.7160</w:t>
      </w:r>
      <w:r>
        <w:tab/>
        <w:t>2.025e0</w:t>
      </w:r>
    </w:p>
    <w:p w:rsidR="00845324" w:rsidRDefault="00845324" w:rsidP="00845324">
      <w:r>
        <w:t>275.7678</w:t>
      </w:r>
      <w:r>
        <w:tab/>
        <w:t>3.038e0</w:t>
      </w:r>
    </w:p>
    <w:p w:rsidR="00845324" w:rsidRDefault="00845324" w:rsidP="00845324">
      <w:r>
        <w:t>275.8453</w:t>
      </w:r>
      <w:r>
        <w:tab/>
        <w:t>5.063e0</w:t>
      </w:r>
    </w:p>
    <w:p w:rsidR="00845324" w:rsidRDefault="00845324" w:rsidP="00845324">
      <w:r>
        <w:lastRenderedPageBreak/>
        <w:t>275.9696</w:t>
      </w:r>
      <w:r>
        <w:tab/>
        <w:t>7.169e0</w:t>
      </w:r>
    </w:p>
    <w:p w:rsidR="00845324" w:rsidRDefault="00845324" w:rsidP="00845324">
      <w:r>
        <w:t>276.0313</w:t>
      </w:r>
      <w:r>
        <w:tab/>
        <w:t>6.076e0</w:t>
      </w:r>
    </w:p>
    <w:p w:rsidR="00845324" w:rsidRDefault="00845324" w:rsidP="00845324">
      <w:r>
        <w:t>276.0866</w:t>
      </w:r>
      <w:r>
        <w:tab/>
        <w:t>4.051e0</w:t>
      </w:r>
    </w:p>
    <w:p w:rsidR="00845324" w:rsidRDefault="00845324" w:rsidP="00845324">
      <w:r>
        <w:t>276.1272</w:t>
      </w:r>
      <w:r>
        <w:tab/>
        <w:t>3.872e0</w:t>
      </w:r>
    </w:p>
    <w:p w:rsidR="00845324" w:rsidRDefault="00845324" w:rsidP="00845324">
      <w:r>
        <w:t>276.1678</w:t>
      </w:r>
      <w:r>
        <w:tab/>
        <w:t>1.087e0</w:t>
      </w:r>
    </w:p>
    <w:p w:rsidR="00845324" w:rsidRDefault="00845324" w:rsidP="00845324">
      <w:r>
        <w:t>276.2176</w:t>
      </w:r>
      <w:r>
        <w:tab/>
        <w:t>1.038e0</w:t>
      </w:r>
    </w:p>
    <w:p w:rsidR="00845324" w:rsidRDefault="00845324" w:rsidP="00845324">
      <w:r>
        <w:t>276.2743</w:t>
      </w:r>
      <w:r>
        <w:tab/>
        <w:t>1.013e0</w:t>
      </w:r>
    </w:p>
    <w:p w:rsidR="00845324" w:rsidRDefault="00845324" w:rsidP="00845324">
      <w:r>
        <w:t>276.3217</w:t>
      </w:r>
      <w:r>
        <w:tab/>
        <w:t>2.025e0</w:t>
      </w:r>
    </w:p>
    <w:p w:rsidR="00845324" w:rsidRDefault="00845324" w:rsidP="00845324">
      <w:r>
        <w:t>276.4077</w:t>
      </w:r>
      <w:r>
        <w:tab/>
        <w:t>1.013e0</w:t>
      </w:r>
    </w:p>
    <w:p w:rsidR="00845324" w:rsidRDefault="00845324" w:rsidP="00845324">
      <w:r>
        <w:t>276.4368</w:t>
      </w:r>
      <w:r>
        <w:tab/>
        <w:t>2.025e0</w:t>
      </w:r>
    </w:p>
    <w:p w:rsidR="00845324" w:rsidRDefault="00845324" w:rsidP="00845324">
      <w:r>
        <w:t>276.4689</w:t>
      </w:r>
      <w:r>
        <w:tab/>
        <w:t>2.025e0</w:t>
      </w:r>
    </w:p>
    <w:p w:rsidR="00845324" w:rsidRDefault="00845324" w:rsidP="00845324">
      <w:r>
        <w:t>276.4918</w:t>
      </w:r>
      <w:r>
        <w:tab/>
        <w:t>1.013e0</w:t>
      </w:r>
    </w:p>
    <w:p w:rsidR="00845324" w:rsidRDefault="00845324" w:rsidP="00845324">
      <w:r>
        <w:t>276.5471</w:t>
      </w:r>
      <w:r>
        <w:tab/>
        <w:t>3.038e0</w:t>
      </w:r>
    </w:p>
    <w:p w:rsidR="00845324" w:rsidRDefault="00845324" w:rsidP="00845324">
      <w:r>
        <w:t>276.5923</w:t>
      </w:r>
      <w:r>
        <w:tab/>
        <w:t>1.013e0</w:t>
      </w:r>
    </w:p>
    <w:p w:rsidR="00845324" w:rsidRDefault="00845324" w:rsidP="00845324">
      <w:r>
        <w:t>276.6447</w:t>
      </w:r>
      <w:r>
        <w:tab/>
        <w:t>1.013e0</w:t>
      </w:r>
    </w:p>
    <w:p w:rsidR="00845324" w:rsidRDefault="00845324" w:rsidP="00845324">
      <w:r>
        <w:t>276.6903</w:t>
      </w:r>
      <w:r>
        <w:tab/>
        <w:t>1.013e0</w:t>
      </w:r>
    </w:p>
    <w:p w:rsidR="00845324" w:rsidRDefault="00845324" w:rsidP="00845324">
      <w:r>
        <w:t>276.7209</w:t>
      </w:r>
      <w:r>
        <w:tab/>
        <w:t>2.025e0</w:t>
      </w:r>
    </w:p>
    <w:p w:rsidR="00845324" w:rsidRDefault="00845324" w:rsidP="00845324">
      <w:r>
        <w:t>276.7547</w:t>
      </w:r>
      <w:r>
        <w:tab/>
        <w:t>2.025e0</w:t>
      </w:r>
    </w:p>
    <w:p w:rsidR="00845324" w:rsidRDefault="00845324" w:rsidP="00845324">
      <w:r>
        <w:t>276.7968</w:t>
      </w:r>
      <w:r>
        <w:tab/>
        <w:t>1.013e0</w:t>
      </w:r>
    </w:p>
    <w:p w:rsidR="00845324" w:rsidRDefault="00845324" w:rsidP="00845324">
      <w:r>
        <w:lastRenderedPageBreak/>
        <w:t>276.8354</w:t>
      </w:r>
      <w:r>
        <w:tab/>
        <w:t>2.025e0</w:t>
      </w:r>
    </w:p>
    <w:p w:rsidR="00845324" w:rsidRDefault="00845324" w:rsidP="00845324">
      <w:r>
        <w:t>276.9042</w:t>
      </w:r>
      <w:r>
        <w:tab/>
        <w:t>2.025e0</w:t>
      </w:r>
    </w:p>
    <w:p w:rsidR="00845324" w:rsidRDefault="00845324" w:rsidP="00845324">
      <w:r>
        <w:t>277.0003</w:t>
      </w:r>
      <w:r>
        <w:tab/>
        <w:t>4.051e0</w:t>
      </w:r>
    </w:p>
    <w:p w:rsidR="00845324" w:rsidRDefault="00845324" w:rsidP="00845324">
      <w:r>
        <w:t>277.1044</w:t>
      </w:r>
      <w:r>
        <w:tab/>
        <w:t>3.020e1</w:t>
      </w:r>
    </w:p>
    <w:p w:rsidR="00845324" w:rsidRDefault="00845324" w:rsidP="00845324">
      <w:r>
        <w:t>277.2369</w:t>
      </w:r>
      <w:r>
        <w:tab/>
        <w:t>2.905e0</w:t>
      </w:r>
    </w:p>
    <w:p w:rsidR="00845324" w:rsidRDefault="00845324" w:rsidP="00845324">
      <w:r>
        <w:t>277.2754</w:t>
      </w:r>
      <w:r>
        <w:tab/>
        <w:t>3.038e0</w:t>
      </w:r>
    </w:p>
    <w:p w:rsidR="00845324" w:rsidRDefault="00845324" w:rsidP="00845324">
      <w:r>
        <w:t>277.3265</w:t>
      </w:r>
      <w:r>
        <w:tab/>
        <w:t>3.038e0</w:t>
      </w:r>
    </w:p>
    <w:p w:rsidR="00845324" w:rsidRDefault="00845324" w:rsidP="00845324">
      <w:r>
        <w:t>277.3970</w:t>
      </w:r>
      <w:r>
        <w:tab/>
        <w:t>1.013e0</w:t>
      </w:r>
    </w:p>
    <w:p w:rsidR="00845324" w:rsidRDefault="00845324" w:rsidP="00845324">
      <w:r>
        <w:t>277.4353</w:t>
      </w:r>
      <w:r>
        <w:tab/>
        <w:t>4.051e0</w:t>
      </w:r>
    </w:p>
    <w:p w:rsidR="00845324" w:rsidRDefault="00845324" w:rsidP="00845324">
      <w:r>
        <w:t>277.4850</w:t>
      </w:r>
      <w:r>
        <w:tab/>
        <w:t>1.013e0</w:t>
      </w:r>
    </w:p>
    <w:p w:rsidR="00845324" w:rsidRDefault="00845324" w:rsidP="00845324">
      <w:r>
        <w:t>277.5227</w:t>
      </w:r>
      <w:r>
        <w:tab/>
        <w:t>2.025e0</w:t>
      </w:r>
    </w:p>
    <w:p w:rsidR="00845324" w:rsidRDefault="00845324" w:rsidP="00845324">
      <w:r>
        <w:t>277.5798</w:t>
      </w:r>
      <w:r>
        <w:tab/>
        <w:t>3.038e0</w:t>
      </w:r>
    </w:p>
    <w:p w:rsidR="00845324" w:rsidRDefault="00845324" w:rsidP="00845324">
      <w:r>
        <w:t>277.6586</w:t>
      </w:r>
      <w:r>
        <w:tab/>
        <w:t>3.688e0</w:t>
      </w:r>
    </w:p>
    <w:p w:rsidR="00845324" w:rsidRDefault="00845324" w:rsidP="00845324">
      <w:r>
        <w:t>277.6988</w:t>
      </w:r>
      <w:r>
        <w:tab/>
        <w:t>1.013e0</w:t>
      </w:r>
    </w:p>
    <w:p w:rsidR="00845324" w:rsidRDefault="00845324" w:rsidP="00845324">
      <w:r>
        <w:t>277.7427</w:t>
      </w:r>
      <w:r>
        <w:tab/>
        <w:t>1.013e0</w:t>
      </w:r>
    </w:p>
    <w:p w:rsidR="00845324" w:rsidRDefault="00845324" w:rsidP="00845324">
      <w:r>
        <w:t>277.7828</w:t>
      </w:r>
      <w:r>
        <w:tab/>
        <w:t>1.013e0</w:t>
      </w:r>
    </w:p>
    <w:p w:rsidR="00845324" w:rsidRDefault="00845324" w:rsidP="00845324">
      <w:r>
        <w:t>277.8096</w:t>
      </w:r>
      <w:r>
        <w:tab/>
        <w:t>1.013e0</w:t>
      </w:r>
    </w:p>
    <w:p w:rsidR="00845324" w:rsidRDefault="00845324" w:rsidP="00845324">
      <w:r>
        <w:t>277.8684</w:t>
      </w:r>
      <w:r>
        <w:tab/>
        <w:t>4.051e0</w:t>
      </w:r>
    </w:p>
    <w:p w:rsidR="00845324" w:rsidRDefault="00845324" w:rsidP="00845324">
      <w:r>
        <w:t>277.9434</w:t>
      </w:r>
      <w:r>
        <w:tab/>
        <w:t>2.025e0</w:t>
      </w:r>
    </w:p>
    <w:p w:rsidR="00845324" w:rsidRDefault="00845324" w:rsidP="00845324">
      <w:r>
        <w:lastRenderedPageBreak/>
        <w:t>278.0013</w:t>
      </w:r>
      <w:r>
        <w:tab/>
        <w:t>9.114e0</w:t>
      </w:r>
    </w:p>
    <w:p w:rsidR="00845324" w:rsidRDefault="00845324" w:rsidP="00845324">
      <w:r>
        <w:t>278.0654</w:t>
      </w:r>
      <w:r>
        <w:tab/>
        <w:t>3.220e0</w:t>
      </w:r>
    </w:p>
    <w:p w:rsidR="00845324" w:rsidRDefault="00845324" w:rsidP="00845324">
      <w:r>
        <w:t>278.1149</w:t>
      </w:r>
      <w:r>
        <w:tab/>
        <w:t>9.744e0</w:t>
      </w:r>
    </w:p>
    <w:p w:rsidR="00845324" w:rsidRDefault="00845324" w:rsidP="00845324">
      <w:r>
        <w:t>278.2157</w:t>
      </w:r>
      <w:r>
        <w:tab/>
        <w:t>1.910e0</w:t>
      </w:r>
    </w:p>
    <w:p w:rsidR="00845324" w:rsidRDefault="00845324" w:rsidP="00845324">
      <w:r>
        <w:t>278.2856</w:t>
      </w:r>
      <w:r>
        <w:tab/>
        <w:t>3.236e0</w:t>
      </w:r>
    </w:p>
    <w:p w:rsidR="00845324" w:rsidRDefault="00845324" w:rsidP="00845324">
      <w:r>
        <w:t>278.3882</w:t>
      </w:r>
      <w:r>
        <w:tab/>
        <w:t>3.038e0</w:t>
      </w:r>
    </w:p>
    <w:p w:rsidR="00845324" w:rsidRDefault="00845324" w:rsidP="00845324">
      <w:r>
        <w:t>278.4330</w:t>
      </w:r>
      <w:r>
        <w:tab/>
        <w:t>1.013e0</w:t>
      </w:r>
    </w:p>
    <w:p w:rsidR="00845324" w:rsidRDefault="00845324" w:rsidP="00845324">
      <w:r>
        <w:t>278.4863</w:t>
      </w:r>
      <w:r>
        <w:tab/>
        <w:t>1.013e0</w:t>
      </w:r>
    </w:p>
    <w:p w:rsidR="00845324" w:rsidRDefault="00845324" w:rsidP="00845324">
      <w:r>
        <w:t>278.5543</w:t>
      </w:r>
      <w:r>
        <w:tab/>
        <w:t>1.013e0</w:t>
      </w:r>
    </w:p>
    <w:p w:rsidR="00845324" w:rsidRDefault="00845324" w:rsidP="00845324">
      <w:r>
        <w:t>278.6048</w:t>
      </w:r>
      <w:r>
        <w:tab/>
        <w:t>2.025e0</w:t>
      </w:r>
    </w:p>
    <w:p w:rsidR="00845324" w:rsidRDefault="00845324" w:rsidP="00845324">
      <w:r>
        <w:t>278.6511</w:t>
      </w:r>
      <w:r>
        <w:tab/>
        <w:t>3.038e0</w:t>
      </w:r>
    </w:p>
    <w:p w:rsidR="00845324" w:rsidRDefault="00845324" w:rsidP="00845324">
      <w:r>
        <w:t>278.7235</w:t>
      </w:r>
      <w:r>
        <w:tab/>
        <w:t>2.025e0</w:t>
      </w:r>
    </w:p>
    <w:p w:rsidR="00845324" w:rsidRDefault="00845324" w:rsidP="00845324">
      <w:r>
        <w:t>278.8024</w:t>
      </w:r>
      <w:r>
        <w:tab/>
        <w:t>1.013e0</w:t>
      </w:r>
    </w:p>
    <w:p w:rsidR="00845324" w:rsidRDefault="00845324" w:rsidP="00845324">
      <w:r>
        <w:t>278.8605</w:t>
      </w:r>
      <w:r>
        <w:tab/>
        <w:t>1.013e0</w:t>
      </w:r>
    </w:p>
    <w:p w:rsidR="00845324" w:rsidRDefault="00845324" w:rsidP="00845324">
      <w:r>
        <w:t>278.8842</w:t>
      </w:r>
      <w:r>
        <w:tab/>
        <w:t>2.025e0</w:t>
      </w:r>
    </w:p>
    <w:p w:rsidR="00845324" w:rsidRDefault="00845324" w:rsidP="00845324">
      <w:r>
        <w:t>278.9185</w:t>
      </w:r>
      <w:r>
        <w:tab/>
        <w:t>1.013e0</w:t>
      </w:r>
    </w:p>
    <w:p w:rsidR="00845324" w:rsidRDefault="00845324" w:rsidP="00845324">
      <w:r>
        <w:t>278.9803</w:t>
      </w:r>
      <w:r>
        <w:tab/>
        <w:t>4.051e0</w:t>
      </w:r>
    </w:p>
    <w:p w:rsidR="00845324" w:rsidRDefault="00845324" w:rsidP="00845324">
      <w:r>
        <w:t>279.0280</w:t>
      </w:r>
      <w:r>
        <w:tab/>
        <w:t>4.051e0</w:t>
      </w:r>
    </w:p>
    <w:p w:rsidR="00845324" w:rsidRDefault="00845324" w:rsidP="00845324">
      <w:r>
        <w:t>279.0980</w:t>
      </w:r>
      <w:r>
        <w:tab/>
        <w:t>6.661e1</w:t>
      </w:r>
    </w:p>
    <w:p w:rsidR="00845324" w:rsidRDefault="00845324" w:rsidP="00845324">
      <w:r>
        <w:lastRenderedPageBreak/>
        <w:t>279.1726</w:t>
      </w:r>
      <w:r>
        <w:tab/>
        <w:t>5.113e0</w:t>
      </w:r>
    </w:p>
    <w:p w:rsidR="00845324" w:rsidRDefault="00845324" w:rsidP="00845324">
      <w:r>
        <w:t>279.2384</w:t>
      </w:r>
      <w:r>
        <w:tab/>
        <w:t>5.512e0</w:t>
      </w:r>
    </w:p>
    <w:p w:rsidR="00845324" w:rsidRDefault="00845324" w:rsidP="00845324">
      <w:r>
        <w:t>279.3105</w:t>
      </w:r>
      <w:r>
        <w:tab/>
        <w:t>2.904e0</w:t>
      </w:r>
    </w:p>
    <w:p w:rsidR="00845324" w:rsidRDefault="00845324" w:rsidP="00845324">
      <w:r>
        <w:t>279.3393</w:t>
      </w:r>
      <w:r>
        <w:tab/>
        <w:t>2.025e0</w:t>
      </w:r>
    </w:p>
    <w:p w:rsidR="00845324" w:rsidRDefault="00845324" w:rsidP="00845324">
      <w:r>
        <w:t>279.4103</w:t>
      </w:r>
      <w:r>
        <w:tab/>
        <w:t>1.013e0</w:t>
      </w:r>
    </w:p>
    <w:p w:rsidR="00845324" w:rsidRDefault="00845324" w:rsidP="00845324">
      <w:r>
        <w:t>279.4655</w:t>
      </w:r>
      <w:r>
        <w:tab/>
        <w:t>2.025e0</w:t>
      </w:r>
    </w:p>
    <w:p w:rsidR="00845324" w:rsidRDefault="00845324" w:rsidP="00845324">
      <w:r>
        <w:t>279.5001</w:t>
      </w:r>
      <w:r>
        <w:tab/>
        <w:t>1.013e0</w:t>
      </w:r>
    </w:p>
    <w:p w:rsidR="00845324" w:rsidRDefault="00845324" w:rsidP="00845324">
      <w:r>
        <w:t>279.5956</w:t>
      </w:r>
      <w:r>
        <w:tab/>
        <w:t>1.013e0</w:t>
      </w:r>
    </w:p>
    <w:p w:rsidR="00845324" w:rsidRDefault="00845324" w:rsidP="00845324">
      <w:r>
        <w:t>279.6657</w:t>
      </w:r>
      <w:r>
        <w:tab/>
        <w:t>4.051e0</w:t>
      </w:r>
    </w:p>
    <w:p w:rsidR="00845324" w:rsidRDefault="00845324" w:rsidP="00845324">
      <w:r>
        <w:t>279.6908</w:t>
      </w:r>
      <w:r>
        <w:tab/>
        <w:t>2.025e0</w:t>
      </w:r>
    </w:p>
    <w:p w:rsidR="00845324" w:rsidRDefault="00845324" w:rsidP="00845324">
      <w:r>
        <w:t>279.7718</w:t>
      </w:r>
      <w:r>
        <w:tab/>
        <w:t>2.025e0</w:t>
      </w:r>
    </w:p>
    <w:p w:rsidR="00845324" w:rsidRDefault="00845324" w:rsidP="00845324">
      <w:r>
        <w:t>279.8271</w:t>
      </w:r>
      <w:r>
        <w:tab/>
        <w:t>4.051e0</w:t>
      </w:r>
    </w:p>
    <w:p w:rsidR="00845324" w:rsidRDefault="00845324" w:rsidP="00845324">
      <w:r>
        <w:t>279.9785</w:t>
      </w:r>
      <w:r>
        <w:tab/>
        <w:t>2.025e0</w:t>
      </w:r>
    </w:p>
    <w:p w:rsidR="00845324" w:rsidRDefault="00845324" w:rsidP="00845324">
      <w:r>
        <w:t>280.0437</w:t>
      </w:r>
      <w:r>
        <w:tab/>
        <w:t>4.051e0</w:t>
      </w:r>
    </w:p>
    <w:p w:rsidR="00845324" w:rsidRDefault="00845324" w:rsidP="00845324">
      <w:r>
        <w:t>280.0940</w:t>
      </w:r>
      <w:r>
        <w:tab/>
        <w:t>1.704e1</w:t>
      </w:r>
    </w:p>
    <w:p w:rsidR="00845324" w:rsidRDefault="00845324" w:rsidP="00845324">
      <w:r>
        <w:t>280.1802</w:t>
      </w:r>
      <w:r>
        <w:tab/>
        <w:t>3.031e0</w:t>
      </w:r>
    </w:p>
    <w:p w:rsidR="00845324" w:rsidRDefault="00845324" w:rsidP="00845324">
      <w:r>
        <w:t>280.2563</w:t>
      </w:r>
      <w:r>
        <w:tab/>
        <w:t>2.025e0</w:t>
      </w:r>
    </w:p>
    <w:p w:rsidR="00845324" w:rsidRDefault="00845324" w:rsidP="00845324">
      <w:r>
        <w:t>280.2874</w:t>
      </w:r>
      <w:r>
        <w:tab/>
        <w:t>3.038e0</w:t>
      </w:r>
    </w:p>
    <w:p w:rsidR="00845324" w:rsidRDefault="00845324" w:rsidP="00845324">
      <w:r>
        <w:t>280.3855</w:t>
      </w:r>
      <w:r>
        <w:tab/>
        <w:t>2.025e0</w:t>
      </w:r>
    </w:p>
    <w:p w:rsidR="00845324" w:rsidRDefault="00845324" w:rsidP="00845324">
      <w:r>
        <w:lastRenderedPageBreak/>
        <w:t>280.4704</w:t>
      </w:r>
      <w:r>
        <w:tab/>
        <w:t>3.038e0</w:t>
      </w:r>
    </w:p>
    <w:p w:rsidR="00845324" w:rsidRDefault="00845324" w:rsidP="00845324">
      <w:r>
        <w:t>280.4984</w:t>
      </w:r>
      <w:r>
        <w:tab/>
        <w:t>3.038e0</w:t>
      </w:r>
    </w:p>
    <w:p w:rsidR="00845324" w:rsidRDefault="00845324" w:rsidP="00845324">
      <w:r>
        <w:t>280.5679</w:t>
      </w:r>
      <w:r>
        <w:tab/>
        <w:t>3.038e0</w:t>
      </w:r>
    </w:p>
    <w:p w:rsidR="00845324" w:rsidRDefault="00845324" w:rsidP="00845324">
      <w:r>
        <w:t>280.6027</w:t>
      </w:r>
      <w:r>
        <w:tab/>
        <w:t>1.013e0</w:t>
      </w:r>
    </w:p>
    <w:p w:rsidR="00845324" w:rsidRDefault="00845324" w:rsidP="00845324">
      <w:r>
        <w:t>280.6889</w:t>
      </w:r>
      <w:r>
        <w:tab/>
        <w:t>2.025e0</w:t>
      </w:r>
    </w:p>
    <w:p w:rsidR="00845324" w:rsidRDefault="00845324" w:rsidP="00845324">
      <w:r>
        <w:t>280.8223</w:t>
      </w:r>
      <w:r>
        <w:tab/>
        <w:t>4.969e0</w:t>
      </w:r>
    </w:p>
    <w:p w:rsidR="00845324" w:rsidRDefault="00845324" w:rsidP="00845324">
      <w:r>
        <w:t>280.9034</w:t>
      </w:r>
      <w:r>
        <w:tab/>
        <w:t>4.051e0</w:t>
      </w:r>
    </w:p>
    <w:p w:rsidR="00845324" w:rsidRDefault="00845324" w:rsidP="00845324">
      <w:r>
        <w:t>280.9998</w:t>
      </w:r>
      <w:r>
        <w:tab/>
        <w:t>4.051e0</w:t>
      </w:r>
    </w:p>
    <w:p w:rsidR="00845324" w:rsidRDefault="00845324" w:rsidP="00845324">
      <w:r>
        <w:t>281.0958</w:t>
      </w:r>
      <w:r>
        <w:tab/>
        <w:t>3.851e0</w:t>
      </w:r>
    </w:p>
    <w:p w:rsidR="00845324" w:rsidRDefault="00845324" w:rsidP="00845324">
      <w:r>
        <w:t>281.1397</w:t>
      </w:r>
      <w:r>
        <w:tab/>
        <w:t>3.752e0</w:t>
      </w:r>
    </w:p>
    <w:p w:rsidR="00845324" w:rsidRDefault="00845324" w:rsidP="00845324">
      <w:r>
        <w:t>281.2002</w:t>
      </w:r>
      <w:r>
        <w:tab/>
        <w:t>3.747e0</w:t>
      </w:r>
    </w:p>
    <w:p w:rsidR="00845324" w:rsidRDefault="00845324" w:rsidP="00845324">
      <w:r>
        <w:t>281.2889</w:t>
      </w:r>
      <w:r>
        <w:tab/>
        <w:t>2.025e0</w:t>
      </w:r>
    </w:p>
    <w:p w:rsidR="00845324" w:rsidRDefault="00845324" w:rsidP="00845324">
      <w:r>
        <w:t>281.3421</w:t>
      </w:r>
      <w:r>
        <w:tab/>
        <w:t>1.013e0</w:t>
      </w:r>
    </w:p>
    <w:p w:rsidR="00845324" w:rsidRDefault="00845324" w:rsidP="00845324">
      <w:r>
        <w:t>281.3979</w:t>
      </w:r>
      <w:r>
        <w:tab/>
        <w:t>5.063e0</w:t>
      </w:r>
    </w:p>
    <w:p w:rsidR="00845324" w:rsidRDefault="00845324" w:rsidP="00845324">
      <w:r>
        <w:t>281.4658</w:t>
      </w:r>
      <w:r>
        <w:tab/>
        <w:t>3.038e0</w:t>
      </w:r>
    </w:p>
    <w:p w:rsidR="00845324" w:rsidRDefault="00845324" w:rsidP="00845324">
      <w:r>
        <w:t>281.4965</w:t>
      </w:r>
      <w:r>
        <w:tab/>
        <w:t>1.013e0</w:t>
      </w:r>
    </w:p>
    <w:p w:rsidR="00845324" w:rsidRDefault="00845324" w:rsidP="00845324">
      <w:r>
        <w:t>281.5909</w:t>
      </w:r>
      <w:r>
        <w:tab/>
        <w:t>2.110e0</w:t>
      </w:r>
    </w:p>
    <w:p w:rsidR="00845324" w:rsidRDefault="00845324" w:rsidP="00845324">
      <w:r>
        <w:t>281.6470</w:t>
      </w:r>
      <w:r>
        <w:tab/>
        <w:t>3.038e0</w:t>
      </w:r>
    </w:p>
    <w:p w:rsidR="00845324" w:rsidRDefault="00845324" w:rsidP="00845324">
      <w:r>
        <w:t>281.6840</w:t>
      </w:r>
      <w:r>
        <w:tab/>
        <w:t>3.038e0</w:t>
      </w:r>
    </w:p>
    <w:p w:rsidR="00845324" w:rsidRDefault="00845324" w:rsidP="00845324">
      <w:r>
        <w:lastRenderedPageBreak/>
        <w:t>281.7397</w:t>
      </w:r>
      <w:r>
        <w:tab/>
        <w:t>2.025e0</w:t>
      </w:r>
    </w:p>
    <w:p w:rsidR="00845324" w:rsidRDefault="00845324" w:rsidP="00845324">
      <w:r>
        <w:t>281.8514</w:t>
      </w:r>
      <w:r>
        <w:tab/>
        <w:t>3.038e0</w:t>
      </w:r>
    </w:p>
    <w:p w:rsidR="00845324" w:rsidRDefault="00845324" w:rsidP="00845324">
      <w:r>
        <w:t>281.9267</w:t>
      </w:r>
      <w:r>
        <w:tab/>
        <w:t>2.025e0</w:t>
      </w:r>
    </w:p>
    <w:p w:rsidR="00845324" w:rsidRDefault="00845324" w:rsidP="00845324">
      <w:r>
        <w:t>281.9717</w:t>
      </w:r>
      <w:r>
        <w:tab/>
        <w:t>5.063e0</w:t>
      </w:r>
    </w:p>
    <w:p w:rsidR="00845324" w:rsidRDefault="00845324" w:rsidP="00845324">
      <w:r>
        <w:t>282.0219</w:t>
      </w:r>
      <w:r>
        <w:tab/>
        <w:t>3.508e0</w:t>
      </w:r>
    </w:p>
    <w:p w:rsidR="00845324" w:rsidRDefault="00845324" w:rsidP="00845324">
      <w:r>
        <w:t>282.0509</w:t>
      </w:r>
      <w:r>
        <w:tab/>
        <w:t>2.025e0</w:t>
      </w:r>
    </w:p>
    <w:p w:rsidR="00845324" w:rsidRDefault="00845324" w:rsidP="00845324">
      <w:r>
        <w:t>282.0853</w:t>
      </w:r>
      <w:r>
        <w:tab/>
        <w:t>1.832e0</w:t>
      </w:r>
    </w:p>
    <w:p w:rsidR="00845324" w:rsidRDefault="00845324" w:rsidP="00845324">
      <w:r>
        <w:t>282.1516</w:t>
      </w:r>
      <w:r>
        <w:tab/>
        <w:t>6.964e0</w:t>
      </w:r>
    </w:p>
    <w:p w:rsidR="00845324" w:rsidRDefault="00845324" w:rsidP="00845324">
      <w:r>
        <w:t>282.1947</w:t>
      </w:r>
      <w:r>
        <w:tab/>
        <w:t>1.266e1</w:t>
      </w:r>
    </w:p>
    <w:p w:rsidR="00845324" w:rsidRDefault="00845324" w:rsidP="00845324">
      <w:r>
        <w:t>282.2548</w:t>
      </w:r>
      <w:r>
        <w:tab/>
        <w:t>6.076e0</w:t>
      </w:r>
    </w:p>
    <w:p w:rsidR="00845324" w:rsidRDefault="00845324" w:rsidP="00845324">
      <w:r>
        <w:t>282.2902</w:t>
      </w:r>
      <w:r>
        <w:tab/>
        <w:t>5.772e0</w:t>
      </w:r>
    </w:p>
    <w:p w:rsidR="00845324" w:rsidRDefault="00845324" w:rsidP="00845324">
      <w:r>
        <w:t>282.3274</w:t>
      </w:r>
      <w:r>
        <w:tab/>
        <w:t>3.038e0</w:t>
      </w:r>
    </w:p>
    <w:p w:rsidR="00845324" w:rsidRDefault="00845324" w:rsidP="00845324">
      <w:r>
        <w:t>282.3979</w:t>
      </w:r>
      <w:r>
        <w:tab/>
        <w:t>1.013e0</w:t>
      </w:r>
    </w:p>
    <w:p w:rsidR="00845324" w:rsidRDefault="00845324" w:rsidP="00845324">
      <w:r>
        <w:t>282.4498</w:t>
      </w:r>
      <w:r>
        <w:tab/>
        <w:t>3.038e0</w:t>
      </w:r>
    </w:p>
    <w:p w:rsidR="00845324" w:rsidRDefault="00845324" w:rsidP="00845324">
      <w:r>
        <w:t>282.5191</w:t>
      </w:r>
      <w:r>
        <w:tab/>
        <w:t>1.013e0</w:t>
      </w:r>
    </w:p>
    <w:p w:rsidR="00845324" w:rsidRDefault="00845324" w:rsidP="00845324">
      <w:r>
        <w:t>282.5537</w:t>
      </w:r>
      <w:r>
        <w:tab/>
        <w:t>1.013e0</w:t>
      </w:r>
    </w:p>
    <w:p w:rsidR="00845324" w:rsidRDefault="00845324" w:rsidP="00845324">
      <w:r>
        <w:t>282.5849</w:t>
      </w:r>
      <w:r>
        <w:tab/>
        <w:t>1.013e0</w:t>
      </w:r>
    </w:p>
    <w:p w:rsidR="00845324" w:rsidRDefault="00845324" w:rsidP="00845324">
      <w:r>
        <w:t>282.6205</w:t>
      </w:r>
      <w:r>
        <w:tab/>
        <w:t>2.025e0</w:t>
      </w:r>
    </w:p>
    <w:p w:rsidR="00845324" w:rsidRDefault="00845324" w:rsidP="00845324">
      <w:r>
        <w:t>282.6610</w:t>
      </w:r>
      <w:r>
        <w:tab/>
        <w:t>3.038e0</w:t>
      </w:r>
    </w:p>
    <w:p w:rsidR="00845324" w:rsidRDefault="00845324" w:rsidP="00845324">
      <w:r>
        <w:lastRenderedPageBreak/>
        <w:t>282.7092</w:t>
      </w:r>
      <w:r>
        <w:tab/>
        <w:t>2.025e0</w:t>
      </w:r>
    </w:p>
    <w:p w:rsidR="00845324" w:rsidRDefault="00845324" w:rsidP="00845324">
      <w:r>
        <w:t>282.8112</w:t>
      </w:r>
      <w:r>
        <w:tab/>
        <w:t>3.038e0</w:t>
      </w:r>
    </w:p>
    <w:p w:rsidR="00845324" w:rsidRDefault="00845324" w:rsidP="00845324">
      <w:r>
        <w:t>282.8589</w:t>
      </w:r>
      <w:r>
        <w:tab/>
        <w:t>2.025e0</w:t>
      </w:r>
    </w:p>
    <w:p w:rsidR="00845324" w:rsidRDefault="00845324" w:rsidP="00845324">
      <w:r>
        <w:t>282.9029</w:t>
      </w:r>
      <w:r>
        <w:tab/>
        <w:t>1.013e0</w:t>
      </w:r>
    </w:p>
    <w:p w:rsidR="00845324" w:rsidRDefault="00845324" w:rsidP="00845324">
      <w:r>
        <w:t>283.0077</w:t>
      </w:r>
      <w:r>
        <w:tab/>
        <w:t>4.051e0</w:t>
      </w:r>
    </w:p>
    <w:p w:rsidR="00845324" w:rsidRDefault="00845324" w:rsidP="00845324">
      <w:r>
        <w:t>283.0365</w:t>
      </w:r>
      <w:r>
        <w:tab/>
        <w:t>3.283e0</w:t>
      </w:r>
    </w:p>
    <w:p w:rsidR="00845324" w:rsidRDefault="00845324" w:rsidP="00845324">
      <w:r>
        <w:t>283.1790</w:t>
      </w:r>
      <w:r>
        <w:tab/>
        <w:t>2.676e1</w:t>
      </w:r>
    </w:p>
    <w:p w:rsidR="00845324" w:rsidRDefault="00845324" w:rsidP="00845324">
      <w:r>
        <w:t>283.2345</w:t>
      </w:r>
      <w:r>
        <w:tab/>
        <w:t>2.483e0</w:t>
      </w:r>
    </w:p>
    <w:p w:rsidR="00845324" w:rsidRDefault="00845324" w:rsidP="00845324">
      <w:r>
        <w:t>283.2884</w:t>
      </w:r>
      <w:r>
        <w:tab/>
        <w:t>3.038e0</w:t>
      </w:r>
    </w:p>
    <w:p w:rsidR="00845324" w:rsidRDefault="00845324" w:rsidP="00845324">
      <w:r>
        <w:t>283.3661</w:t>
      </w:r>
      <w:r>
        <w:tab/>
        <w:t>6.076e0</w:t>
      </w:r>
    </w:p>
    <w:p w:rsidR="00845324" w:rsidRDefault="00845324" w:rsidP="00845324">
      <w:r>
        <w:t>283.4440</w:t>
      </w:r>
      <w:r>
        <w:tab/>
        <w:t>2.025e0</w:t>
      </w:r>
    </w:p>
    <w:p w:rsidR="00845324" w:rsidRDefault="00845324" w:rsidP="00845324">
      <w:r>
        <w:t>283.4908</w:t>
      </w:r>
      <w:r>
        <w:tab/>
        <w:t>5.063e0</w:t>
      </w:r>
    </w:p>
    <w:p w:rsidR="00845324" w:rsidRDefault="00845324" w:rsidP="00845324">
      <w:r>
        <w:t>283.5336</w:t>
      </w:r>
      <w:r>
        <w:tab/>
        <w:t>2.025e0</w:t>
      </w:r>
    </w:p>
    <w:p w:rsidR="00845324" w:rsidRDefault="00845324" w:rsidP="00845324">
      <w:r>
        <w:t>283.5743</w:t>
      </w:r>
      <w:r>
        <w:tab/>
        <w:t>3.038e0</w:t>
      </w:r>
    </w:p>
    <w:p w:rsidR="00845324" w:rsidRDefault="00845324" w:rsidP="00845324">
      <w:r>
        <w:t>283.6111</w:t>
      </w:r>
      <w:r>
        <w:tab/>
        <w:t>2.025e0</w:t>
      </w:r>
    </w:p>
    <w:p w:rsidR="00845324" w:rsidRDefault="00845324" w:rsidP="00845324">
      <w:r>
        <w:t>283.6648</w:t>
      </w:r>
      <w:r>
        <w:tab/>
        <w:t>2.025e0</w:t>
      </w:r>
    </w:p>
    <w:p w:rsidR="00845324" w:rsidRDefault="00845324" w:rsidP="00845324">
      <w:r>
        <w:t>283.7473</w:t>
      </w:r>
      <w:r>
        <w:tab/>
        <w:t>1.013e0</w:t>
      </w:r>
    </w:p>
    <w:p w:rsidR="00845324" w:rsidRDefault="00845324" w:rsidP="00845324">
      <w:r>
        <w:t>283.7789</w:t>
      </w:r>
      <w:r>
        <w:tab/>
        <w:t>2.025e0</w:t>
      </w:r>
    </w:p>
    <w:p w:rsidR="00845324" w:rsidRDefault="00845324" w:rsidP="00845324">
      <w:r>
        <w:t>283.8905</w:t>
      </w:r>
      <w:r>
        <w:tab/>
        <w:t>3.038e0</w:t>
      </w:r>
    </w:p>
    <w:p w:rsidR="00845324" w:rsidRDefault="00845324" w:rsidP="00845324">
      <w:r>
        <w:lastRenderedPageBreak/>
        <w:t>283.9344</w:t>
      </w:r>
      <w:r>
        <w:tab/>
        <w:t>2.025e0</w:t>
      </w:r>
    </w:p>
    <w:p w:rsidR="00845324" w:rsidRDefault="00845324" w:rsidP="00845324">
      <w:r>
        <w:t>283.9857</w:t>
      </w:r>
      <w:r>
        <w:tab/>
        <w:t>2.025e0</w:t>
      </w:r>
    </w:p>
    <w:p w:rsidR="00845324" w:rsidRDefault="00845324" w:rsidP="00845324">
      <w:r>
        <w:t>284.0161</w:t>
      </w:r>
      <w:r>
        <w:tab/>
        <w:t>1.013e0</w:t>
      </w:r>
    </w:p>
    <w:p w:rsidR="00845324" w:rsidRDefault="00845324" w:rsidP="00845324">
      <w:r>
        <w:t>284.0890</w:t>
      </w:r>
      <w:r>
        <w:tab/>
        <w:t>2.918e0</w:t>
      </w:r>
    </w:p>
    <w:p w:rsidR="00845324" w:rsidRDefault="00845324" w:rsidP="00845324">
      <w:r>
        <w:t>284.2033</w:t>
      </w:r>
      <w:r>
        <w:tab/>
        <w:t>3.933e1</w:t>
      </w:r>
    </w:p>
    <w:p w:rsidR="00845324" w:rsidRDefault="00845324" w:rsidP="00845324">
      <w:r>
        <w:t>284.2733</w:t>
      </w:r>
      <w:r>
        <w:tab/>
        <w:t>2.025e0</w:t>
      </w:r>
    </w:p>
    <w:p w:rsidR="00845324" w:rsidRDefault="00845324" w:rsidP="00845324">
      <w:r>
        <w:t>284.3254</w:t>
      </w:r>
      <w:r>
        <w:tab/>
        <w:t>4.051e0</w:t>
      </w:r>
    </w:p>
    <w:p w:rsidR="00845324" w:rsidRDefault="00845324" w:rsidP="00845324">
      <w:r>
        <w:t>284.3916</w:t>
      </w:r>
      <w:r>
        <w:tab/>
        <w:t>4.051e0</w:t>
      </w:r>
    </w:p>
    <w:p w:rsidR="00845324" w:rsidRDefault="00845324" w:rsidP="00845324">
      <w:r>
        <w:t>284.4484</w:t>
      </w:r>
      <w:r>
        <w:tab/>
        <w:t>2.025e0</w:t>
      </w:r>
    </w:p>
    <w:p w:rsidR="00845324" w:rsidRDefault="00845324" w:rsidP="00845324">
      <w:r>
        <w:t>284.5097</w:t>
      </w:r>
      <w:r>
        <w:tab/>
        <w:t>2.025e0</w:t>
      </w:r>
    </w:p>
    <w:p w:rsidR="00845324" w:rsidRDefault="00845324" w:rsidP="00845324">
      <w:r>
        <w:t>284.6492</w:t>
      </w:r>
      <w:r>
        <w:tab/>
        <w:t>4.051e0</w:t>
      </w:r>
    </w:p>
    <w:p w:rsidR="00845324" w:rsidRDefault="00845324" w:rsidP="00845324">
      <w:r>
        <w:t>284.7020</w:t>
      </w:r>
      <w:r>
        <w:tab/>
        <w:t>2.025e0</w:t>
      </w:r>
    </w:p>
    <w:p w:rsidR="00845324" w:rsidRDefault="00845324" w:rsidP="00845324">
      <w:r>
        <w:t>284.7687</w:t>
      </w:r>
      <w:r>
        <w:tab/>
        <w:t>3.038e0</w:t>
      </w:r>
    </w:p>
    <w:p w:rsidR="00845324" w:rsidRDefault="00845324" w:rsidP="00845324">
      <w:r>
        <w:t>284.8843</w:t>
      </w:r>
      <w:r>
        <w:tab/>
        <w:t>2.025e0</w:t>
      </w:r>
    </w:p>
    <w:p w:rsidR="00845324" w:rsidRDefault="00845324" w:rsidP="00845324">
      <w:r>
        <w:t>284.9451</w:t>
      </w:r>
      <w:r>
        <w:tab/>
        <w:t>1.013e0</w:t>
      </w:r>
    </w:p>
    <w:p w:rsidR="00845324" w:rsidRDefault="00845324" w:rsidP="00845324">
      <w:r>
        <w:t>284.9759</w:t>
      </w:r>
      <w:r>
        <w:tab/>
        <w:t>4.051e0</w:t>
      </w:r>
    </w:p>
    <w:p w:rsidR="00845324" w:rsidRDefault="00845324" w:rsidP="00845324">
      <w:r>
        <w:t>285.0223</w:t>
      </w:r>
      <w:r>
        <w:tab/>
        <w:t>5.063e0</w:t>
      </w:r>
    </w:p>
    <w:p w:rsidR="00845324" w:rsidRDefault="00845324" w:rsidP="00845324">
      <w:r>
        <w:t>285.0650</w:t>
      </w:r>
      <w:r>
        <w:tab/>
        <w:t>1.013e0</w:t>
      </w:r>
    </w:p>
    <w:p w:rsidR="00845324" w:rsidRDefault="00845324" w:rsidP="00845324">
      <w:r>
        <w:t>285.1164</w:t>
      </w:r>
      <w:r>
        <w:tab/>
        <w:t>2.799e0</w:t>
      </w:r>
    </w:p>
    <w:p w:rsidR="00845324" w:rsidRDefault="00845324" w:rsidP="00845324">
      <w:r>
        <w:lastRenderedPageBreak/>
        <w:t>285.1545</w:t>
      </w:r>
      <w:r>
        <w:tab/>
        <w:t>1.876e0</w:t>
      </w:r>
    </w:p>
    <w:p w:rsidR="00845324" w:rsidRDefault="00845324" w:rsidP="00845324">
      <w:r>
        <w:t>285.2355</w:t>
      </w:r>
      <w:r>
        <w:tab/>
        <w:t>7.650e0</w:t>
      </w:r>
    </w:p>
    <w:p w:rsidR="00845324" w:rsidRDefault="00845324" w:rsidP="00845324">
      <w:r>
        <w:t>285.3009</w:t>
      </w:r>
      <w:r>
        <w:tab/>
        <w:t>5.140e0</w:t>
      </w:r>
    </w:p>
    <w:p w:rsidR="00845324" w:rsidRDefault="00845324" w:rsidP="00845324">
      <w:r>
        <w:t>285.3615</w:t>
      </w:r>
      <w:r>
        <w:tab/>
        <w:t>2.025e0</w:t>
      </w:r>
    </w:p>
    <w:p w:rsidR="00845324" w:rsidRDefault="00845324" w:rsidP="00845324">
      <w:r>
        <w:t>285.4070</w:t>
      </w:r>
      <w:r>
        <w:tab/>
        <w:t>1.013e0</w:t>
      </w:r>
    </w:p>
    <w:p w:rsidR="00845324" w:rsidRDefault="00845324" w:rsidP="00845324">
      <w:r>
        <w:t>285.4338</w:t>
      </w:r>
      <w:r>
        <w:tab/>
        <w:t>2.161e0</w:t>
      </w:r>
    </w:p>
    <w:p w:rsidR="00845324" w:rsidRDefault="00845324" w:rsidP="00845324">
      <w:r>
        <w:t>285.5001</w:t>
      </w:r>
      <w:r>
        <w:tab/>
        <w:t>1.013e0</w:t>
      </w:r>
    </w:p>
    <w:p w:rsidR="00845324" w:rsidRDefault="00845324" w:rsidP="00845324">
      <w:r>
        <w:t>285.5565</w:t>
      </w:r>
      <w:r>
        <w:tab/>
        <w:t>3.038e0</w:t>
      </w:r>
    </w:p>
    <w:p w:rsidR="00845324" w:rsidRDefault="00845324" w:rsidP="00845324">
      <w:r>
        <w:t>285.6080</w:t>
      </w:r>
      <w:r>
        <w:tab/>
        <w:t>1.013e0</w:t>
      </w:r>
    </w:p>
    <w:p w:rsidR="00845324" w:rsidRDefault="00845324" w:rsidP="00845324">
      <w:r>
        <w:t>285.6889</w:t>
      </w:r>
      <w:r>
        <w:tab/>
        <w:t>1.013e0</w:t>
      </w:r>
    </w:p>
    <w:p w:rsidR="00845324" w:rsidRDefault="00845324" w:rsidP="00845324">
      <w:r>
        <w:t>285.7699</w:t>
      </w:r>
      <w:r>
        <w:tab/>
        <w:t>1.013e0</w:t>
      </w:r>
    </w:p>
    <w:p w:rsidR="00845324" w:rsidRDefault="00845324" w:rsidP="00845324">
      <w:r>
        <w:t>285.7915</w:t>
      </w:r>
      <w:r>
        <w:tab/>
        <w:t>1.013e0</w:t>
      </w:r>
    </w:p>
    <w:p w:rsidR="00845324" w:rsidRDefault="00845324" w:rsidP="00845324">
      <w:r>
        <w:t>285.8584</w:t>
      </w:r>
      <w:r>
        <w:tab/>
        <w:t>2.025e0</w:t>
      </w:r>
    </w:p>
    <w:p w:rsidR="00845324" w:rsidRDefault="00845324" w:rsidP="00845324">
      <w:r>
        <w:t>285.9209</w:t>
      </w:r>
      <w:r>
        <w:tab/>
        <w:t>2.025e0</w:t>
      </w:r>
    </w:p>
    <w:p w:rsidR="00845324" w:rsidRDefault="00845324" w:rsidP="00845324">
      <w:r>
        <w:t>285.9993</w:t>
      </w:r>
      <w:r>
        <w:tab/>
        <w:t>2.025e0</w:t>
      </w:r>
    </w:p>
    <w:p w:rsidR="00845324" w:rsidRDefault="00845324" w:rsidP="00845324">
      <w:r>
        <w:t>286.0356</w:t>
      </w:r>
      <w:r>
        <w:tab/>
        <w:t>2.025e0</w:t>
      </w:r>
    </w:p>
    <w:p w:rsidR="00845324" w:rsidRDefault="00845324" w:rsidP="00845324">
      <w:r>
        <w:t>286.0644</w:t>
      </w:r>
      <w:r>
        <w:tab/>
        <w:t>2.025e0</w:t>
      </w:r>
    </w:p>
    <w:p w:rsidR="00845324" w:rsidRDefault="00845324" w:rsidP="00845324">
      <w:r>
        <w:t>286.1721</w:t>
      </w:r>
      <w:r>
        <w:tab/>
        <w:t>5.374e0</w:t>
      </w:r>
    </w:p>
    <w:p w:rsidR="00845324" w:rsidRDefault="00845324" w:rsidP="00845324">
      <w:r>
        <w:t>286.2331</w:t>
      </w:r>
      <w:r>
        <w:tab/>
        <w:t>2.728e0</w:t>
      </w:r>
    </w:p>
    <w:p w:rsidR="00845324" w:rsidRDefault="00845324" w:rsidP="00845324">
      <w:r>
        <w:lastRenderedPageBreak/>
        <w:t>286.2678</w:t>
      </w:r>
      <w:r>
        <w:tab/>
        <w:t>2.891e0</w:t>
      </w:r>
    </w:p>
    <w:p w:rsidR="00845324" w:rsidRDefault="00845324" w:rsidP="00845324">
      <w:r>
        <w:t>286.2957</w:t>
      </w:r>
      <w:r>
        <w:tab/>
        <w:t>1.996e0</w:t>
      </w:r>
    </w:p>
    <w:p w:rsidR="00845324" w:rsidRDefault="00845324" w:rsidP="00845324">
      <w:r>
        <w:t>286.3392</w:t>
      </w:r>
      <w:r>
        <w:tab/>
        <w:t>2.025e0</w:t>
      </w:r>
    </w:p>
    <w:p w:rsidR="00845324" w:rsidRDefault="00845324" w:rsidP="00845324">
      <w:r>
        <w:t>286.3968</w:t>
      </w:r>
      <w:r>
        <w:tab/>
        <w:t>2.025e0</w:t>
      </w:r>
    </w:p>
    <w:p w:rsidR="00845324" w:rsidRDefault="00845324" w:rsidP="00845324">
      <w:r>
        <w:t>286.4667</w:t>
      </w:r>
      <w:r>
        <w:tab/>
        <w:t>2.025e0</w:t>
      </w:r>
    </w:p>
    <w:p w:rsidR="00845324" w:rsidRDefault="00845324" w:rsidP="00845324">
      <w:r>
        <w:t>286.5118</w:t>
      </w:r>
      <w:r>
        <w:tab/>
        <w:t>2.025e0</w:t>
      </w:r>
    </w:p>
    <w:p w:rsidR="00845324" w:rsidRDefault="00845324" w:rsidP="00845324">
      <w:r>
        <w:t>286.5698</w:t>
      </w:r>
      <w:r>
        <w:tab/>
        <w:t>1.013e0</w:t>
      </w:r>
    </w:p>
    <w:p w:rsidR="00845324" w:rsidRDefault="00845324" w:rsidP="00845324">
      <w:r>
        <w:t>286.6091</w:t>
      </w:r>
      <w:r>
        <w:tab/>
        <w:t>2.025e0</w:t>
      </w:r>
    </w:p>
    <w:p w:rsidR="00845324" w:rsidRDefault="00845324" w:rsidP="00845324">
      <w:r>
        <w:t>286.6800</w:t>
      </w:r>
      <w:r>
        <w:tab/>
        <w:t>3.038e0</w:t>
      </w:r>
    </w:p>
    <w:p w:rsidR="00845324" w:rsidRDefault="00845324" w:rsidP="00845324">
      <w:r>
        <w:t>286.7133</w:t>
      </w:r>
      <w:r>
        <w:tab/>
        <w:t>3.038e0</w:t>
      </w:r>
    </w:p>
    <w:p w:rsidR="00845324" w:rsidRDefault="00845324" w:rsidP="00845324">
      <w:r>
        <w:t>286.7809</w:t>
      </w:r>
      <w:r>
        <w:tab/>
        <w:t>1.013e0</w:t>
      </w:r>
    </w:p>
    <w:p w:rsidR="00845324" w:rsidRDefault="00845324" w:rsidP="00845324">
      <w:r>
        <w:t>286.8573</w:t>
      </w:r>
      <w:r>
        <w:tab/>
        <w:t>1.013e0</w:t>
      </w:r>
    </w:p>
    <w:p w:rsidR="00845324" w:rsidRDefault="00845324" w:rsidP="00845324">
      <w:r>
        <w:t>286.9609</w:t>
      </w:r>
      <w:r>
        <w:tab/>
        <w:t>4.051e0</w:t>
      </w:r>
    </w:p>
    <w:p w:rsidR="00845324" w:rsidRDefault="00845324" w:rsidP="00845324">
      <w:r>
        <w:t>287.0030</w:t>
      </w:r>
      <w:r>
        <w:tab/>
        <w:t>2.025e0</w:t>
      </w:r>
    </w:p>
    <w:p w:rsidR="00845324" w:rsidRDefault="00845324" w:rsidP="00845324">
      <w:r>
        <w:t>287.0463</w:t>
      </w:r>
      <w:r>
        <w:tab/>
        <w:t>1.013e0</w:t>
      </w:r>
    </w:p>
    <w:p w:rsidR="00845324" w:rsidRDefault="00845324" w:rsidP="00845324">
      <w:r>
        <w:t>287.1330</w:t>
      </w:r>
      <w:r>
        <w:tab/>
        <w:t>5.140e0</w:t>
      </w:r>
    </w:p>
    <w:p w:rsidR="00845324" w:rsidRDefault="00845324" w:rsidP="00845324">
      <w:r>
        <w:t>287.2172</w:t>
      </w:r>
      <w:r>
        <w:tab/>
        <w:t>2.156e0</w:t>
      </w:r>
    </w:p>
    <w:p w:rsidR="00845324" w:rsidRDefault="00845324" w:rsidP="00845324">
      <w:r>
        <w:t>287.3348</w:t>
      </w:r>
      <w:r>
        <w:tab/>
        <w:t>3.038e0</w:t>
      </w:r>
    </w:p>
    <w:p w:rsidR="00845324" w:rsidRDefault="00845324" w:rsidP="00845324">
      <w:r>
        <w:t>287.3809</w:t>
      </w:r>
      <w:r>
        <w:tab/>
        <w:t>2.025e0</w:t>
      </w:r>
    </w:p>
    <w:p w:rsidR="00845324" w:rsidRDefault="00845324" w:rsidP="00845324">
      <w:r>
        <w:lastRenderedPageBreak/>
        <w:t>287.4502</w:t>
      </w:r>
      <w:r>
        <w:tab/>
        <w:t>2.025e0</w:t>
      </w:r>
    </w:p>
    <w:p w:rsidR="00845324" w:rsidRDefault="00845324" w:rsidP="00845324">
      <w:r>
        <w:t>287.4830</w:t>
      </w:r>
      <w:r>
        <w:tab/>
        <w:t>3.038e0</w:t>
      </w:r>
    </w:p>
    <w:p w:rsidR="00845324" w:rsidRDefault="00845324" w:rsidP="00845324">
      <w:r>
        <w:t>287.5507</w:t>
      </w:r>
      <w:r>
        <w:tab/>
        <w:t>1.013e0</w:t>
      </w:r>
    </w:p>
    <w:p w:rsidR="00845324" w:rsidRDefault="00845324" w:rsidP="00845324">
      <w:r>
        <w:t>287.5778</w:t>
      </w:r>
      <w:r>
        <w:tab/>
        <w:t>1.013e0</w:t>
      </w:r>
    </w:p>
    <w:p w:rsidR="00845324" w:rsidRDefault="00845324" w:rsidP="00845324">
      <w:r>
        <w:t>287.6246</w:t>
      </w:r>
      <w:r>
        <w:tab/>
        <w:t>1.187e0</w:t>
      </w:r>
    </w:p>
    <w:p w:rsidR="00845324" w:rsidRDefault="00845324" w:rsidP="00845324">
      <w:r>
        <w:t>287.6521</w:t>
      </w:r>
      <w:r>
        <w:tab/>
        <w:t>2.025e0</w:t>
      </w:r>
    </w:p>
    <w:p w:rsidR="00845324" w:rsidRDefault="00845324" w:rsidP="00845324">
      <w:r>
        <w:t>287.7607</w:t>
      </w:r>
      <w:r>
        <w:tab/>
        <w:t>2.025e0</w:t>
      </w:r>
    </w:p>
    <w:p w:rsidR="00845324" w:rsidRDefault="00845324" w:rsidP="00845324">
      <w:r>
        <w:t>287.7997</w:t>
      </w:r>
      <w:r>
        <w:tab/>
        <w:t>3.543e0</w:t>
      </w:r>
    </w:p>
    <w:p w:rsidR="00845324" w:rsidRDefault="00845324" w:rsidP="00845324">
      <w:r>
        <w:t>287.8804</w:t>
      </w:r>
      <w:r>
        <w:tab/>
        <w:t>2.025e0</w:t>
      </w:r>
    </w:p>
    <w:p w:rsidR="00845324" w:rsidRDefault="00845324" w:rsidP="00845324">
      <w:r>
        <w:t>287.9308</w:t>
      </w:r>
      <w:r>
        <w:tab/>
        <w:t>1.013e0</w:t>
      </w:r>
    </w:p>
    <w:p w:rsidR="00845324" w:rsidRDefault="00845324" w:rsidP="00845324">
      <w:r>
        <w:t>287.9840</w:t>
      </w:r>
      <w:r>
        <w:tab/>
        <w:t>2.025e0</w:t>
      </w:r>
    </w:p>
    <w:p w:rsidR="00845324" w:rsidRDefault="00845324" w:rsidP="00845324">
      <w:r>
        <w:t>288.0203</w:t>
      </w:r>
      <w:r>
        <w:tab/>
        <w:t>2.109e0</w:t>
      </w:r>
    </w:p>
    <w:p w:rsidR="00845324" w:rsidRDefault="00845324" w:rsidP="00845324">
      <w:r>
        <w:t>288.0659</w:t>
      </w:r>
      <w:r>
        <w:tab/>
        <w:t>4.051e0</w:t>
      </w:r>
    </w:p>
    <w:p w:rsidR="00845324" w:rsidRDefault="00845324" w:rsidP="00845324">
      <w:r>
        <w:t>288.1129</w:t>
      </w:r>
      <w:r>
        <w:tab/>
        <w:t>1.786e0</w:t>
      </w:r>
    </w:p>
    <w:p w:rsidR="00845324" w:rsidRDefault="00845324" w:rsidP="00845324">
      <w:r>
        <w:t>288.1558</w:t>
      </w:r>
      <w:r>
        <w:tab/>
        <w:t>2.424e0</w:t>
      </w:r>
    </w:p>
    <w:p w:rsidR="00845324" w:rsidRDefault="00845324" w:rsidP="00845324">
      <w:r>
        <w:t>288.2505</w:t>
      </w:r>
      <w:r>
        <w:tab/>
        <w:t>7.948e0</w:t>
      </w:r>
    </w:p>
    <w:p w:rsidR="00845324" w:rsidRDefault="00845324" w:rsidP="00845324">
      <w:r>
        <w:t>288.2855</w:t>
      </w:r>
      <w:r>
        <w:tab/>
        <w:t>2.747e0</w:t>
      </w:r>
    </w:p>
    <w:p w:rsidR="00845324" w:rsidRDefault="00845324" w:rsidP="00845324">
      <w:r>
        <w:t>288.3211</w:t>
      </w:r>
      <w:r>
        <w:tab/>
        <w:t>2.025e0</w:t>
      </w:r>
    </w:p>
    <w:p w:rsidR="00845324" w:rsidRDefault="00845324" w:rsidP="00845324">
      <w:r>
        <w:t>288.3539</w:t>
      </w:r>
      <w:r>
        <w:tab/>
        <w:t>2.025e0</w:t>
      </w:r>
    </w:p>
    <w:p w:rsidR="00845324" w:rsidRDefault="00845324" w:rsidP="00845324">
      <w:r>
        <w:lastRenderedPageBreak/>
        <w:t>288.4400</w:t>
      </w:r>
      <w:r>
        <w:tab/>
        <w:t>3.038e0</w:t>
      </w:r>
    </w:p>
    <w:p w:rsidR="00845324" w:rsidRDefault="00845324" w:rsidP="00845324">
      <w:r>
        <w:t>288.4942</w:t>
      </w:r>
      <w:r>
        <w:tab/>
        <w:t>2.025e0</w:t>
      </w:r>
    </w:p>
    <w:p w:rsidR="00845324" w:rsidRDefault="00845324" w:rsidP="00845324">
      <w:r>
        <w:t>288.5334</w:t>
      </w:r>
      <w:r>
        <w:tab/>
        <w:t>3.779e0</w:t>
      </w:r>
    </w:p>
    <w:p w:rsidR="00845324" w:rsidRDefault="00845324" w:rsidP="00845324">
      <w:r>
        <w:t>288.5641</w:t>
      </w:r>
      <w:r>
        <w:tab/>
        <w:t>2.025e0</w:t>
      </w:r>
    </w:p>
    <w:p w:rsidR="00845324" w:rsidRDefault="00845324" w:rsidP="00845324">
      <w:r>
        <w:t>288.6534</w:t>
      </w:r>
      <w:r>
        <w:tab/>
        <w:t>3.038e0</w:t>
      </w:r>
    </w:p>
    <w:p w:rsidR="00845324" w:rsidRDefault="00845324" w:rsidP="00845324">
      <w:r>
        <w:t>288.7395</w:t>
      </w:r>
      <w:r>
        <w:tab/>
        <w:t>3.038e0</w:t>
      </w:r>
    </w:p>
    <w:p w:rsidR="00845324" w:rsidRDefault="00845324" w:rsidP="00845324">
      <w:r>
        <w:t>288.7768</w:t>
      </w:r>
      <w:r>
        <w:tab/>
        <w:t>3.038e0</w:t>
      </w:r>
    </w:p>
    <w:p w:rsidR="00845324" w:rsidRDefault="00845324" w:rsidP="00845324">
      <w:r>
        <w:t>288.8187</w:t>
      </w:r>
      <w:r>
        <w:tab/>
        <w:t>2.485e0</w:t>
      </w:r>
    </w:p>
    <w:p w:rsidR="00845324" w:rsidRDefault="00845324" w:rsidP="00845324">
      <w:r>
        <w:t>288.8762</w:t>
      </w:r>
      <w:r>
        <w:tab/>
        <w:t>4.051e0</w:t>
      </w:r>
    </w:p>
    <w:p w:rsidR="00845324" w:rsidRDefault="00845324" w:rsidP="00845324">
      <w:r>
        <w:t>288.9143</w:t>
      </w:r>
      <w:r>
        <w:tab/>
        <w:t>2.025e0</w:t>
      </w:r>
    </w:p>
    <w:p w:rsidR="00845324" w:rsidRDefault="00845324" w:rsidP="00845324">
      <w:r>
        <w:t>288.9595</w:t>
      </w:r>
      <w:r>
        <w:tab/>
        <w:t>1.013e0</w:t>
      </w:r>
    </w:p>
    <w:p w:rsidR="00845324" w:rsidRDefault="00845324" w:rsidP="00845324">
      <w:r>
        <w:t>289.0184</w:t>
      </w:r>
      <w:r>
        <w:tab/>
        <w:t>1.013e0</w:t>
      </w:r>
    </w:p>
    <w:p w:rsidR="00845324" w:rsidRDefault="00845324" w:rsidP="00845324">
      <w:r>
        <w:t>289.0791</w:t>
      </w:r>
      <w:r>
        <w:tab/>
        <w:t>5.063e0</w:t>
      </w:r>
    </w:p>
    <w:p w:rsidR="00845324" w:rsidRDefault="00845324" w:rsidP="00845324">
      <w:r>
        <w:t>289.1252</w:t>
      </w:r>
      <w:r>
        <w:tab/>
        <w:t>4.777e0</w:t>
      </w:r>
    </w:p>
    <w:p w:rsidR="00845324" w:rsidRDefault="00845324" w:rsidP="00845324">
      <w:r>
        <w:t>289.1782</w:t>
      </w:r>
      <w:r>
        <w:tab/>
        <w:t>2.306e0</w:t>
      </w:r>
    </w:p>
    <w:p w:rsidR="00845324" w:rsidRDefault="00845324" w:rsidP="00845324">
      <w:r>
        <w:t>289.2480</w:t>
      </w:r>
      <w:r>
        <w:tab/>
        <w:t>2.929e0</w:t>
      </w:r>
    </w:p>
    <w:p w:rsidR="00845324" w:rsidRDefault="00845324" w:rsidP="00845324">
      <w:r>
        <w:t>289.2958</w:t>
      </w:r>
      <w:r>
        <w:tab/>
        <w:t>3.992e0</w:t>
      </w:r>
    </w:p>
    <w:p w:rsidR="00845324" w:rsidRDefault="00845324" w:rsidP="00845324">
      <w:r>
        <w:t>289.3392</w:t>
      </w:r>
      <w:r>
        <w:tab/>
        <w:t>4.051e0</w:t>
      </w:r>
    </w:p>
    <w:p w:rsidR="00845324" w:rsidRDefault="00845324" w:rsidP="00845324">
      <w:r>
        <w:t>289.4350</w:t>
      </w:r>
      <w:r>
        <w:tab/>
        <w:t>3.038e0</w:t>
      </w:r>
    </w:p>
    <w:p w:rsidR="00845324" w:rsidRDefault="00845324" w:rsidP="00845324">
      <w:r>
        <w:lastRenderedPageBreak/>
        <w:t>289.4740</w:t>
      </w:r>
      <w:r>
        <w:tab/>
        <w:t>2.025e0</w:t>
      </w:r>
    </w:p>
    <w:p w:rsidR="00845324" w:rsidRDefault="00845324" w:rsidP="00845324">
      <w:r>
        <w:t>289.5120</w:t>
      </w:r>
      <w:r>
        <w:tab/>
        <w:t>2.025e0</w:t>
      </w:r>
    </w:p>
    <w:p w:rsidR="00845324" w:rsidRDefault="00845324" w:rsidP="00845324">
      <w:r>
        <w:t>289.5576</w:t>
      </w:r>
      <w:r>
        <w:tab/>
        <w:t>2.025e0</w:t>
      </w:r>
    </w:p>
    <w:p w:rsidR="00845324" w:rsidRDefault="00845324" w:rsidP="00845324">
      <w:r>
        <w:t>289.5945</w:t>
      </w:r>
      <w:r>
        <w:tab/>
        <w:t>2.025e0</w:t>
      </w:r>
    </w:p>
    <w:p w:rsidR="00845324" w:rsidRDefault="00845324" w:rsidP="00845324">
      <w:r>
        <w:t>289.6690</w:t>
      </w:r>
      <w:r>
        <w:tab/>
        <w:t>1.013e0</w:t>
      </w:r>
    </w:p>
    <w:p w:rsidR="00845324" w:rsidRDefault="00845324" w:rsidP="00845324">
      <w:r>
        <w:t>289.7071</w:t>
      </w:r>
      <w:r>
        <w:tab/>
        <w:t>2.025e0</w:t>
      </w:r>
    </w:p>
    <w:p w:rsidR="00845324" w:rsidRDefault="00845324" w:rsidP="00845324">
      <w:r>
        <w:t>289.8083</w:t>
      </w:r>
      <w:r>
        <w:tab/>
        <w:t>3.038e0</w:t>
      </w:r>
    </w:p>
    <w:p w:rsidR="00845324" w:rsidRDefault="00845324" w:rsidP="00845324">
      <w:r>
        <w:t>289.8439</w:t>
      </w:r>
      <w:r>
        <w:tab/>
        <w:t>1.013e0</w:t>
      </w:r>
    </w:p>
    <w:p w:rsidR="00845324" w:rsidRDefault="00845324" w:rsidP="00845324">
      <w:r>
        <w:t>289.8980</w:t>
      </w:r>
      <w:r>
        <w:tab/>
        <w:t>2.025e0</w:t>
      </w:r>
    </w:p>
    <w:p w:rsidR="00845324" w:rsidRDefault="00845324" w:rsidP="00845324">
      <w:r>
        <w:t>289.9451</w:t>
      </w:r>
      <w:r>
        <w:tab/>
        <w:t>4.051e0</w:t>
      </w:r>
    </w:p>
    <w:p w:rsidR="00845324" w:rsidRDefault="00845324" w:rsidP="00845324">
      <w:r>
        <w:t>289.9839</w:t>
      </w:r>
      <w:r>
        <w:tab/>
        <w:t>3.038e0</w:t>
      </w:r>
    </w:p>
    <w:p w:rsidR="00845324" w:rsidRDefault="00845324" w:rsidP="00845324">
      <w:r>
        <w:t>290.0251</w:t>
      </w:r>
      <w:r>
        <w:tab/>
        <w:t>1.013e0</w:t>
      </w:r>
    </w:p>
    <w:p w:rsidR="00845324" w:rsidRDefault="00845324" w:rsidP="00845324">
      <w:r>
        <w:t>290.1171</w:t>
      </w:r>
      <w:r>
        <w:tab/>
        <w:t>3.038e0</w:t>
      </w:r>
    </w:p>
    <w:p w:rsidR="00845324" w:rsidRDefault="00845324" w:rsidP="00845324">
      <w:r>
        <w:t>290.1924</w:t>
      </w:r>
      <w:r>
        <w:tab/>
        <w:t>3.146e0</w:t>
      </w:r>
    </w:p>
    <w:p w:rsidR="00845324" w:rsidRDefault="00845324" w:rsidP="00845324">
      <w:r>
        <w:t>290.2200</w:t>
      </w:r>
      <w:r>
        <w:tab/>
        <w:t>1.272e0</w:t>
      </w:r>
    </w:p>
    <w:p w:rsidR="00845324" w:rsidRDefault="00845324" w:rsidP="00845324">
      <w:r>
        <w:t>290.3307</w:t>
      </w:r>
      <w:r>
        <w:tab/>
        <w:t>2.025e0</w:t>
      </w:r>
    </w:p>
    <w:p w:rsidR="00845324" w:rsidRDefault="00845324" w:rsidP="00845324">
      <w:r>
        <w:t>290.4033</w:t>
      </w:r>
      <w:r>
        <w:tab/>
        <w:t>2.025e0</w:t>
      </w:r>
    </w:p>
    <w:p w:rsidR="00845324" w:rsidRDefault="00845324" w:rsidP="00845324">
      <w:r>
        <w:t>290.5247</w:t>
      </w:r>
      <w:r>
        <w:tab/>
        <w:t>3.038e0</w:t>
      </w:r>
    </w:p>
    <w:p w:rsidR="00845324" w:rsidRDefault="00845324" w:rsidP="00845324">
      <w:r>
        <w:t>290.6385</w:t>
      </w:r>
      <w:r>
        <w:tab/>
        <w:t>3.038e0</w:t>
      </w:r>
    </w:p>
    <w:p w:rsidR="00845324" w:rsidRDefault="00845324" w:rsidP="00845324">
      <w:r>
        <w:lastRenderedPageBreak/>
        <w:t>290.6924</w:t>
      </w:r>
      <w:r>
        <w:tab/>
        <w:t>5.063e0</w:t>
      </w:r>
    </w:p>
    <w:p w:rsidR="00845324" w:rsidRDefault="00845324" w:rsidP="00845324">
      <w:r>
        <w:t>290.8279</w:t>
      </w:r>
      <w:r>
        <w:tab/>
        <w:t>1.013e0</w:t>
      </w:r>
    </w:p>
    <w:p w:rsidR="00845324" w:rsidRDefault="00845324" w:rsidP="00845324">
      <w:r>
        <w:t>290.8528</w:t>
      </w:r>
      <w:r>
        <w:tab/>
        <w:t>2.025e0</w:t>
      </w:r>
    </w:p>
    <w:p w:rsidR="00845324" w:rsidRDefault="00845324" w:rsidP="00845324">
      <w:r>
        <w:t>290.8819</w:t>
      </w:r>
      <w:r>
        <w:tab/>
        <w:t>1.013e0</w:t>
      </w:r>
    </w:p>
    <w:p w:rsidR="00845324" w:rsidRDefault="00845324" w:rsidP="00845324">
      <w:r>
        <w:t>290.9424</w:t>
      </w:r>
      <w:r>
        <w:tab/>
        <w:t>2.025e0</w:t>
      </w:r>
    </w:p>
    <w:p w:rsidR="00845324" w:rsidRDefault="00845324" w:rsidP="00845324">
      <w:r>
        <w:t>291.0048</w:t>
      </w:r>
      <w:r>
        <w:tab/>
        <w:t>1.013e0</w:t>
      </w:r>
    </w:p>
    <w:p w:rsidR="00845324" w:rsidRDefault="00845324" w:rsidP="00845324">
      <w:r>
        <w:t>291.0612</w:t>
      </w:r>
      <w:r>
        <w:tab/>
        <w:t>2.025e0</w:t>
      </w:r>
    </w:p>
    <w:p w:rsidR="00845324" w:rsidRDefault="00845324" w:rsidP="00845324">
      <w:r>
        <w:t>291.1201</w:t>
      </w:r>
      <w:r>
        <w:tab/>
        <w:t>9.114e0</w:t>
      </w:r>
    </w:p>
    <w:p w:rsidR="00845324" w:rsidRDefault="00845324" w:rsidP="00845324">
      <w:r>
        <w:t>291.2694</w:t>
      </w:r>
      <w:r>
        <w:tab/>
        <w:t>1.044e0</w:t>
      </w:r>
    </w:p>
    <w:p w:rsidR="00845324" w:rsidRDefault="00845324" w:rsidP="00845324">
      <w:r>
        <w:t>291.3051</w:t>
      </w:r>
      <w:r>
        <w:tab/>
        <w:t>1.627e0</w:t>
      </w:r>
    </w:p>
    <w:p w:rsidR="00845324" w:rsidRDefault="00845324" w:rsidP="00845324">
      <w:r>
        <w:t>291.3610</w:t>
      </w:r>
      <w:r>
        <w:tab/>
        <w:t>2.025e0</w:t>
      </w:r>
    </w:p>
    <w:p w:rsidR="00845324" w:rsidRDefault="00845324" w:rsidP="00845324">
      <w:r>
        <w:t>291.4989</w:t>
      </w:r>
      <w:r>
        <w:tab/>
        <w:t>2.025e0</w:t>
      </w:r>
    </w:p>
    <w:p w:rsidR="00845324" w:rsidRDefault="00845324" w:rsidP="00845324">
      <w:r>
        <w:t>291.5208</w:t>
      </w:r>
      <w:r>
        <w:tab/>
        <w:t>2.025e0</w:t>
      </w:r>
    </w:p>
    <w:p w:rsidR="00845324" w:rsidRDefault="00845324" w:rsidP="00845324">
      <w:r>
        <w:t>291.5848</w:t>
      </w:r>
      <w:r>
        <w:tab/>
        <w:t>2.025e0</w:t>
      </w:r>
    </w:p>
    <w:p w:rsidR="00845324" w:rsidRDefault="00845324" w:rsidP="00845324">
      <w:r>
        <w:t>291.6308</w:t>
      </w:r>
      <w:r>
        <w:tab/>
        <w:t>1.013e0</w:t>
      </w:r>
    </w:p>
    <w:p w:rsidR="00845324" w:rsidRDefault="00845324" w:rsidP="00845324">
      <w:r>
        <w:t>291.6621</w:t>
      </w:r>
      <w:r>
        <w:tab/>
        <w:t>1.013e0</w:t>
      </w:r>
    </w:p>
    <w:p w:rsidR="00845324" w:rsidRDefault="00845324" w:rsidP="00845324">
      <w:r>
        <w:t>291.7297</w:t>
      </w:r>
      <w:r>
        <w:tab/>
        <w:t>1.013e0</w:t>
      </w:r>
    </w:p>
    <w:p w:rsidR="00845324" w:rsidRDefault="00845324" w:rsidP="00845324">
      <w:r>
        <w:t>291.8397</w:t>
      </w:r>
      <w:r>
        <w:tab/>
        <w:t>1.013e0</w:t>
      </w:r>
    </w:p>
    <w:p w:rsidR="00845324" w:rsidRDefault="00845324" w:rsidP="00845324">
      <w:r>
        <w:t>291.8784</w:t>
      </w:r>
      <w:r>
        <w:tab/>
        <w:t>1.013e0</w:t>
      </w:r>
    </w:p>
    <w:p w:rsidR="00845324" w:rsidRDefault="00845324" w:rsidP="00845324">
      <w:r>
        <w:lastRenderedPageBreak/>
        <w:t>291.9332</w:t>
      </w:r>
      <w:r>
        <w:tab/>
        <w:t>1.013e0</w:t>
      </w:r>
    </w:p>
    <w:p w:rsidR="00845324" w:rsidRDefault="00845324" w:rsidP="00845324">
      <w:r>
        <w:t>291.9970</w:t>
      </w:r>
      <w:r>
        <w:tab/>
        <w:t>5.063e0</w:t>
      </w:r>
    </w:p>
    <w:p w:rsidR="00845324" w:rsidRDefault="00845324" w:rsidP="00845324">
      <w:r>
        <w:t>292.0989</w:t>
      </w:r>
      <w:r>
        <w:tab/>
        <w:t>4.051e0</w:t>
      </w:r>
    </w:p>
    <w:p w:rsidR="00845324" w:rsidRDefault="00845324" w:rsidP="00845324">
      <w:r>
        <w:t>292.2137</w:t>
      </w:r>
      <w:r>
        <w:tab/>
        <w:t>3.324e0</w:t>
      </w:r>
    </w:p>
    <w:p w:rsidR="00845324" w:rsidRDefault="00845324" w:rsidP="00845324">
      <w:r>
        <w:t>292.2971</w:t>
      </w:r>
      <w:r>
        <w:tab/>
        <w:t>4.204e0</w:t>
      </w:r>
    </w:p>
    <w:p w:rsidR="00845324" w:rsidRDefault="00845324" w:rsidP="00845324">
      <w:r>
        <w:t>292.3423</w:t>
      </w:r>
      <w:r>
        <w:tab/>
        <w:t>1.013e0</w:t>
      </w:r>
    </w:p>
    <w:p w:rsidR="00845324" w:rsidRDefault="00845324" w:rsidP="00845324">
      <w:r>
        <w:t>292.5279</w:t>
      </w:r>
      <w:r>
        <w:tab/>
        <w:t>1.013e0</w:t>
      </w:r>
    </w:p>
    <w:p w:rsidR="00845324" w:rsidRDefault="00845324" w:rsidP="00845324">
      <w:r>
        <w:t>292.5550</w:t>
      </w:r>
      <w:r>
        <w:tab/>
        <w:t>2.025e0</w:t>
      </w:r>
    </w:p>
    <w:p w:rsidR="00845324" w:rsidRDefault="00845324" w:rsidP="00845324">
      <w:r>
        <w:t>292.5858</w:t>
      </w:r>
      <w:r>
        <w:tab/>
        <w:t>2.025e0</w:t>
      </w:r>
    </w:p>
    <w:p w:rsidR="00845324" w:rsidRDefault="00845324" w:rsidP="00845324">
      <w:r>
        <w:t>292.6276</w:t>
      </w:r>
      <w:r>
        <w:tab/>
        <w:t>5.063e0</w:t>
      </w:r>
    </w:p>
    <w:p w:rsidR="00845324" w:rsidRDefault="00845324" w:rsidP="00845324">
      <w:r>
        <w:t>292.6744</w:t>
      </w:r>
      <w:r>
        <w:tab/>
        <w:t>3.038e0</w:t>
      </w:r>
    </w:p>
    <w:p w:rsidR="00845324" w:rsidRDefault="00845324" w:rsidP="00845324">
      <w:r>
        <w:t>292.7477</w:t>
      </w:r>
      <w:r>
        <w:tab/>
        <w:t>3.038e0</w:t>
      </w:r>
    </w:p>
    <w:p w:rsidR="00845324" w:rsidRDefault="00845324" w:rsidP="00845324">
      <w:r>
        <w:t>292.7980</w:t>
      </w:r>
      <w:r>
        <w:tab/>
        <w:t>1.013e0</w:t>
      </w:r>
    </w:p>
    <w:p w:rsidR="00845324" w:rsidRDefault="00845324" w:rsidP="00845324">
      <w:r>
        <w:t>292.8293</w:t>
      </w:r>
      <w:r>
        <w:tab/>
        <w:t>1.013e0</w:t>
      </w:r>
    </w:p>
    <w:p w:rsidR="00845324" w:rsidRDefault="00845324" w:rsidP="00845324">
      <w:r>
        <w:t>292.9106</w:t>
      </w:r>
      <w:r>
        <w:tab/>
        <w:t>5.063e0</w:t>
      </w:r>
    </w:p>
    <w:p w:rsidR="00845324" w:rsidRDefault="00845324" w:rsidP="00845324">
      <w:r>
        <w:t>292.9776</w:t>
      </w:r>
      <w:r>
        <w:tab/>
        <w:t>3.038e0</w:t>
      </w:r>
    </w:p>
    <w:p w:rsidR="00845324" w:rsidRDefault="00845324" w:rsidP="00845324">
      <w:r>
        <w:t>293.0380</w:t>
      </w:r>
      <w:r>
        <w:tab/>
        <w:t>3.038e0</w:t>
      </w:r>
    </w:p>
    <w:p w:rsidR="00845324" w:rsidRDefault="00845324" w:rsidP="00845324">
      <w:r>
        <w:t>293.0782</w:t>
      </w:r>
      <w:r>
        <w:tab/>
        <w:t>3.038e0</w:t>
      </w:r>
    </w:p>
    <w:p w:rsidR="00845324" w:rsidRDefault="00845324" w:rsidP="00845324">
      <w:r>
        <w:t>293.1484</w:t>
      </w:r>
      <w:r>
        <w:tab/>
        <w:t>3.634e0</w:t>
      </w:r>
    </w:p>
    <w:p w:rsidR="00845324" w:rsidRDefault="00845324" w:rsidP="00845324">
      <w:r>
        <w:lastRenderedPageBreak/>
        <w:t>293.2116</w:t>
      </w:r>
      <w:r>
        <w:tab/>
        <w:t>1.600e0</w:t>
      </w:r>
    </w:p>
    <w:p w:rsidR="00845324" w:rsidRDefault="00845324" w:rsidP="00845324">
      <w:r>
        <w:t>293.2572</w:t>
      </w:r>
      <w:r>
        <w:tab/>
        <w:t>1.490e0</w:t>
      </w:r>
    </w:p>
    <w:p w:rsidR="00845324" w:rsidRDefault="00845324" w:rsidP="00845324">
      <w:r>
        <w:t>293.3812</w:t>
      </w:r>
      <w:r>
        <w:tab/>
        <w:t>2.025e0</w:t>
      </w:r>
    </w:p>
    <w:p w:rsidR="00845324" w:rsidRDefault="00845324" w:rsidP="00845324">
      <w:r>
        <w:t>293.4440</w:t>
      </w:r>
      <w:r>
        <w:tab/>
        <w:t>1.013e0</w:t>
      </w:r>
    </w:p>
    <w:p w:rsidR="00845324" w:rsidRDefault="00845324" w:rsidP="00845324">
      <w:r>
        <w:t>293.4928</w:t>
      </w:r>
      <w:r>
        <w:tab/>
        <w:t>2.025e0</w:t>
      </w:r>
    </w:p>
    <w:p w:rsidR="00845324" w:rsidRDefault="00845324" w:rsidP="00845324">
      <w:r>
        <w:t>293.5933</w:t>
      </w:r>
      <w:r>
        <w:tab/>
        <w:t>1.013e0</w:t>
      </w:r>
    </w:p>
    <w:p w:rsidR="00845324" w:rsidRDefault="00845324" w:rsidP="00845324">
      <w:r>
        <w:t>293.6154</w:t>
      </w:r>
      <w:r>
        <w:tab/>
        <w:t>1.013e0</w:t>
      </w:r>
    </w:p>
    <w:p w:rsidR="00845324" w:rsidRDefault="00845324" w:rsidP="00845324">
      <w:r>
        <w:t>293.6486</w:t>
      </w:r>
      <w:r>
        <w:tab/>
        <w:t>1.013e0</w:t>
      </w:r>
    </w:p>
    <w:p w:rsidR="00845324" w:rsidRDefault="00845324" w:rsidP="00845324">
      <w:r>
        <w:t>293.6804</w:t>
      </w:r>
      <w:r>
        <w:tab/>
        <w:t>1.013e0</w:t>
      </w:r>
    </w:p>
    <w:p w:rsidR="00845324" w:rsidRDefault="00845324" w:rsidP="00845324">
      <w:r>
        <w:t>293.7150</w:t>
      </w:r>
      <w:r>
        <w:tab/>
        <w:t>1.013e0</w:t>
      </w:r>
    </w:p>
    <w:p w:rsidR="00845324" w:rsidRDefault="00845324" w:rsidP="00845324">
      <w:r>
        <w:t>293.7786</w:t>
      </w:r>
      <w:r>
        <w:tab/>
        <w:t>4.051e0</w:t>
      </w:r>
    </w:p>
    <w:p w:rsidR="00845324" w:rsidRDefault="00845324" w:rsidP="00845324">
      <w:r>
        <w:t>293.8937</w:t>
      </w:r>
      <w:r>
        <w:tab/>
        <w:t>2.186e0</w:t>
      </w:r>
    </w:p>
    <w:p w:rsidR="00845324" w:rsidRDefault="00845324" w:rsidP="00845324">
      <w:r>
        <w:t>293.9202</w:t>
      </w:r>
      <w:r>
        <w:tab/>
        <w:t>1.013e0</w:t>
      </w:r>
    </w:p>
    <w:p w:rsidR="00845324" w:rsidRDefault="00845324" w:rsidP="00845324">
      <w:r>
        <w:t>293.9896</w:t>
      </w:r>
      <w:r>
        <w:tab/>
        <w:t>5.063e0</w:t>
      </w:r>
    </w:p>
    <w:p w:rsidR="00845324" w:rsidRDefault="00845324" w:rsidP="00845324">
      <w:r>
        <w:t>294.0224</w:t>
      </w:r>
      <w:r>
        <w:tab/>
        <w:t>3.038e0</w:t>
      </w:r>
    </w:p>
    <w:p w:rsidR="00845324" w:rsidRDefault="00845324" w:rsidP="00845324">
      <w:r>
        <w:t>294.0621</w:t>
      </w:r>
      <w:r>
        <w:tab/>
        <w:t>2.025e0</w:t>
      </w:r>
    </w:p>
    <w:p w:rsidR="00845324" w:rsidRDefault="00845324" w:rsidP="00845324">
      <w:r>
        <w:t>294.1044</w:t>
      </w:r>
      <w:r>
        <w:tab/>
        <w:t>1.703e0</w:t>
      </w:r>
    </w:p>
    <w:p w:rsidR="00845324" w:rsidRDefault="00845324" w:rsidP="00845324">
      <w:r>
        <w:t>294.1813</w:t>
      </w:r>
      <w:r>
        <w:tab/>
        <w:t>4.294e0</w:t>
      </w:r>
    </w:p>
    <w:p w:rsidR="00845324" w:rsidRDefault="00845324" w:rsidP="00845324">
      <w:r>
        <w:t>294.2357</w:t>
      </w:r>
      <w:r>
        <w:tab/>
        <w:t>2.342e0</w:t>
      </w:r>
    </w:p>
    <w:p w:rsidR="00845324" w:rsidRDefault="00845324" w:rsidP="00845324">
      <w:r>
        <w:lastRenderedPageBreak/>
        <w:t>294.2907</w:t>
      </w:r>
      <w:r>
        <w:tab/>
        <w:t>1.746e0</w:t>
      </w:r>
    </w:p>
    <w:p w:rsidR="00845324" w:rsidRDefault="00845324" w:rsidP="00845324">
      <w:r>
        <w:t>294.3312</w:t>
      </w:r>
      <w:r>
        <w:tab/>
        <w:t>2.025e0</w:t>
      </w:r>
    </w:p>
    <w:p w:rsidR="00845324" w:rsidRDefault="00845324" w:rsidP="00845324">
      <w:r>
        <w:t>294.4015</w:t>
      </w:r>
      <w:r>
        <w:tab/>
        <w:t>2.025e0</w:t>
      </w:r>
    </w:p>
    <w:p w:rsidR="00845324" w:rsidRDefault="00845324" w:rsidP="00845324">
      <w:r>
        <w:t>294.4527</w:t>
      </w:r>
      <w:r>
        <w:tab/>
        <w:t>2.025e0</w:t>
      </w:r>
    </w:p>
    <w:p w:rsidR="00845324" w:rsidRDefault="00845324" w:rsidP="00845324">
      <w:r>
        <w:t>294.5512</w:t>
      </w:r>
      <w:r>
        <w:tab/>
        <w:t>4.051e0</w:t>
      </w:r>
    </w:p>
    <w:p w:rsidR="00845324" w:rsidRDefault="00845324" w:rsidP="00845324">
      <w:r>
        <w:t>294.5901</w:t>
      </w:r>
      <w:r>
        <w:tab/>
        <w:t>1.013e0</w:t>
      </w:r>
    </w:p>
    <w:p w:rsidR="00845324" w:rsidRDefault="00845324" w:rsidP="00845324">
      <w:r>
        <w:t>294.6365</w:t>
      </w:r>
      <w:r>
        <w:tab/>
        <w:t>1.013e0</w:t>
      </w:r>
    </w:p>
    <w:p w:rsidR="00845324" w:rsidRDefault="00845324" w:rsidP="00845324">
      <w:r>
        <w:t>294.6849</w:t>
      </w:r>
      <w:r>
        <w:tab/>
        <w:t>2.025e0</w:t>
      </w:r>
    </w:p>
    <w:p w:rsidR="00845324" w:rsidRDefault="00845324" w:rsidP="00845324">
      <w:r>
        <w:t>294.7077</w:t>
      </w:r>
      <w:r>
        <w:tab/>
        <w:t>3.038e0</w:t>
      </w:r>
    </w:p>
    <w:p w:rsidR="00845324" w:rsidRDefault="00845324" w:rsidP="00845324">
      <w:r>
        <w:t>294.7333</w:t>
      </w:r>
      <w:r>
        <w:tab/>
        <w:t>2.025e0</w:t>
      </w:r>
    </w:p>
    <w:p w:rsidR="00845324" w:rsidRDefault="00845324" w:rsidP="00845324">
      <w:r>
        <w:t>294.7731</w:t>
      </w:r>
      <w:r>
        <w:tab/>
        <w:t>1.013e0</w:t>
      </w:r>
    </w:p>
    <w:p w:rsidR="00845324" w:rsidRDefault="00845324" w:rsidP="00845324">
      <w:r>
        <w:t>294.8522</w:t>
      </w:r>
      <w:r>
        <w:tab/>
        <w:t>3.038e0</w:t>
      </w:r>
    </w:p>
    <w:p w:rsidR="00845324" w:rsidRDefault="00845324" w:rsidP="00845324">
      <w:r>
        <w:t>294.8809</w:t>
      </w:r>
      <w:r>
        <w:tab/>
        <w:t>2.025e0</w:t>
      </w:r>
    </w:p>
    <w:p w:rsidR="00845324" w:rsidRDefault="00845324" w:rsidP="00845324">
      <w:r>
        <w:t>294.9138</w:t>
      </w:r>
      <w:r>
        <w:tab/>
        <w:t>2.025e0</w:t>
      </w:r>
    </w:p>
    <w:p w:rsidR="00845324" w:rsidRDefault="00845324" w:rsidP="00845324">
      <w:r>
        <w:t>294.9563</w:t>
      </w:r>
      <w:r>
        <w:tab/>
        <w:t>2.025e0</w:t>
      </w:r>
    </w:p>
    <w:p w:rsidR="00845324" w:rsidRDefault="00845324" w:rsidP="00845324">
      <w:r>
        <w:t>295.0231</w:t>
      </w:r>
      <w:r>
        <w:tab/>
        <w:t>2.025e0</w:t>
      </w:r>
    </w:p>
    <w:p w:rsidR="00845324" w:rsidRDefault="00845324" w:rsidP="00845324">
      <w:r>
        <w:t>295.0806</w:t>
      </w:r>
      <w:r>
        <w:tab/>
        <w:t>3.038e0</w:t>
      </w:r>
    </w:p>
    <w:p w:rsidR="00845324" w:rsidRDefault="00845324" w:rsidP="00845324">
      <w:r>
        <w:t>295.1502</w:t>
      </w:r>
      <w:r>
        <w:tab/>
        <w:t>1.104e0</w:t>
      </w:r>
    </w:p>
    <w:p w:rsidR="00845324" w:rsidRDefault="00845324" w:rsidP="00845324">
      <w:r>
        <w:t>295.2115</w:t>
      </w:r>
      <w:r>
        <w:tab/>
        <w:t>1.999e0</w:t>
      </w:r>
    </w:p>
    <w:p w:rsidR="00845324" w:rsidRDefault="00845324" w:rsidP="00845324">
      <w:r>
        <w:lastRenderedPageBreak/>
        <w:t>295.2410</w:t>
      </w:r>
      <w:r>
        <w:tab/>
        <w:t>2.199e0</w:t>
      </w:r>
    </w:p>
    <w:p w:rsidR="00845324" w:rsidRDefault="00845324" w:rsidP="00845324">
      <w:r>
        <w:t>295.2919</w:t>
      </w:r>
      <w:r>
        <w:tab/>
        <w:t>4.740e1</w:t>
      </w:r>
    </w:p>
    <w:p w:rsidR="00845324" w:rsidRDefault="00845324" w:rsidP="00845324">
      <w:r>
        <w:t>295.3898</w:t>
      </w:r>
      <w:r>
        <w:tab/>
        <w:t>2.025e0</w:t>
      </w:r>
    </w:p>
    <w:p w:rsidR="00845324" w:rsidRDefault="00845324" w:rsidP="00845324">
      <w:r>
        <w:t>295.4375</w:t>
      </w:r>
      <w:r>
        <w:tab/>
        <w:t>2.025e0</w:t>
      </w:r>
    </w:p>
    <w:p w:rsidR="00845324" w:rsidRDefault="00845324" w:rsidP="00845324">
      <w:r>
        <w:t>295.5006</w:t>
      </w:r>
      <w:r>
        <w:tab/>
        <w:t>2.025e0</w:t>
      </w:r>
    </w:p>
    <w:p w:rsidR="00845324" w:rsidRDefault="00845324" w:rsidP="00845324">
      <w:r>
        <w:t>295.5871</w:t>
      </w:r>
      <w:r>
        <w:tab/>
        <w:t>4.051e0</w:t>
      </w:r>
    </w:p>
    <w:p w:rsidR="00845324" w:rsidRDefault="00845324" w:rsidP="00845324">
      <w:r>
        <w:t>295.6727</w:t>
      </w:r>
      <w:r>
        <w:tab/>
        <w:t>2.025e0</w:t>
      </w:r>
    </w:p>
    <w:p w:rsidR="00845324" w:rsidRDefault="00845324" w:rsidP="00845324">
      <w:r>
        <w:t>295.7289</w:t>
      </w:r>
      <w:r>
        <w:tab/>
        <w:t>1.013e0</w:t>
      </w:r>
    </w:p>
    <w:p w:rsidR="00845324" w:rsidRDefault="00845324" w:rsidP="00845324">
      <w:r>
        <w:t>295.7679</w:t>
      </w:r>
      <w:r>
        <w:tab/>
        <w:t>1.013e0</w:t>
      </w:r>
    </w:p>
    <w:p w:rsidR="00845324" w:rsidRDefault="00845324" w:rsidP="00845324">
      <w:r>
        <w:t>295.8090</w:t>
      </w:r>
      <w:r>
        <w:tab/>
        <w:t>3.038e0</w:t>
      </w:r>
    </w:p>
    <w:p w:rsidR="00845324" w:rsidRDefault="00845324" w:rsidP="00845324">
      <w:r>
        <w:t>295.8454</w:t>
      </w:r>
      <w:r>
        <w:tab/>
        <w:t>2.025e0</w:t>
      </w:r>
    </w:p>
    <w:p w:rsidR="00845324" w:rsidRDefault="00845324" w:rsidP="00845324">
      <w:r>
        <w:t>295.9057</w:t>
      </w:r>
      <w:r>
        <w:tab/>
        <w:t>2.025e0</w:t>
      </w:r>
    </w:p>
    <w:p w:rsidR="00845324" w:rsidRDefault="00845324" w:rsidP="00845324">
      <w:r>
        <w:t>295.9344</w:t>
      </w:r>
      <w:r>
        <w:tab/>
        <w:t>1.013e0</w:t>
      </w:r>
    </w:p>
    <w:p w:rsidR="00845324" w:rsidRDefault="00845324" w:rsidP="00845324">
      <w:r>
        <w:t>295.9736</w:t>
      </w:r>
      <w:r>
        <w:tab/>
        <w:t>4.051e0</w:t>
      </w:r>
    </w:p>
    <w:p w:rsidR="00845324" w:rsidRDefault="00845324" w:rsidP="00845324">
      <w:r>
        <w:t>296.1528</w:t>
      </w:r>
      <w:r>
        <w:tab/>
        <w:t>2.779e0</w:t>
      </w:r>
    </w:p>
    <w:p w:rsidR="00845324" w:rsidRDefault="00845324" w:rsidP="00845324">
      <w:r>
        <w:t>296.2077</w:t>
      </w:r>
      <w:r>
        <w:tab/>
        <w:t>3.873e0</w:t>
      </w:r>
    </w:p>
    <w:p w:rsidR="00845324" w:rsidRDefault="00845324" w:rsidP="00845324">
      <w:r>
        <w:t>296.2509</w:t>
      </w:r>
      <w:r>
        <w:tab/>
        <w:t>3.943e0</w:t>
      </w:r>
    </w:p>
    <w:p w:rsidR="00845324" w:rsidRDefault="00845324" w:rsidP="00845324">
      <w:r>
        <w:t>296.2964</w:t>
      </w:r>
      <w:r>
        <w:tab/>
        <w:t>1.656e1</w:t>
      </w:r>
    </w:p>
    <w:p w:rsidR="00845324" w:rsidRDefault="00845324" w:rsidP="00845324">
      <w:r>
        <w:t>296.3685</w:t>
      </w:r>
      <w:r>
        <w:tab/>
        <w:t>1.013e0</w:t>
      </w:r>
    </w:p>
    <w:p w:rsidR="00845324" w:rsidRDefault="00845324" w:rsidP="00845324">
      <w:r>
        <w:lastRenderedPageBreak/>
        <w:t>296.4111</w:t>
      </w:r>
      <w:r>
        <w:tab/>
        <w:t>2.025e0</w:t>
      </w:r>
    </w:p>
    <w:p w:rsidR="00845324" w:rsidRDefault="00845324" w:rsidP="00845324">
      <w:r>
        <w:t>296.4811</w:t>
      </w:r>
      <w:r>
        <w:tab/>
        <w:t>1.013e0</w:t>
      </w:r>
    </w:p>
    <w:p w:rsidR="00845324" w:rsidRDefault="00845324" w:rsidP="00845324">
      <w:r>
        <w:t>296.5146</w:t>
      </w:r>
      <w:r>
        <w:tab/>
        <w:t>1.013e0</w:t>
      </w:r>
    </w:p>
    <w:p w:rsidR="00845324" w:rsidRDefault="00845324" w:rsidP="00845324">
      <w:r>
        <w:t>296.5669</w:t>
      </w:r>
      <w:r>
        <w:tab/>
        <w:t>3.038e0</w:t>
      </w:r>
    </w:p>
    <w:p w:rsidR="00845324" w:rsidRDefault="00845324" w:rsidP="00845324">
      <w:r>
        <w:t>296.6320</w:t>
      </w:r>
      <w:r>
        <w:tab/>
        <w:t>2.025e0</w:t>
      </w:r>
    </w:p>
    <w:p w:rsidR="00845324" w:rsidRDefault="00845324" w:rsidP="00845324">
      <w:r>
        <w:t>296.6886</w:t>
      </w:r>
      <w:r>
        <w:tab/>
        <w:t>4.051e0</w:t>
      </w:r>
    </w:p>
    <w:p w:rsidR="00845324" w:rsidRDefault="00845324" w:rsidP="00845324">
      <w:r>
        <w:t>296.7398</w:t>
      </w:r>
      <w:r>
        <w:tab/>
        <w:t>3.038e0</w:t>
      </w:r>
    </w:p>
    <w:p w:rsidR="00845324" w:rsidRDefault="00845324" w:rsidP="00845324">
      <w:r>
        <w:t>296.7957</w:t>
      </w:r>
      <w:r>
        <w:tab/>
        <w:t>3.038e0</w:t>
      </w:r>
    </w:p>
    <w:p w:rsidR="00845324" w:rsidRDefault="00845324" w:rsidP="00845324">
      <w:r>
        <w:t>296.8300</w:t>
      </w:r>
      <w:r>
        <w:tab/>
        <w:t>3.038e0</w:t>
      </w:r>
    </w:p>
    <w:p w:rsidR="00845324" w:rsidRDefault="00845324" w:rsidP="00845324">
      <w:r>
        <w:t>296.8609</w:t>
      </w:r>
      <w:r>
        <w:tab/>
        <w:t>1.013e0</w:t>
      </w:r>
    </w:p>
    <w:p w:rsidR="00845324" w:rsidRDefault="00845324" w:rsidP="00845324">
      <w:r>
        <w:t>296.9164</w:t>
      </w:r>
      <w:r>
        <w:tab/>
        <w:t>1.013e0</w:t>
      </w:r>
    </w:p>
    <w:p w:rsidR="00845324" w:rsidRDefault="00845324" w:rsidP="00845324">
      <w:r>
        <w:t>296.9518</w:t>
      </w:r>
      <w:r>
        <w:tab/>
        <w:t>4.051e0</w:t>
      </w:r>
    </w:p>
    <w:p w:rsidR="00845324" w:rsidRDefault="00845324" w:rsidP="00845324">
      <w:r>
        <w:t>296.9812</w:t>
      </w:r>
      <w:r>
        <w:tab/>
        <w:t>2.025e0</w:t>
      </w:r>
    </w:p>
    <w:p w:rsidR="00845324" w:rsidRDefault="00845324" w:rsidP="00845324">
      <w:r>
        <w:t>297.0828</w:t>
      </w:r>
      <w:r>
        <w:tab/>
        <w:t>2.513e0</w:t>
      </w:r>
    </w:p>
    <w:p w:rsidR="00845324" w:rsidRDefault="00845324" w:rsidP="00845324">
      <w:r>
        <w:t>297.2080</w:t>
      </w:r>
      <w:r>
        <w:tab/>
        <w:t>2.820e0</w:t>
      </w:r>
    </w:p>
    <w:p w:rsidR="00845324" w:rsidRDefault="00845324" w:rsidP="00845324">
      <w:r>
        <w:t>297.2398</w:t>
      </w:r>
      <w:r>
        <w:tab/>
        <w:t>3.109e0</w:t>
      </w:r>
    </w:p>
    <w:p w:rsidR="00845324" w:rsidRDefault="00845324" w:rsidP="00845324">
      <w:r>
        <w:t>297.2830</w:t>
      </w:r>
      <w:r>
        <w:tab/>
        <w:t>1.276e1</w:t>
      </w:r>
    </w:p>
    <w:p w:rsidR="00845324" w:rsidRDefault="00845324" w:rsidP="00845324">
      <w:r>
        <w:t>297.3841</w:t>
      </w:r>
      <w:r>
        <w:tab/>
        <w:t>2.025e0</w:t>
      </w:r>
    </w:p>
    <w:p w:rsidR="00845324" w:rsidRDefault="00845324" w:rsidP="00845324">
      <w:r>
        <w:t>297.4179</w:t>
      </w:r>
      <w:r>
        <w:tab/>
        <w:t>2.025e0</w:t>
      </w:r>
    </w:p>
    <w:p w:rsidR="00845324" w:rsidRDefault="00845324" w:rsidP="00845324">
      <w:r>
        <w:lastRenderedPageBreak/>
        <w:t>297.4653</w:t>
      </w:r>
      <w:r>
        <w:tab/>
        <w:t>3.038e0</w:t>
      </w:r>
    </w:p>
    <w:p w:rsidR="00845324" w:rsidRDefault="00845324" w:rsidP="00845324">
      <w:r>
        <w:t>297.5156</w:t>
      </w:r>
      <w:r>
        <w:tab/>
        <w:t>4.051e0</w:t>
      </w:r>
    </w:p>
    <w:p w:rsidR="00845324" w:rsidRDefault="00845324" w:rsidP="00845324">
      <w:r>
        <w:t>297.5632</w:t>
      </w:r>
      <w:r>
        <w:tab/>
        <w:t>2.025e0</w:t>
      </w:r>
    </w:p>
    <w:p w:rsidR="00845324" w:rsidRDefault="00845324" w:rsidP="00845324">
      <w:r>
        <w:t>297.5943</w:t>
      </w:r>
      <w:r>
        <w:tab/>
        <w:t>1.013e0</w:t>
      </w:r>
    </w:p>
    <w:p w:rsidR="00845324" w:rsidRDefault="00845324" w:rsidP="00845324">
      <w:r>
        <w:t>297.6831</w:t>
      </w:r>
      <w:r>
        <w:tab/>
        <w:t>2.025e0</w:t>
      </w:r>
    </w:p>
    <w:p w:rsidR="00845324" w:rsidRDefault="00845324" w:rsidP="00845324">
      <w:r>
        <w:t>297.7328</w:t>
      </w:r>
      <w:r>
        <w:tab/>
        <w:t>1.013e0</w:t>
      </w:r>
    </w:p>
    <w:p w:rsidR="00845324" w:rsidRDefault="00845324" w:rsidP="00845324">
      <w:r>
        <w:t>297.7728</w:t>
      </w:r>
      <w:r>
        <w:tab/>
        <w:t>1.013e0</w:t>
      </w:r>
    </w:p>
    <w:p w:rsidR="00845324" w:rsidRDefault="00845324" w:rsidP="00845324">
      <w:r>
        <w:t>297.8530</w:t>
      </w:r>
      <w:r>
        <w:tab/>
        <w:t>2.025e0</w:t>
      </w:r>
    </w:p>
    <w:p w:rsidR="00845324" w:rsidRDefault="00845324" w:rsidP="00845324">
      <w:r>
        <w:t>297.9221</w:t>
      </w:r>
      <w:r>
        <w:tab/>
        <w:t>2.025e0</w:t>
      </w:r>
    </w:p>
    <w:p w:rsidR="00845324" w:rsidRDefault="00845324" w:rsidP="00845324">
      <w:r>
        <w:t>297.9709</w:t>
      </w:r>
      <w:r>
        <w:tab/>
        <w:t>3.038e0</w:t>
      </w:r>
    </w:p>
    <w:p w:rsidR="00845324" w:rsidRDefault="00845324" w:rsidP="00845324">
      <w:r>
        <w:t>298.0837</w:t>
      </w:r>
      <w:r>
        <w:tab/>
        <w:t>1.532e0</w:t>
      </w:r>
    </w:p>
    <w:p w:rsidR="00845324" w:rsidRDefault="00845324" w:rsidP="00845324">
      <w:r>
        <w:t>298.1167</w:t>
      </w:r>
      <w:r>
        <w:tab/>
        <w:t>1.215e0</w:t>
      </w:r>
    </w:p>
    <w:p w:rsidR="00845324" w:rsidRDefault="00845324" w:rsidP="00845324">
      <w:r>
        <w:t>298.1888</w:t>
      </w:r>
      <w:r>
        <w:tab/>
        <w:t>1.239e1</w:t>
      </w:r>
    </w:p>
    <w:p w:rsidR="00845324" w:rsidRDefault="00845324" w:rsidP="00845324">
      <w:r>
        <w:t>298.3412</w:t>
      </w:r>
      <w:r>
        <w:tab/>
        <w:t>7.292e0</w:t>
      </w:r>
    </w:p>
    <w:p w:rsidR="00845324" w:rsidRDefault="00845324" w:rsidP="00845324">
      <w:r>
        <w:t>298.3948</w:t>
      </w:r>
      <w:r>
        <w:tab/>
        <w:t>3.038e0</w:t>
      </w:r>
    </w:p>
    <w:p w:rsidR="00845324" w:rsidRDefault="00845324" w:rsidP="00845324">
      <w:r>
        <w:t>298.4988</w:t>
      </w:r>
      <w:r>
        <w:tab/>
        <w:t>2.025e0</w:t>
      </w:r>
    </w:p>
    <w:p w:rsidR="00845324" w:rsidRDefault="00845324" w:rsidP="00845324">
      <w:r>
        <w:t>298.5400</w:t>
      </w:r>
      <w:r>
        <w:tab/>
        <w:t>1.013e0</w:t>
      </w:r>
    </w:p>
    <w:p w:rsidR="00845324" w:rsidRDefault="00845324" w:rsidP="00845324">
      <w:r>
        <w:t>298.5874</w:t>
      </w:r>
      <w:r>
        <w:tab/>
        <w:t>4.051e0</w:t>
      </w:r>
    </w:p>
    <w:p w:rsidR="00845324" w:rsidRDefault="00845324" w:rsidP="00845324">
      <w:r>
        <w:t>298.6503</w:t>
      </w:r>
      <w:r>
        <w:tab/>
        <w:t>1.013e0</w:t>
      </w:r>
    </w:p>
    <w:p w:rsidR="00845324" w:rsidRDefault="00845324" w:rsidP="00845324">
      <w:r>
        <w:lastRenderedPageBreak/>
        <w:t>298.6814</w:t>
      </w:r>
      <w:r>
        <w:tab/>
        <w:t>1.013e0</w:t>
      </w:r>
    </w:p>
    <w:p w:rsidR="00845324" w:rsidRDefault="00845324" w:rsidP="00845324">
      <w:r>
        <w:t>298.8081</w:t>
      </w:r>
      <w:r>
        <w:tab/>
        <w:t>1.721e0</w:t>
      </w:r>
    </w:p>
    <w:p w:rsidR="00845324" w:rsidRDefault="00845324" w:rsidP="00845324">
      <w:r>
        <w:t>298.8751</w:t>
      </w:r>
      <w:r>
        <w:tab/>
        <w:t>2.025e0</w:t>
      </w:r>
    </w:p>
    <w:p w:rsidR="00845324" w:rsidRDefault="00845324" w:rsidP="00845324">
      <w:r>
        <w:t>298.9164</w:t>
      </w:r>
      <w:r>
        <w:tab/>
        <w:t>3.038e0</w:t>
      </w:r>
    </w:p>
    <w:p w:rsidR="00845324" w:rsidRDefault="00845324" w:rsidP="00845324">
      <w:r>
        <w:t>298.9508</w:t>
      </w:r>
      <w:r>
        <w:tab/>
        <w:t>3.038e0</w:t>
      </w:r>
    </w:p>
    <w:p w:rsidR="00845324" w:rsidRDefault="00845324" w:rsidP="00845324">
      <w:r>
        <w:t>299.0132</w:t>
      </w:r>
      <w:r>
        <w:tab/>
        <w:t>2.025e0</w:t>
      </w:r>
    </w:p>
    <w:p w:rsidR="00845324" w:rsidRDefault="00845324" w:rsidP="00845324">
      <w:r>
        <w:t>299.1754</w:t>
      </w:r>
      <w:r>
        <w:tab/>
        <w:t>7.347e0</w:t>
      </w:r>
    </w:p>
    <w:p w:rsidR="00845324" w:rsidRDefault="00845324" w:rsidP="00845324">
      <w:r>
        <w:t>299.2665</w:t>
      </w:r>
      <w:r>
        <w:tab/>
        <w:t>2.516e0</w:t>
      </w:r>
    </w:p>
    <w:p w:rsidR="00845324" w:rsidRDefault="00845324" w:rsidP="00845324">
      <w:r>
        <w:t>299.3018</w:t>
      </w:r>
      <w:r>
        <w:tab/>
        <w:t>6.182e0</w:t>
      </w:r>
    </w:p>
    <w:p w:rsidR="00845324" w:rsidRDefault="00845324" w:rsidP="00845324">
      <w:r>
        <w:t>299.3760</w:t>
      </w:r>
      <w:r>
        <w:tab/>
        <w:t>3.038e0</w:t>
      </w:r>
    </w:p>
    <w:p w:rsidR="00845324" w:rsidRDefault="00845324" w:rsidP="00845324">
      <w:r>
        <w:t>299.4177</w:t>
      </w:r>
      <w:r>
        <w:tab/>
        <w:t>2.025e0</w:t>
      </w:r>
    </w:p>
    <w:p w:rsidR="00845324" w:rsidRDefault="00845324" w:rsidP="00845324">
      <w:r>
        <w:t>299.4818</w:t>
      </w:r>
      <w:r>
        <w:tab/>
        <w:t>1.013e0</w:t>
      </w:r>
    </w:p>
    <w:p w:rsidR="00845324" w:rsidRDefault="00845324" w:rsidP="00845324">
      <w:r>
        <w:t>299.5480</w:t>
      </w:r>
      <w:r>
        <w:tab/>
        <w:t>4.083e0</w:t>
      </w:r>
    </w:p>
    <w:p w:rsidR="00845324" w:rsidRDefault="00845324" w:rsidP="00845324">
      <w:r>
        <w:t>299.6448</w:t>
      </w:r>
      <w:r>
        <w:tab/>
        <w:t>6.252e0</w:t>
      </w:r>
    </w:p>
    <w:p w:rsidR="00845324" w:rsidRDefault="00845324" w:rsidP="00845324">
      <w:r>
        <w:t>299.6978</w:t>
      </w:r>
      <w:r>
        <w:tab/>
        <w:t>3.038e0</w:t>
      </w:r>
    </w:p>
    <w:p w:rsidR="00845324" w:rsidRDefault="00845324" w:rsidP="00845324">
      <w:r>
        <w:t>299.7602</w:t>
      </w:r>
      <w:r>
        <w:tab/>
        <w:t>3.038e0</w:t>
      </w:r>
    </w:p>
    <w:p w:rsidR="00845324" w:rsidRDefault="00845324" w:rsidP="00845324">
      <w:r>
        <w:t>299.8215</w:t>
      </w:r>
      <w:r>
        <w:tab/>
        <w:t>3.594e0</w:t>
      </w:r>
    </w:p>
    <w:p w:rsidR="00845324" w:rsidRDefault="00845324" w:rsidP="00845324">
      <w:r>
        <w:t>299.8918</w:t>
      </w:r>
      <w:r>
        <w:tab/>
        <w:t>6.076e0</w:t>
      </w:r>
    </w:p>
    <w:p w:rsidR="00845324" w:rsidRDefault="00845324" w:rsidP="00845324">
      <w:r>
        <w:t>299.9536</w:t>
      </w:r>
      <w:r>
        <w:tab/>
        <w:t>7.307e0</w:t>
      </w:r>
    </w:p>
    <w:p w:rsidR="00845324" w:rsidRDefault="00845324" w:rsidP="00845324">
      <w:r>
        <w:lastRenderedPageBreak/>
        <w:t>299.9966</w:t>
      </w:r>
      <w:r>
        <w:tab/>
        <w:t>2.015e0</w:t>
      </w:r>
    </w:p>
    <w:p w:rsidR="00845324" w:rsidRDefault="00845324" w:rsidP="00845324">
      <w:r>
        <w:t>300.0378</w:t>
      </w:r>
      <w:r>
        <w:tab/>
        <w:t>2.025e0</w:t>
      </w:r>
    </w:p>
    <w:p w:rsidR="00845324" w:rsidRDefault="00845324" w:rsidP="00845324">
      <w:r>
        <w:t>300.0745</w:t>
      </w:r>
      <w:r>
        <w:tab/>
        <w:t>3.517e0</w:t>
      </w:r>
    </w:p>
    <w:p w:rsidR="00845324" w:rsidRDefault="00845324" w:rsidP="00845324">
      <w:r>
        <w:t>300.1283</w:t>
      </w:r>
      <w:r>
        <w:tab/>
        <w:t>4.846e0</w:t>
      </w:r>
    </w:p>
    <w:p w:rsidR="00845324" w:rsidRDefault="00845324" w:rsidP="00845324">
      <w:r>
        <w:t>300.2019</w:t>
      </w:r>
      <w:r>
        <w:tab/>
        <w:t>3.327e2</w:t>
      </w:r>
    </w:p>
    <w:p w:rsidR="00845324" w:rsidRDefault="00845324" w:rsidP="00845324">
      <w:r>
        <w:t>300.2721</w:t>
      </w:r>
      <w:r>
        <w:tab/>
        <w:t>2.869e0</w:t>
      </w:r>
    </w:p>
    <w:p w:rsidR="00845324" w:rsidRDefault="00845324" w:rsidP="00845324">
      <w:r>
        <w:t>300.2993</w:t>
      </w:r>
      <w:r>
        <w:tab/>
        <w:t>4.239e0</w:t>
      </w:r>
    </w:p>
    <w:p w:rsidR="00845324" w:rsidRDefault="00845324" w:rsidP="00845324">
      <w:r>
        <w:t>300.3443</w:t>
      </w:r>
      <w:r>
        <w:tab/>
        <w:t>4.022e0</w:t>
      </w:r>
    </w:p>
    <w:p w:rsidR="00845324" w:rsidRDefault="00845324" w:rsidP="00845324">
      <w:r>
        <w:t>300.3722</w:t>
      </w:r>
      <w:r>
        <w:tab/>
        <w:t>4.051e0</w:t>
      </w:r>
    </w:p>
    <w:p w:rsidR="00845324" w:rsidRDefault="00845324" w:rsidP="00845324">
      <w:r>
        <w:t>300.4219</w:t>
      </w:r>
      <w:r>
        <w:tab/>
        <w:t>5.063e0</w:t>
      </w:r>
    </w:p>
    <w:p w:rsidR="00845324" w:rsidRDefault="00845324" w:rsidP="00845324">
      <w:r>
        <w:t>300.4713</w:t>
      </w:r>
      <w:r>
        <w:tab/>
        <w:t>2.025e0</w:t>
      </w:r>
    </w:p>
    <w:p w:rsidR="00845324" w:rsidRDefault="00845324" w:rsidP="00845324">
      <w:r>
        <w:t>300.5493</w:t>
      </w:r>
      <w:r>
        <w:tab/>
        <w:t>3.038e0</w:t>
      </w:r>
    </w:p>
    <w:p w:rsidR="00845324" w:rsidRDefault="00845324" w:rsidP="00845324">
      <w:r>
        <w:t>300.6004</w:t>
      </w:r>
      <w:r>
        <w:tab/>
        <w:t>1.013e0</w:t>
      </w:r>
    </w:p>
    <w:p w:rsidR="00845324" w:rsidRDefault="00845324" w:rsidP="00845324">
      <w:r>
        <w:t>300.6513</w:t>
      </w:r>
      <w:r>
        <w:tab/>
        <w:t>1.013e0</w:t>
      </w:r>
    </w:p>
    <w:p w:rsidR="00845324" w:rsidRDefault="00845324" w:rsidP="00845324">
      <w:r>
        <w:t>300.7286</w:t>
      </w:r>
      <w:r>
        <w:tab/>
        <w:t>4.051e0</w:t>
      </w:r>
    </w:p>
    <w:p w:rsidR="00845324" w:rsidRDefault="00845324" w:rsidP="00845324">
      <w:r>
        <w:t>300.7725</w:t>
      </w:r>
      <w:r>
        <w:tab/>
        <w:t>4.051e0</w:t>
      </w:r>
    </w:p>
    <w:p w:rsidR="00845324" w:rsidRDefault="00845324" w:rsidP="00845324">
      <w:r>
        <w:t>300.8314</w:t>
      </w:r>
      <w:r>
        <w:tab/>
        <w:t>1.644e0</w:t>
      </w:r>
    </w:p>
    <w:p w:rsidR="00845324" w:rsidRDefault="00845324" w:rsidP="00845324">
      <w:r>
        <w:t>300.8614</w:t>
      </w:r>
      <w:r>
        <w:tab/>
        <w:t>2.962e0</w:t>
      </w:r>
    </w:p>
    <w:p w:rsidR="00845324" w:rsidRDefault="00845324" w:rsidP="00845324">
      <w:r>
        <w:t>300.9400</w:t>
      </w:r>
      <w:r>
        <w:tab/>
        <w:t>3.038e0</w:t>
      </w:r>
    </w:p>
    <w:p w:rsidR="00845324" w:rsidRDefault="00845324" w:rsidP="00845324">
      <w:r>
        <w:lastRenderedPageBreak/>
        <w:t>301.0067</w:t>
      </w:r>
      <w:r>
        <w:tab/>
        <w:t>2.707e0</w:t>
      </w:r>
    </w:p>
    <w:p w:rsidR="00845324" w:rsidRDefault="00845324" w:rsidP="00845324">
      <w:r>
        <w:t>301.0461</w:t>
      </w:r>
      <w:r>
        <w:tab/>
        <w:t>1.861e0</w:t>
      </w:r>
    </w:p>
    <w:p w:rsidR="00845324" w:rsidRDefault="00845324" w:rsidP="00845324">
      <w:r>
        <w:t>301.0971</w:t>
      </w:r>
      <w:r>
        <w:tab/>
        <w:t>1.898e0</w:t>
      </w:r>
    </w:p>
    <w:p w:rsidR="00845324" w:rsidRDefault="00845324" w:rsidP="00845324">
      <w:r>
        <w:t>301.1549</w:t>
      </w:r>
      <w:r>
        <w:tab/>
        <w:t>3.203e1</w:t>
      </w:r>
    </w:p>
    <w:p w:rsidR="00845324" w:rsidRDefault="00845324" w:rsidP="00845324">
      <w:r>
        <w:t>301.2074</w:t>
      </w:r>
      <w:r>
        <w:tab/>
        <w:t>4.690e1</w:t>
      </w:r>
    </w:p>
    <w:p w:rsidR="00845324" w:rsidRDefault="00845324" w:rsidP="00845324">
      <w:r>
        <w:t>301.2842</w:t>
      </w:r>
      <w:r>
        <w:tab/>
        <w:t>5.912e0</w:t>
      </w:r>
    </w:p>
    <w:p w:rsidR="00845324" w:rsidRDefault="00845324" w:rsidP="00845324">
      <w:r>
        <w:t>301.3258</w:t>
      </w:r>
      <w:r>
        <w:tab/>
        <w:t>2.749e0</w:t>
      </w:r>
    </w:p>
    <w:p w:rsidR="00845324" w:rsidRDefault="00845324" w:rsidP="00845324">
      <w:r>
        <w:t>301.3649</w:t>
      </w:r>
      <w:r>
        <w:tab/>
        <w:t>3.950e0</w:t>
      </w:r>
    </w:p>
    <w:p w:rsidR="00845324" w:rsidRDefault="00845324" w:rsidP="00845324">
      <w:r>
        <w:t>301.4140</w:t>
      </w:r>
      <w:r>
        <w:tab/>
        <w:t>3.038e0</w:t>
      </w:r>
    </w:p>
    <w:p w:rsidR="00845324" w:rsidRDefault="00845324" w:rsidP="00845324">
      <w:r>
        <w:t>301.4525</w:t>
      </w:r>
      <w:r>
        <w:tab/>
        <w:t>2.025e0</w:t>
      </w:r>
    </w:p>
    <w:p w:rsidR="00845324" w:rsidRDefault="00845324" w:rsidP="00845324">
      <w:r>
        <w:t>301.4966</w:t>
      </w:r>
      <w:r>
        <w:tab/>
        <w:t>2.025e0</w:t>
      </w:r>
    </w:p>
    <w:p w:rsidR="00845324" w:rsidRDefault="00845324" w:rsidP="00845324">
      <w:r>
        <w:t>301.5302</w:t>
      </w:r>
      <w:r>
        <w:tab/>
        <w:t>3.038e0</w:t>
      </w:r>
    </w:p>
    <w:p w:rsidR="00845324" w:rsidRDefault="00845324" w:rsidP="00845324">
      <w:r>
        <w:t>301.5737</w:t>
      </w:r>
      <w:r>
        <w:tab/>
        <w:t>3.328e0</w:t>
      </w:r>
    </w:p>
    <w:p w:rsidR="00845324" w:rsidRDefault="00845324" w:rsidP="00845324">
      <w:r>
        <w:t>301.6097</w:t>
      </w:r>
      <w:r>
        <w:tab/>
        <w:t>6.799e0</w:t>
      </w:r>
    </w:p>
    <w:p w:rsidR="00845324" w:rsidRDefault="00845324" w:rsidP="00845324">
      <w:r>
        <w:t>301.6419</w:t>
      </w:r>
      <w:r>
        <w:tab/>
        <w:t>6.076e0</w:t>
      </w:r>
    </w:p>
    <w:p w:rsidR="00845324" w:rsidRDefault="00845324" w:rsidP="00845324">
      <w:r>
        <w:t>301.7369</w:t>
      </w:r>
      <w:r>
        <w:tab/>
        <w:t>6.922e0</w:t>
      </w:r>
    </w:p>
    <w:p w:rsidR="00845324" w:rsidRDefault="00845324" w:rsidP="00845324">
      <w:r>
        <w:t>301.7773</w:t>
      </w:r>
      <w:r>
        <w:tab/>
        <w:t>7.153e0</w:t>
      </w:r>
    </w:p>
    <w:p w:rsidR="00845324" w:rsidRDefault="00845324" w:rsidP="00845324">
      <w:r>
        <w:t>301.8443</w:t>
      </w:r>
      <w:r>
        <w:tab/>
        <w:t>7.670e0</w:t>
      </w:r>
    </w:p>
    <w:p w:rsidR="00845324" w:rsidRDefault="00845324" w:rsidP="00845324">
      <w:r>
        <w:t>301.8982</w:t>
      </w:r>
      <w:r>
        <w:tab/>
        <w:t>1.729e1</w:t>
      </w:r>
    </w:p>
    <w:p w:rsidR="00845324" w:rsidRDefault="00845324" w:rsidP="00845324">
      <w:r>
        <w:lastRenderedPageBreak/>
        <w:t>301.9355</w:t>
      </w:r>
      <w:r>
        <w:tab/>
        <w:t>6.846e0</w:t>
      </w:r>
    </w:p>
    <w:p w:rsidR="00845324" w:rsidRDefault="00845324" w:rsidP="00845324">
      <w:r>
        <w:t>301.9972</w:t>
      </w:r>
      <w:r>
        <w:tab/>
        <w:t>6.262e0</w:t>
      </w:r>
    </w:p>
    <w:p w:rsidR="00845324" w:rsidRDefault="00845324" w:rsidP="00845324">
      <w:r>
        <w:t>302.0390</w:t>
      </w:r>
      <w:r>
        <w:tab/>
        <w:t>1.154e1</w:t>
      </w:r>
    </w:p>
    <w:p w:rsidR="00845324" w:rsidRDefault="00845324" w:rsidP="00845324">
      <w:r>
        <w:t>302.1387</w:t>
      </w:r>
      <w:r>
        <w:tab/>
        <w:t>2.578e3</w:t>
      </w:r>
    </w:p>
    <w:p w:rsidR="00845324" w:rsidRDefault="00845324" w:rsidP="00845324">
      <w:r>
        <w:t>302.2560</w:t>
      </w:r>
      <w:r>
        <w:tab/>
        <w:t>1.317e1</w:t>
      </w:r>
    </w:p>
    <w:p w:rsidR="00845324" w:rsidRDefault="00845324" w:rsidP="00845324">
      <w:r>
        <w:t>302.3316</w:t>
      </w:r>
      <w:r>
        <w:tab/>
        <w:t>4.274e1</w:t>
      </w:r>
    </w:p>
    <w:p w:rsidR="00845324" w:rsidRDefault="00845324" w:rsidP="00845324">
      <w:r>
        <w:t>302.4106</w:t>
      </w:r>
      <w:r>
        <w:tab/>
        <w:t>1.114e1</w:t>
      </w:r>
    </w:p>
    <w:p w:rsidR="00845324" w:rsidRDefault="00845324" w:rsidP="00845324">
      <w:r>
        <w:t>302.5066</w:t>
      </w:r>
      <w:r>
        <w:tab/>
        <w:t>1.555e1</w:t>
      </w:r>
    </w:p>
    <w:p w:rsidR="00845324" w:rsidRDefault="00845324" w:rsidP="00845324">
      <w:r>
        <w:t>302.5524</w:t>
      </w:r>
      <w:r>
        <w:tab/>
        <w:t>8.614e0</w:t>
      </w:r>
    </w:p>
    <w:p w:rsidR="00845324" w:rsidRDefault="00845324" w:rsidP="00845324">
      <w:r>
        <w:t>302.6077</w:t>
      </w:r>
      <w:r>
        <w:tab/>
        <w:t>1.610e1</w:t>
      </w:r>
    </w:p>
    <w:p w:rsidR="00845324" w:rsidRDefault="00845324" w:rsidP="00845324">
      <w:r>
        <w:t>302.6592</w:t>
      </w:r>
      <w:r>
        <w:tab/>
        <w:t>1.114e1</w:t>
      </w:r>
    </w:p>
    <w:p w:rsidR="00845324" w:rsidRDefault="00845324" w:rsidP="00845324">
      <w:r>
        <w:t>302.6991</w:t>
      </w:r>
      <w:r>
        <w:tab/>
        <w:t>1.714e1</w:t>
      </w:r>
    </w:p>
    <w:p w:rsidR="00845324" w:rsidRDefault="00845324" w:rsidP="00845324">
      <w:r>
        <w:t>302.7342</w:t>
      </w:r>
      <w:r>
        <w:tab/>
        <w:t>9.649e0</w:t>
      </w:r>
    </w:p>
    <w:p w:rsidR="00845324" w:rsidRDefault="00845324" w:rsidP="00845324">
      <w:r>
        <w:t>302.8391</w:t>
      </w:r>
      <w:r>
        <w:tab/>
        <w:t>1.275e1</w:t>
      </w:r>
    </w:p>
    <w:p w:rsidR="00845324" w:rsidRDefault="00845324" w:rsidP="00845324">
      <w:r>
        <w:t>302.8985</w:t>
      </w:r>
      <w:r>
        <w:tab/>
        <w:t>2.111e1</w:t>
      </w:r>
    </w:p>
    <w:p w:rsidR="00845324" w:rsidRDefault="00845324" w:rsidP="00845324">
      <w:r>
        <w:t>302.9475</w:t>
      </w:r>
      <w:r>
        <w:tab/>
        <w:t>7.998e0</w:t>
      </w:r>
    </w:p>
    <w:p w:rsidR="00845324" w:rsidRDefault="00845324" w:rsidP="00845324">
      <w:r>
        <w:t>302.9934</w:t>
      </w:r>
      <w:r>
        <w:tab/>
        <w:t>9.982e0</w:t>
      </w:r>
    </w:p>
    <w:p w:rsidR="00845324" w:rsidRDefault="00845324" w:rsidP="00845324">
      <w:r>
        <w:t>303.0466</w:t>
      </w:r>
      <w:r>
        <w:tab/>
        <w:t>6.142e0</w:t>
      </w:r>
    </w:p>
    <w:p w:rsidR="00845324" w:rsidRDefault="00845324" w:rsidP="00845324">
      <w:r>
        <w:t>303.1440</w:t>
      </w:r>
      <w:r>
        <w:tab/>
        <w:t>6.429e2</w:t>
      </w:r>
    </w:p>
    <w:p w:rsidR="00845324" w:rsidRDefault="00845324" w:rsidP="00845324">
      <w:r>
        <w:lastRenderedPageBreak/>
        <w:t>303.2475</w:t>
      </w:r>
      <w:r>
        <w:tab/>
        <w:t>4.380e0</w:t>
      </w:r>
    </w:p>
    <w:p w:rsidR="00845324" w:rsidRDefault="00845324" w:rsidP="00845324">
      <w:r>
        <w:t>303.2942</w:t>
      </w:r>
      <w:r>
        <w:tab/>
        <w:t>1.637e1</w:t>
      </w:r>
    </w:p>
    <w:p w:rsidR="00845324" w:rsidRDefault="00845324" w:rsidP="00845324">
      <w:r>
        <w:t>303.3678</w:t>
      </w:r>
      <w:r>
        <w:tab/>
        <w:t>4.803e0</w:t>
      </w:r>
    </w:p>
    <w:p w:rsidR="00845324" w:rsidRDefault="00845324" w:rsidP="00845324">
      <w:r>
        <w:t>303.4233</w:t>
      </w:r>
      <w:r>
        <w:tab/>
        <w:t>1.215e1</w:t>
      </w:r>
    </w:p>
    <w:p w:rsidR="00845324" w:rsidRDefault="00845324" w:rsidP="00845324">
      <w:r>
        <w:t>303.4622</w:t>
      </w:r>
      <w:r>
        <w:tab/>
        <w:t>5.173e0</w:t>
      </w:r>
    </w:p>
    <w:p w:rsidR="00845324" w:rsidRDefault="00845324" w:rsidP="00845324">
      <w:r>
        <w:t>303.5606</w:t>
      </w:r>
      <w:r>
        <w:tab/>
        <w:t>6.966e0</w:t>
      </w:r>
    </w:p>
    <w:p w:rsidR="00845324" w:rsidRDefault="00845324" w:rsidP="00845324">
      <w:r>
        <w:t>303.6324</w:t>
      </w:r>
      <w:r>
        <w:tab/>
        <w:t>8.101e0</w:t>
      </w:r>
    </w:p>
    <w:p w:rsidR="00845324" w:rsidRDefault="00845324" w:rsidP="00845324">
      <w:r>
        <w:t>303.7036</w:t>
      </w:r>
      <w:r>
        <w:tab/>
        <w:t>5.063e0</w:t>
      </w:r>
    </w:p>
    <w:p w:rsidR="00845324" w:rsidRDefault="00845324" w:rsidP="00845324">
      <w:r>
        <w:t>303.7329</w:t>
      </w:r>
      <w:r>
        <w:tab/>
        <w:t>6.076e0</w:t>
      </w:r>
    </w:p>
    <w:p w:rsidR="00845324" w:rsidRDefault="00845324" w:rsidP="00845324">
      <w:r>
        <w:t>303.7789</w:t>
      </w:r>
      <w:r>
        <w:tab/>
        <w:t>9.921e0</w:t>
      </w:r>
    </w:p>
    <w:p w:rsidR="00845324" w:rsidRDefault="00845324" w:rsidP="00845324">
      <w:r>
        <w:t>303.8573</w:t>
      </w:r>
      <w:r>
        <w:tab/>
        <w:t>1.025e1</w:t>
      </w:r>
    </w:p>
    <w:p w:rsidR="00845324" w:rsidRDefault="00845324" w:rsidP="00845324">
      <w:r>
        <w:t>303.9641</w:t>
      </w:r>
      <w:r>
        <w:tab/>
        <w:t>1.066e1</w:t>
      </w:r>
    </w:p>
    <w:p w:rsidR="00845324" w:rsidRDefault="00845324" w:rsidP="00845324">
      <w:r>
        <w:t>304.0234</w:t>
      </w:r>
      <w:r>
        <w:tab/>
        <w:t>4.051e0</w:t>
      </w:r>
    </w:p>
    <w:p w:rsidR="00845324" w:rsidRDefault="00845324" w:rsidP="00845324">
      <w:r>
        <w:t>304.0532</w:t>
      </w:r>
      <w:r>
        <w:tab/>
        <w:t>4.749e0</w:t>
      </w:r>
    </w:p>
    <w:p w:rsidR="00845324" w:rsidRDefault="00845324" w:rsidP="00845324">
      <w:r>
        <w:t>304.0951</w:t>
      </w:r>
      <w:r>
        <w:tab/>
        <w:t>6.782e0</w:t>
      </w:r>
    </w:p>
    <w:p w:rsidR="00845324" w:rsidRDefault="00845324" w:rsidP="00845324">
      <w:r>
        <w:t>304.1437</w:t>
      </w:r>
      <w:r>
        <w:tab/>
        <w:t>7.021e1</w:t>
      </w:r>
    </w:p>
    <w:p w:rsidR="00845324" w:rsidRDefault="00845324" w:rsidP="00845324">
      <w:r>
        <w:t>304.2278</w:t>
      </w:r>
      <w:r>
        <w:tab/>
        <w:t>1.779e0</w:t>
      </w:r>
    </w:p>
    <w:p w:rsidR="00845324" w:rsidRDefault="00845324" w:rsidP="00845324">
      <w:r>
        <w:t>304.3015</w:t>
      </w:r>
      <w:r>
        <w:tab/>
        <w:t>1.244e2</w:t>
      </w:r>
    </w:p>
    <w:p w:rsidR="00845324" w:rsidRDefault="00845324" w:rsidP="00845324">
      <w:r>
        <w:t>304.4366</w:t>
      </w:r>
      <w:r>
        <w:tab/>
        <w:t>9.114e0</w:t>
      </w:r>
    </w:p>
    <w:p w:rsidR="00845324" w:rsidRDefault="00845324" w:rsidP="00845324">
      <w:r>
        <w:lastRenderedPageBreak/>
        <w:t>304.5205</w:t>
      </w:r>
      <w:r>
        <w:tab/>
        <w:t>6.209e0</w:t>
      </w:r>
    </w:p>
    <w:p w:rsidR="00845324" w:rsidRDefault="00845324" w:rsidP="00845324">
      <w:r>
        <w:t>304.5665</w:t>
      </w:r>
      <w:r>
        <w:tab/>
        <w:t>2.940e0</w:t>
      </w:r>
    </w:p>
    <w:p w:rsidR="00845324" w:rsidRDefault="00845324" w:rsidP="00845324">
      <w:r>
        <w:t>304.6008</w:t>
      </w:r>
      <w:r>
        <w:tab/>
        <w:t>3.977e0</w:t>
      </w:r>
    </w:p>
    <w:p w:rsidR="00845324" w:rsidRDefault="00845324" w:rsidP="00845324">
      <w:r>
        <w:t>304.6489</w:t>
      </w:r>
      <w:r>
        <w:tab/>
        <w:t>2.025e0</w:t>
      </w:r>
    </w:p>
    <w:p w:rsidR="00845324" w:rsidRDefault="00845324" w:rsidP="00845324">
      <w:r>
        <w:t>304.6912</w:t>
      </w:r>
      <w:r>
        <w:tab/>
        <w:t>2.668e0</w:t>
      </w:r>
    </w:p>
    <w:p w:rsidR="00845324" w:rsidRDefault="00845324" w:rsidP="00845324">
      <w:r>
        <w:t>304.7239</w:t>
      </w:r>
      <w:r>
        <w:tab/>
        <w:t>3.038e0</w:t>
      </w:r>
    </w:p>
    <w:p w:rsidR="00845324" w:rsidRDefault="00845324" w:rsidP="00845324">
      <w:r>
        <w:t>304.7793</w:t>
      </w:r>
      <w:r>
        <w:tab/>
        <w:t>8.537e0</w:t>
      </w:r>
    </w:p>
    <w:p w:rsidR="00845324" w:rsidRDefault="00845324" w:rsidP="00845324">
      <w:r>
        <w:t>304.8409</w:t>
      </w:r>
      <w:r>
        <w:tab/>
        <w:t>7.716e0</w:t>
      </w:r>
    </w:p>
    <w:p w:rsidR="00845324" w:rsidRDefault="00845324" w:rsidP="00845324">
      <w:r>
        <w:t>304.9172</w:t>
      </w:r>
      <w:r>
        <w:tab/>
        <w:t>1.468e0</w:t>
      </w:r>
    </w:p>
    <w:p w:rsidR="00845324" w:rsidRDefault="00845324" w:rsidP="00845324">
      <w:r>
        <w:t>304.9688</w:t>
      </w:r>
      <w:r>
        <w:tab/>
        <w:t>5.172e0</w:t>
      </w:r>
    </w:p>
    <w:p w:rsidR="00845324" w:rsidRDefault="00845324" w:rsidP="00845324">
      <w:r>
        <w:t>304.9991</w:t>
      </w:r>
      <w:r>
        <w:tab/>
        <w:t>3.520e0</w:t>
      </w:r>
    </w:p>
    <w:p w:rsidR="00845324" w:rsidRDefault="00845324" w:rsidP="00845324">
      <w:r>
        <w:t>305.0620</w:t>
      </w:r>
      <w:r>
        <w:tab/>
        <w:t>2.762e0</w:t>
      </w:r>
    </w:p>
    <w:p w:rsidR="00845324" w:rsidRDefault="00845324" w:rsidP="00845324">
      <w:r>
        <w:t>305.1590</w:t>
      </w:r>
      <w:r>
        <w:tab/>
        <w:t>1.667e2</w:t>
      </w:r>
    </w:p>
    <w:p w:rsidR="00845324" w:rsidRDefault="00845324" w:rsidP="00845324">
      <w:r>
        <w:t>305.3113</w:t>
      </w:r>
      <w:r>
        <w:tab/>
        <w:t>4.482e1</w:t>
      </w:r>
    </w:p>
    <w:p w:rsidR="00845324" w:rsidRDefault="00845324" w:rsidP="00845324">
      <w:r>
        <w:t>305.4501</w:t>
      </w:r>
      <w:r>
        <w:tab/>
        <w:t>7.098e0</w:t>
      </w:r>
    </w:p>
    <w:p w:rsidR="00845324" w:rsidRDefault="00845324" w:rsidP="00845324">
      <w:r>
        <w:t>305.5190</w:t>
      </w:r>
      <w:r>
        <w:tab/>
        <w:t>7.089e0</w:t>
      </w:r>
    </w:p>
    <w:p w:rsidR="00845324" w:rsidRDefault="00845324" w:rsidP="00845324">
      <w:r>
        <w:t>305.5780</w:t>
      </w:r>
      <w:r>
        <w:tab/>
        <w:t>3.040e0</w:t>
      </w:r>
    </w:p>
    <w:p w:rsidR="00845324" w:rsidRDefault="00845324" w:rsidP="00845324">
      <w:r>
        <w:t>305.6249</w:t>
      </w:r>
      <w:r>
        <w:tab/>
        <w:t>2.025e0</w:t>
      </w:r>
    </w:p>
    <w:p w:rsidR="00845324" w:rsidRDefault="00845324" w:rsidP="00845324">
      <w:r>
        <w:t>305.6674</w:t>
      </w:r>
      <w:r>
        <w:tab/>
        <w:t>4.051e0</w:t>
      </w:r>
    </w:p>
    <w:p w:rsidR="00845324" w:rsidRDefault="00845324" w:rsidP="00845324">
      <w:r>
        <w:lastRenderedPageBreak/>
        <w:t>305.7123</w:t>
      </w:r>
      <w:r>
        <w:tab/>
        <w:t>5.063e0</w:t>
      </w:r>
    </w:p>
    <w:p w:rsidR="00845324" w:rsidRDefault="00845324" w:rsidP="00845324">
      <w:r>
        <w:t>305.7853</w:t>
      </w:r>
      <w:r>
        <w:tab/>
        <w:t>2.025e0</w:t>
      </w:r>
    </w:p>
    <w:p w:rsidR="00845324" w:rsidRDefault="00845324" w:rsidP="00845324">
      <w:r>
        <w:t>305.8250</w:t>
      </w:r>
      <w:r>
        <w:tab/>
        <w:t>4.530e0</w:t>
      </w:r>
    </w:p>
    <w:p w:rsidR="00845324" w:rsidRDefault="00845324" w:rsidP="00845324">
      <w:r>
        <w:t>305.8872</w:t>
      </w:r>
      <w:r>
        <w:tab/>
        <w:t>5.063e0</w:t>
      </w:r>
    </w:p>
    <w:p w:rsidR="00845324" w:rsidRDefault="00845324" w:rsidP="00845324">
      <w:r>
        <w:t>305.9626</w:t>
      </w:r>
      <w:r>
        <w:tab/>
        <w:t>2.894e0</w:t>
      </w:r>
    </w:p>
    <w:p w:rsidR="00845324" w:rsidRDefault="00845324" w:rsidP="00845324">
      <w:r>
        <w:t>305.9934</w:t>
      </w:r>
      <w:r>
        <w:tab/>
        <w:t>2.377e0</w:t>
      </w:r>
    </w:p>
    <w:p w:rsidR="00845324" w:rsidRDefault="00845324" w:rsidP="00845324">
      <w:r>
        <w:t>306.0465</w:t>
      </w:r>
      <w:r>
        <w:tab/>
        <w:t>3.982e0</w:t>
      </w:r>
    </w:p>
    <w:p w:rsidR="00845324" w:rsidRDefault="00845324" w:rsidP="00845324">
      <w:r>
        <w:t>306.0741</w:t>
      </w:r>
      <w:r>
        <w:tab/>
        <w:t>2.693e0</w:t>
      </w:r>
    </w:p>
    <w:p w:rsidR="00845324" w:rsidRDefault="00845324" w:rsidP="00845324">
      <w:r>
        <w:t>306.1084</w:t>
      </w:r>
      <w:r>
        <w:tab/>
        <w:t>3.059e0</w:t>
      </w:r>
    </w:p>
    <w:p w:rsidR="00845324" w:rsidRDefault="00845324" w:rsidP="00845324">
      <w:r>
        <w:t>306.1660</w:t>
      </w:r>
      <w:r>
        <w:tab/>
        <w:t>2.396e1</w:t>
      </w:r>
    </w:p>
    <w:p w:rsidR="00845324" w:rsidRDefault="00845324" w:rsidP="00845324">
      <w:r>
        <w:t>306.2573</w:t>
      </w:r>
      <w:r>
        <w:tab/>
        <w:t>9.611e0</w:t>
      </w:r>
    </w:p>
    <w:p w:rsidR="00845324" w:rsidRDefault="00845324" w:rsidP="00845324">
      <w:r>
        <w:t>306.3049</w:t>
      </w:r>
      <w:r>
        <w:tab/>
        <w:t>6.354e0</w:t>
      </w:r>
    </w:p>
    <w:p w:rsidR="00845324" w:rsidRDefault="00845324" w:rsidP="00845324">
      <w:r>
        <w:t>306.3347</w:t>
      </w:r>
      <w:r>
        <w:tab/>
        <w:t>5.959e0</w:t>
      </w:r>
    </w:p>
    <w:p w:rsidR="00845324" w:rsidRDefault="00845324" w:rsidP="00845324">
      <w:r>
        <w:t>306.4136</w:t>
      </w:r>
      <w:r>
        <w:tab/>
        <w:t>2.025e0</w:t>
      </w:r>
    </w:p>
    <w:p w:rsidR="00845324" w:rsidRDefault="00845324" w:rsidP="00845324">
      <w:r>
        <w:t>306.4818</w:t>
      </w:r>
      <w:r>
        <w:tab/>
        <w:t>6.076e0</w:t>
      </w:r>
    </w:p>
    <w:p w:rsidR="00845324" w:rsidRDefault="00845324" w:rsidP="00845324">
      <w:r>
        <w:t>306.5995</w:t>
      </w:r>
      <w:r>
        <w:tab/>
        <w:t>1.013e0</w:t>
      </w:r>
    </w:p>
    <w:p w:rsidR="00845324" w:rsidRDefault="00845324" w:rsidP="00845324">
      <w:r>
        <w:t>306.6899</w:t>
      </w:r>
      <w:r>
        <w:tab/>
        <w:t>4.163e0</w:t>
      </w:r>
    </w:p>
    <w:p w:rsidR="00845324" w:rsidRDefault="00845324" w:rsidP="00845324">
      <w:r>
        <w:t>306.7309</w:t>
      </w:r>
      <w:r>
        <w:tab/>
        <w:t>1.013e0</w:t>
      </w:r>
    </w:p>
    <w:p w:rsidR="00845324" w:rsidRDefault="00845324" w:rsidP="00845324">
      <w:r>
        <w:t>306.7793</w:t>
      </w:r>
      <w:r>
        <w:tab/>
        <w:t>2.025e0</w:t>
      </w:r>
    </w:p>
    <w:p w:rsidR="00845324" w:rsidRDefault="00845324" w:rsidP="00845324">
      <w:r>
        <w:lastRenderedPageBreak/>
        <w:t>306.8366</w:t>
      </w:r>
      <w:r>
        <w:tab/>
        <w:t>3.038e0</w:t>
      </w:r>
    </w:p>
    <w:p w:rsidR="00845324" w:rsidRDefault="00845324" w:rsidP="00845324">
      <w:r>
        <w:t>306.8949</w:t>
      </w:r>
      <w:r>
        <w:tab/>
        <w:t>1.817e0</w:t>
      </w:r>
    </w:p>
    <w:p w:rsidR="00845324" w:rsidRDefault="00845324" w:rsidP="00845324">
      <w:r>
        <w:t>306.9936</w:t>
      </w:r>
      <w:r>
        <w:tab/>
        <w:t>2.858e0</w:t>
      </w:r>
    </w:p>
    <w:p w:rsidR="00845324" w:rsidRDefault="00845324" w:rsidP="00845324">
      <w:r>
        <w:t>307.0792</w:t>
      </w:r>
      <w:r>
        <w:tab/>
        <w:t>4.488e0</w:t>
      </w:r>
    </w:p>
    <w:p w:rsidR="00845324" w:rsidRDefault="00845324" w:rsidP="00845324">
      <w:r>
        <w:t>307.1511</w:t>
      </w:r>
      <w:r>
        <w:tab/>
        <w:t>3.524e0</w:t>
      </w:r>
    </w:p>
    <w:p w:rsidR="00845324" w:rsidRDefault="00845324" w:rsidP="00845324">
      <w:r>
        <w:t>307.2004</w:t>
      </w:r>
      <w:r>
        <w:tab/>
        <w:t>2.801e0</w:t>
      </w:r>
    </w:p>
    <w:p w:rsidR="00845324" w:rsidRDefault="00845324" w:rsidP="00845324">
      <w:r>
        <w:t>307.3284</w:t>
      </w:r>
      <w:r>
        <w:tab/>
        <w:t>1.476e0</w:t>
      </w:r>
    </w:p>
    <w:p w:rsidR="00845324" w:rsidRDefault="00845324" w:rsidP="00845324">
      <w:r>
        <w:t>307.3696</w:t>
      </w:r>
      <w:r>
        <w:tab/>
        <w:t>2.778e0</w:t>
      </w:r>
    </w:p>
    <w:p w:rsidR="00845324" w:rsidRDefault="00845324" w:rsidP="00845324">
      <w:r>
        <w:t>307.4127</w:t>
      </w:r>
      <w:r>
        <w:tab/>
        <w:t>2.025e0</w:t>
      </w:r>
    </w:p>
    <w:p w:rsidR="00845324" w:rsidRDefault="00845324" w:rsidP="00845324">
      <w:r>
        <w:t>307.5826</w:t>
      </w:r>
      <w:r>
        <w:tab/>
        <w:t>3.038e0</w:t>
      </w:r>
    </w:p>
    <w:p w:rsidR="00845324" w:rsidRDefault="00845324" w:rsidP="00845324">
      <w:r>
        <w:t>307.6282</w:t>
      </w:r>
      <w:r>
        <w:tab/>
        <w:t>3.102e0</w:t>
      </w:r>
    </w:p>
    <w:p w:rsidR="00845324" w:rsidRDefault="00845324" w:rsidP="00845324">
      <w:r>
        <w:t>307.6760</w:t>
      </w:r>
      <w:r>
        <w:tab/>
        <w:t>1.013e0</w:t>
      </w:r>
    </w:p>
    <w:p w:rsidR="00845324" w:rsidRDefault="00845324" w:rsidP="00845324">
      <w:r>
        <w:t>307.7292</w:t>
      </w:r>
      <w:r>
        <w:tab/>
        <w:t>4.051e0</w:t>
      </w:r>
    </w:p>
    <w:p w:rsidR="00845324" w:rsidRDefault="00845324" w:rsidP="00845324">
      <w:r>
        <w:t>307.7794</w:t>
      </w:r>
      <w:r>
        <w:tab/>
        <w:t>2.025e0</w:t>
      </w:r>
    </w:p>
    <w:p w:rsidR="00845324" w:rsidRDefault="00845324" w:rsidP="00845324">
      <w:r>
        <w:t>307.8098</w:t>
      </w:r>
      <w:r>
        <w:tab/>
        <w:t>1.013e0</w:t>
      </w:r>
    </w:p>
    <w:p w:rsidR="00845324" w:rsidRDefault="00845324" w:rsidP="00845324">
      <w:r>
        <w:t>307.8874</w:t>
      </w:r>
      <w:r>
        <w:tab/>
        <w:t>3.038e0</w:t>
      </w:r>
    </w:p>
    <w:p w:rsidR="00845324" w:rsidRDefault="00845324" w:rsidP="00845324">
      <w:r>
        <w:t>307.9815</w:t>
      </w:r>
      <w:r>
        <w:tab/>
        <w:t>2.728e0</w:t>
      </w:r>
    </w:p>
    <w:p w:rsidR="00845324" w:rsidRDefault="00845324" w:rsidP="00845324">
      <w:r>
        <w:t>308.0455</w:t>
      </w:r>
      <w:r>
        <w:tab/>
        <w:t>3.968e0</w:t>
      </w:r>
    </w:p>
    <w:p w:rsidR="00845324" w:rsidRDefault="00845324" w:rsidP="00845324">
      <w:r>
        <w:t>308.1070</w:t>
      </w:r>
      <w:r>
        <w:tab/>
        <w:t>1.888e0</w:t>
      </w:r>
    </w:p>
    <w:p w:rsidR="00845324" w:rsidRDefault="00845324" w:rsidP="00845324">
      <w:r>
        <w:lastRenderedPageBreak/>
        <w:t>308.1324</w:t>
      </w:r>
      <w:r>
        <w:tab/>
        <w:t>1.342e0</w:t>
      </w:r>
    </w:p>
    <w:p w:rsidR="00845324" w:rsidRDefault="00845324" w:rsidP="00845324">
      <w:r>
        <w:t>308.2599</w:t>
      </w:r>
      <w:r>
        <w:tab/>
        <w:t>6.689e0</w:t>
      </w:r>
    </w:p>
    <w:p w:rsidR="00845324" w:rsidRDefault="00845324" w:rsidP="00845324">
      <w:r>
        <w:t>308.3801</w:t>
      </w:r>
      <w:r>
        <w:tab/>
        <w:t>2.025e0</w:t>
      </w:r>
    </w:p>
    <w:p w:rsidR="00845324" w:rsidRDefault="00845324" w:rsidP="00845324">
      <w:r>
        <w:t>308.4593</w:t>
      </w:r>
      <w:r>
        <w:tab/>
        <w:t>1.013e0</w:t>
      </w:r>
    </w:p>
    <w:p w:rsidR="00845324" w:rsidRDefault="00845324" w:rsidP="00845324">
      <w:r>
        <w:t>308.5367</w:t>
      </w:r>
      <w:r>
        <w:tab/>
        <w:t>3.038e0</w:t>
      </w:r>
    </w:p>
    <w:p w:rsidR="00845324" w:rsidRDefault="00845324" w:rsidP="00845324">
      <w:r>
        <w:t>308.6117</w:t>
      </w:r>
      <w:r>
        <w:tab/>
        <w:t>1.013e0</w:t>
      </w:r>
    </w:p>
    <w:p w:rsidR="00845324" w:rsidRDefault="00845324" w:rsidP="00845324">
      <w:r>
        <w:t>308.6644</w:t>
      </w:r>
      <w:r>
        <w:tab/>
        <w:t>3.038e0</w:t>
      </w:r>
    </w:p>
    <w:p w:rsidR="00845324" w:rsidRDefault="00845324" w:rsidP="00845324">
      <w:r>
        <w:t>308.7373</w:t>
      </w:r>
      <w:r>
        <w:tab/>
        <w:t>3.038e0</w:t>
      </w:r>
    </w:p>
    <w:p w:rsidR="00845324" w:rsidRDefault="00845324" w:rsidP="00845324">
      <w:r>
        <w:t>308.8137</w:t>
      </w:r>
      <w:r>
        <w:tab/>
        <w:t>1.013e0</w:t>
      </w:r>
    </w:p>
    <w:p w:rsidR="00845324" w:rsidRDefault="00845324" w:rsidP="00845324">
      <w:r>
        <w:t>308.8505</w:t>
      </w:r>
      <w:r>
        <w:tab/>
        <w:t>1.941e0</w:t>
      </w:r>
    </w:p>
    <w:p w:rsidR="00845324" w:rsidRDefault="00845324" w:rsidP="00845324">
      <w:r>
        <w:t>308.8952</w:t>
      </w:r>
      <w:r>
        <w:tab/>
        <w:t>3.304e0</w:t>
      </w:r>
    </w:p>
    <w:p w:rsidR="00845324" w:rsidRDefault="00845324" w:rsidP="00845324">
      <w:r>
        <w:t>308.9669</w:t>
      </w:r>
      <w:r>
        <w:tab/>
        <w:t>2.905e0</w:t>
      </w:r>
    </w:p>
    <w:p w:rsidR="00845324" w:rsidRDefault="00845324" w:rsidP="00845324">
      <w:r>
        <w:t>309.0267</w:t>
      </w:r>
      <w:r>
        <w:tab/>
        <w:t>7.720e0</w:t>
      </w:r>
    </w:p>
    <w:p w:rsidR="00845324" w:rsidRDefault="00845324" w:rsidP="00845324">
      <w:r>
        <w:t>309.0715</w:t>
      </w:r>
      <w:r>
        <w:tab/>
        <w:t>2.812e0</w:t>
      </w:r>
    </w:p>
    <w:p w:rsidR="00845324" w:rsidRDefault="00845324" w:rsidP="00845324">
      <w:r>
        <w:t>309.1053</w:t>
      </w:r>
      <w:r>
        <w:tab/>
        <w:t>1.683e0</w:t>
      </w:r>
    </w:p>
    <w:p w:rsidR="00845324" w:rsidRDefault="00845324" w:rsidP="00845324">
      <w:r>
        <w:t>309.2424</w:t>
      </w:r>
      <w:r>
        <w:tab/>
        <w:t>2.099e0</w:t>
      </w:r>
    </w:p>
    <w:p w:rsidR="00845324" w:rsidRDefault="00845324" w:rsidP="00845324">
      <w:r>
        <w:t>309.3106</w:t>
      </w:r>
      <w:r>
        <w:tab/>
        <w:t>3.759e0</w:t>
      </w:r>
    </w:p>
    <w:p w:rsidR="00845324" w:rsidRDefault="00845324" w:rsidP="00845324">
      <w:r>
        <w:t>309.3790</w:t>
      </w:r>
      <w:r>
        <w:tab/>
        <w:t>2.025e0</w:t>
      </w:r>
    </w:p>
    <w:p w:rsidR="00845324" w:rsidRDefault="00845324" w:rsidP="00845324">
      <w:r>
        <w:t>309.4467</w:t>
      </w:r>
      <w:r>
        <w:tab/>
        <w:t>2.025e0</w:t>
      </w:r>
    </w:p>
    <w:p w:rsidR="00845324" w:rsidRDefault="00845324" w:rsidP="00845324">
      <w:r>
        <w:lastRenderedPageBreak/>
        <w:t>309.4933</w:t>
      </w:r>
      <w:r>
        <w:tab/>
        <w:t>2.586e0</w:t>
      </w:r>
    </w:p>
    <w:p w:rsidR="00845324" w:rsidRDefault="00845324" w:rsidP="00845324">
      <w:r>
        <w:t>309.5934</w:t>
      </w:r>
      <w:r>
        <w:tab/>
        <w:t>3.038e0</w:t>
      </w:r>
    </w:p>
    <w:p w:rsidR="00845324" w:rsidRDefault="00845324" w:rsidP="00845324">
      <w:r>
        <w:t>309.6494</w:t>
      </w:r>
      <w:r>
        <w:tab/>
        <w:t>1.013e0</w:t>
      </w:r>
    </w:p>
    <w:p w:rsidR="00845324" w:rsidRDefault="00845324" w:rsidP="00845324">
      <w:r>
        <w:t>309.6825</w:t>
      </w:r>
      <w:r>
        <w:tab/>
        <w:t>1.013e0</w:t>
      </w:r>
    </w:p>
    <w:p w:rsidR="00845324" w:rsidRDefault="00845324" w:rsidP="00845324">
      <w:r>
        <w:t>309.7579</w:t>
      </w:r>
      <w:r>
        <w:tab/>
        <w:t>1.013e0</w:t>
      </w:r>
    </w:p>
    <w:p w:rsidR="00845324" w:rsidRDefault="00845324" w:rsidP="00845324">
      <w:r>
        <w:t>309.8053</w:t>
      </w:r>
      <w:r>
        <w:tab/>
        <w:t>4.051e0</w:t>
      </w:r>
    </w:p>
    <w:p w:rsidR="00845324" w:rsidRDefault="00845324" w:rsidP="00845324">
      <w:r>
        <w:t>309.9109</w:t>
      </w:r>
      <w:r>
        <w:tab/>
        <w:t>1.356e0</w:t>
      </w:r>
    </w:p>
    <w:p w:rsidR="00845324" w:rsidRDefault="00845324" w:rsidP="00845324">
      <w:r>
        <w:t>309.9458</w:t>
      </w:r>
      <w:r>
        <w:tab/>
        <w:t>1.995e0</w:t>
      </w:r>
    </w:p>
    <w:p w:rsidR="00845324" w:rsidRDefault="00845324" w:rsidP="00845324">
      <w:r>
        <w:t>309.9739</w:t>
      </w:r>
      <w:r>
        <w:tab/>
        <w:t>3.059e0</w:t>
      </w:r>
    </w:p>
    <w:p w:rsidR="00845324" w:rsidRDefault="00845324" w:rsidP="00845324">
      <w:r>
        <w:t>310.0294</w:t>
      </w:r>
      <w:r>
        <w:tab/>
        <w:t>2.025e0</w:t>
      </w:r>
    </w:p>
    <w:p w:rsidR="00845324" w:rsidRDefault="00845324" w:rsidP="00845324">
      <w:r>
        <w:t>310.0680</w:t>
      </w:r>
      <w:r>
        <w:tab/>
        <w:t>3.432e0</w:t>
      </w:r>
    </w:p>
    <w:p w:rsidR="00845324" w:rsidRDefault="00845324" w:rsidP="00845324">
      <w:r>
        <w:t>310.1355</w:t>
      </w:r>
      <w:r>
        <w:tab/>
        <w:t>2.025e0</w:t>
      </w:r>
    </w:p>
    <w:p w:rsidR="00845324" w:rsidRDefault="00845324" w:rsidP="00845324">
      <w:r>
        <w:t>310.2503</w:t>
      </w:r>
      <w:r>
        <w:tab/>
        <w:t>3.333e0</w:t>
      </w:r>
    </w:p>
    <w:p w:rsidR="00845324" w:rsidRDefault="00845324" w:rsidP="00845324">
      <w:r>
        <w:t>310.3675</w:t>
      </w:r>
      <w:r>
        <w:tab/>
        <w:t>3.809e0</w:t>
      </w:r>
    </w:p>
    <w:p w:rsidR="00845324" w:rsidRDefault="00845324" w:rsidP="00845324">
      <w:r>
        <w:t>310.4106</w:t>
      </w:r>
      <w:r>
        <w:tab/>
        <w:t>2.025e0</w:t>
      </w:r>
    </w:p>
    <w:p w:rsidR="00845324" w:rsidRDefault="00845324" w:rsidP="00845324">
      <w:r>
        <w:t>310.4447</w:t>
      </w:r>
      <w:r>
        <w:tab/>
        <w:t>1.013e0</w:t>
      </w:r>
    </w:p>
    <w:p w:rsidR="00845324" w:rsidRDefault="00845324" w:rsidP="00845324">
      <w:r>
        <w:t>310.4779</w:t>
      </w:r>
      <w:r>
        <w:tab/>
        <w:t>1.013e0</w:t>
      </w:r>
    </w:p>
    <w:p w:rsidR="00845324" w:rsidRDefault="00845324" w:rsidP="00845324">
      <w:r>
        <w:t>310.5152</w:t>
      </w:r>
      <w:r>
        <w:tab/>
        <w:t>2.025e0</w:t>
      </w:r>
    </w:p>
    <w:p w:rsidR="00845324" w:rsidRDefault="00845324" w:rsidP="00845324">
      <w:r>
        <w:t>310.6057</w:t>
      </w:r>
      <w:r>
        <w:tab/>
        <w:t>1.013e0</w:t>
      </w:r>
    </w:p>
    <w:p w:rsidR="00845324" w:rsidRDefault="00845324" w:rsidP="00845324">
      <w:r>
        <w:lastRenderedPageBreak/>
        <w:t>310.6490</w:t>
      </w:r>
      <w:r>
        <w:tab/>
        <w:t>2.025e0</w:t>
      </w:r>
    </w:p>
    <w:p w:rsidR="00845324" w:rsidRDefault="00845324" w:rsidP="00845324">
      <w:r>
        <w:t>310.6838</w:t>
      </w:r>
      <w:r>
        <w:tab/>
        <w:t>1.013e0</w:t>
      </w:r>
    </w:p>
    <w:p w:rsidR="00845324" w:rsidRDefault="00845324" w:rsidP="00845324">
      <w:r>
        <w:t>310.7523</w:t>
      </w:r>
      <w:r>
        <w:tab/>
        <w:t>5.974e0</w:t>
      </w:r>
    </w:p>
    <w:p w:rsidR="00845324" w:rsidRDefault="00845324" w:rsidP="00845324">
      <w:r>
        <w:t>310.8990</w:t>
      </w:r>
      <w:r>
        <w:tab/>
        <w:t>2.375e0</w:t>
      </w:r>
    </w:p>
    <w:p w:rsidR="00845324" w:rsidRDefault="00845324" w:rsidP="00845324">
      <w:r>
        <w:t>311.0066</w:t>
      </w:r>
      <w:r>
        <w:tab/>
        <w:t>2.502e0</w:t>
      </w:r>
    </w:p>
    <w:p w:rsidR="00845324" w:rsidRDefault="00845324" w:rsidP="00845324">
      <w:r>
        <w:t>311.1027</w:t>
      </w:r>
      <w:r>
        <w:tab/>
        <w:t>1.087e0</w:t>
      </w:r>
    </w:p>
    <w:p w:rsidR="00845324" w:rsidRDefault="00845324" w:rsidP="00845324">
      <w:r>
        <w:t>311.1718</w:t>
      </w:r>
      <w:r>
        <w:tab/>
        <w:t>1.601e0</w:t>
      </w:r>
    </w:p>
    <w:p w:rsidR="00845324" w:rsidRDefault="00845324" w:rsidP="00845324">
      <w:r>
        <w:t>311.2582</w:t>
      </w:r>
      <w:r>
        <w:tab/>
        <w:t>1.213e0</w:t>
      </w:r>
    </w:p>
    <w:p w:rsidR="00845324" w:rsidRDefault="00845324" w:rsidP="00845324">
      <w:r>
        <w:t>311.3845</w:t>
      </w:r>
      <w:r>
        <w:tab/>
        <w:t>3.038e0</w:t>
      </w:r>
    </w:p>
    <w:p w:rsidR="00845324" w:rsidRDefault="00845324" w:rsidP="00845324">
      <w:r>
        <w:t>311.4534</w:t>
      </w:r>
      <w:r>
        <w:tab/>
        <w:t>2.025e0</w:t>
      </w:r>
    </w:p>
    <w:p w:rsidR="00845324" w:rsidRDefault="00845324" w:rsidP="00845324">
      <w:r>
        <w:t>311.4849</w:t>
      </w:r>
      <w:r>
        <w:tab/>
        <w:t>1.013e0</w:t>
      </w:r>
    </w:p>
    <w:p w:rsidR="00845324" w:rsidRDefault="00845324" w:rsidP="00845324">
      <w:r>
        <w:t>311.5394</w:t>
      </w:r>
      <w:r>
        <w:tab/>
        <w:t>2.025e0</w:t>
      </w:r>
    </w:p>
    <w:p w:rsidR="00845324" w:rsidRDefault="00845324" w:rsidP="00845324">
      <w:r>
        <w:t>311.5881</w:t>
      </w:r>
      <w:r>
        <w:tab/>
        <w:t>2.025e0</w:t>
      </w:r>
    </w:p>
    <w:p w:rsidR="00845324" w:rsidRDefault="00845324" w:rsidP="00845324">
      <w:r>
        <w:t>311.6191</w:t>
      </w:r>
      <w:r>
        <w:tab/>
        <w:t>2.025e0</w:t>
      </w:r>
    </w:p>
    <w:p w:rsidR="00845324" w:rsidRDefault="00845324" w:rsidP="00845324">
      <w:r>
        <w:t>311.6718</w:t>
      </w:r>
      <w:r>
        <w:tab/>
        <w:t>2.025e0</w:t>
      </w:r>
    </w:p>
    <w:p w:rsidR="00845324" w:rsidRDefault="00845324" w:rsidP="00845324">
      <w:r>
        <w:t>311.7503</w:t>
      </w:r>
      <w:r>
        <w:tab/>
        <w:t>1.941e0</w:t>
      </w:r>
    </w:p>
    <w:p w:rsidR="00845324" w:rsidRDefault="00845324" w:rsidP="00845324">
      <w:r>
        <w:t>311.8055</w:t>
      </w:r>
      <w:r>
        <w:tab/>
        <w:t>2.025e0</w:t>
      </w:r>
    </w:p>
    <w:p w:rsidR="00845324" w:rsidRDefault="00845324" w:rsidP="00845324">
      <w:r>
        <w:t>311.8563</w:t>
      </w:r>
      <w:r>
        <w:tab/>
        <w:t>1.013e0</w:t>
      </w:r>
    </w:p>
    <w:p w:rsidR="00845324" w:rsidRDefault="00845324" w:rsidP="00845324">
      <w:r>
        <w:t>311.8874</w:t>
      </w:r>
      <w:r>
        <w:tab/>
        <w:t>1.013e0</w:t>
      </w:r>
    </w:p>
    <w:p w:rsidR="00845324" w:rsidRDefault="00845324" w:rsidP="00845324">
      <w:r>
        <w:lastRenderedPageBreak/>
        <w:t>311.9236</w:t>
      </w:r>
      <w:r>
        <w:tab/>
        <w:t>1.318e0</w:t>
      </w:r>
    </w:p>
    <w:p w:rsidR="00845324" w:rsidRDefault="00845324" w:rsidP="00845324">
      <w:r>
        <w:t>311.9835</w:t>
      </w:r>
      <w:r>
        <w:tab/>
        <w:t>3.275e0</w:t>
      </w:r>
    </w:p>
    <w:p w:rsidR="00845324" w:rsidRDefault="00845324" w:rsidP="00845324">
      <w:r>
        <w:t>312.0213</w:t>
      </w:r>
      <w:r>
        <w:tab/>
        <w:t>1.896e0</w:t>
      </w:r>
    </w:p>
    <w:p w:rsidR="00845324" w:rsidRDefault="00845324" w:rsidP="00845324">
      <w:r>
        <w:t>312.0647</w:t>
      </w:r>
      <w:r>
        <w:tab/>
        <w:t>1.419e0</w:t>
      </w:r>
    </w:p>
    <w:p w:rsidR="00845324" w:rsidRDefault="00845324" w:rsidP="00845324">
      <w:r>
        <w:t>312.1612</w:t>
      </w:r>
      <w:r>
        <w:tab/>
        <w:t>1.765e0</w:t>
      </w:r>
    </w:p>
    <w:p w:rsidR="00845324" w:rsidRDefault="00845324" w:rsidP="00845324">
      <w:r>
        <w:t>312.2083</w:t>
      </w:r>
      <w:r>
        <w:tab/>
        <w:t>8.031e0</w:t>
      </w:r>
    </w:p>
    <w:p w:rsidR="00845324" w:rsidRDefault="00845324" w:rsidP="00845324">
      <w:r>
        <w:t>312.3284</w:t>
      </w:r>
      <w:r>
        <w:tab/>
        <w:t>3.038e0</w:t>
      </w:r>
    </w:p>
    <w:p w:rsidR="00845324" w:rsidRDefault="00845324" w:rsidP="00845324">
      <w:r>
        <w:t>312.3602</w:t>
      </w:r>
      <w:r>
        <w:tab/>
        <w:t>3.038e0</w:t>
      </w:r>
    </w:p>
    <w:p w:rsidR="00845324" w:rsidRDefault="00845324" w:rsidP="00845324">
      <w:r>
        <w:t>312.4161</w:t>
      </w:r>
      <w:r>
        <w:tab/>
        <w:t>2.025e0</w:t>
      </w:r>
    </w:p>
    <w:p w:rsidR="00845324" w:rsidRDefault="00845324" w:rsidP="00845324">
      <w:r>
        <w:t>312.5275</w:t>
      </w:r>
      <w:r>
        <w:tab/>
        <w:t>6.076e0</w:t>
      </w:r>
    </w:p>
    <w:p w:rsidR="00845324" w:rsidRDefault="00845324" w:rsidP="00845324">
      <w:r>
        <w:t>312.5744</w:t>
      </w:r>
      <w:r>
        <w:tab/>
        <w:t>2.025e0</w:t>
      </w:r>
    </w:p>
    <w:p w:rsidR="00845324" w:rsidRDefault="00845324" w:rsidP="00845324">
      <w:r>
        <w:t>312.6777</w:t>
      </w:r>
      <w:r>
        <w:tab/>
        <w:t>3.178e0</w:t>
      </w:r>
    </w:p>
    <w:p w:rsidR="00845324" w:rsidRDefault="00845324" w:rsidP="00845324">
      <w:r>
        <w:t>312.7921</w:t>
      </w:r>
      <w:r>
        <w:tab/>
        <w:t>2.025e0</w:t>
      </w:r>
    </w:p>
    <w:p w:rsidR="00845324" w:rsidRDefault="00845324" w:rsidP="00845324">
      <w:r>
        <w:t>312.9558</w:t>
      </w:r>
      <w:r>
        <w:tab/>
        <w:t>5.337e0</w:t>
      </w:r>
    </w:p>
    <w:p w:rsidR="00845324" w:rsidRDefault="00845324" w:rsidP="00845324">
      <w:r>
        <w:t>313.0866</w:t>
      </w:r>
      <w:r>
        <w:tab/>
        <w:t>1.623e0</w:t>
      </w:r>
    </w:p>
    <w:p w:rsidR="00845324" w:rsidRDefault="00845324" w:rsidP="00845324">
      <w:r>
        <w:t>313.2388</w:t>
      </w:r>
      <w:r>
        <w:tab/>
        <w:t>5.101e0</w:t>
      </w:r>
    </w:p>
    <w:p w:rsidR="00845324" w:rsidRDefault="00845324" w:rsidP="00845324">
      <w:r>
        <w:t>313.3617</w:t>
      </w:r>
      <w:r>
        <w:tab/>
        <w:t>2.025e0</w:t>
      </w:r>
    </w:p>
    <w:p w:rsidR="00845324" w:rsidRDefault="00845324" w:rsidP="00845324">
      <w:r>
        <w:t>313.3954</w:t>
      </w:r>
      <w:r>
        <w:tab/>
        <w:t>2.025e0</w:t>
      </w:r>
    </w:p>
    <w:p w:rsidR="00845324" w:rsidRDefault="00845324" w:rsidP="00845324">
      <w:r>
        <w:t>313.4951</w:t>
      </w:r>
      <w:r>
        <w:tab/>
        <w:t>2.025e0</w:t>
      </w:r>
    </w:p>
    <w:p w:rsidR="00845324" w:rsidRDefault="00845324" w:rsidP="00845324">
      <w:r>
        <w:lastRenderedPageBreak/>
        <w:t>313.5606</w:t>
      </w:r>
      <w:r>
        <w:tab/>
        <w:t>1.013e0</w:t>
      </w:r>
    </w:p>
    <w:p w:rsidR="00845324" w:rsidRDefault="00845324" w:rsidP="00845324">
      <w:r>
        <w:t>313.6895</w:t>
      </w:r>
      <w:r>
        <w:tab/>
        <w:t>2.025e0</w:t>
      </w:r>
    </w:p>
    <w:p w:rsidR="00845324" w:rsidRDefault="00845324" w:rsidP="00845324">
      <w:r>
        <w:t>313.7903</w:t>
      </w:r>
      <w:r>
        <w:tab/>
        <w:t>3.038e0</w:t>
      </w:r>
    </w:p>
    <w:p w:rsidR="00845324" w:rsidRDefault="00845324" w:rsidP="00845324">
      <w:r>
        <w:t>313.9023</w:t>
      </w:r>
      <w:r>
        <w:tab/>
        <w:t>4.902e0</w:t>
      </w:r>
    </w:p>
    <w:p w:rsidR="00845324" w:rsidRDefault="00845324" w:rsidP="00845324">
      <w:r>
        <w:t>313.9708</w:t>
      </w:r>
      <w:r>
        <w:tab/>
        <w:t>4.476e0</w:t>
      </w:r>
    </w:p>
    <w:p w:rsidR="00845324" w:rsidRDefault="00845324" w:rsidP="00845324">
      <w:r>
        <w:t>314.0393</w:t>
      </w:r>
      <w:r>
        <w:tab/>
        <w:t>2.025e0</w:t>
      </w:r>
    </w:p>
    <w:p w:rsidR="00845324" w:rsidRDefault="00845324" w:rsidP="00845324">
      <w:r>
        <w:t>314.0869</w:t>
      </w:r>
      <w:r>
        <w:tab/>
        <w:t>2.646e0</w:t>
      </w:r>
    </w:p>
    <w:p w:rsidR="00845324" w:rsidRDefault="00845324" w:rsidP="00845324">
      <w:r>
        <w:t>314.1410</w:t>
      </w:r>
      <w:r>
        <w:tab/>
        <w:t>3.428e0</w:t>
      </w:r>
    </w:p>
    <w:p w:rsidR="00845324" w:rsidRDefault="00845324" w:rsidP="00845324">
      <w:r>
        <w:t>314.2163</w:t>
      </w:r>
      <w:r>
        <w:tab/>
        <w:t>1.131e1</w:t>
      </w:r>
    </w:p>
    <w:p w:rsidR="00845324" w:rsidRDefault="00845324" w:rsidP="00845324">
      <w:r>
        <w:t>314.2710</w:t>
      </w:r>
      <w:r>
        <w:tab/>
        <w:t>5.118e0</w:t>
      </w:r>
    </w:p>
    <w:p w:rsidR="00845324" w:rsidRDefault="00845324" w:rsidP="00845324">
      <w:r>
        <w:t>314.3148</w:t>
      </w:r>
      <w:r>
        <w:tab/>
        <w:t>1.912e0</w:t>
      </w:r>
    </w:p>
    <w:p w:rsidR="00845324" w:rsidRDefault="00845324" w:rsidP="00845324">
      <w:r>
        <w:t>314.3550</w:t>
      </w:r>
      <w:r>
        <w:tab/>
        <w:t>2.025e0</w:t>
      </w:r>
    </w:p>
    <w:p w:rsidR="00845324" w:rsidRDefault="00845324" w:rsidP="00845324">
      <w:r>
        <w:t>314.4205</w:t>
      </w:r>
      <w:r>
        <w:tab/>
        <w:t>2.025e0</w:t>
      </w:r>
    </w:p>
    <w:p w:rsidR="00845324" w:rsidRDefault="00845324" w:rsidP="00845324">
      <w:r>
        <w:t>314.5348</w:t>
      </w:r>
      <w:r>
        <w:tab/>
        <w:t>6.076e0</w:t>
      </w:r>
    </w:p>
    <w:p w:rsidR="00845324" w:rsidRDefault="00845324" w:rsidP="00845324">
      <w:r>
        <w:t>314.5974</w:t>
      </w:r>
      <w:r>
        <w:tab/>
        <w:t>1.013e0</w:t>
      </w:r>
    </w:p>
    <w:p w:rsidR="00845324" w:rsidRDefault="00845324" w:rsidP="00845324">
      <w:r>
        <w:t>314.6354</w:t>
      </w:r>
      <w:r>
        <w:tab/>
        <w:t>1.013e0</w:t>
      </w:r>
    </w:p>
    <w:p w:rsidR="00845324" w:rsidRDefault="00845324" w:rsidP="00845324">
      <w:r>
        <w:t>314.7007</w:t>
      </w:r>
      <w:r>
        <w:tab/>
        <w:t>4.051e0</w:t>
      </w:r>
    </w:p>
    <w:p w:rsidR="00845324" w:rsidRDefault="00845324" w:rsidP="00845324">
      <w:r>
        <w:t>314.7664</w:t>
      </w:r>
      <w:r>
        <w:tab/>
        <w:t>1.013e0</w:t>
      </w:r>
    </w:p>
    <w:p w:rsidR="00845324" w:rsidRDefault="00845324" w:rsidP="00845324">
      <w:r>
        <w:t>314.8216</w:t>
      </w:r>
      <w:r>
        <w:tab/>
        <w:t>2.025e0</w:t>
      </w:r>
    </w:p>
    <w:p w:rsidR="00845324" w:rsidRDefault="00845324" w:rsidP="00845324">
      <w:r>
        <w:lastRenderedPageBreak/>
        <w:t>314.8943</w:t>
      </w:r>
      <w:r>
        <w:tab/>
        <w:t>1.013e0</w:t>
      </w:r>
    </w:p>
    <w:p w:rsidR="00845324" w:rsidRDefault="00845324" w:rsidP="00845324">
      <w:r>
        <w:t>314.9920</w:t>
      </w:r>
      <w:r>
        <w:tab/>
        <w:t>2.903e0</w:t>
      </w:r>
    </w:p>
    <w:p w:rsidR="00845324" w:rsidRDefault="00845324" w:rsidP="00845324">
      <w:r>
        <w:t>315.0357</w:t>
      </w:r>
      <w:r>
        <w:tab/>
        <w:t>2.025e0</w:t>
      </w:r>
    </w:p>
    <w:p w:rsidR="00845324" w:rsidRDefault="00845324" w:rsidP="00845324">
      <w:r>
        <w:t>315.0879</w:t>
      </w:r>
      <w:r>
        <w:tab/>
        <w:t>2.555e0</w:t>
      </w:r>
    </w:p>
    <w:p w:rsidR="00845324" w:rsidRDefault="00845324" w:rsidP="00845324">
      <w:r>
        <w:t>315.1702</w:t>
      </w:r>
      <w:r>
        <w:tab/>
        <w:t>2.653e0</w:t>
      </w:r>
    </w:p>
    <w:p w:rsidR="00845324" w:rsidRDefault="00845324" w:rsidP="00845324">
      <w:r>
        <w:t>315.2123</w:t>
      </w:r>
      <w:r>
        <w:tab/>
        <w:t>4.919e0</w:t>
      </w:r>
    </w:p>
    <w:p w:rsidR="00845324" w:rsidRDefault="00845324" w:rsidP="00845324">
      <w:r>
        <w:t>315.2690</w:t>
      </w:r>
      <w:r>
        <w:tab/>
        <w:t>2.506e0</w:t>
      </w:r>
    </w:p>
    <w:p w:rsidR="00845324" w:rsidRDefault="00845324" w:rsidP="00845324">
      <w:r>
        <w:t>315.3733</w:t>
      </w:r>
      <w:r>
        <w:tab/>
        <w:t>2.025e0</w:t>
      </w:r>
    </w:p>
    <w:p w:rsidR="00845324" w:rsidRDefault="00845324" w:rsidP="00845324">
      <w:r>
        <w:t>315.4271</w:t>
      </w:r>
      <w:r>
        <w:tab/>
        <w:t>1.013e0</w:t>
      </w:r>
    </w:p>
    <w:p w:rsidR="00845324" w:rsidRDefault="00845324" w:rsidP="00845324">
      <w:r>
        <w:t>315.5569</w:t>
      </w:r>
      <w:r>
        <w:tab/>
        <w:t>2.025e0</w:t>
      </w:r>
    </w:p>
    <w:p w:rsidR="00845324" w:rsidRDefault="00845324" w:rsidP="00845324">
      <w:r>
        <w:t>315.6042</w:t>
      </w:r>
      <w:r>
        <w:tab/>
        <w:t>2.025e0</w:t>
      </w:r>
    </w:p>
    <w:p w:rsidR="00845324" w:rsidRDefault="00845324" w:rsidP="00845324">
      <w:r>
        <w:t>315.6651</w:t>
      </w:r>
      <w:r>
        <w:tab/>
        <w:t>2.025e0</w:t>
      </w:r>
    </w:p>
    <w:p w:rsidR="00845324" w:rsidRDefault="00845324" w:rsidP="00845324">
      <w:r>
        <w:t>315.7326</w:t>
      </w:r>
      <w:r>
        <w:tab/>
        <w:t>3.038e0</w:t>
      </w:r>
    </w:p>
    <w:p w:rsidR="00845324" w:rsidRDefault="00845324" w:rsidP="00845324">
      <w:r>
        <w:t>315.9507</w:t>
      </w:r>
      <w:r>
        <w:tab/>
        <w:t>1.585e0</w:t>
      </w:r>
    </w:p>
    <w:p w:rsidR="00845324" w:rsidRDefault="00845324" w:rsidP="00845324">
      <w:r>
        <w:t>316.0134</w:t>
      </w:r>
      <w:r>
        <w:tab/>
        <w:t>1.013e0</w:t>
      </w:r>
    </w:p>
    <w:p w:rsidR="00845324" w:rsidRDefault="00845324" w:rsidP="00845324">
      <w:r>
        <w:t>316.1950</w:t>
      </w:r>
      <w:r>
        <w:tab/>
        <w:t>1.183e1</w:t>
      </w:r>
    </w:p>
    <w:p w:rsidR="00845324" w:rsidRDefault="00845324" w:rsidP="00845324">
      <w:r>
        <w:t>316.2794</w:t>
      </w:r>
      <w:r>
        <w:tab/>
        <w:t>7.608e0</w:t>
      </w:r>
    </w:p>
    <w:p w:rsidR="00845324" w:rsidRDefault="00845324" w:rsidP="00845324">
      <w:r>
        <w:t>316.3106</w:t>
      </w:r>
      <w:r>
        <w:tab/>
        <w:t>3.937e0</w:t>
      </w:r>
    </w:p>
    <w:p w:rsidR="00845324" w:rsidRDefault="00845324" w:rsidP="00845324">
      <w:r>
        <w:t>316.4105</w:t>
      </w:r>
      <w:r>
        <w:tab/>
        <w:t>1.013e0</w:t>
      </w:r>
    </w:p>
    <w:p w:rsidR="00845324" w:rsidRDefault="00845324" w:rsidP="00845324">
      <w:r>
        <w:lastRenderedPageBreak/>
        <w:t>316.4541</w:t>
      </w:r>
      <w:r>
        <w:tab/>
        <w:t>2.025e0</w:t>
      </w:r>
    </w:p>
    <w:p w:rsidR="00845324" w:rsidRDefault="00845324" w:rsidP="00845324">
      <w:r>
        <w:t>316.5170</w:t>
      </w:r>
      <w:r>
        <w:tab/>
        <w:t>1.013e0</w:t>
      </w:r>
    </w:p>
    <w:p w:rsidR="00845324" w:rsidRDefault="00845324" w:rsidP="00845324">
      <w:r>
        <w:t>316.5525</w:t>
      </w:r>
      <w:r>
        <w:tab/>
        <w:t>1.013e0</w:t>
      </w:r>
    </w:p>
    <w:p w:rsidR="00845324" w:rsidRDefault="00845324" w:rsidP="00845324">
      <w:r>
        <w:t>316.6471</w:t>
      </w:r>
      <w:r>
        <w:tab/>
        <w:t>2.025e0</w:t>
      </w:r>
    </w:p>
    <w:p w:rsidR="00845324" w:rsidRDefault="00845324" w:rsidP="00845324">
      <w:r>
        <w:t>316.7005</w:t>
      </w:r>
      <w:r>
        <w:tab/>
        <w:t>2.025e0</w:t>
      </w:r>
    </w:p>
    <w:p w:rsidR="00845324" w:rsidRDefault="00845324" w:rsidP="00845324">
      <w:r>
        <w:t>316.7488</w:t>
      </w:r>
      <w:r>
        <w:tab/>
        <w:t>3.396e0</w:t>
      </w:r>
    </w:p>
    <w:p w:rsidR="00845324" w:rsidRDefault="00845324" w:rsidP="00845324">
      <w:r>
        <w:t>316.7874</w:t>
      </w:r>
      <w:r>
        <w:tab/>
        <w:t>2.025e0</w:t>
      </w:r>
    </w:p>
    <w:p w:rsidR="00845324" w:rsidRDefault="00845324" w:rsidP="00845324">
      <w:r>
        <w:t>316.8439</w:t>
      </w:r>
      <w:r>
        <w:tab/>
        <w:t>1.013e0</w:t>
      </w:r>
    </w:p>
    <w:p w:rsidR="00845324" w:rsidRDefault="00845324" w:rsidP="00845324">
      <w:r>
        <w:t>316.8902</w:t>
      </w:r>
      <w:r>
        <w:tab/>
        <w:t>2.345e0</w:t>
      </w:r>
    </w:p>
    <w:p w:rsidR="00845324" w:rsidRDefault="00845324" w:rsidP="00845324">
      <w:r>
        <w:t>316.9711</w:t>
      </w:r>
      <w:r>
        <w:tab/>
        <w:t>1.447e1</w:t>
      </w:r>
    </w:p>
    <w:p w:rsidR="00845324" w:rsidRDefault="00845324" w:rsidP="00845324">
      <w:r>
        <w:t>317.0428</w:t>
      </w:r>
      <w:r>
        <w:tab/>
        <w:t>2.025e0</w:t>
      </w:r>
    </w:p>
    <w:p w:rsidR="00845324" w:rsidRDefault="00845324" w:rsidP="00845324">
      <w:r>
        <w:t>317.0974</w:t>
      </w:r>
      <w:r>
        <w:tab/>
        <w:t>3.739e0</w:t>
      </w:r>
    </w:p>
    <w:p w:rsidR="00845324" w:rsidRDefault="00845324" w:rsidP="00845324">
      <w:r>
        <w:t>317.1582</w:t>
      </w:r>
      <w:r>
        <w:tab/>
        <w:t>2.157e0</w:t>
      </w:r>
    </w:p>
    <w:p w:rsidR="00845324" w:rsidRDefault="00845324" w:rsidP="00845324">
      <w:r>
        <w:t>317.1984</w:t>
      </w:r>
      <w:r>
        <w:tab/>
        <w:t>4.357e0</w:t>
      </w:r>
    </w:p>
    <w:p w:rsidR="00845324" w:rsidRDefault="00845324" w:rsidP="00845324">
      <w:r>
        <w:t>317.3253</w:t>
      </w:r>
      <w:r>
        <w:tab/>
        <w:t>3.937e0</w:t>
      </w:r>
    </w:p>
    <w:p w:rsidR="00845324" w:rsidRDefault="00845324" w:rsidP="00845324">
      <w:r>
        <w:t>317.3901</w:t>
      </w:r>
      <w:r>
        <w:tab/>
        <w:t>3.038e0</w:t>
      </w:r>
    </w:p>
    <w:p w:rsidR="00845324" w:rsidRDefault="00845324" w:rsidP="00845324">
      <w:r>
        <w:t>317.4587</w:t>
      </w:r>
      <w:r>
        <w:tab/>
        <w:t>3.038e0</w:t>
      </w:r>
    </w:p>
    <w:p w:rsidR="00845324" w:rsidRDefault="00845324" w:rsidP="00845324">
      <w:r>
        <w:t>317.5175</w:t>
      </w:r>
      <w:r>
        <w:tab/>
        <w:t>2.025e0</w:t>
      </w:r>
    </w:p>
    <w:p w:rsidR="00845324" w:rsidRDefault="00845324" w:rsidP="00845324">
      <w:r>
        <w:t>317.6483</w:t>
      </w:r>
      <w:r>
        <w:tab/>
        <w:t>4.051e0</w:t>
      </w:r>
    </w:p>
    <w:p w:rsidR="00845324" w:rsidRDefault="00845324" w:rsidP="00845324">
      <w:r>
        <w:lastRenderedPageBreak/>
        <w:t>317.7067</w:t>
      </w:r>
      <w:r>
        <w:tab/>
        <w:t>1.013e0</w:t>
      </w:r>
    </w:p>
    <w:p w:rsidR="00845324" w:rsidRDefault="00845324" w:rsidP="00845324">
      <w:r>
        <w:t>317.7578</w:t>
      </w:r>
      <w:r>
        <w:tab/>
        <w:t>1.013e0</w:t>
      </w:r>
    </w:p>
    <w:p w:rsidR="00845324" w:rsidRDefault="00845324" w:rsidP="00845324">
      <w:r>
        <w:t>317.8242</w:t>
      </w:r>
      <w:r>
        <w:tab/>
        <w:t>3.038e0</w:t>
      </w:r>
    </w:p>
    <w:p w:rsidR="00845324" w:rsidRDefault="00845324" w:rsidP="00845324">
      <w:r>
        <w:t>317.8952</w:t>
      </w:r>
      <w:r>
        <w:tab/>
        <w:t>3.038e0</w:t>
      </w:r>
    </w:p>
    <w:p w:rsidR="00845324" w:rsidRDefault="00845324" w:rsidP="00845324">
      <w:r>
        <w:t>317.9758</w:t>
      </w:r>
      <w:r>
        <w:tab/>
        <w:t>5.721e0</w:t>
      </w:r>
    </w:p>
    <w:p w:rsidR="00845324" w:rsidRDefault="00845324" w:rsidP="00845324">
      <w:r>
        <w:t>318.0283</w:t>
      </w:r>
      <w:r>
        <w:tab/>
        <w:t>1.013e0</w:t>
      </w:r>
    </w:p>
    <w:p w:rsidR="00845324" w:rsidRDefault="00845324" w:rsidP="00845324">
      <w:r>
        <w:t>318.1465</w:t>
      </w:r>
      <w:r>
        <w:tab/>
        <w:t>5.039e0</w:t>
      </w:r>
    </w:p>
    <w:p w:rsidR="00845324" w:rsidRDefault="00845324" w:rsidP="00845324">
      <w:r>
        <w:t>318.2336</w:t>
      </w:r>
      <w:r>
        <w:tab/>
        <w:t>2.125e0</w:t>
      </w:r>
    </w:p>
    <w:p w:rsidR="00845324" w:rsidRDefault="00845324" w:rsidP="00845324">
      <w:r>
        <w:t>318.2828</w:t>
      </w:r>
      <w:r>
        <w:tab/>
        <w:t>4.281e0</w:t>
      </w:r>
    </w:p>
    <w:p w:rsidR="00845324" w:rsidRDefault="00845324" w:rsidP="00845324">
      <w:r>
        <w:t>318.3450</w:t>
      </w:r>
      <w:r>
        <w:tab/>
        <w:t>1.013e0</w:t>
      </w:r>
    </w:p>
    <w:p w:rsidR="00845324" w:rsidRDefault="00845324" w:rsidP="00845324">
      <w:r>
        <w:t>318.3788</w:t>
      </w:r>
      <w:r>
        <w:tab/>
        <w:t>1.013e0</w:t>
      </w:r>
    </w:p>
    <w:p w:rsidR="00845324" w:rsidRDefault="00845324" w:rsidP="00845324">
      <w:r>
        <w:t>318.4446</w:t>
      </w:r>
      <w:r>
        <w:tab/>
        <w:t>4.051e0</w:t>
      </w:r>
    </w:p>
    <w:p w:rsidR="00845324" w:rsidRDefault="00845324" w:rsidP="00845324">
      <w:r>
        <w:t>318.5402</w:t>
      </w:r>
      <w:r>
        <w:tab/>
        <w:t>2.025e0</w:t>
      </w:r>
    </w:p>
    <w:p w:rsidR="00845324" w:rsidRDefault="00845324" w:rsidP="00845324">
      <w:r>
        <w:t>318.5829</w:t>
      </w:r>
      <w:r>
        <w:tab/>
        <w:t>2.025e0</w:t>
      </w:r>
    </w:p>
    <w:p w:rsidR="00845324" w:rsidRDefault="00845324" w:rsidP="00845324">
      <w:r>
        <w:t>318.6959</w:t>
      </w:r>
      <w:r>
        <w:tab/>
        <w:t>2.025e0</w:t>
      </w:r>
    </w:p>
    <w:p w:rsidR="00845324" w:rsidRDefault="00845324" w:rsidP="00845324">
      <w:r>
        <w:t>318.7668</w:t>
      </w:r>
      <w:r>
        <w:tab/>
        <w:t>2.025e0</w:t>
      </w:r>
    </w:p>
    <w:p w:rsidR="00845324" w:rsidRDefault="00845324" w:rsidP="00845324">
      <w:r>
        <w:t>318.8141</w:t>
      </w:r>
      <w:r>
        <w:tab/>
        <w:t>1.013e0</w:t>
      </w:r>
    </w:p>
    <w:p w:rsidR="00845324" w:rsidRDefault="00845324" w:rsidP="00845324">
      <w:r>
        <w:t>318.8968</w:t>
      </w:r>
      <w:r>
        <w:tab/>
        <w:t>6.598e0</w:t>
      </w:r>
    </w:p>
    <w:p w:rsidR="00845324" w:rsidRDefault="00845324" w:rsidP="00845324">
      <w:r>
        <w:t>318.9605</w:t>
      </w:r>
      <w:r>
        <w:tab/>
        <w:t>6.120e0</w:t>
      </w:r>
    </w:p>
    <w:p w:rsidR="00845324" w:rsidRDefault="00845324" w:rsidP="00845324">
      <w:r>
        <w:lastRenderedPageBreak/>
        <w:t>319.0237</w:t>
      </w:r>
      <w:r>
        <w:tab/>
        <w:t>2.025e0</w:t>
      </w:r>
    </w:p>
    <w:p w:rsidR="00845324" w:rsidRDefault="00845324" w:rsidP="00845324">
      <w:r>
        <w:t>319.0569</w:t>
      </w:r>
      <w:r>
        <w:tab/>
        <w:t>2.969e0</w:t>
      </w:r>
    </w:p>
    <w:p w:rsidR="00845324" w:rsidRDefault="00845324" w:rsidP="00845324">
      <w:r>
        <w:t>319.1284</w:t>
      </w:r>
      <w:r>
        <w:tab/>
        <w:t>3.512e0</w:t>
      </w:r>
    </w:p>
    <w:p w:rsidR="00845324" w:rsidRDefault="00845324" w:rsidP="00845324">
      <w:r>
        <w:t>319.1627</w:t>
      </w:r>
      <w:r>
        <w:tab/>
        <w:t>2.392e0</w:t>
      </w:r>
    </w:p>
    <w:p w:rsidR="00845324" w:rsidRDefault="00845324" w:rsidP="00845324">
      <w:r>
        <w:t>319.2214</w:t>
      </w:r>
      <w:r>
        <w:tab/>
        <w:t>3.659e0</w:t>
      </w:r>
    </w:p>
    <w:p w:rsidR="00845324" w:rsidRDefault="00845324" w:rsidP="00845324">
      <w:r>
        <w:t>319.2820</w:t>
      </w:r>
      <w:r>
        <w:tab/>
        <w:t>5.259e0</w:t>
      </w:r>
    </w:p>
    <w:p w:rsidR="00845324" w:rsidRDefault="00845324" w:rsidP="00845324">
      <w:r>
        <w:t>319.3373</w:t>
      </w:r>
      <w:r>
        <w:tab/>
        <w:t>2.025e0</w:t>
      </w:r>
    </w:p>
    <w:p w:rsidR="00845324" w:rsidRDefault="00845324" w:rsidP="00845324">
      <w:r>
        <w:t>319.3791</w:t>
      </w:r>
      <w:r>
        <w:tab/>
        <w:t>1.013e0</w:t>
      </w:r>
    </w:p>
    <w:p w:rsidR="00845324" w:rsidRDefault="00845324" w:rsidP="00845324">
      <w:r>
        <w:t>319.4433</w:t>
      </w:r>
      <w:r>
        <w:tab/>
        <w:t>2.025e0</w:t>
      </w:r>
    </w:p>
    <w:p w:rsidR="00845324" w:rsidRDefault="00845324" w:rsidP="00845324">
      <w:r>
        <w:t>319.5222</w:t>
      </w:r>
      <w:r>
        <w:tab/>
        <w:t>1.013e0</w:t>
      </w:r>
    </w:p>
    <w:p w:rsidR="00845324" w:rsidRDefault="00845324" w:rsidP="00845324">
      <w:r>
        <w:t>319.5892</w:t>
      </w:r>
      <w:r>
        <w:tab/>
        <w:t>2.025e0</w:t>
      </w:r>
    </w:p>
    <w:p w:rsidR="00845324" w:rsidRDefault="00845324" w:rsidP="00845324">
      <w:r>
        <w:t>319.6231</w:t>
      </w:r>
      <w:r>
        <w:tab/>
        <w:t>1.013e0</w:t>
      </w:r>
    </w:p>
    <w:p w:rsidR="00845324" w:rsidRDefault="00845324" w:rsidP="00845324">
      <w:r>
        <w:t>319.6743</w:t>
      </w:r>
      <w:r>
        <w:tab/>
        <w:t>2.025e0</w:t>
      </w:r>
    </w:p>
    <w:p w:rsidR="00845324" w:rsidRDefault="00845324" w:rsidP="00845324">
      <w:r>
        <w:t>319.7015</w:t>
      </w:r>
      <w:r>
        <w:tab/>
        <w:t>1.013e0</w:t>
      </w:r>
    </w:p>
    <w:p w:rsidR="00845324" w:rsidRDefault="00845324" w:rsidP="00845324">
      <w:r>
        <w:t>319.8645</w:t>
      </w:r>
      <w:r>
        <w:tab/>
        <w:t>2.025e0</w:t>
      </w:r>
    </w:p>
    <w:p w:rsidR="00845324" w:rsidRDefault="00845324" w:rsidP="00845324">
      <w:r>
        <w:t>320.0352</w:t>
      </w:r>
      <w:r>
        <w:tab/>
        <w:t>4.051e0</w:t>
      </w:r>
    </w:p>
    <w:p w:rsidR="00845324" w:rsidRDefault="00845324" w:rsidP="00845324">
      <w:r>
        <w:t>320.1416</w:t>
      </w:r>
      <w:r>
        <w:tab/>
        <w:t>5.294e0</w:t>
      </w:r>
    </w:p>
    <w:p w:rsidR="00845324" w:rsidRDefault="00845324" w:rsidP="00845324">
      <w:r>
        <w:t>320.2524</w:t>
      </w:r>
      <w:r>
        <w:tab/>
        <w:t>2.978e0</w:t>
      </w:r>
    </w:p>
    <w:p w:rsidR="00845324" w:rsidRDefault="00845324" w:rsidP="00845324">
      <w:r>
        <w:t>320.3582</w:t>
      </w:r>
      <w:r>
        <w:tab/>
        <w:t>1.013e0</w:t>
      </w:r>
    </w:p>
    <w:p w:rsidR="00845324" w:rsidRDefault="00845324" w:rsidP="00845324">
      <w:r>
        <w:lastRenderedPageBreak/>
        <w:t>320.4203</w:t>
      </w:r>
      <w:r>
        <w:tab/>
        <w:t>2.025e0</w:t>
      </w:r>
    </w:p>
    <w:p w:rsidR="00845324" w:rsidRDefault="00845324" w:rsidP="00845324">
      <w:r>
        <w:t>320.4837</w:t>
      </w:r>
      <w:r>
        <w:tab/>
        <w:t>1.013e0</w:t>
      </w:r>
    </w:p>
    <w:p w:rsidR="00845324" w:rsidRDefault="00845324" w:rsidP="00845324">
      <w:r>
        <w:t>320.5347</w:t>
      </w:r>
      <w:r>
        <w:tab/>
        <w:t>2.025e0</w:t>
      </w:r>
    </w:p>
    <w:p w:rsidR="00845324" w:rsidRDefault="00845324" w:rsidP="00845324">
      <w:r>
        <w:t>320.5782</w:t>
      </w:r>
      <w:r>
        <w:tab/>
        <w:t>1.013e0</w:t>
      </w:r>
    </w:p>
    <w:p w:rsidR="00845324" w:rsidRDefault="00845324" w:rsidP="00845324">
      <w:r>
        <w:t>320.6492</w:t>
      </w:r>
      <w:r>
        <w:tab/>
        <w:t>1.013e0</w:t>
      </w:r>
    </w:p>
    <w:p w:rsidR="00845324" w:rsidRDefault="00845324" w:rsidP="00845324">
      <w:r>
        <w:t>320.6768</w:t>
      </w:r>
      <w:r>
        <w:tab/>
        <w:t>1.013e0</w:t>
      </w:r>
    </w:p>
    <w:p w:rsidR="00845324" w:rsidRDefault="00845324" w:rsidP="00845324">
      <w:r>
        <w:t>320.7221</w:t>
      </w:r>
      <w:r>
        <w:tab/>
        <w:t>2.025e0</w:t>
      </w:r>
    </w:p>
    <w:p w:rsidR="00845324" w:rsidRDefault="00845324" w:rsidP="00845324">
      <w:r>
        <w:t>320.7919</w:t>
      </w:r>
      <w:r>
        <w:tab/>
        <w:t>3.038e0</w:t>
      </w:r>
    </w:p>
    <w:p w:rsidR="00845324" w:rsidRDefault="00845324" w:rsidP="00845324">
      <w:r>
        <w:t>320.8348</w:t>
      </w:r>
      <w:r>
        <w:tab/>
        <w:t>1.013e0</w:t>
      </w:r>
    </w:p>
    <w:p w:rsidR="00845324" w:rsidRDefault="00845324" w:rsidP="00845324">
      <w:r>
        <w:t>320.9455</w:t>
      </w:r>
      <w:r>
        <w:tab/>
        <w:t>6.194e0</w:t>
      </w:r>
    </w:p>
    <w:p w:rsidR="00845324" w:rsidRDefault="00845324" w:rsidP="00845324">
      <w:r>
        <w:t>321.0163</w:t>
      </w:r>
      <w:r>
        <w:tab/>
        <w:t>2.025e0</w:t>
      </w:r>
    </w:p>
    <w:p w:rsidR="00845324" w:rsidRDefault="00845324" w:rsidP="00845324">
      <w:r>
        <w:t>321.0559</w:t>
      </w:r>
      <w:r>
        <w:tab/>
        <w:t>4.672e0</w:t>
      </w:r>
    </w:p>
    <w:p w:rsidR="00845324" w:rsidRDefault="00845324" w:rsidP="00845324">
      <w:r>
        <w:t>321.1381</w:t>
      </w:r>
      <w:r>
        <w:tab/>
        <w:t>3.723e1</w:t>
      </w:r>
    </w:p>
    <w:p w:rsidR="00845324" w:rsidRDefault="00845324" w:rsidP="00845324">
      <w:r>
        <w:t>321.2747</w:t>
      </w:r>
      <w:r>
        <w:tab/>
        <w:t>1.398e0</w:t>
      </w:r>
    </w:p>
    <w:p w:rsidR="00845324" w:rsidRDefault="00845324" w:rsidP="00845324">
      <w:r>
        <w:t>321.3124</w:t>
      </w:r>
      <w:r>
        <w:tab/>
        <w:t>2.311e0</w:t>
      </w:r>
    </w:p>
    <w:p w:rsidR="00845324" w:rsidRDefault="00845324" w:rsidP="00845324">
      <w:r>
        <w:t>321.4193</w:t>
      </w:r>
      <w:r>
        <w:tab/>
        <w:t>1.013e0</w:t>
      </w:r>
    </w:p>
    <w:p w:rsidR="00845324" w:rsidRDefault="00845324" w:rsidP="00845324">
      <w:r>
        <w:t>321.4866</w:t>
      </w:r>
      <w:r>
        <w:tab/>
        <w:t>2.025e0</w:t>
      </w:r>
    </w:p>
    <w:p w:rsidR="00845324" w:rsidRDefault="00845324" w:rsidP="00845324">
      <w:r>
        <w:t>321.5481</w:t>
      </w:r>
      <w:r>
        <w:tab/>
        <w:t>3.038e0</w:t>
      </w:r>
    </w:p>
    <w:p w:rsidR="00845324" w:rsidRDefault="00845324" w:rsidP="00845324">
      <w:r>
        <w:t>321.5872</w:t>
      </w:r>
      <w:r>
        <w:tab/>
        <w:t>2.025e0</w:t>
      </w:r>
    </w:p>
    <w:p w:rsidR="00845324" w:rsidRDefault="00845324" w:rsidP="00845324">
      <w:r>
        <w:lastRenderedPageBreak/>
        <w:t>321.6486</w:t>
      </w:r>
      <w:r>
        <w:tab/>
        <w:t>1.013e0</w:t>
      </w:r>
    </w:p>
    <w:p w:rsidR="00845324" w:rsidRDefault="00845324" w:rsidP="00845324">
      <w:r>
        <w:t>321.6819</w:t>
      </w:r>
      <w:r>
        <w:tab/>
        <w:t>1.013e0</w:t>
      </w:r>
    </w:p>
    <w:p w:rsidR="00845324" w:rsidRDefault="00845324" w:rsidP="00845324">
      <w:r>
        <w:t>321.7239</w:t>
      </w:r>
      <w:r>
        <w:tab/>
        <w:t>1.013e0</w:t>
      </w:r>
    </w:p>
    <w:p w:rsidR="00845324" w:rsidRDefault="00845324" w:rsidP="00845324">
      <w:r>
        <w:t>321.7594</w:t>
      </w:r>
      <w:r>
        <w:tab/>
        <w:t>2.025e0</w:t>
      </w:r>
    </w:p>
    <w:p w:rsidR="00845324" w:rsidRDefault="00845324" w:rsidP="00845324">
      <w:r>
        <w:t>321.7969</w:t>
      </w:r>
      <w:r>
        <w:tab/>
        <w:t>2.025e0</w:t>
      </w:r>
    </w:p>
    <w:p w:rsidR="00845324" w:rsidRDefault="00845324" w:rsidP="00845324">
      <w:r>
        <w:t>321.8305</w:t>
      </w:r>
      <w:r>
        <w:tab/>
        <w:t>1.013e0</w:t>
      </w:r>
    </w:p>
    <w:p w:rsidR="00845324" w:rsidRDefault="00845324" w:rsidP="00845324">
      <w:r>
        <w:t>321.9099</w:t>
      </w:r>
      <w:r>
        <w:tab/>
        <w:t>1.013e0</w:t>
      </w:r>
    </w:p>
    <w:p w:rsidR="00845324" w:rsidRDefault="00845324" w:rsidP="00845324">
      <w:r>
        <w:t>321.9471</w:t>
      </w:r>
      <w:r>
        <w:tab/>
        <w:t>1.924e0</w:t>
      </w:r>
    </w:p>
    <w:p w:rsidR="00845324" w:rsidRDefault="00845324" w:rsidP="00845324">
      <w:r>
        <w:t>322.0301</w:t>
      </w:r>
      <w:r>
        <w:tab/>
        <w:t>1.013e0</w:t>
      </w:r>
    </w:p>
    <w:p w:rsidR="00845324" w:rsidRDefault="00845324" w:rsidP="00845324">
      <w:r>
        <w:t>322.0818</w:t>
      </w:r>
      <w:r>
        <w:tab/>
        <w:t>3.637e0</w:t>
      </w:r>
    </w:p>
    <w:p w:rsidR="00845324" w:rsidRDefault="00845324" w:rsidP="00845324">
      <w:r>
        <w:t>322.1402</w:t>
      </w:r>
      <w:r>
        <w:tab/>
        <w:t>5.701e0</w:t>
      </w:r>
    </w:p>
    <w:p w:rsidR="00845324" w:rsidRDefault="00845324" w:rsidP="00845324">
      <w:r>
        <w:t>322.2197</w:t>
      </w:r>
      <w:r>
        <w:tab/>
        <w:t>2.190e0</w:t>
      </w:r>
    </w:p>
    <w:p w:rsidR="00845324" w:rsidRDefault="00845324" w:rsidP="00845324">
      <w:r>
        <w:t>322.2998</w:t>
      </w:r>
      <w:r>
        <w:tab/>
        <w:t>4.600e0</w:t>
      </w:r>
    </w:p>
    <w:p w:rsidR="00845324" w:rsidRDefault="00845324" w:rsidP="00845324">
      <w:r>
        <w:t>322.3840</w:t>
      </w:r>
      <w:r>
        <w:tab/>
        <w:t>1.013e0</w:t>
      </w:r>
    </w:p>
    <w:p w:rsidR="00845324" w:rsidRDefault="00845324" w:rsidP="00845324">
      <w:r>
        <w:t>322.4352</w:t>
      </w:r>
      <w:r>
        <w:tab/>
        <w:t>1.013e0</w:t>
      </w:r>
    </w:p>
    <w:p w:rsidR="00845324" w:rsidRDefault="00845324" w:rsidP="00845324">
      <w:r>
        <w:t>322.4628</w:t>
      </w:r>
      <w:r>
        <w:tab/>
        <w:t>1.013e0</w:t>
      </w:r>
    </w:p>
    <w:p w:rsidR="00845324" w:rsidRDefault="00845324" w:rsidP="00845324">
      <w:r>
        <w:t>322.5743</w:t>
      </w:r>
      <w:r>
        <w:tab/>
        <w:t>2.025e0</w:t>
      </w:r>
    </w:p>
    <w:p w:rsidR="00845324" w:rsidRDefault="00845324" w:rsidP="00845324">
      <w:r>
        <w:t>322.6169</w:t>
      </w:r>
      <w:r>
        <w:tab/>
        <w:t>2.025e0</w:t>
      </w:r>
    </w:p>
    <w:p w:rsidR="00845324" w:rsidRDefault="00845324" w:rsidP="00845324">
      <w:r>
        <w:t>322.7045</w:t>
      </w:r>
      <w:r>
        <w:tab/>
        <w:t>3.038e0</w:t>
      </w:r>
    </w:p>
    <w:p w:rsidR="00845324" w:rsidRDefault="00845324" w:rsidP="00845324">
      <w:r>
        <w:lastRenderedPageBreak/>
        <w:t>322.7338</w:t>
      </w:r>
      <w:r>
        <w:tab/>
        <w:t>2.214e0</w:t>
      </w:r>
    </w:p>
    <w:p w:rsidR="00845324" w:rsidRDefault="00845324" w:rsidP="00845324">
      <w:r>
        <w:t>322.8171</w:t>
      </w:r>
      <w:r>
        <w:tab/>
        <w:t>3.038e0</w:t>
      </w:r>
    </w:p>
    <w:p w:rsidR="00845324" w:rsidRDefault="00845324" w:rsidP="00845324">
      <w:r>
        <w:t>322.8773</w:t>
      </w:r>
      <w:r>
        <w:tab/>
        <w:t>4.051e0</w:t>
      </w:r>
    </w:p>
    <w:p w:rsidR="00845324" w:rsidRDefault="00845324" w:rsidP="00845324">
      <w:r>
        <w:t>322.9937</w:t>
      </w:r>
      <w:r>
        <w:tab/>
        <w:t>3.038e0</w:t>
      </w:r>
    </w:p>
    <w:p w:rsidR="00845324" w:rsidRDefault="00845324" w:rsidP="00845324">
      <w:r>
        <w:t>323.0995</w:t>
      </w:r>
      <w:r>
        <w:tab/>
        <w:t>4.906e0</w:t>
      </w:r>
    </w:p>
    <w:p w:rsidR="00845324" w:rsidRDefault="00845324" w:rsidP="00845324">
      <w:r>
        <w:t>323.1506</w:t>
      </w:r>
      <w:r>
        <w:tab/>
        <w:t>2.586e0</w:t>
      </w:r>
    </w:p>
    <w:p w:rsidR="00845324" w:rsidRDefault="00845324" w:rsidP="00845324">
      <w:r>
        <w:t>323.3002</w:t>
      </w:r>
      <w:r>
        <w:tab/>
        <w:t>8.070e0</w:t>
      </w:r>
    </w:p>
    <w:p w:rsidR="00845324" w:rsidRDefault="00845324" w:rsidP="00845324">
      <w:r>
        <w:t>323.3665</w:t>
      </w:r>
      <w:r>
        <w:tab/>
        <w:t>3.038e0</w:t>
      </w:r>
    </w:p>
    <w:p w:rsidR="00845324" w:rsidRDefault="00845324" w:rsidP="00845324">
      <w:r>
        <w:t>323.4814</w:t>
      </w:r>
      <w:r>
        <w:tab/>
        <w:t>4.051e0</w:t>
      </w:r>
    </w:p>
    <w:p w:rsidR="00845324" w:rsidRDefault="00845324" w:rsidP="00845324">
      <w:r>
        <w:t>323.5388</w:t>
      </w:r>
      <w:r>
        <w:tab/>
        <w:t>1.013e0</w:t>
      </w:r>
    </w:p>
    <w:p w:rsidR="00845324" w:rsidRDefault="00845324" w:rsidP="00845324">
      <w:r>
        <w:t>323.6101</w:t>
      </w:r>
      <w:r>
        <w:tab/>
        <w:t>1.013e0</w:t>
      </w:r>
    </w:p>
    <w:p w:rsidR="00845324" w:rsidRDefault="00845324" w:rsidP="00845324">
      <w:r>
        <w:t>323.6536</w:t>
      </w:r>
      <w:r>
        <w:tab/>
        <w:t>1.013e0</w:t>
      </w:r>
    </w:p>
    <w:p w:rsidR="00845324" w:rsidRDefault="00845324" w:rsidP="00845324">
      <w:r>
        <w:t>323.7211</w:t>
      </w:r>
      <w:r>
        <w:tab/>
        <w:t>2.025e0</w:t>
      </w:r>
    </w:p>
    <w:p w:rsidR="00845324" w:rsidRDefault="00845324" w:rsidP="00845324">
      <w:r>
        <w:t>323.9183</w:t>
      </w:r>
      <w:r>
        <w:tab/>
        <w:t>1.548e0</w:t>
      </w:r>
    </w:p>
    <w:p w:rsidR="00845324" w:rsidRDefault="00845324" w:rsidP="00845324">
      <w:r>
        <w:t>323.9945</w:t>
      </w:r>
      <w:r>
        <w:tab/>
        <w:t>3.152e0</w:t>
      </w:r>
    </w:p>
    <w:p w:rsidR="00845324" w:rsidRDefault="00845324" w:rsidP="00845324">
      <w:r>
        <w:t>324.0645</w:t>
      </w:r>
      <w:r>
        <w:tab/>
        <w:t>3.507e0</w:t>
      </w:r>
    </w:p>
    <w:p w:rsidR="00845324" w:rsidRDefault="00845324" w:rsidP="00845324">
      <w:r>
        <w:t>324.1172</w:t>
      </w:r>
      <w:r>
        <w:tab/>
        <w:t>2.309e0</w:t>
      </w:r>
    </w:p>
    <w:p w:rsidR="00845324" w:rsidRDefault="00845324" w:rsidP="00845324">
      <w:r>
        <w:t>324.1725</w:t>
      </w:r>
      <w:r>
        <w:tab/>
        <w:t>1.015e0</w:t>
      </w:r>
    </w:p>
    <w:p w:rsidR="00845324" w:rsidRDefault="00845324" w:rsidP="00845324">
      <w:r>
        <w:t>324.2520</w:t>
      </w:r>
      <w:r>
        <w:tab/>
        <w:t>3.231e0</w:t>
      </w:r>
    </w:p>
    <w:p w:rsidR="00845324" w:rsidRDefault="00845324" w:rsidP="00845324">
      <w:r>
        <w:lastRenderedPageBreak/>
        <w:t>324.3231</w:t>
      </w:r>
      <w:r>
        <w:tab/>
        <w:t>3.279e0</w:t>
      </w:r>
    </w:p>
    <w:p w:rsidR="00845324" w:rsidRDefault="00845324" w:rsidP="00845324">
      <w:r>
        <w:t>324.3896</w:t>
      </w:r>
      <w:r>
        <w:tab/>
        <w:t>3.259e0</w:t>
      </w:r>
    </w:p>
    <w:p w:rsidR="00845324" w:rsidRDefault="00845324" w:rsidP="00845324">
      <w:r>
        <w:t>324.4356</w:t>
      </w:r>
      <w:r>
        <w:tab/>
        <w:t>2.025e0</w:t>
      </w:r>
    </w:p>
    <w:p w:rsidR="00845324" w:rsidRDefault="00845324" w:rsidP="00845324">
      <w:r>
        <w:t>324.4754</w:t>
      </w:r>
      <w:r>
        <w:tab/>
        <w:t>2.025e0</w:t>
      </w:r>
    </w:p>
    <w:p w:rsidR="00845324" w:rsidRDefault="00845324" w:rsidP="00845324">
      <w:r>
        <w:t>324.5526</w:t>
      </w:r>
      <w:r>
        <w:tab/>
        <w:t>3.038e0</w:t>
      </w:r>
    </w:p>
    <w:p w:rsidR="00845324" w:rsidRDefault="00845324" w:rsidP="00845324">
      <w:r>
        <w:t>324.6113</w:t>
      </w:r>
      <w:r>
        <w:tab/>
        <w:t>2.025e0</w:t>
      </w:r>
    </w:p>
    <w:p w:rsidR="00845324" w:rsidRDefault="00845324" w:rsidP="00845324">
      <w:r>
        <w:t>324.6631</w:t>
      </w:r>
      <w:r>
        <w:tab/>
        <w:t>3.038e0</w:t>
      </w:r>
    </w:p>
    <w:p w:rsidR="00845324" w:rsidRDefault="00845324" w:rsidP="00845324">
      <w:r>
        <w:t>324.7075</w:t>
      </w:r>
      <w:r>
        <w:tab/>
        <w:t>3.038e0</w:t>
      </w:r>
    </w:p>
    <w:p w:rsidR="00845324" w:rsidRDefault="00845324" w:rsidP="00845324">
      <w:r>
        <w:t>324.7654</w:t>
      </w:r>
      <w:r>
        <w:tab/>
        <w:t>3.317e0</w:t>
      </w:r>
    </w:p>
    <w:p w:rsidR="00845324" w:rsidRDefault="00845324" w:rsidP="00845324">
      <w:r>
        <w:t>324.8354</w:t>
      </w:r>
      <w:r>
        <w:tab/>
        <w:t>2.025e0</w:t>
      </w:r>
    </w:p>
    <w:p w:rsidR="00845324" w:rsidRDefault="00845324" w:rsidP="00845324">
      <w:r>
        <w:t>324.8759</w:t>
      </w:r>
      <w:r>
        <w:tab/>
        <w:t>2.019e0</w:t>
      </w:r>
    </w:p>
    <w:p w:rsidR="00845324" w:rsidRDefault="00845324" w:rsidP="00845324">
      <w:r>
        <w:t>324.9458</w:t>
      </w:r>
      <w:r>
        <w:tab/>
        <w:t>3.394e0</w:t>
      </w:r>
    </w:p>
    <w:p w:rsidR="00845324" w:rsidRDefault="00845324" w:rsidP="00845324">
      <w:r>
        <w:t>324.9831</w:t>
      </w:r>
      <w:r>
        <w:tab/>
        <w:t>3.038e0</w:t>
      </w:r>
    </w:p>
    <w:p w:rsidR="00845324" w:rsidRDefault="00845324" w:rsidP="00845324">
      <w:r>
        <w:t>325.0435</w:t>
      </w:r>
      <w:r>
        <w:tab/>
        <w:t>2.025e0</w:t>
      </w:r>
    </w:p>
    <w:p w:rsidR="00845324" w:rsidRDefault="00845324" w:rsidP="00845324">
      <w:r>
        <w:t>325.2471</w:t>
      </w:r>
      <w:r>
        <w:tab/>
        <w:t>1.206e0</w:t>
      </w:r>
    </w:p>
    <w:p w:rsidR="00845324" w:rsidRDefault="00845324" w:rsidP="00845324">
      <w:r>
        <w:t>325.3217</w:t>
      </w:r>
      <w:r>
        <w:tab/>
        <w:t>1.533e0</w:t>
      </w:r>
    </w:p>
    <w:p w:rsidR="00845324" w:rsidRDefault="00845324" w:rsidP="00845324">
      <w:r>
        <w:t>325.3790</w:t>
      </w:r>
      <w:r>
        <w:tab/>
        <w:t>3.038e0</w:t>
      </w:r>
    </w:p>
    <w:p w:rsidR="00845324" w:rsidRDefault="00845324" w:rsidP="00845324">
      <w:r>
        <w:t>325.4568</w:t>
      </w:r>
      <w:r>
        <w:tab/>
        <w:t>4.051e0</w:t>
      </w:r>
    </w:p>
    <w:p w:rsidR="00845324" w:rsidRDefault="00845324" w:rsidP="00845324">
      <w:r>
        <w:t>325.4931</w:t>
      </w:r>
      <w:r>
        <w:tab/>
        <w:t>2.025e0</w:t>
      </w:r>
    </w:p>
    <w:p w:rsidR="00845324" w:rsidRDefault="00845324" w:rsidP="00845324">
      <w:r>
        <w:lastRenderedPageBreak/>
        <w:t>325.5824</w:t>
      </w:r>
      <w:r>
        <w:tab/>
        <w:t>2.025e0</w:t>
      </w:r>
    </w:p>
    <w:p w:rsidR="00845324" w:rsidRDefault="00845324" w:rsidP="00845324">
      <w:r>
        <w:t>325.6292</w:t>
      </w:r>
      <w:r>
        <w:tab/>
        <w:t>1.178e0</w:t>
      </w:r>
    </w:p>
    <w:p w:rsidR="00845324" w:rsidRDefault="00845324" w:rsidP="00845324">
      <w:r>
        <w:t>325.6934</w:t>
      </w:r>
      <w:r>
        <w:tab/>
        <w:t>1.013e0</w:t>
      </w:r>
    </w:p>
    <w:p w:rsidR="00845324" w:rsidRDefault="00845324" w:rsidP="00845324">
      <w:r>
        <w:t>325.7309</w:t>
      </w:r>
      <w:r>
        <w:tab/>
        <w:t>2.025e0</w:t>
      </w:r>
    </w:p>
    <w:p w:rsidR="00845324" w:rsidRDefault="00845324" w:rsidP="00845324">
      <w:r>
        <w:t>325.7886</w:t>
      </w:r>
      <w:r>
        <w:tab/>
        <w:t>3.038e0</w:t>
      </w:r>
    </w:p>
    <w:p w:rsidR="00845324" w:rsidRDefault="00845324" w:rsidP="00845324">
      <w:r>
        <w:t>325.8596</w:t>
      </w:r>
      <w:r>
        <w:tab/>
        <w:t>1.013e0</w:t>
      </w:r>
    </w:p>
    <w:p w:rsidR="00845324" w:rsidRDefault="00845324" w:rsidP="00845324">
      <w:r>
        <w:t>325.8977</w:t>
      </w:r>
      <w:r>
        <w:tab/>
        <w:t>2.848e0</w:t>
      </w:r>
    </w:p>
    <w:p w:rsidR="00845324" w:rsidRDefault="00845324" w:rsidP="00845324">
      <w:r>
        <w:t>325.9412</w:t>
      </w:r>
      <w:r>
        <w:tab/>
        <w:t>1.846e0</w:t>
      </w:r>
    </w:p>
    <w:p w:rsidR="00845324" w:rsidRDefault="00845324" w:rsidP="00845324">
      <w:r>
        <w:t>326.0819</w:t>
      </w:r>
      <w:r>
        <w:tab/>
        <w:t>4.210e0</w:t>
      </w:r>
    </w:p>
    <w:p w:rsidR="00845324" w:rsidRDefault="00845324" w:rsidP="00845324">
      <w:r>
        <w:t>326.1492</w:t>
      </w:r>
      <w:r>
        <w:tab/>
        <w:t>1.281e0</w:t>
      </w:r>
    </w:p>
    <w:p w:rsidR="00845324" w:rsidRDefault="00845324" w:rsidP="00845324">
      <w:r>
        <w:t>326.2283</w:t>
      </w:r>
      <w:r>
        <w:tab/>
        <w:t>2.438e1</w:t>
      </w:r>
    </w:p>
    <w:p w:rsidR="00845324" w:rsidRDefault="00845324" w:rsidP="00845324">
      <w:r>
        <w:t>326.3814</w:t>
      </w:r>
      <w:r>
        <w:tab/>
        <w:t>2.156e2</w:t>
      </w:r>
    </w:p>
    <w:p w:rsidR="00845324" w:rsidRDefault="00845324" w:rsidP="00845324">
      <w:r>
        <w:t>326.4875</w:t>
      </w:r>
      <w:r>
        <w:tab/>
        <w:t>1.406e0</w:t>
      </w:r>
    </w:p>
    <w:p w:rsidR="00845324" w:rsidRDefault="00845324" w:rsidP="00845324">
      <w:r>
        <w:t>326.5588</w:t>
      </w:r>
      <w:r>
        <w:tab/>
        <w:t>5.063e0</w:t>
      </w:r>
    </w:p>
    <w:p w:rsidR="00845324" w:rsidRDefault="00845324" w:rsidP="00845324">
      <w:r>
        <w:t>326.6181</w:t>
      </w:r>
      <w:r>
        <w:tab/>
        <w:t>2.025e0</w:t>
      </w:r>
    </w:p>
    <w:p w:rsidR="00845324" w:rsidRDefault="00845324" w:rsidP="00845324">
      <w:r>
        <w:t>326.6883</w:t>
      </w:r>
      <w:r>
        <w:tab/>
        <w:t>2.025e0</w:t>
      </w:r>
    </w:p>
    <w:p w:rsidR="00845324" w:rsidRDefault="00845324" w:rsidP="00845324">
      <w:r>
        <w:t>326.7415</w:t>
      </w:r>
      <w:r>
        <w:tab/>
        <w:t>2.025e0</w:t>
      </w:r>
    </w:p>
    <w:p w:rsidR="00845324" w:rsidRDefault="00845324" w:rsidP="00845324">
      <w:r>
        <w:t>326.7774</w:t>
      </w:r>
      <w:r>
        <w:tab/>
        <w:t>4.051e0</w:t>
      </w:r>
    </w:p>
    <w:p w:rsidR="00845324" w:rsidRDefault="00845324" w:rsidP="00845324">
      <w:r>
        <w:t>326.8190</w:t>
      </w:r>
      <w:r>
        <w:tab/>
        <w:t>1.013e0</w:t>
      </w:r>
    </w:p>
    <w:p w:rsidR="00845324" w:rsidRDefault="00845324" w:rsidP="00845324">
      <w:r>
        <w:lastRenderedPageBreak/>
        <w:t>326.8590</w:t>
      </w:r>
      <w:r>
        <w:tab/>
        <w:t>2.025e0</w:t>
      </w:r>
    </w:p>
    <w:p w:rsidR="00845324" w:rsidRDefault="00845324" w:rsidP="00845324">
      <w:r>
        <w:t>326.9250</w:t>
      </w:r>
      <w:r>
        <w:tab/>
        <w:t>1.869e0</w:t>
      </w:r>
    </w:p>
    <w:p w:rsidR="00845324" w:rsidRDefault="00845324" w:rsidP="00845324">
      <w:r>
        <w:t>327.0143</w:t>
      </w:r>
      <w:r>
        <w:tab/>
        <w:t>4.051e0</w:t>
      </w:r>
    </w:p>
    <w:p w:rsidR="00845324" w:rsidRDefault="00845324" w:rsidP="00845324">
      <w:r>
        <w:t>327.0584</w:t>
      </w:r>
      <w:r>
        <w:tab/>
        <w:t>5.943e0</w:t>
      </w:r>
    </w:p>
    <w:p w:rsidR="00845324" w:rsidRDefault="00845324" w:rsidP="00845324">
      <w:r>
        <w:t>327.1093</w:t>
      </w:r>
      <w:r>
        <w:tab/>
        <w:t>3.252e0</w:t>
      </w:r>
    </w:p>
    <w:p w:rsidR="00845324" w:rsidRDefault="00845324" w:rsidP="00845324">
      <w:r>
        <w:t>327.1512</w:t>
      </w:r>
      <w:r>
        <w:tab/>
        <w:t>3.652e0</w:t>
      </w:r>
    </w:p>
    <w:p w:rsidR="00845324" w:rsidRDefault="00845324" w:rsidP="00845324">
      <w:r>
        <w:t>327.2007</w:t>
      </w:r>
      <w:r>
        <w:tab/>
        <w:t>1.050e1</w:t>
      </w:r>
    </w:p>
    <w:p w:rsidR="00845324" w:rsidRDefault="00845324" w:rsidP="00845324">
      <w:r>
        <w:t>327.2581</w:t>
      </w:r>
      <w:r>
        <w:tab/>
        <w:t>8.384e0</w:t>
      </w:r>
    </w:p>
    <w:p w:rsidR="00845324" w:rsidRDefault="00845324" w:rsidP="00845324">
      <w:r>
        <w:t>327.2948</w:t>
      </w:r>
      <w:r>
        <w:tab/>
        <w:t>2.597e0</w:t>
      </w:r>
    </w:p>
    <w:p w:rsidR="00845324" w:rsidRDefault="00845324" w:rsidP="00845324">
      <w:r>
        <w:t>327.3837</w:t>
      </w:r>
      <w:r>
        <w:tab/>
        <w:t>5.281e1</w:t>
      </w:r>
    </w:p>
    <w:p w:rsidR="00845324" w:rsidRDefault="00845324" w:rsidP="00845324">
      <w:r>
        <w:t>327.4910</w:t>
      </w:r>
      <w:r>
        <w:tab/>
        <w:t>2.025e0</w:t>
      </w:r>
    </w:p>
    <w:p w:rsidR="00845324" w:rsidRDefault="00845324" w:rsidP="00845324">
      <w:r>
        <w:t>327.5525</w:t>
      </w:r>
      <w:r>
        <w:tab/>
        <w:t>3.038e0</w:t>
      </w:r>
    </w:p>
    <w:p w:rsidR="00845324" w:rsidRDefault="00845324" w:rsidP="00845324">
      <w:r>
        <w:t>327.5966</w:t>
      </w:r>
      <w:r>
        <w:tab/>
        <w:t>3.695e0</w:t>
      </w:r>
    </w:p>
    <w:p w:rsidR="00845324" w:rsidRDefault="00845324" w:rsidP="00845324">
      <w:r>
        <w:t>327.6346</w:t>
      </w:r>
      <w:r>
        <w:tab/>
        <w:t>2.025e0</w:t>
      </w:r>
    </w:p>
    <w:p w:rsidR="00845324" w:rsidRDefault="00845324" w:rsidP="00845324">
      <w:r>
        <w:t>327.7271</w:t>
      </w:r>
      <w:r>
        <w:tab/>
        <w:t>3.038e0</w:t>
      </w:r>
    </w:p>
    <w:p w:rsidR="00845324" w:rsidRDefault="00845324" w:rsidP="00845324">
      <w:r>
        <w:t>327.8124</w:t>
      </w:r>
      <w:r>
        <w:tab/>
        <w:t>3.038e0</w:t>
      </w:r>
    </w:p>
    <w:p w:rsidR="00845324" w:rsidRDefault="00845324" w:rsidP="00845324">
      <w:r>
        <w:t>327.9008</w:t>
      </w:r>
      <w:r>
        <w:tab/>
        <w:t>2.715e0</w:t>
      </w:r>
    </w:p>
    <w:p w:rsidR="00845324" w:rsidRDefault="00845324" w:rsidP="00845324">
      <w:r>
        <w:t>327.9404</w:t>
      </w:r>
      <w:r>
        <w:tab/>
        <w:t>1.870e0</w:t>
      </w:r>
    </w:p>
    <w:p w:rsidR="00845324" w:rsidRDefault="00845324" w:rsidP="00845324">
      <w:r>
        <w:t>327.9790</w:t>
      </w:r>
      <w:r>
        <w:tab/>
        <w:t>2.481e0</w:t>
      </w:r>
    </w:p>
    <w:p w:rsidR="00845324" w:rsidRDefault="00845324" w:rsidP="00845324">
      <w:r>
        <w:lastRenderedPageBreak/>
        <w:t>328.0548</w:t>
      </w:r>
      <w:r>
        <w:tab/>
        <w:t>4.051e0</w:t>
      </w:r>
    </w:p>
    <w:p w:rsidR="00845324" w:rsidRDefault="00845324" w:rsidP="00845324">
      <w:r>
        <w:t>328.2031</w:t>
      </w:r>
      <w:r>
        <w:tab/>
        <w:t>9.504e0</w:t>
      </w:r>
    </w:p>
    <w:p w:rsidR="00845324" w:rsidRDefault="00845324" w:rsidP="00845324">
      <w:r>
        <w:t>328.2359</w:t>
      </w:r>
      <w:r>
        <w:tab/>
        <w:t>1.929e1</w:t>
      </w:r>
    </w:p>
    <w:p w:rsidR="00845324" w:rsidRDefault="00845324" w:rsidP="00845324">
      <w:r>
        <w:t>328.2799</w:t>
      </w:r>
      <w:r>
        <w:tab/>
        <w:t>3.217e0</w:t>
      </w:r>
    </w:p>
    <w:p w:rsidR="00845324" w:rsidRDefault="00845324" w:rsidP="00845324">
      <w:r>
        <w:t>328.3238</w:t>
      </w:r>
      <w:r>
        <w:tab/>
        <w:t>2.769e0</w:t>
      </w:r>
    </w:p>
    <w:p w:rsidR="00845324" w:rsidRDefault="00845324" w:rsidP="00845324">
      <w:r>
        <w:t>328.3816</w:t>
      </w:r>
      <w:r>
        <w:tab/>
        <w:t>9.114e0</w:t>
      </w:r>
    </w:p>
    <w:p w:rsidR="00845324" w:rsidRDefault="00845324" w:rsidP="00845324">
      <w:r>
        <w:t>328.4650</w:t>
      </w:r>
      <w:r>
        <w:tab/>
        <w:t>4.051e0</w:t>
      </w:r>
    </w:p>
    <w:p w:rsidR="00845324" w:rsidRDefault="00845324" w:rsidP="00845324">
      <w:r>
        <w:t>328.5182</w:t>
      </w:r>
      <w:r>
        <w:tab/>
        <w:t>1.013e0</w:t>
      </w:r>
    </w:p>
    <w:p w:rsidR="00845324" w:rsidRDefault="00845324" w:rsidP="00845324">
      <w:r>
        <w:t>328.5857</w:t>
      </w:r>
      <w:r>
        <w:tab/>
        <w:t>1.013e0</w:t>
      </w:r>
    </w:p>
    <w:p w:rsidR="00845324" w:rsidRDefault="00845324" w:rsidP="00845324">
      <w:r>
        <w:t>328.6492</w:t>
      </w:r>
      <w:r>
        <w:tab/>
        <w:t>2.025e0</w:t>
      </w:r>
    </w:p>
    <w:p w:rsidR="00845324" w:rsidRDefault="00845324" w:rsidP="00845324">
      <w:r>
        <w:t>328.7444</w:t>
      </w:r>
      <w:r>
        <w:tab/>
        <w:t>3.038e0</w:t>
      </w:r>
    </w:p>
    <w:p w:rsidR="00845324" w:rsidRDefault="00845324" w:rsidP="00845324">
      <w:r>
        <w:t>328.7985</w:t>
      </w:r>
      <w:r>
        <w:tab/>
        <w:t>2.025e0</w:t>
      </w:r>
    </w:p>
    <w:p w:rsidR="00845324" w:rsidRDefault="00845324" w:rsidP="00845324">
      <w:r>
        <w:t>328.8575</w:t>
      </w:r>
      <w:r>
        <w:tab/>
        <w:t>3.273e0</w:t>
      </w:r>
    </w:p>
    <w:p w:rsidR="00845324" w:rsidRDefault="00845324" w:rsidP="00845324">
      <w:r>
        <w:t>328.9173</w:t>
      </w:r>
      <w:r>
        <w:tab/>
        <w:t>1.059e1</w:t>
      </w:r>
    </w:p>
    <w:p w:rsidR="00845324" w:rsidRDefault="00845324" w:rsidP="00845324">
      <w:r>
        <w:t>328.9781</w:t>
      </w:r>
      <w:r>
        <w:tab/>
        <w:t>1.258e1</w:t>
      </w:r>
    </w:p>
    <w:p w:rsidR="00845324" w:rsidRDefault="00845324" w:rsidP="00845324">
      <w:r>
        <w:t>329.0614</w:t>
      </w:r>
      <w:r>
        <w:tab/>
        <w:t>2.916e0</w:t>
      </w:r>
    </w:p>
    <w:p w:rsidR="00845324" w:rsidRDefault="00845324" w:rsidP="00845324">
      <w:r>
        <w:t>329.1878</w:t>
      </w:r>
      <w:r>
        <w:tab/>
        <w:t>2.833e1</w:t>
      </w:r>
    </w:p>
    <w:p w:rsidR="00845324" w:rsidRDefault="00845324" w:rsidP="00845324">
      <w:r>
        <w:t>329.2328</w:t>
      </w:r>
      <w:r>
        <w:tab/>
        <w:t>8.270e0</w:t>
      </w:r>
    </w:p>
    <w:p w:rsidR="00845324" w:rsidRDefault="00845324" w:rsidP="00845324">
      <w:r>
        <w:t>329.3281</w:t>
      </w:r>
      <w:r>
        <w:tab/>
        <w:t>3.554e0</w:t>
      </w:r>
    </w:p>
    <w:p w:rsidR="00845324" w:rsidRDefault="00845324" w:rsidP="00845324">
      <w:r>
        <w:lastRenderedPageBreak/>
        <w:t>329.3640</w:t>
      </w:r>
      <w:r>
        <w:tab/>
        <w:t>3.398e0</w:t>
      </w:r>
    </w:p>
    <w:p w:rsidR="00845324" w:rsidRDefault="00845324" w:rsidP="00845324">
      <w:r>
        <w:t>329.4088</w:t>
      </w:r>
      <w:r>
        <w:tab/>
        <w:t>2.025e0</w:t>
      </w:r>
    </w:p>
    <w:p w:rsidR="00845324" w:rsidRDefault="00845324" w:rsidP="00845324">
      <w:r>
        <w:t>329.4500</w:t>
      </w:r>
      <w:r>
        <w:tab/>
        <w:t>6.076e0</w:t>
      </w:r>
    </w:p>
    <w:p w:rsidR="00845324" w:rsidRDefault="00845324" w:rsidP="00845324">
      <w:r>
        <w:t>329.5684</w:t>
      </w:r>
      <w:r>
        <w:tab/>
        <w:t>1.013e0</w:t>
      </w:r>
    </w:p>
    <w:p w:rsidR="00845324" w:rsidRDefault="00845324" w:rsidP="00845324">
      <w:r>
        <w:t>329.6261</w:t>
      </w:r>
      <w:r>
        <w:tab/>
        <w:t>3.038e0</w:t>
      </w:r>
    </w:p>
    <w:p w:rsidR="00845324" w:rsidRDefault="00845324" w:rsidP="00845324">
      <w:r>
        <w:t>329.6667</w:t>
      </w:r>
      <w:r>
        <w:tab/>
        <w:t>3.038e0</w:t>
      </w:r>
    </w:p>
    <w:p w:rsidR="00845324" w:rsidRDefault="00845324" w:rsidP="00845324">
      <w:r>
        <w:t>329.7029</w:t>
      </w:r>
      <w:r>
        <w:tab/>
        <w:t>2.097e0</w:t>
      </w:r>
    </w:p>
    <w:p w:rsidR="00845324" w:rsidRDefault="00845324" w:rsidP="00845324">
      <w:r>
        <w:t>329.7807</w:t>
      </w:r>
      <w:r>
        <w:tab/>
        <w:t>2.025e0</w:t>
      </w:r>
    </w:p>
    <w:p w:rsidR="00845324" w:rsidRDefault="00845324" w:rsidP="00845324">
      <w:r>
        <w:t>329.8546</w:t>
      </w:r>
      <w:r>
        <w:tab/>
        <w:t>3.038e0</w:t>
      </w:r>
    </w:p>
    <w:p w:rsidR="00845324" w:rsidRDefault="00845324" w:rsidP="00845324">
      <w:r>
        <w:t>329.8904</w:t>
      </w:r>
      <w:r>
        <w:tab/>
        <w:t>2.070e0</w:t>
      </w:r>
    </w:p>
    <w:p w:rsidR="00845324" w:rsidRDefault="00845324" w:rsidP="00845324">
      <w:r>
        <w:t>329.9856</w:t>
      </w:r>
      <w:r>
        <w:tab/>
        <w:t>1.193e1</w:t>
      </w:r>
    </w:p>
    <w:p w:rsidR="00845324" w:rsidRDefault="00845324" w:rsidP="00845324">
      <w:r>
        <w:t>330.0421</w:t>
      </w:r>
      <w:r>
        <w:tab/>
        <w:t>9.154e0</w:t>
      </w:r>
    </w:p>
    <w:p w:rsidR="00845324" w:rsidRDefault="00845324" w:rsidP="00845324">
      <w:r>
        <w:t>330.1144</w:t>
      </w:r>
      <w:r>
        <w:tab/>
        <w:t>1.942e0</w:t>
      </w:r>
    </w:p>
    <w:p w:rsidR="00845324" w:rsidRDefault="00845324" w:rsidP="00845324">
      <w:r>
        <w:t>330.1944</w:t>
      </w:r>
      <w:r>
        <w:tab/>
        <w:t>3.633e0</w:t>
      </w:r>
    </w:p>
    <w:p w:rsidR="00845324" w:rsidRDefault="00845324" w:rsidP="00845324">
      <w:r>
        <w:t>330.2405</w:t>
      </w:r>
      <w:r>
        <w:tab/>
        <w:t>1.631e1</w:t>
      </w:r>
    </w:p>
    <w:p w:rsidR="00845324" w:rsidRDefault="00845324" w:rsidP="00845324">
      <w:r>
        <w:t>330.2936</w:t>
      </w:r>
      <w:r>
        <w:tab/>
        <w:t>3.939e0</w:t>
      </w:r>
    </w:p>
    <w:p w:rsidR="00845324" w:rsidRDefault="00845324" w:rsidP="00845324">
      <w:r>
        <w:t>330.3605</w:t>
      </w:r>
      <w:r>
        <w:tab/>
        <w:t>1.245e0</w:t>
      </w:r>
    </w:p>
    <w:p w:rsidR="00845324" w:rsidRDefault="00845324" w:rsidP="00845324">
      <w:r>
        <w:t>330.4354</w:t>
      </w:r>
      <w:r>
        <w:tab/>
        <w:t>3.038e0</w:t>
      </w:r>
    </w:p>
    <w:p w:rsidR="00845324" w:rsidRDefault="00845324" w:rsidP="00845324">
      <w:r>
        <w:t>330.4894</w:t>
      </w:r>
      <w:r>
        <w:tab/>
        <w:t>1.013e0</w:t>
      </w:r>
    </w:p>
    <w:p w:rsidR="00845324" w:rsidRDefault="00845324" w:rsidP="00845324">
      <w:r>
        <w:lastRenderedPageBreak/>
        <w:t>330.5685</w:t>
      </w:r>
      <w:r>
        <w:tab/>
        <w:t>3.038e0</w:t>
      </w:r>
    </w:p>
    <w:p w:rsidR="00845324" w:rsidRDefault="00845324" w:rsidP="00845324">
      <w:r>
        <w:t>330.6446</w:t>
      </w:r>
      <w:r>
        <w:tab/>
        <w:t>1.013e0</w:t>
      </w:r>
    </w:p>
    <w:p w:rsidR="00845324" w:rsidRDefault="00845324" w:rsidP="00845324">
      <w:r>
        <w:t>330.7203</w:t>
      </w:r>
      <w:r>
        <w:tab/>
        <w:t>2.025e0</w:t>
      </w:r>
    </w:p>
    <w:p w:rsidR="00845324" w:rsidRDefault="00845324" w:rsidP="00845324">
      <w:r>
        <w:t>330.7724</w:t>
      </w:r>
      <w:r>
        <w:tab/>
        <w:t>1.013e0</w:t>
      </w:r>
    </w:p>
    <w:p w:rsidR="00845324" w:rsidRDefault="00845324" w:rsidP="00845324">
      <w:r>
        <w:t>330.8155</w:t>
      </w:r>
      <w:r>
        <w:tab/>
        <w:t>1.013e0</w:t>
      </w:r>
    </w:p>
    <w:p w:rsidR="00845324" w:rsidRDefault="00845324" w:rsidP="00845324">
      <w:r>
        <w:t>330.9262</w:t>
      </w:r>
      <w:r>
        <w:tab/>
        <w:t>3.428e0</w:t>
      </w:r>
    </w:p>
    <w:p w:rsidR="00845324" w:rsidRDefault="00845324" w:rsidP="00845324">
      <w:r>
        <w:t>330.9586</w:t>
      </w:r>
      <w:r>
        <w:tab/>
        <w:t>1.634e0</w:t>
      </w:r>
    </w:p>
    <w:p w:rsidR="00845324" w:rsidRDefault="00845324" w:rsidP="00845324">
      <w:r>
        <w:t>331.0447</w:t>
      </w:r>
      <w:r>
        <w:tab/>
        <w:t>2.995e0</w:t>
      </w:r>
    </w:p>
    <w:p w:rsidR="00845324" w:rsidRDefault="00845324" w:rsidP="00845324">
      <w:r>
        <w:t>331.1130</w:t>
      </w:r>
      <w:r>
        <w:tab/>
        <w:t>3.023e0</w:t>
      </w:r>
    </w:p>
    <w:p w:rsidR="00845324" w:rsidRDefault="00845324" w:rsidP="00845324">
      <w:r>
        <w:t>331.2054</w:t>
      </w:r>
      <w:r>
        <w:tab/>
        <w:t>1.113e1</w:t>
      </w:r>
    </w:p>
    <w:p w:rsidR="00845324" w:rsidRDefault="00845324" w:rsidP="00845324">
      <w:r>
        <w:t>331.4066</w:t>
      </w:r>
      <w:r>
        <w:tab/>
        <w:t>2.025e0</w:t>
      </w:r>
    </w:p>
    <w:p w:rsidR="00845324" w:rsidRDefault="00845324" w:rsidP="00845324">
      <w:r>
        <w:t>331.4424</w:t>
      </w:r>
      <w:r>
        <w:tab/>
        <w:t>2.025e0</w:t>
      </w:r>
    </w:p>
    <w:p w:rsidR="00845324" w:rsidRDefault="00845324" w:rsidP="00845324">
      <w:r>
        <w:t>331.5346</w:t>
      </w:r>
      <w:r>
        <w:tab/>
        <w:t>5.063e0</w:t>
      </w:r>
    </w:p>
    <w:p w:rsidR="00845324" w:rsidRDefault="00845324" w:rsidP="00845324">
      <w:r>
        <w:t>331.6278</w:t>
      </w:r>
      <w:r>
        <w:tab/>
        <w:t>2.025e0</w:t>
      </w:r>
    </w:p>
    <w:p w:rsidR="00845324" w:rsidRDefault="00845324" w:rsidP="00845324">
      <w:r>
        <w:t>331.6753</w:t>
      </w:r>
      <w:r>
        <w:tab/>
        <w:t>1.013e0</w:t>
      </w:r>
    </w:p>
    <w:p w:rsidR="00845324" w:rsidRDefault="00845324" w:rsidP="00845324">
      <w:r>
        <w:t>331.7335</w:t>
      </w:r>
      <w:r>
        <w:tab/>
        <w:t>1.013e0</w:t>
      </w:r>
    </w:p>
    <w:p w:rsidR="00845324" w:rsidRDefault="00845324" w:rsidP="00845324">
      <w:r>
        <w:t>331.7907</w:t>
      </w:r>
      <w:r>
        <w:tab/>
        <w:t>1.013e0</w:t>
      </w:r>
    </w:p>
    <w:p w:rsidR="00845324" w:rsidRDefault="00845324" w:rsidP="00845324">
      <w:r>
        <w:t>331.8560</w:t>
      </w:r>
      <w:r>
        <w:tab/>
        <w:t>3.038e0</w:t>
      </w:r>
    </w:p>
    <w:p w:rsidR="00845324" w:rsidRDefault="00845324" w:rsidP="00845324">
      <w:r>
        <w:t>331.9772</w:t>
      </w:r>
      <w:r>
        <w:tab/>
        <w:t>1.977e0</w:t>
      </w:r>
    </w:p>
    <w:p w:rsidR="00845324" w:rsidRDefault="00845324" w:rsidP="00845324">
      <w:r>
        <w:lastRenderedPageBreak/>
        <w:t>332.0813</w:t>
      </w:r>
      <w:r>
        <w:tab/>
        <w:t>1.626e0</w:t>
      </w:r>
    </w:p>
    <w:p w:rsidR="00845324" w:rsidRDefault="00845324" w:rsidP="00845324">
      <w:r>
        <w:t>332.2195</w:t>
      </w:r>
      <w:r>
        <w:tab/>
        <w:t>6.587e0</w:t>
      </w:r>
    </w:p>
    <w:p w:rsidR="00845324" w:rsidRDefault="00845324" w:rsidP="00845324">
      <w:r>
        <w:t>332.3316</w:t>
      </w:r>
      <w:r>
        <w:tab/>
        <w:t>3.666e1</w:t>
      </w:r>
    </w:p>
    <w:p w:rsidR="00845324" w:rsidRDefault="00845324" w:rsidP="00845324">
      <w:r>
        <w:t>332.4420</w:t>
      </w:r>
      <w:r>
        <w:tab/>
        <w:t>4.051e0</w:t>
      </w:r>
    </w:p>
    <w:p w:rsidR="00845324" w:rsidRDefault="00845324" w:rsidP="00845324">
      <w:r>
        <w:t>332.5275</w:t>
      </w:r>
      <w:r>
        <w:tab/>
        <w:t>1.013e0</w:t>
      </w:r>
    </w:p>
    <w:p w:rsidR="00845324" w:rsidRDefault="00845324" w:rsidP="00845324">
      <w:r>
        <w:t>332.5815</w:t>
      </w:r>
      <w:r>
        <w:tab/>
        <w:t>2.025e0</w:t>
      </w:r>
    </w:p>
    <w:p w:rsidR="00845324" w:rsidRDefault="00845324" w:rsidP="00845324">
      <w:r>
        <w:t>332.6390</w:t>
      </w:r>
      <w:r>
        <w:tab/>
        <w:t>1.013e0</w:t>
      </w:r>
    </w:p>
    <w:p w:rsidR="00845324" w:rsidRDefault="00845324" w:rsidP="00845324">
      <w:r>
        <w:t>332.7154</w:t>
      </w:r>
      <w:r>
        <w:tab/>
        <w:t>2.025e0</w:t>
      </w:r>
    </w:p>
    <w:p w:rsidR="00845324" w:rsidRDefault="00845324" w:rsidP="00845324">
      <w:r>
        <w:t>332.7506</w:t>
      </w:r>
      <w:r>
        <w:tab/>
        <w:t>1.013e0</w:t>
      </w:r>
    </w:p>
    <w:p w:rsidR="00845324" w:rsidRDefault="00845324" w:rsidP="00845324">
      <w:r>
        <w:t>332.8250</w:t>
      </w:r>
      <w:r>
        <w:tab/>
        <w:t>2.025e0</w:t>
      </w:r>
    </w:p>
    <w:p w:rsidR="00845324" w:rsidRDefault="00845324" w:rsidP="00845324">
      <w:r>
        <w:t>332.9158</w:t>
      </w:r>
      <w:r>
        <w:tab/>
        <w:t>3.857e0</w:t>
      </w:r>
    </w:p>
    <w:p w:rsidR="00845324" w:rsidRDefault="00845324" w:rsidP="00845324">
      <w:r>
        <w:t>333.0211</w:t>
      </w:r>
      <w:r>
        <w:tab/>
        <w:t>4.803e0</w:t>
      </w:r>
    </w:p>
    <w:p w:rsidR="00845324" w:rsidRDefault="00845324" w:rsidP="00845324">
      <w:r>
        <w:t>333.1056</w:t>
      </w:r>
      <w:r>
        <w:tab/>
        <w:t>2.239e0</w:t>
      </w:r>
    </w:p>
    <w:p w:rsidR="00845324" w:rsidRDefault="00845324" w:rsidP="00845324">
      <w:r>
        <w:t>333.1551</w:t>
      </w:r>
      <w:r>
        <w:tab/>
        <w:t>4.524e0</w:t>
      </w:r>
    </w:p>
    <w:p w:rsidR="00845324" w:rsidRDefault="00845324" w:rsidP="00845324">
      <w:r>
        <w:t>333.2003</w:t>
      </w:r>
      <w:r>
        <w:tab/>
        <w:t>1.468e0</w:t>
      </w:r>
    </w:p>
    <w:p w:rsidR="00845324" w:rsidRDefault="00845324" w:rsidP="00845324">
      <w:r>
        <w:t>333.3355</w:t>
      </w:r>
      <w:r>
        <w:tab/>
        <w:t>1.325e1</w:t>
      </w:r>
    </w:p>
    <w:p w:rsidR="00845324" w:rsidRDefault="00845324" w:rsidP="00845324">
      <w:r>
        <w:t>333.3905</w:t>
      </w:r>
      <w:r>
        <w:tab/>
        <w:t>2.543e0</w:t>
      </w:r>
    </w:p>
    <w:p w:rsidR="00845324" w:rsidRDefault="00845324" w:rsidP="00845324">
      <w:r>
        <w:t>333.4774</w:t>
      </w:r>
      <w:r>
        <w:tab/>
        <w:t>1.013e0</w:t>
      </w:r>
    </w:p>
    <w:p w:rsidR="00845324" w:rsidRDefault="00845324" w:rsidP="00845324">
      <w:r>
        <w:t>333.6161</w:t>
      </w:r>
      <w:r>
        <w:tab/>
        <w:t>2.025e0</w:t>
      </w:r>
    </w:p>
    <w:p w:rsidR="00845324" w:rsidRDefault="00845324" w:rsidP="00845324">
      <w:r>
        <w:lastRenderedPageBreak/>
        <w:t>333.6614</w:t>
      </w:r>
      <w:r>
        <w:tab/>
        <w:t>3.038e0</w:t>
      </w:r>
    </w:p>
    <w:p w:rsidR="00845324" w:rsidRDefault="00845324" w:rsidP="00845324">
      <w:r>
        <w:t>333.7396</w:t>
      </w:r>
      <w:r>
        <w:tab/>
        <w:t>3.623e0</w:t>
      </w:r>
    </w:p>
    <w:p w:rsidR="00845324" w:rsidRDefault="00845324" w:rsidP="00845324">
      <w:r>
        <w:t>333.8465</w:t>
      </w:r>
      <w:r>
        <w:tab/>
        <w:t>4.051e0</w:t>
      </w:r>
    </w:p>
    <w:p w:rsidR="00845324" w:rsidRDefault="00845324" w:rsidP="00845324">
      <w:r>
        <w:t>334.0125</w:t>
      </w:r>
      <w:r>
        <w:tab/>
        <w:t>1.643e0</w:t>
      </w:r>
    </w:p>
    <w:p w:rsidR="00845324" w:rsidRDefault="00845324" w:rsidP="00845324">
      <w:r>
        <w:t>334.0506</w:t>
      </w:r>
      <w:r>
        <w:tab/>
        <w:t>2.025e0</w:t>
      </w:r>
    </w:p>
    <w:p w:rsidR="00845324" w:rsidRDefault="00845324" w:rsidP="00845324">
      <w:r>
        <w:t>334.1633</w:t>
      </w:r>
      <w:r>
        <w:tab/>
        <w:t>2.075e1</w:t>
      </w:r>
    </w:p>
    <w:p w:rsidR="00845324" w:rsidRDefault="00845324" w:rsidP="00845324">
      <w:r>
        <w:t>334.3914</w:t>
      </w:r>
      <w:r>
        <w:tab/>
        <w:t>2.436e0</w:t>
      </w:r>
    </w:p>
    <w:p w:rsidR="00845324" w:rsidRDefault="00845324" w:rsidP="00845324">
      <w:r>
        <w:t>334.4923</w:t>
      </w:r>
      <w:r>
        <w:tab/>
        <w:t>3.038e0</w:t>
      </w:r>
    </w:p>
    <w:p w:rsidR="00845324" w:rsidRDefault="00845324" w:rsidP="00845324">
      <w:r>
        <w:t>334.5859</w:t>
      </w:r>
      <w:r>
        <w:tab/>
        <w:t>2.025e0</w:t>
      </w:r>
    </w:p>
    <w:p w:rsidR="00845324" w:rsidRDefault="00845324" w:rsidP="00845324">
      <w:r>
        <w:t>334.6482</w:t>
      </w:r>
      <w:r>
        <w:tab/>
        <w:t>1.013e0</w:t>
      </w:r>
    </w:p>
    <w:p w:rsidR="00845324" w:rsidRDefault="00845324" w:rsidP="00845324">
      <w:r>
        <w:t>334.6880</w:t>
      </w:r>
      <w:r>
        <w:tab/>
        <w:t>1.013e0</w:t>
      </w:r>
    </w:p>
    <w:p w:rsidR="00845324" w:rsidRDefault="00845324" w:rsidP="00845324">
      <w:r>
        <w:t>334.7563</w:t>
      </w:r>
      <w:r>
        <w:tab/>
        <w:t>1.013e0</w:t>
      </w:r>
    </w:p>
    <w:p w:rsidR="00845324" w:rsidRDefault="00845324" w:rsidP="00845324">
      <w:r>
        <w:t>334.8077</w:t>
      </w:r>
      <w:r>
        <w:tab/>
        <w:t>1.013e0</w:t>
      </w:r>
    </w:p>
    <w:p w:rsidR="00845324" w:rsidRDefault="00845324" w:rsidP="00845324">
      <w:r>
        <w:t>334.8885</w:t>
      </w:r>
      <w:r>
        <w:tab/>
        <w:t>2.087e0</w:t>
      </w:r>
    </w:p>
    <w:p w:rsidR="00845324" w:rsidRDefault="00845324" w:rsidP="00845324">
      <w:r>
        <w:t>334.9407</w:t>
      </w:r>
      <w:r>
        <w:tab/>
        <w:t>1.176e0</w:t>
      </w:r>
    </w:p>
    <w:p w:rsidR="00845324" w:rsidRDefault="00845324" w:rsidP="00845324">
      <w:r>
        <w:t>334.9937</w:t>
      </w:r>
      <w:r>
        <w:tab/>
        <w:t>2.434e0</w:t>
      </w:r>
    </w:p>
    <w:p w:rsidR="00845324" w:rsidRDefault="00845324" w:rsidP="00845324">
      <w:r>
        <w:t>335.0379</w:t>
      </w:r>
      <w:r>
        <w:tab/>
        <w:t>3.855e0</w:t>
      </w:r>
    </w:p>
    <w:p w:rsidR="00845324" w:rsidRDefault="00845324" w:rsidP="00845324">
      <w:r>
        <w:t>335.0927</w:t>
      </w:r>
      <w:r>
        <w:tab/>
        <w:t>3.790e0</w:t>
      </w:r>
    </w:p>
    <w:p w:rsidR="00845324" w:rsidRDefault="00845324" w:rsidP="00845324">
      <w:r>
        <w:t>335.1629</w:t>
      </w:r>
      <w:r>
        <w:tab/>
        <w:t>4.134e0</w:t>
      </w:r>
    </w:p>
    <w:p w:rsidR="00845324" w:rsidRDefault="00845324" w:rsidP="00845324">
      <w:r>
        <w:lastRenderedPageBreak/>
        <w:t>335.2919</w:t>
      </w:r>
      <w:r>
        <w:tab/>
        <w:t>1.745e0</w:t>
      </w:r>
    </w:p>
    <w:p w:rsidR="00845324" w:rsidRDefault="00845324" w:rsidP="00845324">
      <w:r>
        <w:t>335.4492</w:t>
      </w:r>
      <w:r>
        <w:tab/>
        <w:t>3.038e0</w:t>
      </w:r>
    </w:p>
    <w:p w:rsidR="00845324" w:rsidRDefault="00845324" w:rsidP="00845324">
      <w:r>
        <w:t>335.5036</w:t>
      </w:r>
      <w:r>
        <w:tab/>
        <w:t>1.013e0</w:t>
      </w:r>
    </w:p>
    <w:p w:rsidR="00845324" w:rsidRDefault="00845324" w:rsidP="00845324">
      <w:r>
        <w:t>335.5721</w:t>
      </w:r>
      <w:r>
        <w:tab/>
        <w:t>1.013e0</w:t>
      </w:r>
    </w:p>
    <w:p w:rsidR="00845324" w:rsidRDefault="00845324" w:rsidP="00845324">
      <w:r>
        <w:t>335.6060</w:t>
      </w:r>
      <w:r>
        <w:tab/>
        <w:t>1.013e0</w:t>
      </w:r>
    </w:p>
    <w:p w:rsidR="00845324" w:rsidRDefault="00845324" w:rsidP="00845324">
      <w:r>
        <w:t>335.6938</w:t>
      </w:r>
      <w:r>
        <w:tab/>
        <w:t>3.038e0</w:t>
      </w:r>
    </w:p>
    <w:p w:rsidR="00845324" w:rsidRDefault="00845324" w:rsidP="00845324">
      <w:r>
        <w:t>335.7621</w:t>
      </w:r>
      <w:r>
        <w:tab/>
        <w:t>4.051e0</w:t>
      </w:r>
    </w:p>
    <w:p w:rsidR="00845324" w:rsidRDefault="00845324" w:rsidP="00845324">
      <w:r>
        <w:t>335.8021</w:t>
      </w:r>
      <w:r>
        <w:tab/>
        <w:t>2.025e0</w:t>
      </w:r>
    </w:p>
    <w:p w:rsidR="00845324" w:rsidRDefault="00845324" w:rsidP="00845324">
      <w:r>
        <w:t>335.9101</w:t>
      </w:r>
      <w:r>
        <w:tab/>
        <w:t>3.404e0</w:t>
      </w:r>
    </w:p>
    <w:p w:rsidR="00845324" w:rsidRDefault="00845324" w:rsidP="00845324">
      <w:r>
        <w:t>335.9950</w:t>
      </w:r>
      <w:r>
        <w:tab/>
        <w:t>1.356e0</w:t>
      </w:r>
    </w:p>
    <w:p w:rsidR="00845324" w:rsidRDefault="00845324" w:rsidP="00845324">
      <w:r>
        <w:t>336.0492</w:t>
      </w:r>
      <w:r>
        <w:tab/>
        <w:t>1.013e0</w:t>
      </w:r>
    </w:p>
    <w:p w:rsidR="00845324" w:rsidRDefault="00845324" w:rsidP="00845324">
      <w:r>
        <w:t>336.3075</w:t>
      </w:r>
      <w:r>
        <w:tab/>
        <w:t>2.068e1</w:t>
      </w:r>
    </w:p>
    <w:p w:rsidR="00845324" w:rsidRDefault="00845324" w:rsidP="00845324">
      <w:r>
        <w:t>336.3945</w:t>
      </w:r>
      <w:r>
        <w:tab/>
        <w:t>1.602e0</w:t>
      </w:r>
    </w:p>
    <w:p w:rsidR="00845324" w:rsidRDefault="00845324" w:rsidP="00845324">
      <w:r>
        <w:t>336.4753</w:t>
      </w:r>
      <w:r>
        <w:tab/>
        <w:t>2.025e0</w:t>
      </w:r>
    </w:p>
    <w:p w:rsidR="00845324" w:rsidRDefault="00845324" w:rsidP="00845324">
      <w:r>
        <w:t>336.5646</w:t>
      </w:r>
      <w:r>
        <w:tab/>
        <w:t>1.013e0</w:t>
      </w:r>
    </w:p>
    <w:p w:rsidR="00845324" w:rsidRDefault="00845324" w:rsidP="00845324">
      <w:r>
        <w:t>336.6084</w:t>
      </w:r>
      <w:r>
        <w:tab/>
        <w:t>1.013e0</w:t>
      </w:r>
    </w:p>
    <w:p w:rsidR="00845324" w:rsidRDefault="00845324" w:rsidP="00845324">
      <w:r>
        <w:t>336.6650</w:t>
      </w:r>
      <w:r>
        <w:tab/>
        <w:t>3.038e0</w:t>
      </w:r>
    </w:p>
    <w:p w:rsidR="00845324" w:rsidRDefault="00845324" w:rsidP="00845324">
      <w:r>
        <w:t>336.7446</w:t>
      </w:r>
      <w:r>
        <w:tab/>
        <w:t>2.025e0</w:t>
      </w:r>
    </w:p>
    <w:p w:rsidR="00845324" w:rsidRDefault="00845324" w:rsidP="00845324">
      <w:r>
        <w:t>336.8680</w:t>
      </w:r>
      <w:r>
        <w:tab/>
        <w:t>3.723e0</w:t>
      </w:r>
    </w:p>
    <w:p w:rsidR="00845324" w:rsidRDefault="00845324" w:rsidP="00845324">
      <w:r>
        <w:lastRenderedPageBreak/>
        <w:t>336.9226</w:t>
      </w:r>
      <w:r>
        <w:tab/>
        <w:t>4.843e0</w:t>
      </w:r>
    </w:p>
    <w:p w:rsidR="00845324" w:rsidRDefault="00845324" w:rsidP="00845324">
      <w:r>
        <w:t>337.0005</w:t>
      </w:r>
      <w:r>
        <w:tab/>
        <w:t>2.063e0</w:t>
      </w:r>
    </w:p>
    <w:p w:rsidR="00845324" w:rsidRDefault="00845324" w:rsidP="00845324">
      <w:r>
        <w:t>337.0386</w:t>
      </w:r>
      <w:r>
        <w:tab/>
        <w:t>4.217e0</w:t>
      </w:r>
    </w:p>
    <w:p w:rsidR="00845324" w:rsidRDefault="00845324" w:rsidP="00845324">
      <w:r>
        <w:t>337.1212</w:t>
      </w:r>
      <w:r>
        <w:tab/>
        <w:t>5.677e0</w:t>
      </w:r>
    </w:p>
    <w:p w:rsidR="00845324" w:rsidRDefault="00845324" w:rsidP="00845324">
      <w:r>
        <w:t>337.3154</w:t>
      </w:r>
      <w:r>
        <w:tab/>
        <w:t>1.187e0</w:t>
      </w:r>
    </w:p>
    <w:p w:rsidR="00845324" w:rsidRDefault="00845324" w:rsidP="00845324">
      <w:r>
        <w:t>337.3530</w:t>
      </w:r>
      <w:r>
        <w:tab/>
        <w:t>1.906e0</w:t>
      </w:r>
    </w:p>
    <w:p w:rsidR="00845324" w:rsidRDefault="00845324" w:rsidP="00845324">
      <w:r>
        <w:t>337.3907</w:t>
      </w:r>
      <w:r>
        <w:tab/>
        <w:t>2.759e0</w:t>
      </w:r>
    </w:p>
    <w:p w:rsidR="00845324" w:rsidRDefault="00845324" w:rsidP="00845324">
      <w:r>
        <w:t>337.4836</w:t>
      </w:r>
      <w:r>
        <w:tab/>
        <w:t>2.025e0</w:t>
      </w:r>
    </w:p>
    <w:p w:rsidR="00845324" w:rsidRDefault="00845324" w:rsidP="00845324">
      <w:r>
        <w:t>337.5755</w:t>
      </w:r>
      <w:r>
        <w:tab/>
        <w:t>1.013e0</w:t>
      </w:r>
    </w:p>
    <w:p w:rsidR="00845324" w:rsidRDefault="00845324" w:rsidP="00845324">
      <w:r>
        <w:t>337.6140</w:t>
      </w:r>
      <w:r>
        <w:tab/>
        <w:t>2.025e0</w:t>
      </w:r>
    </w:p>
    <w:p w:rsidR="00845324" w:rsidRDefault="00845324" w:rsidP="00845324">
      <w:r>
        <w:t>337.7314</w:t>
      </w:r>
      <w:r>
        <w:tab/>
        <w:t>1.013e0</w:t>
      </w:r>
    </w:p>
    <w:p w:rsidR="00845324" w:rsidRDefault="00845324" w:rsidP="00845324">
      <w:r>
        <w:t>337.8464</w:t>
      </w:r>
      <w:r>
        <w:tab/>
        <w:t>4.024e0</w:t>
      </w:r>
    </w:p>
    <w:p w:rsidR="00845324" w:rsidRDefault="00845324" w:rsidP="00845324">
      <w:r>
        <w:t>337.9011</w:t>
      </w:r>
      <w:r>
        <w:tab/>
        <w:t>1.125e0</w:t>
      </w:r>
    </w:p>
    <w:p w:rsidR="00845324" w:rsidRDefault="00845324" w:rsidP="00845324">
      <w:r>
        <w:t>337.9483</w:t>
      </w:r>
      <w:r>
        <w:tab/>
        <w:t>1.846e0</w:t>
      </w:r>
    </w:p>
    <w:p w:rsidR="00845324" w:rsidRDefault="00845324" w:rsidP="00845324">
      <w:r>
        <w:t>337.9931</w:t>
      </w:r>
      <w:r>
        <w:tab/>
        <w:t>4.051e0</w:t>
      </w:r>
    </w:p>
    <w:p w:rsidR="00845324" w:rsidRDefault="00845324" w:rsidP="00845324">
      <w:r>
        <w:t>338.0517</w:t>
      </w:r>
      <w:r>
        <w:tab/>
        <w:t>2.025e0</w:t>
      </w:r>
    </w:p>
    <w:p w:rsidR="00845324" w:rsidRDefault="00845324" w:rsidP="00845324">
      <w:r>
        <w:t>338.1075</w:t>
      </w:r>
      <w:r>
        <w:tab/>
        <w:t>3.574e0</w:t>
      </w:r>
    </w:p>
    <w:p w:rsidR="00845324" w:rsidRDefault="00845324" w:rsidP="00845324">
      <w:r>
        <w:t>338.1681</w:t>
      </w:r>
      <w:r>
        <w:tab/>
        <w:t>1.411e0</w:t>
      </w:r>
    </w:p>
    <w:p w:rsidR="00845324" w:rsidRDefault="00845324" w:rsidP="00845324">
      <w:r>
        <w:t>338.2584</w:t>
      </w:r>
      <w:r>
        <w:tab/>
        <w:t>3.033e0</w:t>
      </w:r>
    </w:p>
    <w:p w:rsidR="00845324" w:rsidRDefault="00845324" w:rsidP="00845324">
      <w:r>
        <w:lastRenderedPageBreak/>
        <w:t>338.2954</w:t>
      </w:r>
      <w:r>
        <w:tab/>
        <w:t>4.119e0</w:t>
      </w:r>
    </w:p>
    <w:p w:rsidR="00845324" w:rsidRDefault="00845324" w:rsidP="00845324">
      <w:r>
        <w:t>338.3518</w:t>
      </w:r>
      <w:r>
        <w:tab/>
        <w:t>1.596e0</w:t>
      </w:r>
    </w:p>
    <w:p w:rsidR="00845324" w:rsidRDefault="00845324" w:rsidP="00845324">
      <w:r>
        <w:t>338.4593</w:t>
      </w:r>
      <w:r>
        <w:tab/>
        <w:t>1.013e0</w:t>
      </w:r>
    </w:p>
    <w:p w:rsidR="00845324" w:rsidRDefault="00845324" w:rsidP="00845324">
      <w:r>
        <w:t>338.5072</w:t>
      </w:r>
      <w:r>
        <w:tab/>
        <w:t>1.013e0</w:t>
      </w:r>
    </w:p>
    <w:p w:rsidR="00845324" w:rsidRDefault="00845324" w:rsidP="00845324">
      <w:r>
        <w:t>338.6641</w:t>
      </w:r>
      <w:r>
        <w:tab/>
        <w:t>4.051e0</w:t>
      </w:r>
    </w:p>
    <w:p w:rsidR="00845324" w:rsidRDefault="00845324" w:rsidP="00845324">
      <w:r>
        <w:t>338.7351</w:t>
      </w:r>
      <w:r>
        <w:tab/>
        <w:t>2.025e0</w:t>
      </w:r>
    </w:p>
    <w:p w:rsidR="00845324" w:rsidRDefault="00845324" w:rsidP="00845324">
      <w:r>
        <w:t>338.7912</w:t>
      </w:r>
      <w:r>
        <w:tab/>
        <w:t>1.013e0</w:t>
      </w:r>
    </w:p>
    <w:p w:rsidR="00845324" w:rsidRDefault="00845324" w:rsidP="00845324">
      <w:r>
        <w:t>338.8503</w:t>
      </w:r>
      <w:r>
        <w:tab/>
        <w:t>2.025e0</w:t>
      </w:r>
    </w:p>
    <w:p w:rsidR="00845324" w:rsidRDefault="00845324" w:rsidP="00845324">
      <w:r>
        <w:t>338.9738</w:t>
      </w:r>
      <w:r>
        <w:tab/>
        <w:t>2.810e0</w:t>
      </w:r>
    </w:p>
    <w:p w:rsidR="00845324" w:rsidRDefault="00845324" w:rsidP="00845324">
      <w:r>
        <w:t>339.0473</w:t>
      </w:r>
      <w:r>
        <w:tab/>
        <w:t>2.025e0</w:t>
      </w:r>
    </w:p>
    <w:p w:rsidR="00845324" w:rsidRDefault="00845324" w:rsidP="00845324">
      <w:r>
        <w:t>339.1131</w:t>
      </w:r>
      <w:r>
        <w:tab/>
        <w:t>2.313e0</w:t>
      </w:r>
    </w:p>
    <w:p w:rsidR="00845324" w:rsidRDefault="00845324" w:rsidP="00845324">
      <w:r>
        <w:t>339.2685</w:t>
      </w:r>
      <w:r>
        <w:tab/>
        <w:t>5.148e0</w:t>
      </w:r>
    </w:p>
    <w:p w:rsidR="00845324" w:rsidRDefault="00845324" w:rsidP="00845324">
      <w:r>
        <w:t>339.4193</w:t>
      </w:r>
      <w:r>
        <w:tab/>
        <w:t>1.013e0</w:t>
      </w:r>
    </w:p>
    <w:p w:rsidR="00845324" w:rsidRDefault="00845324" w:rsidP="00845324">
      <w:r>
        <w:t>339.4958</w:t>
      </w:r>
      <w:r>
        <w:tab/>
        <w:t>2.025e0</w:t>
      </w:r>
    </w:p>
    <w:p w:rsidR="00845324" w:rsidRDefault="00845324" w:rsidP="00845324">
      <w:r>
        <w:t>339.5751</w:t>
      </w:r>
      <w:r>
        <w:tab/>
        <w:t>4.051e0</w:t>
      </w:r>
    </w:p>
    <w:p w:rsidR="00845324" w:rsidRDefault="00845324" w:rsidP="00845324">
      <w:r>
        <w:t>339.6700</w:t>
      </w:r>
      <w:r>
        <w:tab/>
        <w:t>2.025e0</w:t>
      </w:r>
    </w:p>
    <w:p w:rsidR="00845324" w:rsidRDefault="00845324" w:rsidP="00845324">
      <w:r>
        <w:t>339.7314</w:t>
      </w:r>
      <w:r>
        <w:tab/>
        <w:t>3.038e0</w:t>
      </w:r>
    </w:p>
    <w:p w:rsidR="00845324" w:rsidRDefault="00845324" w:rsidP="00845324">
      <w:r>
        <w:t>339.8586</w:t>
      </w:r>
      <w:r>
        <w:tab/>
        <w:t>3.768e0</w:t>
      </w:r>
    </w:p>
    <w:p w:rsidR="00845324" w:rsidRDefault="00845324" w:rsidP="00845324">
      <w:r>
        <w:t>339.9217</w:t>
      </w:r>
      <w:r>
        <w:tab/>
        <w:t>2.339e0</w:t>
      </w:r>
    </w:p>
    <w:p w:rsidR="00845324" w:rsidRDefault="00845324" w:rsidP="00845324">
      <w:r>
        <w:lastRenderedPageBreak/>
        <w:t>339.9579</w:t>
      </w:r>
      <w:r>
        <w:tab/>
        <w:t>1.950e0</w:t>
      </w:r>
    </w:p>
    <w:p w:rsidR="00845324" w:rsidRDefault="00845324" w:rsidP="00845324">
      <w:r>
        <w:t>340.0057</w:t>
      </w:r>
      <w:r>
        <w:tab/>
        <w:t>3.591e0</w:t>
      </w:r>
    </w:p>
    <w:p w:rsidR="00845324" w:rsidRDefault="00845324" w:rsidP="00845324">
      <w:r>
        <w:t>340.0657</w:t>
      </w:r>
      <w:r>
        <w:tab/>
        <w:t>2.025e0</w:t>
      </w:r>
    </w:p>
    <w:p w:rsidR="00845324" w:rsidRDefault="00845324" w:rsidP="00845324">
      <w:r>
        <w:t>340.1086</w:t>
      </w:r>
      <w:r>
        <w:tab/>
        <w:t>1.234e0</w:t>
      </w:r>
    </w:p>
    <w:p w:rsidR="00845324" w:rsidRDefault="00845324" w:rsidP="00845324">
      <w:r>
        <w:t>340.1674</w:t>
      </w:r>
      <w:r>
        <w:tab/>
        <w:t>2.101e0</w:t>
      </w:r>
    </w:p>
    <w:p w:rsidR="00845324" w:rsidRDefault="00845324" w:rsidP="00845324">
      <w:r>
        <w:t>340.2130</w:t>
      </w:r>
      <w:r>
        <w:tab/>
        <w:t>1.025e0</w:t>
      </w:r>
    </w:p>
    <w:p w:rsidR="00845324" w:rsidRDefault="00845324" w:rsidP="00845324">
      <w:r>
        <w:t>340.2596</w:t>
      </w:r>
      <w:r>
        <w:tab/>
        <w:t>4.812e0</w:t>
      </w:r>
    </w:p>
    <w:p w:rsidR="00845324" w:rsidRDefault="00845324" w:rsidP="00845324">
      <w:r>
        <w:t>340.3578</w:t>
      </w:r>
      <w:r>
        <w:tab/>
        <w:t>2.732e1</w:t>
      </w:r>
    </w:p>
    <w:p w:rsidR="00845324" w:rsidRDefault="00845324" w:rsidP="00845324">
      <w:r>
        <w:t>340.4452</w:t>
      </w:r>
      <w:r>
        <w:tab/>
        <w:t>3.038e0</w:t>
      </w:r>
    </w:p>
    <w:p w:rsidR="00845324" w:rsidRDefault="00845324" w:rsidP="00845324">
      <w:r>
        <w:t>340.5211</w:t>
      </w:r>
      <w:r>
        <w:tab/>
        <w:t>1.013e0</w:t>
      </w:r>
    </w:p>
    <w:p w:rsidR="00845324" w:rsidRDefault="00845324" w:rsidP="00845324">
      <w:r>
        <w:t>340.5610</w:t>
      </w:r>
      <w:r>
        <w:tab/>
        <w:t>1.013e0</w:t>
      </w:r>
    </w:p>
    <w:p w:rsidR="00845324" w:rsidRDefault="00845324" w:rsidP="00845324">
      <w:r>
        <w:t>340.6462</w:t>
      </w:r>
      <w:r>
        <w:tab/>
        <w:t>3.038e0</w:t>
      </w:r>
    </w:p>
    <w:p w:rsidR="00845324" w:rsidRDefault="00845324" w:rsidP="00845324">
      <w:r>
        <w:t>340.7126</w:t>
      </w:r>
      <w:r>
        <w:tab/>
        <w:t>1.013e0</w:t>
      </w:r>
    </w:p>
    <w:p w:rsidR="00845324" w:rsidRDefault="00845324" w:rsidP="00845324">
      <w:r>
        <w:t>340.7569</w:t>
      </w:r>
      <w:r>
        <w:tab/>
        <w:t>1.013e0</w:t>
      </w:r>
    </w:p>
    <w:p w:rsidR="00845324" w:rsidRDefault="00845324" w:rsidP="00845324">
      <w:r>
        <w:t>340.7892</w:t>
      </w:r>
      <w:r>
        <w:tab/>
        <w:t>1.013e0</w:t>
      </w:r>
    </w:p>
    <w:p w:rsidR="00845324" w:rsidRDefault="00845324" w:rsidP="00845324">
      <w:r>
        <w:t>340.8535</w:t>
      </w:r>
      <w:r>
        <w:tab/>
        <w:t>2.025e0</w:t>
      </w:r>
    </w:p>
    <w:p w:rsidR="00845324" w:rsidRDefault="00845324" w:rsidP="00845324">
      <w:r>
        <w:t>340.9286</w:t>
      </w:r>
      <w:r>
        <w:tab/>
        <w:t>2.358e0</w:t>
      </w:r>
    </w:p>
    <w:p w:rsidR="00845324" w:rsidRDefault="00845324" w:rsidP="00845324">
      <w:r>
        <w:t>340.9621</w:t>
      </w:r>
      <w:r>
        <w:tab/>
        <w:t>2.410e0</w:t>
      </w:r>
    </w:p>
    <w:p w:rsidR="00845324" w:rsidRDefault="00845324" w:rsidP="00845324">
      <w:r>
        <w:t>341.0183</w:t>
      </w:r>
      <w:r>
        <w:tab/>
        <w:t>5.621e0</w:t>
      </w:r>
    </w:p>
    <w:p w:rsidR="00845324" w:rsidRDefault="00845324" w:rsidP="00845324">
      <w:r>
        <w:lastRenderedPageBreak/>
        <w:t>341.0644</w:t>
      </w:r>
      <w:r>
        <w:tab/>
        <w:t>3.038e0</w:t>
      </w:r>
    </w:p>
    <w:p w:rsidR="00845324" w:rsidRDefault="00845324" w:rsidP="00845324">
      <w:r>
        <w:t>341.1158</w:t>
      </w:r>
      <w:r>
        <w:tab/>
        <w:t>3.325e0</w:t>
      </w:r>
    </w:p>
    <w:p w:rsidR="00845324" w:rsidRDefault="00845324" w:rsidP="00845324">
      <w:r>
        <w:t>341.2582</w:t>
      </w:r>
      <w:r>
        <w:tab/>
        <w:t>1.615e1</w:t>
      </w:r>
    </w:p>
    <w:p w:rsidR="00845324" w:rsidRDefault="00845324" w:rsidP="00845324">
      <w:r>
        <w:t>341.3627</w:t>
      </w:r>
      <w:r>
        <w:tab/>
        <w:t>6.387e0</w:t>
      </w:r>
    </w:p>
    <w:p w:rsidR="00845324" w:rsidRDefault="00845324" w:rsidP="00845324">
      <w:r>
        <w:t>341.4256</w:t>
      </w:r>
      <w:r>
        <w:tab/>
        <w:t>2.205e0</w:t>
      </w:r>
    </w:p>
    <w:p w:rsidR="00845324" w:rsidRDefault="00845324" w:rsidP="00845324">
      <w:r>
        <w:t>341.4893</w:t>
      </w:r>
      <w:r>
        <w:tab/>
        <w:t>4.051e0</w:t>
      </w:r>
    </w:p>
    <w:p w:rsidR="00845324" w:rsidRDefault="00845324" w:rsidP="00845324">
      <w:r>
        <w:t>341.5414</w:t>
      </w:r>
      <w:r>
        <w:tab/>
        <w:t>1.013e0</w:t>
      </w:r>
    </w:p>
    <w:p w:rsidR="00845324" w:rsidRDefault="00845324" w:rsidP="00845324">
      <w:r>
        <w:t>341.5858</w:t>
      </w:r>
      <w:r>
        <w:tab/>
        <w:t>1.013e0</w:t>
      </w:r>
    </w:p>
    <w:p w:rsidR="00845324" w:rsidRDefault="00845324" w:rsidP="00845324">
      <w:r>
        <w:t>341.6152</w:t>
      </w:r>
      <w:r>
        <w:tab/>
        <w:t>1.013e0</w:t>
      </w:r>
    </w:p>
    <w:p w:rsidR="00845324" w:rsidRDefault="00845324" w:rsidP="00845324">
      <w:r>
        <w:t>341.7078</w:t>
      </w:r>
      <w:r>
        <w:tab/>
        <w:t>4.051e0</w:t>
      </w:r>
    </w:p>
    <w:p w:rsidR="00845324" w:rsidRDefault="00845324" w:rsidP="00845324">
      <w:r>
        <w:t>341.7876</w:t>
      </w:r>
      <w:r>
        <w:tab/>
        <w:t>2.025e0</w:t>
      </w:r>
    </w:p>
    <w:p w:rsidR="00845324" w:rsidRDefault="00845324" w:rsidP="00845324">
      <w:r>
        <w:t>341.8338</w:t>
      </w:r>
      <w:r>
        <w:tab/>
        <w:t>3.038e0</w:t>
      </w:r>
    </w:p>
    <w:p w:rsidR="00845324" w:rsidRDefault="00845324" w:rsidP="00845324">
      <w:r>
        <w:t>341.8627</w:t>
      </w:r>
      <w:r>
        <w:tab/>
        <w:t>2.025e0</w:t>
      </w:r>
    </w:p>
    <w:p w:rsidR="00845324" w:rsidRDefault="00845324" w:rsidP="00845324">
      <w:r>
        <w:t>341.9756</w:t>
      </w:r>
      <w:r>
        <w:tab/>
        <w:t>1.185e0</w:t>
      </w:r>
    </w:p>
    <w:p w:rsidR="00845324" w:rsidRDefault="00845324" w:rsidP="00845324">
      <w:r>
        <w:t>342.0364</w:t>
      </w:r>
      <w:r>
        <w:tab/>
        <w:t>6.536e0</w:t>
      </w:r>
    </w:p>
    <w:p w:rsidR="00845324" w:rsidRDefault="00845324" w:rsidP="00845324">
      <w:r>
        <w:t>342.0996</w:t>
      </w:r>
      <w:r>
        <w:tab/>
        <w:t>2.809e0</w:t>
      </w:r>
    </w:p>
    <w:p w:rsidR="00845324" w:rsidRDefault="00845324" w:rsidP="00845324">
      <w:r>
        <w:t>342.2120</w:t>
      </w:r>
      <w:r>
        <w:tab/>
        <w:t>1.385e1</w:t>
      </w:r>
    </w:p>
    <w:p w:rsidR="00845324" w:rsidRDefault="00845324" w:rsidP="00845324">
      <w:r>
        <w:t>342.2696</w:t>
      </w:r>
      <w:r>
        <w:tab/>
        <w:t>4.005e0</w:t>
      </w:r>
    </w:p>
    <w:p w:rsidR="00845324" w:rsidRDefault="00845324" w:rsidP="00845324">
      <w:r>
        <w:t>342.3452</w:t>
      </w:r>
      <w:r>
        <w:tab/>
        <w:t>7.554e0</w:t>
      </w:r>
    </w:p>
    <w:p w:rsidR="00845324" w:rsidRDefault="00845324" w:rsidP="00845324">
      <w:r>
        <w:lastRenderedPageBreak/>
        <w:t>342.3848</w:t>
      </w:r>
      <w:r>
        <w:tab/>
        <w:t>1.601e1</w:t>
      </w:r>
    </w:p>
    <w:p w:rsidR="00845324" w:rsidRDefault="00845324" w:rsidP="00845324">
      <w:r>
        <w:t>342.4607</w:t>
      </w:r>
      <w:r>
        <w:tab/>
        <w:t>3.038e0</w:t>
      </w:r>
    </w:p>
    <w:p w:rsidR="00845324" w:rsidRDefault="00845324" w:rsidP="00845324">
      <w:r>
        <w:t>342.5244</w:t>
      </w:r>
      <w:r>
        <w:tab/>
        <w:t>1.013e0</w:t>
      </w:r>
    </w:p>
    <w:p w:rsidR="00845324" w:rsidRDefault="00845324" w:rsidP="00845324">
      <w:r>
        <w:t>342.5689</w:t>
      </w:r>
      <w:r>
        <w:tab/>
        <w:t>1.013e0</w:t>
      </w:r>
    </w:p>
    <w:p w:rsidR="00845324" w:rsidRDefault="00845324" w:rsidP="00845324">
      <w:r>
        <w:t>342.5978</w:t>
      </w:r>
      <w:r>
        <w:tab/>
        <w:t>1.013e0</w:t>
      </w:r>
    </w:p>
    <w:p w:rsidR="00845324" w:rsidRDefault="00845324" w:rsidP="00845324">
      <w:r>
        <w:t>342.7705</w:t>
      </w:r>
      <w:r>
        <w:tab/>
        <w:t>1.013e0</w:t>
      </w:r>
    </w:p>
    <w:p w:rsidR="00845324" w:rsidRDefault="00845324" w:rsidP="00845324">
      <w:r>
        <w:t>342.9814</w:t>
      </w:r>
      <w:r>
        <w:tab/>
        <w:t>2.433e0</w:t>
      </w:r>
    </w:p>
    <w:p w:rsidR="00845324" w:rsidRDefault="00845324" w:rsidP="00845324">
      <w:r>
        <w:t>343.0518</w:t>
      </w:r>
      <w:r>
        <w:tab/>
        <w:t>1.013e0</w:t>
      </w:r>
    </w:p>
    <w:p w:rsidR="00845324" w:rsidRDefault="00845324" w:rsidP="00845324">
      <w:r>
        <w:t>343.0977</w:t>
      </w:r>
      <w:r>
        <w:tab/>
        <w:t>1.797e0</w:t>
      </w:r>
    </w:p>
    <w:p w:rsidR="00845324" w:rsidRDefault="00845324" w:rsidP="00845324">
      <w:r>
        <w:t>343.2038</w:t>
      </w:r>
      <w:r>
        <w:tab/>
        <w:t>6.375e0</w:t>
      </w:r>
    </w:p>
    <w:p w:rsidR="00845324" w:rsidRDefault="00845324" w:rsidP="00845324">
      <w:r>
        <w:t>343.2634</w:t>
      </w:r>
      <w:r>
        <w:tab/>
        <w:t>7.427e0</w:t>
      </w:r>
    </w:p>
    <w:p w:rsidR="00845324" w:rsidRDefault="00845324" w:rsidP="00845324">
      <w:r>
        <w:t>343.3656</w:t>
      </w:r>
      <w:r>
        <w:tab/>
        <w:t>3.862e0</w:t>
      </w:r>
    </w:p>
    <w:p w:rsidR="00845324" w:rsidRDefault="00845324" w:rsidP="00845324">
      <w:r>
        <w:t>343.4081</w:t>
      </w:r>
      <w:r>
        <w:tab/>
        <w:t>2.060e0</w:t>
      </w:r>
    </w:p>
    <w:p w:rsidR="00845324" w:rsidRDefault="00845324" w:rsidP="00845324">
      <w:r>
        <w:t>343.4988</w:t>
      </w:r>
      <w:r>
        <w:tab/>
        <w:t>2.025e0</w:t>
      </w:r>
    </w:p>
    <w:p w:rsidR="00845324" w:rsidRDefault="00845324" w:rsidP="00845324">
      <w:r>
        <w:t>343.5327</w:t>
      </w:r>
      <w:r>
        <w:tab/>
        <w:t>2.025e0</w:t>
      </w:r>
    </w:p>
    <w:p w:rsidR="00845324" w:rsidRDefault="00845324" w:rsidP="00845324">
      <w:r>
        <w:t>343.5688</w:t>
      </w:r>
      <w:r>
        <w:tab/>
        <w:t>2.025e0</w:t>
      </w:r>
    </w:p>
    <w:p w:rsidR="00845324" w:rsidRDefault="00845324" w:rsidP="00845324">
      <w:r>
        <w:t>343.6373</w:t>
      </w:r>
      <w:r>
        <w:tab/>
        <w:t>2.025e0</w:t>
      </w:r>
    </w:p>
    <w:p w:rsidR="00845324" w:rsidRDefault="00845324" w:rsidP="00845324">
      <w:r>
        <w:t>343.7101</w:t>
      </w:r>
      <w:r>
        <w:tab/>
        <w:t>2.025e0</w:t>
      </w:r>
    </w:p>
    <w:p w:rsidR="00845324" w:rsidRDefault="00845324" w:rsidP="00845324">
      <w:r>
        <w:t>343.7589</w:t>
      </w:r>
      <w:r>
        <w:tab/>
        <w:t>4.051e0</w:t>
      </w:r>
    </w:p>
    <w:p w:rsidR="00845324" w:rsidRDefault="00845324" w:rsidP="00845324">
      <w:r>
        <w:lastRenderedPageBreak/>
        <w:t>343.8130</w:t>
      </w:r>
      <w:r>
        <w:tab/>
        <w:t>2.025e0</w:t>
      </w:r>
    </w:p>
    <w:p w:rsidR="00845324" w:rsidRDefault="00845324" w:rsidP="00845324">
      <w:r>
        <w:t>343.9279</w:t>
      </w:r>
      <w:r>
        <w:tab/>
        <w:t>7.531e0</w:t>
      </w:r>
    </w:p>
    <w:p w:rsidR="00845324" w:rsidRDefault="00845324" w:rsidP="00845324">
      <w:r>
        <w:t>344.0181</w:t>
      </w:r>
      <w:r>
        <w:tab/>
        <w:t>2.579e0</w:t>
      </w:r>
    </w:p>
    <w:p w:rsidR="00845324" w:rsidRDefault="00845324" w:rsidP="00845324">
      <w:r>
        <w:t>344.0548</w:t>
      </w:r>
      <w:r>
        <w:tab/>
        <w:t>2.961e0</w:t>
      </w:r>
    </w:p>
    <w:p w:rsidR="00845324" w:rsidRDefault="00845324" w:rsidP="00845324">
      <w:r>
        <w:t>344.1064</w:t>
      </w:r>
      <w:r>
        <w:tab/>
        <w:t>1.548e0</w:t>
      </w:r>
    </w:p>
    <w:p w:rsidR="00845324" w:rsidRDefault="00845324" w:rsidP="00845324">
      <w:r>
        <w:t>344.2285</w:t>
      </w:r>
      <w:r>
        <w:tab/>
        <w:t>3.428e2</w:t>
      </w:r>
    </w:p>
    <w:p w:rsidR="00845324" w:rsidRDefault="00845324" w:rsidP="00845324">
      <w:r>
        <w:t>344.3226</w:t>
      </w:r>
      <w:r>
        <w:tab/>
        <w:t>5.761e0</w:t>
      </w:r>
    </w:p>
    <w:p w:rsidR="00845324" w:rsidRDefault="00845324" w:rsidP="00845324">
      <w:r>
        <w:t>344.3870</w:t>
      </w:r>
      <w:r>
        <w:tab/>
        <w:t>5.655e0</w:t>
      </w:r>
    </w:p>
    <w:p w:rsidR="00845324" w:rsidRDefault="00845324" w:rsidP="00845324">
      <w:r>
        <w:t>344.4443</w:t>
      </w:r>
      <w:r>
        <w:tab/>
        <w:t>5.063e0</w:t>
      </w:r>
    </w:p>
    <w:p w:rsidR="00845324" w:rsidRDefault="00845324" w:rsidP="00845324">
      <w:r>
        <w:t>344.4812</w:t>
      </w:r>
      <w:r>
        <w:tab/>
        <w:t>4.051e0</w:t>
      </w:r>
    </w:p>
    <w:p w:rsidR="00845324" w:rsidRDefault="00845324" w:rsidP="00845324">
      <w:r>
        <w:t>344.5379</w:t>
      </w:r>
      <w:r>
        <w:tab/>
        <w:t>5.063e0</w:t>
      </w:r>
    </w:p>
    <w:p w:rsidR="00845324" w:rsidRDefault="00845324" w:rsidP="00845324">
      <w:r>
        <w:t>344.6344</w:t>
      </w:r>
      <w:r>
        <w:tab/>
        <w:t>2.138e0</w:t>
      </w:r>
    </w:p>
    <w:p w:rsidR="00845324" w:rsidRDefault="00845324" w:rsidP="00845324">
      <w:r>
        <w:t>344.7145</w:t>
      </w:r>
      <w:r>
        <w:tab/>
        <w:t>3.038e0</w:t>
      </w:r>
    </w:p>
    <w:p w:rsidR="00845324" w:rsidRDefault="00845324" w:rsidP="00845324">
      <w:r>
        <w:t>344.8059</w:t>
      </w:r>
      <w:r>
        <w:tab/>
        <w:t>5.063e0</w:t>
      </w:r>
    </w:p>
    <w:p w:rsidR="00845324" w:rsidRDefault="00845324" w:rsidP="00845324">
      <w:r>
        <w:t>344.8796</w:t>
      </w:r>
      <w:r>
        <w:tab/>
        <w:t>6.076e0</w:t>
      </w:r>
    </w:p>
    <w:p w:rsidR="00845324" w:rsidRDefault="00845324" w:rsidP="00845324">
      <w:r>
        <w:t>344.9170</w:t>
      </w:r>
      <w:r>
        <w:tab/>
        <w:t>1.312e1</w:t>
      </w:r>
    </w:p>
    <w:p w:rsidR="00845324" w:rsidRDefault="00845324" w:rsidP="00845324">
      <w:r>
        <w:t>345.0020</w:t>
      </w:r>
      <w:r>
        <w:tab/>
        <w:t>1.635e0</w:t>
      </w:r>
    </w:p>
    <w:p w:rsidR="00845324" w:rsidRDefault="00845324" w:rsidP="00845324">
      <w:r>
        <w:t>345.2305</w:t>
      </w:r>
      <w:r>
        <w:tab/>
        <w:t>7.370e1</w:t>
      </w:r>
    </w:p>
    <w:p w:rsidR="00845324" w:rsidRDefault="00845324" w:rsidP="00845324">
      <w:r>
        <w:t>345.3210</w:t>
      </w:r>
      <w:r>
        <w:tab/>
        <w:t>2.937e0</w:t>
      </w:r>
    </w:p>
    <w:p w:rsidR="00845324" w:rsidRDefault="00845324" w:rsidP="00845324">
      <w:r>
        <w:lastRenderedPageBreak/>
        <w:t>345.4055</w:t>
      </w:r>
      <w:r>
        <w:tab/>
        <w:t>3.038e0</w:t>
      </w:r>
    </w:p>
    <w:p w:rsidR="00845324" w:rsidRDefault="00845324" w:rsidP="00845324">
      <w:r>
        <w:t>345.5231</w:t>
      </w:r>
      <w:r>
        <w:tab/>
        <w:t>5.063e0</w:t>
      </w:r>
    </w:p>
    <w:p w:rsidR="00845324" w:rsidRDefault="00845324" w:rsidP="00845324">
      <w:r>
        <w:t>345.5904</w:t>
      </w:r>
      <w:r>
        <w:tab/>
        <w:t>2.025e0</w:t>
      </w:r>
    </w:p>
    <w:p w:rsidR="00845324" w:rsidRDefault="00845324" w:rsidP="00845324">
      <w:r>
        <w:t>345.6622</w:t>
      </w:r>
      <w:r>
        <w:tab/>
        <w:t>1.013e0</w:t>
      </w:r>
    </w:p>
    <w:p w:rsidR="00845324" w:rsidRDefault="00845324" w:rsidP="00845324">
      <w:r>
        <w:t>345.7652</w:t>
      </w:r>
      <w:r>
        <w:tab/>
        <w:t>2.025e0</w:t>
      </w:r>
    </w:p>
    <w:p w:rsidR="00845324" w:rsidRDefault="00845324" w:rsidP="00845324">
      <w:r>
        <w:t>345.8041</w:t>
      </w:r>
      <w:r>
        <w:tab/>
        <w:t>3.038e0</w:t>
      </w:r>
    </w:p>
    <w:p w:rsidR="00845324" w:rsidRDefault="00845324" w:rsidP="00845324">
      <w:r>
        <w:t>345.8756</w:t>
      </w:r>
      <w:r>
        <w:tab/>
        <w:t>3.038e0</w:t>
      </w:r>
    </w:p>
    <w:p w:rsidR="00845324" w:rsidRDefault="00845324" w:rsidP="00845324">
      <w:r>
        <w:t>345.9255</w:t>
      </w:r>
      <w:r>
        <w:tab/>
        <w:t>1.567e1</w:t>
      </w:r>
    </w:p>
    <w:p w:rsidR="00845324" w:rsidRDefault="00845324" w:rsidP="00845324">
      <w:r>
        <w:t>346.0536</w:t>
      </w:r>
      <w:r>
        <w:tab/>
        <w:t>1.895e0</w:t>
      </w:r>
    </w:p>
    <w:p w:rsidR="00845324" w:rsidRDefault="00845324" w:rsidP="00845324">
      <w:r>
        <w:t>346.1247</w:t>
      </w:r>
      <w:r>
        <w:tab/>
        <w:t>3.822e0</w:t>
      </w:r>
    </w:p>
    <w:p w:rsidR="00845324" w:rsidRDefault="00845324" w:rsidP="00845324">
      <w:r>
        <w:t>346.1697</w:t>
      </w:r>
      <w:r>
        <w:tab/>
        <w:t>8.126e0</w:t>
      </w:r>
    </w:p>
    <w:p w:rsidR="00845324" w:rsidRDefault="00845324" w:rsidP="00845324">
      <w:r>
        <w:t>346.2281</w:t>
      </w:r>
      <w:r>
        <w:tab/>
        <w:t>5.163e0</w:t>
      </w:r>
    </w:p>
    <w:p w:rsidR="00845324" w:rsidRDefault="00845324" w:rsidP="00845324">
      <w:r>
        <w:t>346.2588</w:t>
      </w:r>
      <w:r>
        <w:tab/>
        <w:t>4.044e0</w:t>
      </w:r>
    </w:p>
    <w:p w:rsidR="00845324" w:rsidRDefault="00845324" w:rsidP="00845324">
      <w:r>
        <w:t>346.3719</w:t>
      </w:r>
      <w:r>
        <w:tab/>
        <w:t>1.752e0</w:t>
      </w:r>
    </w:p>
    <w:p w:rsidR="00845324" w:rsidRDefault="00845324" w:rsidP="00845324">
      <w:r>
        <w:t>346.4500</w:t>
      </w:r>
      <w:r>
        <w:tab/>
        <w:t>2.025e0</w:t>
      </w:r>
    </w:p>
    <w:p w:rsidR="00845324" w:rsidRDefault="00845324" w:rsidP="00845324">
      <w:r>
        <w:t>346.4957</w:t>
      </w:r>
      <w:r>
        <w:tab/>
        <w:t>1.545e0</w:t>
      </w:r>
    </w:p>
    <w:p w:rsidR="00845324" w:rsidRDefault="00845324" w:rsidP="00845324">
      <w:r>
        <w:t>346.5435</w:t>
      </w:r>
      <w:r>
        <w:tab/>
        <w:t>5.063e0</w:t>
      </w:r>
    </w:p>
    <w:p w:rsidR="00845324" w:rsidRDefault="00845324" w:rsidP="00845324">
      <w:r>
        <w:t>346.5786</w:t>
      </w:r>
      <w:r>
        <w:tab/>
        <w:t>3.038e0</w:t>
      </w:r>
    </w:p>
    <w:p w:rsidR="00845324" w:rsidRDefault="00845324" w:rsidP="00845324">
      <w:r>
        <w:t>346.6437</w:t>
      </w:r>
      <w:r>
        <w:tab/>
        <w:t>4.051e0</w:t>
      </w:r>
    </w:p>
    <w:p w:rsidR="00845324" w:rsidRDefault="00845324" w:rsidP="00845324">
      <w:r>
        <w:lastRenderedPageBreak/>
        <w:t>346.7773</w:t>
      </w:r>
      <w:r>
        <w:tab/>
        <w:t>1.013e0</w:t>
      </w:r>
    </w:p>
    <w:p w:rsidR="00845324" w:rsidRDefault="00845324" w:rsidP="00845324">
      <w:r>
        <w:t>346.8131</w:t>
      </w:r>
      <w:r>
        <w:tab/>
        <w:t>2.025e0</w:t>
      </w:r>
    </w:p>
    <w:p w:rsidR="00845324" w:rsidRDefault="00845324" w:rsidP="00845324">
      <w:r>
        <w:t>346.8929</w:t>
      </w:r>
      <w:r>
        <w:tab/>
        <w:t>5.706e0</w:t>
      </w:r>
    </w:p>
    <w:p w:rsidR="00845324" w:rsidRDefault="00845324" w:rsidP="00845324">
      <w:r>
        <w:t>347.0035</w:t>
      </w:r>
      <w:r>
        <w:tab/>
        <w:t>6.239e0</w:t>
      </w:r>
    </w:p>
    <w:p w:rsidR="00845324" w:rsidRDefault="00845324" w:rsidP="00845324">
      <w:r>
        <w:t>347.0556</w:t>
      </w:r>
      <w:r>
        <w:tab/>
        <w:t>4.933e0</w:t>
      </w:r>
    </w:p>
    <w:p w:rsidR="00845324" w:rsidRDefault="00845324" w:rsidP="00845324">
      <w:r>
        <w:t>347.1295</w:t>
      </w:r>
      <w:r>
        <w:tab/>
        <w:t>6.638e0</w:t>
      </w:r>
    </w:p>
    <w:p w:rsidR="00845324" w:rsidRDefault="00845324" w:rsidP="00845324">
      <w:r>
        <w:t>347.1865</w:t>
      </w:r>
      <w:r>
        <w:tab/>
        <w:t>2.868e1</w:t>
      </w:r>
    </w:p>
    <w:p w:rsidR="00845324" w:rsidRDefault="00845324" w:rsidP="00845324">
      <w:r>
        <w:t>347.2241</w:t>
      </w:r>
      <w:r>
        <w:tab/>
        <w:t>3.430e0</w:t>
      </w:r>
    </w:p>
    <w:p w:rsidR="00845324" w:rsidRDefault="00845324" w:rsidP="00845324">
      <w:r>
        <w:t>347.3219</w:t>
      </w:r>
      <w:r>
        <w:tab/>
        <w:t>1.602e0</w:t>
      </w:r>
    </w:p>
    <w:p w:rsidR="00845324" w:rsidRDefault="00845324" w:rsidP="00845324">
      <w:r>
        <w:t>347.4071</w:t>
      </w:r>
      <w:r>
        <w:tab/>
        <w:t>1.811e0</w:t>
      </w:r>
    </w:p>
    <w:p w:rsidR="00845324" w:rsidRDefault="00845324" w:rsidP="00845324">
      <w:r>
        <w:t>347.4551</w:t>
      </w:r>
      <w:r>
        <w:tab/>
        <w:t>3.038e0</w:t>
      </w:r>
    </w:p>
    <w:p w:rsidR="00845324" w:rsidRDefault="00845324" w:rsidP="00845324">
      <w:r>
        <w:t>347.5095</w:t>
      </w:r>
      <w:r>
        <w:tab/>
        <w:t>4.051e0</w:t>
      </w:r>
    </w:p>
    <w:p w:rsidR="00845324" w:rsidRDefault="00845324" w:rsidP="00845324">
      <w:r>
        <w:t>347.5779</w:t>
      </w:r>
      <w:r>
        <w:tab/>
        <w:t>1.013e0</w:t>
      </w:r>
    </w:p>
    <w:p w:rsidR="00845324" w:rsidRDefault="00845324" w:rsidP="00845324">
      <w:r>
        <w:t>347.6323</w:t>
      </w:r>
      <w:r>
        <w:tab/>
        <w:t>1.013e0</w:t>
      </w:r>
    </w:p>
    <w:p w:rsidR="00845324" w:rsidRDefault="00845324" w:rsidP="00845324">
      <w:r>
        <w:t>347.7065</w:t>
      </w:r>
      <w:r>
        <w:tab/>
        <w:t>1.882e0</w:t>
      </w:r>
    </w:p>
    <w:p w:rsidR="00845324" w:rsidRDefault="00845324" w:rsidP="00845324">
      <w:r>
        <w:t>347.7608</w:t>
      </w:r>
      <w:r>
        <w:tab/>
        <w:t>2.753e0</w:t>
      </w:r>
    </w:p>
    <w:p w:rsidR="00845324" w:rsidRDefault="00845324" w:rsidP="00845324">
      <w:r>
        <w:t>347.7997</w:t>
      </w:r>
      <w:r>
        <w:tab/>
        <w:t>1.013e0</w:t>
      </w:r>
    </w:p>
    <w:p w:rsidR="00845324" w:rsidRDefault="00845324" w:rsidP="00845324">
      <w:r>
        <w:t>347.9335</w:t>
      </w:r>
      <w:r>
        <w:tab/>
        <w:t>6.835e0</w:t>
      </w:r>
    </w:p>
    <w:p w:rsidR="00845324" w:rsidRDefault="00845324" w:rsidP="00845324">
      <w:r>
        <w:t>348.0348</w:t>
      </w:r>
      <w:r>
        <w:tab/>
        <w:t>2.713e0</w:t>
      </w:r>
    </w:p>
    <w:p w:rsidR="00845324" w:rsidRDefault="00845324" w:rsidP="00845324">
      <w:r>
        <w:lastRenderedPageBreak/>
        <w:t>348.1066</w:t>
      </w:r>
      <w:r>
        <w:tab/>
        <w:t>5.351e0</w:t>
      </w:r>
    </w:p>
    <w:p w:rsidR="00845324" w:rsidRDefault="00845324" w:rsidP="00845324">
      <w:r>
        <w:t>348.1836</w:t>
      </w:r>
      <w:r>
        <w:tab/>
        <w:t>8.019e0</w:t>
      </w:r>
    </w:p>
    <w:p w:rsidR="00845324" w:rsidRDefault="00845324" w:rsidP="00845324">
      <w:r>
        <w:t>348.2390</w:t>
      </w:r>
      <w:r>
        <w:tab/>
        <w:t>2.551e0</w:t>
      </w:r>
    </w:p>
    <w:p w:rsidR="00845324" w:rsidRDefault="00845324" w:rsidP="00845324">
      <w:r>
        <w:t>348.3416</w:t>
      </w:r>
      <w:r>
        <w:tab/>
        <w:t>1.379e0</w:t>
      </w:r>
    </w:p>
    <w:p w:rsidR="00845324" w:rsidRDefault="00845324" w:rsidP="00845324">
      <w:r>
        <w:t>348.3990</w:t>
      </w:r>
      <w:r>
        <w:tab/>
        <w:t>1.597e0</w:t>
      </w:r>
    </w:p>
    <w:p w:rsidR="00845324" w:rsidRDefault="00845324" w:rsidP="00845324">
      <w:r>
        <w:t>348.4819</w:t>
      </w:r>
      <w:r>
        <w:tab/>
        <w:t>2.025e0</w:t>
      </w:r>
    </w:p>
    <w:p w:rsidR="00845324" w:rsidRDefault="00845324" w:rsidP="00845324">
      <w:r>
        <w:t>348.5207</w:t>
      </w:r>
      <w:r>
        <w:tab/>
        <w:t>2.025e0</w:t>
      </w:r>
    </w:p>
    <w:p w:rsidR="00845324" w:rsidRDefault="00845324" w:rsidP="00845324">
      <w:r>
        <w:t>348.5602</w:t>
      </w:r>
      <w:r>
        <w:tab/>
        <w:t>1.013e0</w:t>
      </w:r>
    </w:p>
    <w:p w:rsidR="00845324" w:rsidRDefault="00845324" w:rsidP="00845324">
      <w:r>
        <w:t>348.6090</w:t>
      </w:r>
      <w:r>
        <w:tab/>
        <w:t>1.013e0</w:t>
      </w:r>
    </w:p>
    <w:p w:rsidR="00845324" w:rsidRDefault="00845324" w:rsidP="00845324">
      <w:r>
        <w:t>348.6699</w:t>
      </w:r>
      <w:r>
        <w:tab/>
        <w:t>1.013e0</w:t>
      </w:r>
    </w:p>
    <w:p w:rsidR="00845324" w:rsidRDefault="00845324" w:rsidP="00845324">
      <w:r>
        <w:t>348.7905</w:t>
      </w:r>
      <w:r>
        <w:tab/>
        <w:t>2.025e0</w:t>
      </w:r>
    </w:p>
    <w:p w:rsidR="00845324" w:rsidRDefault="00845324" w:rsidP="00845324">
      <w:r>
        <w:t>348.8440</w:t>
      </w:r>
      <w:r>
        <w:tab/>
        <w:t>3.038e0</w:t>
      </w:r>
    </w:p>
    <w:p w:rsidR="00845324" w:rsidRDefault="00845324" w:rsidP="00845324">
      <w:r>
        <w:t>348.9906</w:t>
      </w:r>
      <w:r>
        <w:tab/>
        <w:t>1.686e0</w:t>
      </w:r>
    </w:p>
    <w:p w:rsidR="00845324" w:rsidRDefault="00845324" w:rsidP="00845324">
      <w:r>
        <w:t>349.0746</w:t>
      </w:r>
      <w:r>
        <w:tab/>
        <w:t>4.905e0</w:t>
      </w:r>
    </w:p>
    <w:p w:rsidR="00845324" w:rsidRDefault="00845324" w:rsidP="00845324">
      <w:r>
        <w:t>349.1826</w:t>
      </w:r>
      <w:r>
        <w:tab/>
        <w:t>9.253e1</w:t>
      </w:r>
    </w:p>
    <w:p w:rsidR="00845324" w:rsidRDefault="00845324" w:rsidP="00845324">
      <w:r>
        <w:t>349.3369</w:t>
      </w:r>
      <w:r>
        <w:tab/>
        <w:t>4.813e0</w:t>
      </w:r>
    </w:p>
    <w:p w:rsidR="00845324" w:rsidRDefault="00845324" w:rsidP="00845324">
      <w:r>
        <w:t>349.3949</w:t>
      </w:r>
      <w:r>
        <w:tab/>
        <w:t>2.395e0</w:t>
      </w:r>
    </w:p>
    <w:p w:rsidR="00845324" w:rsidRDefault="00845324" w:rsidP="00845324">
      <w:r>
        <w:t>349.4579</w:t>
      </w:r>
      <w:r>
        <w:tab/>
        <w:t>1.013e0</w:t>
      </w:r>
    </w:p>
    <w:p w:rsidR="00845324" w:rsidRDefault="00845324" w:rsidP="00845324">
      <w:r>
        <w:t>349.5614</w:t>
      </w:r>
      <w:r>
        <w:tab/>
        <w:t>2.025e0</w:t>
      </w:r>
    </w:p>
    <w:p w:rsidR="00845324" w:rsidRDefault="00845324" w:rsidP="00845324">
      <w:r>
        <w:lastRenderedPageBreak/>
        <w:t>349.6533</w:t>
      </w:r>
      <w:r>
        <w:tab/>
        <w:t>2.025e0</w:t>
      </w:r>
    </w:p>
    <w:p w:rsidR="00845324" w:rsidRDefault="00845324" w:rsidP="00845324">
      <w:r>
        <w:t>349.7359</w:t>
      </w:r>
      <w:r>
        <w:tab/>
        <w:t>2.932e0</w:t>
      </w:r>
    </w:p>
    <w:p w:rsidR="00845324" w:rsidRDefault="00845324" w:rsidP="00845324">
      <w:r>
        <w:t>349.8226</w:t>
      </w:r>
      <w:r>
        <w:tab/>
        <w:t>4.051e0</w:t>
      </w:r>
    </w:p>
    <w:p w:rsidR="00845324" w:rsidRDefault="00845324" w:rsidP="00845324">
      <w:r>
        <w:t>349.9058</w:t>
      </w:r>
      <w:r>
        <w:tab/>
        <w:t>5.706e0</w:t>
      </w:r>
    </w:p>
    <w:p w:rsidR="00845324" w:rsidRDefault="00845324" w:rsidP="00845324">
      <w:r>
        <w:t>349.9619</w:t>
      </w:r>
      <w:r>
        <w:tab/>
        <w:t>4.532e0</w:t>
      </w:r>
    </w:p>
    <w:p w:rsidR="00845324" w:rsidRDefault="00845324" w:rsidP="00845324">
      <w:r>
        <w:t>350.0341</w:t>
      </w:r>
      <w:r>
        <w:tab/>
        <w:t>2.025e0</w:t>
      </w:r>
    </w:p>
    <w:p w:rsidR="00845324" w:rsidRDefault="00845324" w:rsidP="00845324">
      <w:r>
        <w:t>350.0849</w:t>
      </w:r>
      <w:r>
        <w:tab/>
        <w:t>1.834e0</w:t>
      </w:r>
    </w:p>
    <w:p w:rsidR="00845324" w:rsidRDefault="00845324" w:rsidP="00845324">
      <w:r>
        <w:t>350.1854</w:t>
      </w:r>
      <w:r>
        <w:tab/>
        <w:t>1.471e1</w:t>
      </w:r>
    </w:p>
    <w:p w:rsidR="00845324" w:rsidRDefault="00845324" w:rsidP="00845324">
      <w:r>
        <w:t>350.2240</w:t>
      </w:r>
      <w:r>
        <w:tab/>
        <w:t>1.461e0</w:t>
      </w:r>
    </w:p>
    <w:p w:rsidR="00845324" w:rsidRDefault="00845324" w:rsidP="00845324">
      <w:r>
        <w:t>350.2970</w:t>
      </w:r>
      <w:r>
        <w:tab/>
        <w:t>3.222e0</w:t>
      </w:r>
    </w:p>
    <w:p w:rsidR="00845324" w:rsidRDefault="00845324" w:rsidP="00845324">
      <w:r>
        <w:t>350.3673</w:t>
      </w:r>
      <w:r>
        <w:tab/>
        <w:t>2.926e0</w:t>
      </w:r>
    </w:p>
    <w:p w:rsidR="00845324" w:rsidRDefault="00845324" w:rsidP="00845324">
      <w:r>
        <w:t>350.4194</w:t>
      </w:r>
      <w:r>
        <w:tab/>
        <w:t>2.025e0</w:t>
      </w:r>
    </w:p>
    <w:p w:rsidR="00845324" w:rsidRDefault="00845324" w:rsidP="00845324">
      <w:r>
        <w:t>350.5125</w:t>
      </w:r>
      <w:r>
        <w:tab/>
        <w:t>1.013e0</w:t>
      </w:r>
    </w:p>
    <w:p w:rsidR="00845324" w:rsidRDefault="00845324" w:rsidP="00845324">
      <w:r>
        <w:t>350.5771</w:t>
      </w:r>
      <w:r>
        <w:tab/>
        <w:t>3.038e0</w:t>
      </w:r>
    </w:p>
    <w:p w:rsidR="00845324" w:rsidRDefault="00845324" w:rsidP="00845324">
      <w:r>
        <w:t>350.6618</w:t>
      </w:r>
      <w:r>
        <w:tab/>
        <w:t>2.025e0</w:t>
      </w:r>
    </w:p>
    <w:p w:rsidR="00845324" w:rsidRDefault="00845324" w:rsidP="00845324">
      <w:r>
        <w:t>350.7705</w:t>
      </w:r>
      <w:r>
        <w:tab/>
        <w:t>1.013e0</w:t>
      </w:r>
    </w:p>
    <w:p w:rsidR="00845324" w:rsidRDefault="00845324" w:rsidP="00845324">
      <w:r>
        <w:t>350.8183</w:t>
      </w:r>
      <w:r>
        <w:tab/>
        <w:t>1.013e0</w:t>
      </w:r>
    </w:p>
    <w:p w:rsidR="00845324" w:rsidRDefault="00845324" w:rsidP="00845324">
      <w:r>
        <w:t>351.0164</w:t>
      </w:r>
      <w:r>
        <w:tab/>
        <w:t>2.025e0</w:t>
      </w:r>
    </w:p>
    <w:p w:rsidR="00845324" w:rsidRDefault="00845324" w:rsidP="00845324">
      <w:r>
        <w:t>351.0616</w:t>
      </w:r>
      <w:r>
        <w:tab/>
        <w:t>4.890e0</w:t>
      </w:r>
    </w:p>
    <w:p w:rsidR="00845324" w:rsidRDefault="00845324" w:rsidP="00845324">
      <w:r>
        <w:lastRenderedPageBreak/>
        <w:t>351.1299</w:t>
      </w:r>
      <w:r>
        <w:tab/>
        <w:t>1.309e0</w:t>
      </w:r>
    </w:p>
    <w:p w:rsidR="00845324" w:rsidRDefault="00845324" w:rsidP="00845324">
      <w:r>
        <w:t>351.2004</w:t>
      </w:r>
      <w:r>
        <w:tab/>
        <w:t>2.032e0</w:t>
      </w:r>
    </w:p>
    <w:p w:rsidR="00845324" w:rsidRDefault="00845324" w:rsidP="00845324">
      <w:r>
        <w:t>351.4389</w:t>
      </w:r>
      <w:r>
        <w:tab/>
        <w:t>5.063e0</w:t>
      </w:r>
    </w:p>
    <w:p w:rsidR="00845324" w:rsidRDefault="00845324" w:rsidP="00845324">
      <w:r>
        <w:t>351.5026</w:t>
      </w:r>
      <w:r>
        <w:tab/>
        <w:t>2.025e0</w:t>
      </w:r>
    </w:p>
    <w:p w:rsidR="00845324" w:rsidRDefault="00845324" w:rsidP="00845324">
      <w:r>
        <w:t>351.6172</w:t>
      </w:r>
      <w:r>
        <w:tab/>
        <w:t>1.013e0</w:t>
      </w:r>
    </w:p>
    <w:p w:rsidR="00845324" w:rsidRDefault="00845324" w:rsidP="00845324">
      <w:r>
        <w:t>351.6948</w:t>
      </w:r>
      <w:r>
        <w:tab/>
        <w:t>3.987e0</w:t>
      </w:r>
    </w:p>
    <w:p w:rsidR="00845324" w:rsidRDefault="00845324" w:rsidP="00845324">
      <w:r>
        <w:t>351.7515</w:t>
      </w:r>
      <w:r>
        <w:tab/>
        <w:t>1.983e0</w:t>
      </w:r>
    </w:p>
    <w:p w:rsidR="00845324" w:rsidRDefault="00845324" w:rsidP="00845324">
      <w:r>
        <w:t>351.8138</w:t>
      </w:r>
      <w:r>
        <w:tab/>
        <w:t>2.025e0</w:t>
      </w:r>
    </w:p>
    <w:p w:rsidR="00845324" w:rsidRDefault="00845324" w:rsidP="00845324">
      <w:r>
        <w:t>351.8863</w:t>
      </w:r>
      <w:r>
        <w:tab/>
        <w:t>1.863e0</w:t>
      </w:r>
    </w:p>
    <w:p w:rsidR="00845324" w:rsidRDefault="00845324" w:rsidP="00845324">
      <w:r>
        <w:t>351.9398</w:t>
      </w:r>
      <w:r>
        <w:tab/>
        <w:t>6.051e0</w:t>
      </w:r>
    </w:p>
    <w:p w:rsidR="00845324" w:rsidRDefault="00845324" w:rsidP="00845324">
      <w:r>
        <w:t>351.9892</w:t>
      </w:r>
      <w:r>
        <w:tab/>
        <w:t>1.573e0</w:t>
      </w:r>
    </w:p>
    <w:p w:rsidR="00845324" w:rsidRDefault="00845324" w:rsidP="00845324">
      <w:r>
        <w:t>352.0887</w:t>
      </w:r>
      <w:r>
        <w:tab/>
        <w:t>1.817e0</w:t>
      </w:r>
    </w:p>
    <w:p w:rsidR="00845324" w:rsidRDefault="00845324" w:rsidP="00845324">
      <w:r>
        <w:t>352.1704</w:t>
      </w:r>
      <w:r>
        <w:tab/>
        <w:t>2.173e0</w:t>
      </w:r>
    </w:p>
    <w:p w:rsidR="00845324" w:rsidRDefault="00845324" w:rsidP="00845324">
      <w:r>
        <w:t>352.2646</w:t>
      </w:r>
      <w:r>
        <w:tab/>
        <w:t>3.177e0</w:t>
      </w:r>
    </w:p>
    <w:p w:rsidR="00845324" w:rsidRDefault="00845324" w:rsidP="00845324">
      <w:r>
        <w:t>352.2990</w:t>
      </w:r>
      <w:r>
        <w:tab/>
        <w:t>5.449e0</w:t>
      </w:r>
    </w:p>
    <w:p w:rsidR="00845324" w:rsidRDefault="00845324" w:rsidP="00845324">
      <w:r>
        <w:t>352.4736</w:t>
      </w:r>
      <w:r>
        <w:tab/>
        <w:t>3.038e0</w:t>
      </w:r>
    </w:p>
    <w:p w:rsidR="00845324" w:rsidRDefault="00845324" w:rsidP="00845324">
      <w:r>
        <w:t>352.5053</w:t>
      </w:r>
      <w:r>
        <w:tab/>
        <w:t>3.038e0</w:t>
      </w:r>
    </w:p>
    <w:p w:rsidR="00845324" w:rsidRDefault="00845324" w:rsidP="00845324">
      <w:r>
        <w:t>352.5537</w:t>
      </w:r>
      <w:r>
        <w:tab/>
        <w:t>3.038e0</w:t>
      </w:r>
    </w:p>
    <w:p w:rsidR="00845324" w:rsidRDefault="00845324" w:rsidP="00845324">
      <w:r>
        <w:t>352.6470</w:t>
      </w:r>
      <w:r>
        <w:tab/>
        <w:t>7.089e0</w:t>
      </w:r>
    </w:p>
    <w:p w:rsidR="00845324" w:rsidRDefault="00845324" w:rsidP="00845324">
      <w:r>
        <w:lastRenderedPageBreak/>
        <w:t>352.7047</w:t>
      </w:r>
      <w:r>
        <w:tab/>
        <w:t>1.013e0</w:t>
      </w:r>
    </w:p>
    <w:p w:rsidR="00845324" w:rsidRDefault="00845324" w:rsidP="00845324">
      <w:r>
        <w:t>352.7472</w:t>
      </w:r>
      <w:r>
        <w:tab/>
        <w:t>3.038e0</w:t>
      </w:r>
    </w:p>
    <w:p w:rsidR="00845324" w:rsidRDefault="00845324" w:rsidP="00845324">
      <w:r>
        <w:t>352.7956</w:t>
      </w:r>
      <w:r>
        <w:tab/>
        <w:t>2.025e0</w:t>
      </w:r>
    </w:p>
    <w:p w:rsidR="00845324" w:rsidRDefault="00845324" w:rsidP="00845324">
      <w:r>
        <w:t>352.9499</w:t>
      </w:r>
      <w:r>
        <w:tab/>
        <w:t>1.222e0</w:t>
      </w:r>
    </w:p>
    <w:p w:rsidR="00845324" w:rsidRDefault="00845324" w:rsidP="00845324">
      <w:r>
        <w:t>353.0119</w:t>
      </w:r>
      <w:r>
        <w:tab/>
        <w:t>2.933e0</w:t>
      </w:r>
    </w:p>
    <w:p w:rsidR="00845324" w:rsidRDefault="00845324" w:rsidP="00845324">
      <w:r>
        <w:t>353.1819</w:t>
      </w:r>
      <w:r>
        <w:tab/>
        <w:t>2.676e0</w:t>
      </w:r>
    </w:p>
    <w:p w:rsidR="00845324" w:rsidRDefault="00845324" w:rsidP="00845324">
      <w:r>
        <w:t>353.3138</w:t>
      </w:r>
      <w:r>
        <w:tab/>
        <w:t>4.878e0</w:t>
      </w:r>
    </w:p>
    <w:p w:rsidR="00845324" w:rsidRDefault="00845324" w:rsidP="00845324">
      <w:r>
        <w:t>353.3759</w:t>
      </w:r>
      <w:r>
        <w:tab/>
        <w:t>3.038e0</w:t>
      </w:r>
    </w:p>
    <w:p w:rsidR="00845324" w:rsidRDefault="00845324" w:rsidP="00845324">
      <w:r>
        <w:t>353.4161</w:t>
      </w:r>
      <w:r>
        <w:tab/>
        <w:t>1.013e0</w:t>
      </w:r>
    </w:p>
    <w:p w:rsidR="00845324" w:rsidRDefault="00845324" w:rsidP="00845324">
      <w:r>
        <w:t>353.4684</w:t>
      </w:r>
      <w:r>
        <w:tab/>
        <w:t>1.013e0</w:t>
      </w:r>
    </w:p>
    <w:p w:rsidR="00845324" w:rsidRDefault="00845324" w:rsidP="00845324">
      <w:r>
        <w:t>353.5273</w:t>
      </w:r>
      <w:r>
        <w:tab/>
        <w:t>4.051e0</w:t>
      </w:r>
    </w:p>
    <w:p w:rsidR="00845324" w:rsidRDefault="00845324" w:rsidP="00845324">
      <w:r>
        <w:t>353.6122</w:t>
      </w:r>
      <w:r>
        <w:tab/>
        <w:t>1.013e0</w:t>
      </w:r>
    </w:p>
    <w:p w:rsidR="00845324" w:rsidRDefault="00845324" w:rsidP="00845324">
      <w:r>
        <w:t>353.7211</w:t>
      </w:r>
      <w:r>
        <w:tab/>
        <w:t>1.877e0</w:t>
      </w:r>
    </w:p>
    <w:p w:rsidR="00845324" w:rsidRDefault="00845324" w:rsidP="00845324">
      <w:r>
        <w:t>353.8065</w:t>
      </w:r>
      <w:r>
        <w:tab/>
        <w:t>2.025e0</w:t>
      </w:r>
    </w:p>
    <w:p w:rsidR="00845324" w:rsidRDefault="00845324" w:rsidP="00845324">
      <w:r>
        <w:t>353.8737</w:t>
      </w:r>
      <w:r>
        <w:tab/>
        <w:t>1.013e0</w:t>
      </w:r>
    </w:p>
    <w:p w:rsidR="00845324" w:rsidRDefault="00845324" w:rsidP="00845324">
      <w:r>
        <w:t>353.9570</w:t>
      </w:r>
      <w:r>
        <w:tab/>
        <w:t>5.186e0</w:t>
      </w:r>
    </w:p>
    <w:p w:rsidR="00845324" w:rsidRDefault="00845324" w:rsidP="00845324">
      <w:r>
        <w:t>354.0125</w:t>
      </w:r>
      <w:r>
        <w:tab/>
        <w:t>3.038e0</w:t>
      </w:r>
    </w:p>
    <w:p w:rsidR="00845324" w:rsidRDefault="00845324" w:rsidP="00845324">
      <w:r>
        <w:t>354.1268</w:t>
      </w:r>
      <w:r>
        <w:tab/>
        <w:t>1.994e0</w:t>
      </w:r>
    </w:p>
    <w:p w:rsidR="00845324" w:rsidRDefault="00845324" w:rsidP="00845324">
      <w:r>
        <w:t>354.2060</w:t>
      </w:r>
      <w:r>
        <w:tab/>
        <w:t>3.876e0</w:t>
      </w:r>
    </w:p>
    <w:p w:rsidR="00845324" w:rsidRDefault="00845324" w:rsidP="00845324">
      <w:r>
        <w:lastRenderedPageBreak/>
        <w:t>354.2440</w:t>
      </w:r>
      <w:r>
        <w:tab/>
        <w:t>6.219e0</w:t>
      </w:r>
    </w:p>
    <w:p w:rsidR="00845324" w:rsidRDefault="00845324" w:rsidP="00845324">
      <w:r>
        <w:t>354.3354</w:t>
      </w:r>
      <w:r>
        <w:tab/>
        <w:t>4.307e0</w:t>
      </w:r>
    </w:p>
    <w:p w:rsidR="00845324" w:rsidRDefault="00845324" w:rsidP="00845324">
      <w:r>
        <w:t>354.3763</w:t>
      </w:r>
      <w:r>
        <w:tab/>
        <w:t>4.239e0</w:t>
      </w:r>
    </w:p>
    <w:p w:rsidR="00845324" w:rsidRDefault="00845324" w:rsidP="00845324">
      <w:r>
        <w:t>354.4063</w:t>
      </w:r>
      <w:r>
        <w:tab/>
        <w:t>2.150e0</w:t>
      </w:r>
    </w:p>
    <w:p w:rsidR="00845324" w:rsidRDefault="00845324" w:rsidP="00845324">
      <w:r>
        <w:t>354.4659</w:t>
      </w:r>
      <w:r>
        <w:tab/>
        <w:t>3.038e0</w:t>
      </w:r>
    </w:p>
    <w:p w:rsidR="00845324" w:rsidRDefault="00845324" w:rsidP="00845324">
      <w:r>
        <w:t>354.5447</w:t>
      </w:r>
      <w:r>
        <w:tab/>
        <w:t>2.025e0</w:t>
      </w:r>
    </w:p>
    <w:p w:rsidR="00845324" w:rsidRDefault="00845324" w:rsidP="00845324">
      <w:r>
        <w:t>354.6096</w:t>
      </w:r>
      <w:r>
        <w:tab/>
        <w:t>4.051e0</w:t>
      </w:r>
    </w:p>
    <w:p w:rsidR="00845324" w:rsidRDefault="00845324" w:rsidP="00845324">
      <w:r>
        <w:t>354.6623</w:t>
      </w:r>
      <w:r>
        <w:tab/>
        <w:t>2.025e0</w:t>
      </w:r>
    </w:p>
    <w:p w:rsidR="00845324" w:rsidRDefault="00845324" w:rsidP="00845324">
      <w:r>
        <w:t>354.7432</w:t>
      </w:r>
      <w:r>
        <w:tab/>
        <w:t>1.013e0</w:t>
      </w:r>
    </w:p>
    <w:p w:rsidR="00845324" w:rsidRDefault="00845324" w:rsidP="00845324">
      <w:r>
        <w:t>354.8580</w:t>
      </w:r>
      <w:r>
        <w:tab/>
        <w:t>2.025e0</w:t>
      </w:r>
    </w:p>
    <w:p w:rsidR="00845324" w:rsidRDefault="00845324" w:rsidP="00845324">
      <w:r>
        <w:t>354.8868</w:t>
      </w:r>
      <w:r>
        <w:tab/>
        <w:t>1.899e0</w:t>
      </w:r>
    </w:p>
    <w:p w:rsidR="00845324" w:rsidRDefault="00845324" w:rsidP="00845324">
      <w:r>
        <w:t>354.9871</w:t>
      </w:r>
      <w:r>
        <w:tab/>
        <w:t>1.622e0</w:t>
      </w:r>
    </w:p>
    <w:p w:rsidR="00845324" w:rsidRDefault="00845324" w:rsidP="00845324">
      <w:r>
        <w:t>355.0457</w:t>
      </w:r>
      <w:r>
        <w:tab/>
        <w:t>3.038e0</w:t>
      </w:r>
    </w:p>
    <w:p w:rsidR="00845324" w:rsidRDefault="00845324" w:rsidP="00845324">
      <w:r>
        <w:t>355.1229</w:t>
      </w:r>
      <w:r>
        <w:tab/>
        <w:t>2.322e0</w:t>
      </w:r>
    </w:p>
    <w:p w:rsidR="00845324" w:rsidRDefault="00845324" w:rsidP="00845324">
      <w:r>
        <w:t>355.2651</w:t>
      </w:r>
      <w:r>
        <w:tab/>
        <w:t>5.521e0</w:t>
      </w:r>
    </w:p>
    <w:p w:rsidR="00845324" w:rsidRDefault="00845324" w:rsidP="00845324">
      <w:r>
        <w:t>355.3207</w:t>
      </w:r>
      <w:r>
        <w:tab/>
        <w:t>2.408e0</w:t>
      </w:r>
    </w:p>
    <w:p w:rsidR="00845324" w:rsidRDefault="00845324" w:rsidP="00845324">
      <w:r>
        <w:t>355.4091</w:t>
      </w:r>
      <w:r>
        <w:tab/>
        <w:t>3.038e0</w:t>
      </w:r>
    </w:p>
    <w:p w:rsidR="00845324" w:rsidRDefault="00845324" w:rsidP="00845324">
      <w:r>
        <w:t>355.4728</w:t>
      </w:r>
      <w:r>
        <w:tab/>
        <w:t>2.025e0</w:t>
      </w:r>
    </w:p>
    <w:p w:rsidR="00845324" w:rsidRDefault="00845324" w:rsidP="00845324">
      <w:r>
        <w:t>355.5148</w:t>
      </w:r>
      <w:r>
        <w:tab/>
        <w:t>3.038e0</w:t>
      </w:r>
    </w:p>
    <w:p w:rsidR="00845324" w:rsidRDefault="00845324" w:rsidP="00845324">
      <w:r>
        <w:lastRenderedPageBreak/>
        <w:t>355.5795</w:t>
      </w:r>
      <w:r>
        <w:tab/>
        <w:t>3.038e0</w:t>
      </w:r>
    </w:p>
    <w:p w:rsidR="00845324" w:rsidRDefault="00845324" w:rsidP="00845324">
      <w:r>
        <w:t>355.6640</w:t>
      </w:r>
      <w:r>
        <w:tab/>
        <w:t>2.025e0</w:t>
      </w:r>
    </w:p>
    <w:p w:rsidR="00845324" w:rsidRDefault="00845324" w:rsidP="00845324">
      <w:r>
        <w:t>355.7303</w:t>
      </w:r>
      <w:r>
        <w:tab/>
        <w:t>2.025e0</w:t>
      </w:r>
    </w:p>
    <w:p w:rsidR="00845324" w:rsidRDefault="00845324" w:rsidP="00845324">
      <w:r>
        <w:t>355.8659</w:t>
      </w:r>
      <w:r>
        <w:tab/>
        <w:t>3.562e0</w:t>
      </w:r>
    </w:p>
    <w:p w:rsidR="00845324" w:rsidRDefault="00845324" w:rsidP="00845324">
      <w:r>
        <w:t>355.9617</w:t>
      </w:r>
      <w:r>
        <w:tab/>
        <w:t>5.239e0</w:t>
      </w:r>
    </w:p>
    <w:p w:rsidR="00845324" w:rsidRDefault="00845324" w:rsidP="00845324">
      <w:r>
        <w:t>356.0238</w:t>
      </w:r>
      <w:r>
        <w:tab/>
        <w:t>3.076e0</w:t>
      </w:r>
    </w:p>
    <w:p w:rsidR="00845324" w:rsidRDefault="00845324" w:rsidP="00845324">
      <w:r>
        <w:t>356.0988</w:t>
      </w:r>
      <w:r>
        <w:tab/>
        <w:t>2.723e0</w:t>
      </w:r>
    </w:p>
    <w:p w:rsidR="00845324" w:rsidRDefault="00845324" w:rsidP="00845324">
      <w:r>
        <w:t>356.2216</w:t>
      </w:r>
      <w:r>
        <w:tab/>
        <w:t>4.640e0</w:t>
      </w:r>
    </w:p>
    <w:p w:rsidR="00845324" w:rsidRDefault="00845324" w:rsidP="00845324">
      <w:r>
        <w:t>356.3006</w:t>
      </w:r>
      <w:r>
        <w:tab/>
        <w:t>2.534e0</w:t>
      </w:r>
    </w:p>
    <w:p w:rsidR="00845324" w:rsidRDefault="00845324" w:rsidP="00845324">
      <w:r>
        <w:t>356.4055</w:t>
      </w:r>
      <w:r>
        <w:tab/>
        <w:t>3.038e0</w:t>
      </w:r>
    </w:p>
    <w:p w:rsidR="00845324" w:rsidRDefault="00845324" w:rsidP="00845324">
      <w:r>
        <w:t>356.4384</w:t>
      </w:r>
      <w:r>
        <w:tab/>
        <w:t>4.051e0</w:t>
      </w:r>
    </w:p>
    <w:p w:rsidR="00845324" w:rsidRDefault="00845324" w:rsidP="00845324">
      <w:r>
        <w:t>356.4832</w:t>
      </w:r>
      <w:r>
        <w:tab/>
        <w:t>2.025e0</w:t>
      </w:r>
    </w:p>
    <w:p w:rsidR="00845324" w:rsidRDefault="00845324" w:rsidP="00845324">
      <w:r>
        <w:t>356.5249</w:t>
      </w:r>
      <w:r>
        <w:tab/>
        <w:t>1.013e0</w:t>
      </w:r>
    </w:p>
    <w:p w:rsidR="00845324" w:rsidRDefault="00845324" w:rsidP="00845324">
      <w:r>
        <w:t>356.6415</w:t>
      </w:r>
      <w:r>
        <w:tab/>
        <w:t>7.089e0</w:t>
      </w:r>
    </w:p>
    <w:p w:rsidR="00845324" w:rsidRDefault="00845324" w:rsidP="00845324">
      <w:r>
        <w:t>356.7192</w:t>
      </w:r>
      <w:r>
        <w:tab/>
        <w:t>2.025e0</w:t>
      </w:r>
    </w:p>
    <w:p w:rsidR="00845324" w:rsidRDefault="00845324" w:rsidP="00845324">
      <w:r>
        <w:t>356.7555</w:t>
      </w:r>
      <w:r>
        <w:tab/>
        <w:t>1.013e0</w:t>
      </w:r>
    </w:p>
    <w:p w:rsidR="00845324" w:rsidRDefault="00845324" w:rsidP="00845324">
      <w:r>
        <w:t>356.7959</w:t>
      </w:r>
      <w:r>
        <w:tab/>
        <w:t>1.013e0</w:t>
      </w:r>
    </w:p>
    <w:p w:rsidR="00845324" w:rsidRDefault="00845324" w:rsidP="00845324">
      <w:r>
        <w:t>356.8773</w:t>
      </w:r>
      <w:r>
        <w:tab/>
        <w:t>2.025e0</w:t>
      </w:r>
    </w:p>
    <w:p w:rsidR="00845324" w:rsidRDefault="00845324" w:rsidP="00845324">
      <w:r>
        <w:t>356.9669</w:t>
      </w:r>
      <w:r>
        <w:tab/>
        <w:t>4.713e0</w:t>
      </w:r>
    </w:p>
    <w:p w:rsidR="00845324" w:rsidRDefault="00845324" w:rsidP="00845324">
      <w:r>
        <w:lastRenderedPageBreak/>
        <w:t>357.0373</w:t>
      </w:r>
      <w:r>
        <w:tab/>
        <w:t>2.009e0</w:t>
      </w:r>
    </w:p>
    <w:p w:rsidR="00845324" w:rsidRDefault="00845324" w:rsidP="00845324">
      <w:r>
        <w:t>357.0806</w:t>
      </w:r>
      <w:r>
        <w:tab/>
        <w:t>5.329e0</w:t>
      </w:r>
    </w:p>
    <w:p w:rsidR="00845324" w:rsidRDefault="00845324" w:rsidP="00845324">
      <w:r>
        <w:t>357.1373</w:t>
      </w:r>
      <w:r>
        <w:tab/>
        <w:t>2.773e0</w:t>
      </w:r>
    </w:p>
    <w:p w:rsidR="00845324" w:rsidRDefault="00845324" w:rsidP="00845324">
      <w:r>
        <w:t>357.2702</w:t>
      </w:r>
      <w:r>
        <w:tab/>
        <w:t>2.663e0</w:t>
      </w:r>
    </w:p>
    <w:p w:rsidR="00845324" w:rsidRDefault="00845324" w:rsidP="00845324">
      <w:r>
        <w:t>357.3538</w:t>
      </w:r>
      <w:r>
        <w:tab/>
        <w:t>2.743e0</w:t>
      </w:r>
    </w:p>
    <w:p w:rsidR="00845324" w:rsidRDefault="00845324" w:rsidP="00845324">
      <w:r>
        <w:t>357.4248</w:t>
      </w:r>
      <w:r>
        <w:tab/>
        <w:t>2.025e0</w:t>
      </w:r>
    </w:p>
    <w:p w:rsidR="00845324" w:rsidRDefault="00845324" w:rsidP="00845324">
      <w:r>
        <w:t>357.4922</w:t>
      </w:r>
      <w:r>
        <w:tab/>
        <w:t>2.025e0</w:t>
      </w:r>
    </w:p>
    <w:p w:rsidR="00845324" w:rsidRDefault="00845324" w:rsidP="00845324">
      <w:r>
        <w:t>357.5682</w:t>
      </w:r>
      <w:r>
        <w:tab/>
        <w:t>4.051e0</w:t>
      </w:r>
    </w:p>
    <w:p w:rsidR="00845324" w:rsidRDefault="00845324" w:rsidP="00845324">
      <w:r>
        <w:t>357.6212</w:t>
      </w:r>
      <w:r>
        <w:tab/>
        <w:t>2.025e0</w:t>
      </w:r>
    </w:p>
    <w:p w:rsidR="00845324" w:rsidRDefault="00845324" w:rsidP="00845324">
      <w:r>
        <w:t>357.6520</w:t>
      </w:r>
      <w:r>
        <w:tab/>
        <w:t>2.025e0</w:t>
      </w:r>
    </w:p>
    <w:p w:rsidR="00845324" w:rsidRDefault="00845324" w:rsidP="00845324">
      <w:r>
        <w:t>357.7190</w:t>
      </w:r>
      <w:r>
        <w:tab/>
        <w:t>3.038e0</w:t>
      </w:r>
    </w:p>
    <w:p w:rsidR="00845324" w:rsidRDefault="00845324" w:rsidP="00845324">
      <w:r>
        <w:t>357.7592</w:t>
      </w:r>
      <w:r>
        <w:tab/>
        <w:t>2.025e0</w:t>
      </w:r>
    </w:p>
    <w:p w:rsidR="00845324" w:rsidRDefault="00845324" w:rsidP="00845324">
      <w:r>
        <w:t>357.8017</w:t>
      </w:r>
      <w:r>
        <w:tab/>
        <w:t>1.013e0</w:t>
      </w:r>
    </w:p>
    <w:p w:rsidR="00845324" w:rsidRDefault="00845324" w:rsidP="00845324">
      <w:r>
        <w:t>357.8725</w:t>
      </w:r>
      <w:r>
        <w:tab/>
        <w:t>3.038e0</w:t>
      </w:r>
    </w:p>
    <w:p w:rsidR="00845324" w:rsidRDefault="00845324" w:rsidP="00845324">
      <w:r>
        <w:t>357.9380</w:t>
      </w:r>
      <w:r>
        <w:tab/>
        <w:t>1.055e1</w:t>
      </w:r>
    </w:p>
    <w:p w:rsidR="00845324" w:rsidRDefault="00845324" w:rsidP="00845324">
      <w:r>
        <w:t>358.0083</w:t>
      </w:r>
      <w:r>
        <w:tab/>
        <w:t>4.650e0</w:t>
      </w:r>
    </w:p>
    <w:p w:rsidR="00845324" w:rsidRDefault="00845324" w:rsidP="00845324">
      <w:r>
        <w:t>358.1349</w:t>
      </w:r>
      <w:r>
        <w:tab/>
        <w:t>2.501e0</w:t>
      </w:r>
    </w:p>
    <w:p w:rsidR="00845324" w:rsidRDefault="00845324" w:rsidP="00845324">
      <w:r>
        <w:t>358.2395</w:t>
      </w:r>
      <w:r>
        <w:tab/>
        <w:t>1.296e1</w:t>
      </w:r>
    </w:p>
    <w:p w:rsidR="00845324" w:rsidRDefault="00845324" w:rsidP="00845324">
      <w:r>
        <w:t>358.3639</w:t>
      </w:r>
      <w:r>
        <w:tab/>
        <w:t>3.925e0</w:t>
      </w:r>
    </w:p>
    <w:p w:rsidR="00845324" w:rsidRDefault="00845324" w:rsidP="00845324">
      <w:r>
        <w:lastRenderedPageBreak/>
        <w:t>358.4117</w:t>
      </w:r>
      <w:r>
        <w:tab/>
        <w:t>6.076e0</w:t>
      </w:r>
    </w:p>
    <w:p w:rsidR="00845324" w:rsidRDefault="00845324" w:rsidP="00845324">
      <w:r>
        <w:t>358.4678</w:t>
      </w:r>
      <w:r>
        <w:tab/>
        <w:t>2.025e0</w:t>
      </w:r>
    </w:p>
    <w:p w:rsidR="00845324" w:rsidRDefault="00845324" w:rsidP="00845324">
      <w:r>
        <w:t>358.5374</w:t>
      </w:r>
      <w:r>
        <w:tab/>
        <w:t>4.051e0</w:t>
      </w:r>
    </w:p>
    <w:p w:rsidR="00845324" w:rsidRDefault="00845324" w:rsidP="00845324">
      <w:r>
        <w:t>358.6496</w:t>
      </w:r>
      <w:r>
        <w:tab/>
        <w:t>4.051e0</w:t>
      </w:r>
    </w:p>
    <w:p w:rsidR="00845324" w:rsidRDefault="00845324" w:rsidP="00845324">
      <w:r>
        <w:t>358.7569</w:t>
      </w:r>
      <w:r>
        <w:tab/>
        <w:t>1.013e0</w:t>
      </w:r>
    </w:p>
    <w:p w:rsidR="00845324" w:rsidRDefault="00845324" w:rsidP="00845324">
      <w:r>
        <w:t>358.7913</w:t>
      </w:r>
      <w:r>
        <w:tab/>
        <w:t>1.013e0</w:t>
      </w:r>
    </w:p>
    <w:p w:rsidR="00845324" w:rsidRDefault="00845324" w:rsidP="00845324">
      <w:r>
        <w:t>358.8698</w:t>
      </w:r>
      <w:r>
        <w:tab/>
        <w:t>2.172e0</w:t>
      </w:r>
    </w:p>
    <w:p w:rsidR="00845324" w:rsidRDefault="00845324" w:rsidP="00845324">
      <w:r>
        <w:t>358.9368</w:t>
      </w:r>
      <w:r>
        <w:tab/>
        <w:t>5.546e0</w:t>
      </w:r>
    </w:p>
    <w:p w:rsidR="00845324" w:rsidRDefault="00845324" w:rsidP="00845324">
      <w:r>
        <w:t>359.0244</w:t>
      </w:r>
      <w:r>
        <w:tab/>
        <w:t>2.025e0</w:t>
      </w:r>
    </w:p>
    <w:p w:rsidR="00845324" w:rsidRDefault="00845324" w:rsidP="00845324">
      <w:r>
        <w:t>359.1017</w:t>
      </w:r>
      <w:r>
        <w:tab/>
        <w:t>2.615e0</w:t>
      </w:r>
    </w:p>
    <w:p w:rsidR="00845324" w:rsidRDefault="00845324" w:rsidP="00845324">
      <w:r>
        <w:t>359.1893</w:t>
      </w:r>
      <w:r>
        <w:tab/>
        <w:t>2.793e0</w:t>
      </w:r>
    </w:p>
    <w:p w:rsidR="00845324" w:rsidRDefault="00845324" w:rsidP="00845324">
      <w:r>
        <w:t>359.2393</w:t>
      </w:r>
      <w:r>
        <w:tab/>
        <w:t>1.578e0</w:t>
      </w:r>
    </w:p>
    <w:p w:rsidR="00845324" w:rsidRDefault="00845324" w:rsidP="00845324">
      <w:r>
        <w:t>359.3296</w:t>
      </w:r>
      <w:r>
        <w:tab/>
        <w:t>2.281e0</w:t>
      </w:r>
    </w:p>
    <w:p w:rsidR="00845324" w:rsidRDefault="00845324" w:rsidP="00845324">
      <w:r>
        <w:t>359.4135</w:t>
      </w:r>
      <w:r>
        <w:tab/>
        <w:t>5.063e0</w:t>
      </w:r>
    </w:p>
    <w:p w:rsidR="00845324" w:rsidRDefault="00845324" w:rsidP="00845324">
      <w:r>
        <w:t>359.4611</w:t>
      </w:r>
      <w:r>
        <w:tab/>
        <w:t>1.013e0</w:t>
      </w:r>
    </w:p>
    <w:p w:rsidR="00845324" w:rsidRDefault="00845324" w:rsidP="00845324">
      <w:r>
        <w:t>359.5701</w:t>
      </w:r>
      <w:r>
        <w:tab/>
        <w:t>4.051e0</w:t>
      </w:r>
    </w:p>
    <w:p w:rsidR="00845324" w:rsidRDefault="00845324" w:rsidP="00845324">
      <w:r>
        <w:t>359.6360</w:t>
      </w:r>
      <w:r>
        <w:tab/>
        <w:t>2.025e0</w:t>
      </w:r>
    </w:p>
    <w:p w:rsidR="00845324" w:rsidRDefault="00845324" w:rsidP="00845324">
      <w:r>
        <w:t>359.6984</w:t>
      </w:r>
      <w:r>
        <w:tab/>
        <w:t>1.013e0</w:t>
      </w:r>
    </w:p>
    <w:p w:rsidR="00845324" w:rsidRDefault="00845324" w:rsidP="00845324">
      <w:r>
        <w:t>359.7709</w:t>
      </w:r>
      <w:r>
        <w:tab/>
        <w:t>3.038e0</w:t>
      </w:r>
    </w:p>
    <w:p w:rsidR="00845324" w:rsidRDefault="00845324" w:rsidP="00845324">
      <w:r>
        <w:lastRenderedPageBreak/>
        <w:t>359.8553</w:t>
      </w:r>
      <w:r>
        <w:tab/>
        <w:t>1.013e0</w:t>
      </w:r>
    </w:p>
    <w:p w:rsidR="00845324" w:rsidRDefault="00845324" w:rsidP="00845324">
      <w:r>
        <w:t>359.9497</w:t>
      </w:r>
      <w:r>
        <w:tab/>
        <w:t>6.555e0</w:t>
      </w:r>
    </w:p>
    <w:p w:rsidR="00845324" w:rsidRDefault="00845324" w:rsidP="00845324">
      <w:r>
        <w:t>360.1018</w:t>
      </w:r>
      <w:r>
        <w:tab/>
        <w:t>3.910e0</w:t>
      </w:r>
    </w:p>
    <w:p w:rsidR="00845324" w:rsidRDefault="00845324" w:rsidP="00845324">
      <w:r>
        <w:t>360.2148</w:t>
      </w:r>
      <w:r>
        <w:tab/>
        <w:t>1.002e1</w:t>
      </w:r>
    </w:p>
    <w:p w:rsidR="00845324" w:rsidRDefault="00845324" w:rsidP="00845324">
      <w:r>
        <w:t>360.2829</w:t>
      </w:r>
      <w:r>
        <w:tab/>
        <w:t>2.145e0</w:t>
      </w:r>
    </w:p>
    <w:p w:rsidR="00845324" w:rsidRDefault="00845324" w:rsidP="00845324">
      <w:r>
        <w:t>360.3403</w:t>
      </w:r>
      <w:r>
        <w:tab/>
        <w:t>2.408e0</w:t>
      </w:r>
    </w:p>
    <w:p w:rsidR="00845324" w:rsidRDefault="00845324" w:rsidP="00845324">
      <w:r>
        <w:t>360.3960</w:t>
      </w:r>
      <w:r>
        <w:tab/>
        <w:t>1.013e0</w:t>
      </w:r>
    </w:p>
    <w:p w:rsidR="00845324" w:rsidRDefault="00845324" w:rsidP="00845324">
      <w:r>
        <w:t>360.4320</w:t>
      </w:r>
      <w:r>
        <w:tab/>
        <w:t>2.025e0</w:t>
      </w:r>
    </w:p>
    <w:p w:rsidR="00845324" w:rsidRDefault="00845324" w:rsidP="00845324">
      <w:r>
        <w:t>360.5423</w:t>
      </w:r>
      <w:r>
        <w:tab/>
        <w:t>1.013e0</w:t>
      </w:r>
    </w:p>
    <w:p w:rsidR="00845324" w:rsidRDefault="00845324" w:rsidP="00845324">
      <w:r>
        <w:t>360.6069</w:t>
      </w:r>
      <w:r>
        <w:tab/>
        <w:t>1.013e0</w:t>
      </w:r>
    </w:p>
    <w:p w:rsidR="00845324" w:rsidRDefault="00845324" w:rsidP="00845324">
      <w:r>
        <w:t>360.6562</w:t>
      </w:r>
      <w:r>
        <w:tab/>
        <w:t>6.076e0</w:t>
      </w:r>
    </w:p>
    <w:p w:rsidR="00845324" w:rsidRDefault="00845324" w:rsidP="00845324">
      <w:r>
        <w:t>360.7143</w:t>
      </w:r>
      <w:r>
        <w:tab/>
        <w:t>2.025e0</w:t>
      </w:r>
    </w:p>
    <w:p w:rsidR="00845324" w:rsidRDefault="00845324" w:rsidP="00845324">
      <w:r>
        <w:t>360.7518</w:t>
      </w:r>
      <w:r>
        <w:tab/>
        <w:t>2.025e0</w:t>
      </w:r>
    </w:p>
    <w:p w:rsidR="00845324" w:rsidRDefault="00845324" w:rsidP="00845324">
      <w:r>
        <w:t>360.8144</w:t>
      </w:r>
      <w:r>
        <w:tab/>
        <w:t>3.038e0</w:t>
      </w:r>
    </w:p>
    <w:p w:rsidR="00845324" w:rsidRDefault="00845324" w:rsidP="00845324">
      <w:r>
        <w:t>360.9184</w:t>
      </w:r>
      <w:r>
        <w:tab/>
        <w:t>5.264e0</w:t>
      </w:r>
    </w:p>
    <w:p w:rsidR="00845324" w:rsidRDefault="00845324" w:rsidP="00845324">
      <w:r>
        <w:t>360.9557</w:t>
      </w:r>
      <w:r>
        <w:tab/>
        <w:t>2.472e0</w:t>
      </w:r>
    </w:p>
    <w:p w:rsidR="00845324" w:rsidRDefault="00845324" w:rsidP="00845324">
      <w:r>
        <w:t>361.0106</w:t>
      </w:r>
      <w:r>
        <w:tab/>
        <w:t>4.902e0</w:t>
      </w:r>
    </w:p>
    <w:p w:rsidR="00845324" w:rsidRDefault="00845324" w:rsidP="00845324">
      <w:r>
        <w:t>361.0663</w:t>
      </w:r>
      <w:r>
        <w:tab/>
        <w:t>6.898e0</w:t>
      </w:r>
    </w:p>
    <w:p w:rsidR="00845324" w:rsidRDefault="00845324" w:rsidP="00845324">
      <w:r>
        <w:t>361.1796</w:t>
      </w:r>
      <w:r>
        <w:tab/>
        <w:t>7.662e0</w:t>
      </w:r>
    </w:p>
    <w:p w:rsidR="00845324" w:rsidRDefault="00845324" w:rsidP="00845324">
      <w:r>
        <w:lastRenderedPageBreak/>
        <w:t>361.2292</w:t>
      </w:r>
      <w:r>
        <w:tab/>
        <w:t>8.474e0</w:t>
      </w:r>
    </w:p>
    <w:p w:rsidR="00845324" w:rsidRDefault="00845324" w:rsidP="00845324">
      <w:r>
        <w:t>361.2891</w:t>
      </w:r>
      <w:r>
        <w:tab/>
        <w:t>2.090e0</w:t>
      </w:r>
    </w:p>
    <w:p w:rsidR="00845324" w:rsidRDefault="00845324" w:rsidP="00845324">
      <w:r>
        <w:t>361.3360</w:t>
      </w:r>
      <w:r>
        <w:tab/>
        <w:t>4.490e0</w:t>
      </w:r>
    </w:p>
    <w:p w:rsidR="00845324" w:rsidRDefault="00845324" w:rsidP="00845324">
      <w:r>
        <w:t>361.4316</w:t>
      </w:r>
      <w:r>
        <w:tab/>
        <w:t>2.025e0</w:t>
      </w:r>
    </w:p>
    <w:p w:rsidR="00845324" w:rsidRDefault="00845324" w:rsidP="00845324">
      <w:r>
        <w:t>361.4747</w:t>
      </w:r>
      <w:r>
        <w:tab/>
        <w:t>1.013e0</w:t>
      </w:r>
    </w:p>
    <w:p w:rsidR="00845324" w:rsidRDefault="00845324" w:rsidP="00845324">
      <w:r>
        <w:t>361.5690</w:t>
      </w:r>
      <w:r>
        <w:tab/>
        <w:t>3.038e0</w:t>
      </w:r>
    </w:p>
    <w:p w:rsidR="00845324" w:rsidRDefault="00845324" w:rsidP="00845324">
      <w:r>
        <w:t>361.6306</w:t>
      </w:r>
      <w:r>
        <w:tab/>
        <w:t>3.038e0</w:t>
      </w:r>
    </w:p>
    <w:p w:rsidR="00845324" w:rsidRDefault="00845324" w:rsidP="00845324">
      <w:r>
        <w:t>361.6874</w:t>
      </w:r>
      <w:r>
        <w:tab/>
        <w:t>5.063e0</w:t>
      </w:r>
    </w:p>
    <w:p w:rsidR="00845324" w:rsidRDefault="00845324" w:rsidP="00845324">
      <w:r>
        <w:t>361.7654</w:t>
      </w:r>
      <w:r>
        <w:tab/>
        <w:t>2.025e0</w:t>
      </w:r>
    </w:p>
    <w:p w:rsidR="00845324" w:rsidRDefault="00845324" w:rsidP="00845324">
      <w:r>
        <w:t>361.8755</w:t>
      </w:r>
      <w:r>
        <w:tab/>
        <w:t>3.038e0</w:t>
      </w:r>
    </w:p>
    <w:p w:rsidR="00845324" w:rsidRDefault="00845324" w:rsidP="00845324">
      <w:r>
        <w:t>361.9541</w:t>
      </w:r>
      <w:r>
        <w:tab/>
        <w:t>1.406e1</w:t>
      </w:r>
    </w:p>
    <w:p w:rsidR="00845324" w:rsidRDefault="00845324" w:rsidP="00845324">
      <w:r>
        <w:t>362.0399</w:t>
      </w:r>
      <w:r>
        <w:tab/>
        <w:t>4.023e0</w:t>
      </w:r>
    </w:p>
    <w:p w:rsidR="00845324" w:rsidRDefault="00845324" w:rsidP="00845324">
      <w:r>
        <w:t>362.0917</w:t>
      </w:r>
      <w:r>
        <w:tab/>
        <w:t>2.902e0</w:t>
      </w:r>
    </w:p>
    <w:p w:rsidR="00845324" w:rsidRDefault="00845324" w:rsidP="00845324">
      <w:r>
        <w:t>362.1219</w:t>
      </w:r>
      <w:r>
        <w:tab/>
        <w:t>1.013e0</w:t>
      </w:r>
    </w:p>
    <w:p w:rsidR="00845324" w:rsidRDefault="00845324" w:rsidP="00845324">
      <w:r>
        <w:t>362.1971</w:t>
      </w:r>
      <w:r>
        <w:tab/>
        <w:t>1.161e0</w:t>
      </w:r>
    </w:p>
    <w:p w:rsidR="00845324" w:rsidRDefault="00845324" w:rsidP="00845324">
      <w:r>
        <w:t>362.3264</w:t>
      </w:r>
      <w:r>
        <w:tab/>
        <w:t>5.193e0</w:t>
      </w:r>
    </w:p>
    <w:p w:rsidR="00845324" w:rsidRDefault="00845324" w:rsidP="00845324">
      <w:r>
        <w:t>362.4799</w:t>
      </w:r>
      <w:r>
        <w:tab/>
        <w:t>2.025e0</w:t>
      </w:r>
    </w:p>
    <w:p w:rsidR="00845324" w:rsidRDefault="00845324" w:rsidP="00845324">
      <w:r>
        <w:t>362.6031</w:t>
      </w:r>
      <w:r>
        <w:tab/>
        <w:t>1.013e0</w:t>
      </w:r>
    </w:p>
    <w:p w:rsidR="00845324" w:rsidRDefault="00845324" w:rsidP="00845324">
      <w:r>
        <w:t>362.7682</w:t>
      </w:r>
      <w:r>
        <w:tab/>
        <w:t>2.025e0</w:t>
      </w:r>
    </w:p>
    <w:p w:rsidR="00845324" w:rsidRDefault="00845324" w:rsidP="00845324">
      <w:r>
        <w:lastRenderedPageBreak/>
        <w:t>362.8104</w:t>
      </w:r>
      <w:r>
        <w:tab/>
        <w:t>1.013e0</w:t>
      </w:r>
    </w:p>
    <w:p w:rsidR="00845324" w:rsidRDefault="00845324" w:rsidP="00845324">
      <w:r>
        <w:t>362.8690</w:t>
      </w:r>
      <w:r>
        <w:tab/>
        <w:t>3.038e0</w:t>
      </w:r>
    </w:p>
    <w:p w:rsidR="00845324" w:rsidRDefault="00845324" w:rsidP="00845324">
      <w:r>
        <w:t>362.9130</w:t>
      </w:r>
      <w:r>
        <w:tab/>
        <w:t>3.329e0</w:t>
      </w:r>
    </w:p>
    <w:p w:rsidR="00845324" w:rsidRDefault="00845324" w:rsidP="00845324">
      <w:r>
        <w:t>362.9755</w:t>
      </w:r>
      <w:r>
        <w:tab/>
        <w:t>1.542e0</w:t>
      </w:r>
    </w:p>
    <w:p w:rsidR="00845324" w:rsidRDefault="00845324" w:rsidP="00845324">
      <w:r>
        <w:t>363.0226</w:t>
      </w:r>
      <w:r>
        <w:tab/>
        <w:t>1.013e0</w:t>
      </w:r>
    </w:p>
    <w:p w:rsidR="00845324" w:rsidRDefault="00845324" w:rsidP="00845324">
      <w:r>
        <w:t>363.1733</w:t>
      </w:r>
      <w:r>
        <w:tab/>
        <w:t>8.692e0</w:t>
      </w:r>
    </w:p>
    <w:p w:rsidR="00845324" w:rsidRDefault="00845324" w:rsidP="00845324">
      <w:r>
        <w:t>363.4105</w:t>
      </w:r>
      <w:r>
        <w:tab/>
        <w:t>1.513e0</w:t>
      </w:r>
    </w:p>
    <w:p w:rsidR="00845324" w:rsidRDefault="00845324" w:rsidP="00845324">
      <w:r>
        <w:t>363.4733</w:t>
      </w:r>
      <w:r>
        <w:tab/>
        <w:t>1.013e0</w:t>
      </w:r>
    </w:p>
    <w:p w:rsidR="00845324" w:rsidRDefault="00845324" w:rsidP="00845324">
      <w:r>
        <w:t>363.5028</w:t>
      </w:r>
      <w:r>
        <w:tab/>
        <w:t>1.013e0</w:t>
      </w:r>
    </w:p>
    <w:p w:rsidR="00845324" w:rsidRDefault="00845324" w:rsidP="00845324">
      <w:r>
        <w:t>363.6214</w:t>
      </w:r>
      <w:r>
        <w:tab/>
        <w:t>3.038e0</w:t>
      </w:r>
    </w:p>
    <w:p w:rsidR="00845324" w:rsidRDefault="00845324" w:rsidP="00845324">
      <w:r>
        <w:t>363.6812</w:t>
      </w:r>
      <w:r>
        <w:tab/>
        <w:t>2.025e0</w:t>
      </w:r>
    </w:p>
    <w:p w:rsidR="00845324" w:rsidRDefault="00845324" w:rsidP="00845324">
      <w:r>
        <w:t>363.7477</w:t>
      </w:r>
      <w:r>
        <w:tab/>
        <w:t>1.013e0</w:t>
      </w:r>
    </w:p>
    <w:p w:rsidR="00845324" w:rsidRDefault="00845324" w:rsidP="00845324">
      <w:r>
        <w:t>363.8085</w:t>
      </w:r>
      <w:r>
        <w:tab/>
        <w:t>1.013e0</w:t>
      </w:r>
    </w:p>
    <w:p w:rsidR="00845324" w:rsidRDefault="00845324" w:rsidP="00845324">
      <w:r>
        <w:t>363.9771</w:t>
      </w:r>
      <w:r>
        <w:tab/>
        <w:t>1.599e0</w:t>
      </w:r>
    </w:p>
    <w:p w:rsidR="00845324" w:rsidRDefault="00845324" w:rsidP="00845324">
      <w:r>
        <w:t>364.0125</w:t>
      </w:r>
      <w:r>
        <w:tab/>
        <w:t>1.940e0</w:t>
      </w:r>
    </w:p>
    <w:p w:rsidR="00845324" w:rsidRDefault="00845324" w:rsidP="00845324">
      <w:r>
        <w:t>364.0732</w:t>
      </w:r>
      <w:r>
        <w:tab/>
        <w:t>1.889e0</w:t>
      </w:r>
    </w:p>
    <w:p w:rsidR="00845324" w:rsidRDefault="00845324" w:rsidP="00845324">
      <w:r>
        <w:t>364.1406</w:t>
      </w:r>
      <w:r>
        <w:tab/>
        <w:t>5.935e0</w:t>
      </w:r>
    </w:p>
    <w:p w:rsidR="00845324" w:rsidRDefault="00845324" w:rsidP="00845324">
      <w:r>
        <w:t>364.1783</w:t>
      </w:r>
      <w:r>
        <w:tab/>
        <w:t>4.420e0</w:t>
      </w:r>
    </w:p>
    <w:p w:rsidR="00845324" w:rsidRDefault="00845324" w:rsidP="00845324">
      <w:r>
        <w:t>364.3438</w:t>
      </w:r>
      <w:r>
        <w:tab/>
        <w:t>1.177e1</w:t>
      </w:r>
    </w:p>
    <w:p w:rsidR="00845324" w:rsidRDefault="00845324" w:rsidP="00845324">
      <w:r>
        <w:lastRenderedPageBreak/>
        <w:t>364.4663</w:t>
      </w:r>
      <w:r>
        <w:tab/>
        <w:t>1.013e0</w:t>
      </w:r>
    </w:p>
    <w:p w:rsidR="00845324" w:rsidRDefault="00845324" w:rsidP="00845324">
      <w:r>
        <w:t>364.5671</w:t>
      </w:r>
      <w:r>
        <w:tab/>
        <w:t>1.013e0</w:t>
      </w:r>
    </w:p>
    <w:p w:rsidR="00845324" w:rsidRDefault="00845324" w:rsidP="00845324">
      <w:r>
        <w:t>364.7214</w:t>
      </w:r>
      <w:r>
        <w:tab/>
        <w:t>1.013e0</w:t>
      </w:r>
    </w:p>
    <w:p w:rsidR="00845324" w:rsidRDefault="00845324" w:rsidP="00845324">
      <w:r>
        <w:t>364.8039</w:t>
      </w:r>
      <w:r>
        <w:tab/>
        <w:t>2.025e0</w:t>
      </w:r>
    </w:p>
    <w:p w:rsidR="00845324" w:rsidRDefault="00845324" w:rsidP="00845324">
      <w:r>
        <w:t>364.8571</w:t>
      </w:r>
      <w:r>
        <w:tab/>
        <w:t>4.051e0</w:t>
      </w:r>
    </w:p>
    <w:p w:rsidR="00845324" w:rsidRDefault="00845324" w:rsidP="00845324">
      <w:r>
        <w:t>364.9294</w:t>
      </w:r>
      <w:r>
        <w:tab/>
        <w:t>2.172e0</w:t>
      </w:r>
    </w:p>
    <w:p w:rsidR="00845324" w:rsidRDefault="00845324" w:rsidP="00845324">
      <w:r>
        <w:t>365.0267</w:t>
      </w:r>
      <w:r>
        <w:tab/>
        <w:t>4.051e0</w:t>
      </w:r>
    </w:p>
    <w:p w:rsidR="00845324" w:rsidRDefault="00845324" w:rsidP="00845324">
      <w:r>
        <w:t>365.1602</w:t>
      </w:r>
      <w:r>
        <w:tab/>
        <w:t>4.730e1</w:t>
      </w:r>
    </w:p>
    <w:p w:rsidR="00845324" w:rsidRDefault="00845324" w:rsidP="00845324">
      <w:r>
        <w:t>365.2745</w:t>
      </w:r>
      <w:r>
        <w:tab/>
        <w:t>1.847e0</w:t>
      </w:r>
    </w:p>
    <w:p w:rsidR="00845324" w:rsidRDefault="00845324" w:rsidP="00845324">
      <w:r>
        <w:t>365.3182</w:t>
      </w:r>
      <w:r>
        <w:tab/>
        <w:t>3.546e0</w:t>
      </w:r>
    </w:p>
    <w:p w:rsidR="00845324" w:rsidRDefault="00845324" w:rsidP="00845324">
      <w:r>
        <w:t>365.3500</w:t>
      </w:r>
      <w:r>
        <w:tab/>
        <w:t>4.433e0</w:t>
      </w:r>
    </w:p>
    <w:p w:rsidR="00845324" w:rsidRDefault="00845324" w:rsidP="00845324">
      <w:r>
        <w:t>365.4656</w:t>
      </w:r>
      <w:r>
        <w:tab/>
        <w:t>3.038e0</w:t>
      </w:r>
    </w:p>
    <w:p w:rsidR="00845324" w:rsidRDefault="00845324" w:rsidP="00845324">
      <w:r>
        <w:t>365.5561</w:t>
      </w:r>
      <w:r>
        <w:tab/>
        <w:t>1.013e0</w:t>
      </w:r>
    </w:p>
    <w:p w:rsidR="00845324" w:rsidRDefault="00845324" w:rsidP="00845324">
      <w:r>
        <w:t>365.6171</w:t>
      </w:r>
      <w:r>
        <w:tab/>
        <w:t>1.013e0</w:t>
      </w:r>
    </w:p>
    <w:p w:rsidR="00845324" w:rsidRDefault="00845324" w:rsidP="00845324">
      <w:r>
        <w:t>365.6682</w:t>
      </w:r>
      <w:r>
        <w:tab/>
        <w:t>5.063e0</w:t>
      </w:r>
    </w:p>
    <w:p w:rsidR="00845324" w:rsidRDefault="00845324" w:rsidP="00845324">
      <w:r>
        <w:t>365.7438</w:t>
      </w:r>
      <w:r>
        <w:tab/>
        <w:t>3.038e0</w:t>
      </w:r>
    </w:p>
    <w:p w:rsidR="00845324" w:rsidRDefault="00845324" w:rsidP="00845324">
      <w:r>
        <w:t>365.8094</w:t>
      </w:r>
      <w:r>
        <w:tab/>
        <w:t>2.025e0</w:t>
      </w:r>
    </w:p>
    <w:p w:rsidR="00845324" w:rsidRDefault="00845324" w:rsidP="00845324">
      <w:r>
        <w:t>365.9130</w:t>
      </w:r>
      <w:r>
        <w:tab/>
        <w:t>5.427e0</w:t>
      </w:r>
    </w:p>
    <w:p w:rsidR="00845324" w:rsidRDefault="00845324" w:rsidP="00845324">
      <w:r>
        <w:t>365.9604</w:t>
      </w:r>
      <w:r>
        <w:tab/>
        <w:t>2.457e0</w:t>
      </w:r>
    </w:p>
    <w:p w:rsidR="00845324" w:rsidRDefault="00845324" w:rsidP="00845324">
      <w:r>
        <w:lastRenderedPageBreak/>
        <w:t>366.0716</w:t>
      </w:r>
      <w:r>
        <w:tab/>
        <w:t>1.961e0</w:t>
      </w:r>
    </w:p>
    <w:p w:rsidR="00845324" w:rsidRDefault="00845324" w:rsidP="00845324">
      <w:r>
        <w:t>366.1626</w:t>
      </w:r>
      <w:r>
        <w:tab/>
        <w:t>1.062e1</w:t>
      </w:r>
    </w:p>
    <w:p w:rsidR="00845324" w:rsidRDefault="00845324" w:rsidP="00845324">
      <w:r>
        <w:t>366.3237</w:t>
      </w:r>
      <w:r>
        <w:tab/>
        <w:t>3.800e0</w:t>
      </w:r>
    </w:p>
    <w:p w:rsidR="00845324" w:rsidRDefault="00845324" w:rsidP="00845324">
      <w:r>
        <w:t>366.4701</w:t>
      </w:r>
      <w:r>
        <w:tab/>
        <w:t>2.025e0</w:t>
      </w:r>
    </w:p>
    <w:p w:rsidR="00845324" w:rsidRDefault="00845324" w:rsidP="00845324">
      <w:r>
        <w:t>366.5231</w:t>
      </w:r>
      <w:r>
        <w:tab/>
        <w:t>1.013e0</w:t>
      </w:r>
    </w:p>
    <w:p w:rsidR="00845324" w:rsidRDefault="00845324" w:rsidP="00845324">
      <w:r>
        <w:t>366.6353</w:t>
      </w:r>
      <w:r>
        <w:tab/>
        <w:t>2.025e0</w:t>
      </w:r>
    </w:p>
    <w:p w:rsidR="00845324" w:rsidRDefault="00845324" w:rsidP="00845324">
      <w:r>
        <w:t>366.6772</w:t>
      </w:r>
      <w:r>
        <w:tab/>
        <w:t>3.038e0</w:t>
      </w:r>
    </w:p>
    <w:p w:rsidR="00845324" w:rsidRDefault="00845324" w:rsidP="00845324">
      <w:r>
        <w:t>366.7447</w:t>
      </w:r>
      <w:r>
        <w:tab/>
        <w:t>3.038e0</w:t>
      </w:r>
    </w:p>
    <w:p w:rsidR="00845324" w:rsidRDefault="00845324" w:rsidP="00845324">
      <w:r>
        <w:t>366.8159</w:t>
      </w:r>
      <w:r>
        <w:tab/>
        <w:t>3.038e0</w:t>
      </w:r>
    </w:p>
    <w:p w:rsidR="00845324" w:rsidRDefault="00845324" w:rsidP="00845324">
      <w:r>
        <w:t>366.8702</w:t>
      </w:r>
      <w:r>
        <w:tab/>
        <w:t>1.013e0</w:t>
      </w:r>
    </w:p>
    <w:p w:rsidR="00845324" w:rsidRDefault="00845324" w:rsidP="00845324">
      <w:r>
        <w:t>366.9286</w:t>
      </w:r>
      <w:r>
        <w:tab/>
        <w:t>2.546e0</w:t>
      </w:r>
    </w:p>
    <w:p w:rsidR="00845324" w:rsidRDefault="00845324" w:rsidP="00845324">
      <w:r>
        <w:t>366.9768</w:t>
      </w:r>
      <w:r>
        <w:tab/>
        <w:t>1.622e0</w:t>
      </w:r>
    </w:p>
    <w:p w:rsidR="00845324" w:rsidRDefault="00845324" w:rsidP="00845324">
      <w:r>
        <w:t>367.0417</w:t>
      </w:r>
      <w:r>
        <w:tab/>
        <w:t>2.520e0</w:t>
      </w:r>
    </w:p>
    <w:p w:rsidR="00845324" w:rsidRDefault="00845324" w:rsidP="00845324">
      <w:r>
        <w:t>367.0823</w:t>
      </w:r>
      <w:r>
        <w:tab/>
        <w:t>3.887e0</w:t>
      </w:r>
    </w:p>
    <w:p w:rsidR="00845324" w:rsidRDefault="00845324" w:rsidP="00845324">
      <w:r>
        <w:t>367.1395</w:t>
      </w:r>
      <w:r>
        <w:tab/>
        <w:t>4.633e0</w:t>
      </w:r>
    </w:p>
    <w:p w:rsidR="00845324" w:rsidRDefault="00845324" w:rsidP="00845324">
      <w:r>
        <w:t>367.3127</w:t>
      </w:r>
      <w:r>
        <w:tab/>
        <w:t>2.286e0</w:t>
      </w:r>
    </w:p>
    <w:p w:rsidR="00845324" w:rsidRDefault="00845324" w:rsidP="00845324">
      <w:r>
        <w:t>367.3939</w:t>
      </w:r>
      <w:r>
        <w:tab/>
        <w:t>3.432e0</w:t>
      </w:r>
    </w:p>
    <w:p w:rsidR="00845324" w:rsidRDefault="00845324" w:rsidP="00845324">
      <w:r>
        <w:t>367.4394</w:t>
      </w:r>
      <w:r>
        <w:tab/>
        <w:t>2.025e0</w:t>
      </w:r>
    </w:p>
    <w:p w:rsidR="00845324" w:rsidRDefault="00845324" w:rsidP="00845324">
      <w:r>
        <w:t>367.4700</w:t>
      </w:r>
      <w:r>
        <w:tab/>
        <w:t>2.025e0</w:t>
      </w:r>
    </w:p>
    <w:p w:rsidR="00845324" w:rsidRDefault="00845324" w:rsidP="00845324">
      <w:r>
        <w:lastRenderedPageBreak/>
        <w:t>367.5718</w:t>
      </w:r>
      <w:r>
        <w:tab/>
        <w:t>2.025e0</w:t>
      </w:r>
    </w:p>
    <w:p w:rsidR="00845324" w:rsidRDefault="00845324" w:rsidP="00845324">
      <w:r>
        <w:t>367.6091</w:t>
      </w:r>
      <w:r>
        <w:tab/>
        <w:t>1.013e0</w:t>
      </w:r>
    </w:p>
    <w:p w:rsidR="00845324" w:rsidRDefault="00845324" w:rsidP="00845324">
      <w:r>
        <w:t>367.7151</w:t>
      </w:r>
      <w:r>
        <w:tab/>
        <w:t>1.013e0</w:t>
      </w:r>
    </w:p>
    <w:p w:rsidR="00845324" w:rsidRDefault="00845324" w:rsidP="00845324">
      <w:r>
        <w:t>367.7445</w:t>
      </w:r>
      <w:r>
        <w:tab/>
        <w:t>1.013e0</w:t>
      </w:r>
    </w:p>
    <w:p w:rsidR="00845324" w:rsidRDefault="00845324" w:rsidP="00845324">
      <w:r>
        <w:t>367.8211</w:t>
      </w:r>
      <w:r>
        <w:tab/>
        <w:t>1.013e0</w:t>
      </w:r>
    </w:p>
    <w:p w:rsidR="00845324" w:rsidRDefault="00845324" w:rsidP="00845324">
      <w:r>
        <w:t>367.8582</w:t>
      </w:r>
      <w:r>
        <w:tab/>
        <w:t>1.013e0</w:t>
      </w:r>
    </w:p>
    <w:p w:rsidR="00845324" w:rsidRDefault="00845324" w:rsidP="00845324">
      <w:r>
        <w:t>367.9454</w:t>
      </w:r>
      <w:r>
        <w:tab/>
        <w:t>2.477e0</w:t>
      </w:r>
    </w:p>
    <w:p w:rsidR="00845324" w:rsidRDefault="00845324" w:rsidP="00845324">
      <w:r>
        <w:t>368.0023</w:t>
      </w:r>
      <w:r>
        <w:tab/>
        <w:t>2.946e0</w:t>
      </w:r>
    </w:p>
    <w:p w:rsidR="00845324" w:rsidRDefault="00845324" w:rsidP="00845324">
      <w:r>
        <w:t>368.0677</w:t>
      </w:r>
      <w:r>
        <w:tab/>
        <w:t>4.950e0</w:t>
      </w:r>
    </w:p>
    <w:p w:rsidR="00845324" w:rsidRDefault="00845324" w:rsidP="00845324">
      <w:r>
        <w:t>368.1433</w:t>
      </w:r>
      <w:r>
        <w:tab/>
        <w:t>1.986e0</w:t>
      </w:r>
    </w:p>
    <w:p w:rsidR="00845324" w:rsidRDefault="00845324" w:rsidP="00845324">
      <w:r>
        <w:t>368.2804</w:t>
      </w:r>
      <w:r>
        <w:tab/>
        <w:t>8.356e0</w:t>
      </w:r>
    </w:p>
    <w:p w:rsidR="00845324" w:rsidRDefault="00845324" w:rsidP="00845324">
      <w:r>
        <w:t>368.3451</w:t>
      </w:r>
      <w:r>
        <w:tab/>
        <w:t>1.113e0</w:t>
      </w:r>
    </w:p>
    <w:p w:rsidR="00845324" w:rsidRDefault="00845324" w:rsidP="00845324">
      <w:r>
        <w:t>368.4215</w:t>
      </w:r>
      <w:r>
        <w:tab/>
        <w:t>2.750e1</w:t>
      </w:r>
    </w:p>
    <w:p w:rsidR="00845324" w:rsidRDefault="00845324" w:rsidP="00845324">
      <w:r>
        <w:t>368.5073</w:t>
      </w:r>
      <w:r>
        <w:tab/>
        <w:t>2.025e0</w:t>
      </w:r>
    </w:p>
    <w:p w:rsidR="00845324" w:rsidRDefault="00845324" w:rsidP="00845324">
      <w:r>
        <w:t>368.6055</w:t>
      </w:r>
      <w:r>
        <w:tab/>
        <w:t>1.013e0</w:t>
      </w:r>
    </w:p>
    <w:p w:rsidR="00845324" w:rsidRDefault="00845324" w:rsidP="00845324">
      <w:r>
        <w:t>368.6652</w:t>
      </w:r>
      <w:r>
        <w:tab/>
        <w:t>2.025e0</w:t>
      </w:r>
    </w:p>
    <w:p w:rsidR="00845324" w:rsidRDefault="00845324" w:rsidP="00845324">
      <w:r>
        <w:t>368.7036</w:t>
      </w:r>
      <w:r>
        <w:tab/>
        <w:t>1.013e0</w:t>
      </w:r>
    </w:p>
    <w:p w:rsidR="00845324" w:rsidRDefault="00845324" w:rsidP="00845324">
      <w:r>
        <w:t>368.7727</w:t>
      </w:r>
      <w:r>
        <w:tab/>
        <w:t>6.076e0</w:t>
      </w:r>
    </w:p>
    <w:p w:rsidR="00845324" w:rsidRDefault="00845324" w:rsidP="00845324">
      <w:r>
        <w:t>368.9070</w:t>
      </w:r>
      <w:r>
        <w:tab/>
        <w:t>1.485e0</w:t>
      </w:r>
    </w:p>
    <w:p w:rsidR="00845324" w:rsidRDefault="00845324" w:rsidP="00845324">
      <w:r>
        <w:lastRenderedPageBreak/>
        <w:t>368.9713</w:t>
      </w:r>
      <w:r>
        <w:tab/>
        <w:t>7.120e0</w:t>
      </w:r>
    </w:p>
    <w:p w:rsidR="00845324" w:rsidRDefault="00845324" w:rsidP="00845324">
      <w:r>
        <w:t>369.0342</w:t>
      </w:r>
      <w:r>
        <w:tab/>
        <w:t>2.025e0</w:t>
      </w:r>
    </w:p>
    <w:p w:rsidR="00845324" w:rsidRDefault="00845324" w:rsidP="00845324">
      <w:r>
        <w:t>369.1465</w:t>
      </w:r>
      <w:r>
        <w:tab/>
        <w:t>2.538e0</w:t>
      </w:r>
    </w:p>
    <w:p w:rsidR="00845324" w:rsidRDefault="00845324" w:rsidP="00845324">
      <w:r>
        <w:t>369.3245</w:t>
      </w:r>
      <w:r>
        <w:tab/>
        <w:t>5.618e0</w:t>
      </w:r>
    </w:p>
    <w:p w:rsidR="00845324" w:rsidRDefault="00845324" w:rsidP="00845324">
      <w:r>
        <w:t>369.3668</w:t>
      </w:r>
      <w:r>
        <w:tab/>
        <w:t>1.046e1</w:t>
      </w:r>
    </w:p>
    <w:p w:rsidR="00845324" w:rsidRDefault="00845324" w:rsidP="00845324">
      <w:r>
        <w:t>369.4015</w:t>
      </w:r>
      <w:r>
        <w:tab/>
        <w:t>1.647e1</w:t>
      </w:r>
    </w:p>
    <w:p w:rsidR="00845324" w:rsidRDefault="00845324" w:rsidP="00845324">
      <w:r>
        <w:t>369.4590</w:t>
      </w:r>
      <w:r>
        <w:tab/>
        <w:t>5.713e0</w:t>
      </w:r>
    </w:p>
    <w:p w:rsidR="00845324" w:rsidRDefault="00845324" w:rsidP="00845324">
      <w:r>
        <w:t>369.5310</w:t>
      </w:r>
      <w:r>
        <w:tab/>
        <w:t>5.063e0</w:t>
      </w:r>
    </w:p>
    <w:p w:rsidR="00845324" w:rsidRDefault="00845324" w:rsidP="00845324">
      <w:r>
        <w:t>369.5873</w:t>
      </w:r>
      <w:r>
        <w:tab/>
        <w:t>2.025e0</w:t>
      </w:r>
    </w:p>
    <w:p w:rsidR="00845324" w:rsidRDefault="00845324" w:rsidP="00845324">
      <w:r>
        <w:t>369.6440</w:t>
      </w:r>
      <w:r>
        <w:tab/>
        <w:t>1.013e0</w:t>
      </w:r>
    </w:p>
    <w:p w:rsidR="00845324" w:rsidRDefault="00845324" w:rsidP="00845324">
      <w:r>
        <w:t>369.8631</w:t>
      </w:r>
      <w:r>
        <w:tab/>
        <w:t>1.013e0</w:t>
      </w:r>
    </w:p>
    <w:p w:rsidR="00845324" w:rsidRDefault="00845324" w:rsidP="00845324">
      <w:r>
        <w:t>369.9244</w:t>
      </w:r>
      <w:r>
        <w:tab/>
        <w:t>1.376e0</w:t>
      </w:r>
    </w:p>
    <w:p w:rsidR="00845324" w:rsidRDefault="00845324" w:rsidP="00845324">
      <w:r>
        <w:t>370.0102</w:t>
      </w:r>
      <w:r>
        <w:tab/>
        <w:t>2.025e0</w:t>
      </w:r>
    </w:p>
    <w:p w:rsidR="00845324" w:rsidRDefault="00845324" w:rsidP="00845324">
      <w:r>
        <w:t>370.0977</w:t>
      </w:r>
      <w:r>
        <w:tab/>
        <w:t>1.944e0</w:t>
      </w:r>
    </w:p>
    <w:p w:rsidR="00845324" w:rsidRDefault="00845324" w:rsidP="00845324">
      <w:r>
        <w:t>370.2497</w:t>
      </w:r>
      <w:r>
        <w:tab/>
        <w:t>4.657e0</w:t>
      </w:r>
    </w:p>
    <w:p w:rsidR="00845324" w:rsidRDefault="00845324" w:rsidP="00845324">
      <w:r>
        <w:t>370.3099</w:t>
      </w:r>
      <w:r>
        <w:tab/>
        <w:t>3.357e0</w:t>
      </w:r>
    </w:p>
    <w:p w:rsidR="00845324" w:rsidRDefault="00845324" w:rsidP="00845324">
      <w:r>
        <w:t>370.3880</w:t>
      </w:r>
      <w:r>
        <w:tab/>
        <w:t>9.958e0</w:t>
      </w:r>
    </w:p>
    <w:p w:rsidR="00845324" w:rsidRDefault="00845324" w:rsidP="00845324">
      <w:r>
        <w:t>370.4343</w:t>
      </w:r>
      <w:r>
        <w:tab/>
        <w:t>5.876e0</w:t>
      </w:r>
    </w:p>
    <w:p w:rsidR="00845324" w:rsidRDefault="00845324" w:rsidP="00845324">
      <w:r>
        <w:t>370.5152</w:t>
      </w:r>
      <w:r>
        <w:tab/>
        <w:t>2.025e0</w:t>
      </w:r>
    </w:p>
    <w:p w:rsidR="00845324" w:rsidRDefault="00845324" w:rsidP="00845324">
      <w:r>
        <w:lastRenderedPageBreak/>
        <w:t>370.6016</w:t>
      </w:r>
      <w:r>
        <w:tab/>
        <w:t>2.025e0</w:t>
      </w:r>
    </w:p>
    <w:p w:rsidR="00845324" w:rsidRDefault="00845324" w:rsidP="00845324">
      <w:r>
        <w:t>370.6727</w:t>
      </w:r>
      <w:r>
        <w:tab/>
        <w:t>2.025e0</w:t>
      </w:r>
    </w:p>
    <w:p w:rsidR="00845324" w:rsidRDefault="00845324" w:rsidP="00845324">
      <w:r>
        <w:t>370.7219</w:t>
      </w:r>
      <w:r>
        <w:tab/>
        <w:t>1.013e0</w:t>
      </w:r>
    </w:p>
    <w:p w:rsidR="00845324" w:rsidRDefault="00845324" w:rsidP="00845324">
      <w:r>
        <w:t>370.7522</w:t>
      </w:r>
      <w:r>
        <w:tab/>
        <w:t>1.013e0</w:t>
      </w:r>
    </w:p>
    <w:p w:rsidR="00845324" w:rsidRDefault="00845324" w:rsidP="00845324">
      <w:r>
        <w:t>370.8242</w:t>
      </w:r>
      <w:r>
        <w:tab/>
        <w:t>1.013e0</w:t>
      </w:r>
    </w:p>
    <w:p w:rsidR="00845324" w:rsidRDefault="00845324" w:rsidP="00845324">
      <w:r>
        <w:t>370.9002</w:t>
      </w:r>
      <w:r>
        <w:tab/>
        <w:t>1.845e0</w:t>
      </w:r>
    </w:p>
    <w:p w:rsidR="00845324" w:rsidRDefault="00845324" w:rsidP="00845324">
      <w:r>
        <w:t>370.9531</w:t>
      </w:r>
      <w:r>
        <w:tab/>
        <w:t>8.034e0</w:t>
      </w:r>
    </w:p>
    <w:p w:rsidR="00845324" w:rsidRDefault="00845324" w:rsidP="00845324">
      <w:r>
        <w:t>371.0222</w:t>
      </w:r>
      <w:r>
        <w:tab/>
        <w:t>1.123e0</w:t>
      </w:r>
    </w:p>
    <w:p w:rsidR="00845324" w:rsidRDefault="00845324" w:rsidP="00845324">
      <w:r>
        <w:t>371.1035</w:t>
      </w:r>
      <w:r>
        <w:tab/>
        <w:t>3.970e0</w:t>
      </w:r>
    </w:p>
    <w:p w:rsidR="00845324" w:rsidRDefault="00845324" w:rsidP="00845324">
      <w:r>
        <w:t>371.1495</w:t>
      </w:r>
      <w:r>
        <w:tab/>
        <w:t>2.021e0</w:t>
      </w:r>
    </w:p>
    <w:p w:rsidR="00845324" w:rsidRDefault="00845324" w:rsidP="00845324">
      <w:r>
        <w:t>371.2327</w:t>
      </w:r>
      <w:r>
        <w:tab/>
        <w:t>1.140e1</w:t>
      </w:r>
    </w:p>
    <w:p w:rsidR="00845324" w:rsidRDefault="00845324" w:rsidP="00845324">
      <w:r>
        <w:t>371.3651</w:t>
      </w:r>
      <w:r>
        <w:tab/>
        <w:t>2.768e0</w:t>
      </w:r>
    </w:p>
    <w:p w:rsidR="00845324" w:rsidRDefault="00845324" w:rsidP="00845324">
      <w:r>
        <w:t>371.3976</w:t>
      </w:r>
      <w:r>
        <w:tab/>
        <w:t>2.646e0</w:t>
      </w:r>
    </w:p>
    <w:p w:rsidR="00845324" w:rsidRDefault="00845324" w:rsidP="00845324">
      <w:r>
        <w:t>371.4479</w:t>
      </w:r>
      <w:r>
        <w:tab/>
        <w:t>1.013e0</w:t>
      </w:r>
    </w:p>
    <w:p w:rsidR="00845324" w:rsidRDefault="00845324" w:rsidP="00845324">
      <w:r>
        <w:t>371.5098</w:t>
      </w:r>
      <w:r>
        <w:tab/>
        <w:t>3.038e0</w:t>
      </w:r>
    </w:p>
    <w:p w:rsidR="00845324" w:rsidRDefault="00845324" w:rsidP="00845324">
      <w:r>
        <w:t>371.5883</w:t>
      </w:r>
      <w:r>
        <w:tab/>
        <w:t>3.038e0</w:t>
      </w:r>
    </w:p>
    <w:p w:rsidR="00845324" w:rsidRDefault="00845324" w:rsidP="00845324">
      <w:r>
        <w:t>371.6781</w:t>
      </w:r>
      <w:r>
        <w:tab/>
        <w:t>1.013e0</w:t>
      </w:r>
    </w:p>
    <w:p w:rsidR="00845324" w:rsidRDefault="00845324" w:rsidP="00845324">
      <w:r>
        <w:t>371.7531</w:t>
      </w:r>
      <w:r>
        <w:tab/>
        <w:t>2.025e0</w:t>
      </w:r>
    </w:p>
    <w:p w:rsidR="00845324" w:rsidRDefault="00845324" w:rsidP="00845324">
      <w:r>
        <w:t>371.8081</w:t>
      </w:r>
      <w:r>
        <w:tab/>
        <w:t>1.013e0</w:t>
      </w:r>
    </w:p>
    <w:p w:rsidR="00845324" w:rsidRDefault="00845324" w:rsidP="00845324">
      <w:r>
        <w:lastRenderedPageBreak/>
        <w:t>371.8572</w:t>
      </w:r>
      <w:r>
        <w:tab/>
        <w:t>1.013e0</w:t>
      </w:r>
    </w:p>
    <w:p w:rsidR="00845324" w:rsidRDefault="00845324" w:rsidP="00845324">
      <w:r>
        <w:t>371.9076</w:t>
      </w:r>
      <w:r>
        <w:tab/>
        <w:t>1.863e0</w:t>
      </w:r>
    </w:p>
    <w:p w:rsidR="00845324" w:rsidRDefault="00845324" w:rsidP="00845324">
      <w:r>
        <w:t>371.9817</w:t>
      </w:r>
      <w:r>
        <w:tab/>
        <w:t>3.038e0</w:t>
      </w:r>
    </w:p>
    <w:p w:rsidR="00845324" w:rsidRDefault="00845324" w:rsidP="00845324">
      <w:r>
        <w:t>372.0854</w:t>
      </w:r>
      <w:r>
        <w:tab/>
        <w:t>4.048e0</w:t>
      </w:r>
    </w:p>
    <w:p w:rsidR="00845324" w:rsidRDefault="00845324" w:rsidP="00845324">
      <w:r>
        <w:t>372.1371</w:t>
      </w:r>
      <w:r>
        <w:tab/>
        <w:t>1.025e0</w:t>
      </w:r>
    </w:p>
    <w:p w:rsidR="00845324" w:rsidRDefault="00845324" w:rsidP="00845324">
      <w:r>
        <w:t>372.2064</w:t>
      </w:r>
      <w:r>
        <w:tab/>
        <w:t>3.078e0</w:t>
      </w:r>
    </w:p>
    <w:p w:rsidR="00845324" w:rsidRDefault="00845324" w:rsidP="00845324">
      <w:r>
        <w:t>372.2505</w:t>
      </w:r>
      <w:r>
        <w:tab/>
        <w:t>1.554e1</w:t>
      </w:r>
    </w:p>
    <w:p w:rsidR="00845324" w:rsidRDefault="00845324" w:rsidP="00845324">
      <w:r>
        <w:t>372.3488</w:t>
      </w:r>
      <w:r>
        <w:tab/>
        <w:t>3.866e1</w:t>
      </w:r>
    </w:p>
    <w:p w:rsidR="00845324" w:rsidRDefault="00845324" w:rsidP="00845324">
      <w:r>
        <w:t>372.4543</w:t>
      </w:r>
      <w:r>
        <w:tab/>
        <w:t>3.038e0</w:t>
      </w:r>
    </w:p>
    <w:p w:rsidR="00845324" w:rsidRDefault="00845324" w:rsidP="00845324">
      <w:r>
        <w:t>372.5374</w:t>
      </w:r>
      <w:r>
        <w:tab/>
        <w:t>4.051e0</w:t>
      </w:r>
    </w:p>
    <w:p w:rsidR="00845324" w:rsidRDefault="00845324" w:rsidP="00845324">
      <w:r>
        <w:t>372.6230</w:t>
      </w:r>
      <w:r>
        <w:tab/>
        <w:t>1.013e0</w:t>
      </w:r>
    </w:p>
    <w:p w:rsidR="00845324" w:rsidRDefault="00845324" w:rsidP="00845324">
      <w:r>
        <w:t>372.7189</w:t>
      </w:r>
      <w:r>
        <w:tab/>
        <w:t>2.025e0</w:t>
      </w:r>
    </w:p>
    <w:p w:rsidR="00845324" w:rsidRDefault="00845324" w:rsidP="00845324">
      <w:r>
        <w:t>372.7895</w:t>
      </w:r>
      <w:r>
        <w:tab/>
        <w:t>3.038e0</w:t>
      </w:r>
    </w:p>
    <w:p w:rsidR="00845324" w:rsidRDefault="00845324" w:rsidP="00845324">
      <w:r>
        <w:t>372.8361</w:t>
      </w:r>
      <w:r>
        <w:tab/>
        <w:t>2.025e0</w:t>
      </w:r>
    </w:p>
    <w:p w:rsidR="00845324" w:rsidRDefault="00845324" w:rsidP="00845324">
      <w:r>
        <w:t>372.9030</w:t>
      </w:r>
      <w:r>
        <w:tab/>
        <w:t>4.908e0</w:t>
      </w:r>
    </w:p>
    <w:p w:rsidR="00845324" w:rsidRDefault="00845324" w:rsidP="00845324">
      <w:r>
        <w:t>372.9660</w:t>
      </w:r>
      <w:r>
        <w:tab/>
        <w:t>1.870e0</w:t>
      </w:r>
    </w:p>
    <w:p w:rsidR="00845324" w:rsidRDefault="00845324" w:rsidP="00845324">
      <w:r>
        <w:t>373.0378</w:t>
      </w:r>
      <w:r>
        <w:tab/>
        <w:t>2.025e0</w:t>
      </w:r>
    </w:p>
    <w:p w:rsidR="00845324" w:rsidRDefault="00845324" w:rsidP="00845324">
      <w:r>
        <w:t>373.1068</w:t>
      </w:r>
      <w:r>
        <w:tab/>
        <w:t>2.025e0</w:t>
      </w:r>
    </w:p>
    <w:p w:rsidR="00845324" w:rsidRDefault="00845324" w:rsidP="00845324">
      <w:r>
        <w:t>373.1862</w:t>
      </w:r>
      <w:r>
        <w:tab/>
        <w:t>2.176e0</w:t>
      </w:r>
    </w:p>
    <w:p w:rsidR="00845324" w:rsidRDefault="00845324" w:rsidP="00845324">
      <w:r>
        <w:lastRenderedPageBreak/>
        <w:t>373.2261</w:t>
      </w:r>
      <w:r>
        <w:tab/>
        <w:t>4.035e0</w:t>
      </w:r>
    </w:p>
    <w:p w:rsidR="00845324" w:rsidRDefault="00845324" w:rsidP="00845324">
      <w:r>
        <w:t>373.2773</w:t>
      </w:r>
      <w:r>
        <w:tab/>
        <w:t>6.655e0</w:t>
      </w:r>
    </w:p>
    <w:p w:rsidR="00845324" w:rsidRDefault="00845324" w:rsidP="00845324">
      <w:r>
        <w:t>373.3568</w:t>
      </w:r>
      <w:r>
        <w:tab/>
        <w:t>9.150e0</w:t>
      </w:r>
    </w:p>
    <w:p w:rsidR="00845324" w:rsidRDefault="00845324" w:rsidP="00845324">
      <w:r>
        <w:t>373.4818</w:t>
      </w:r>
      <w:r>
        <w:tab/>
        <w:t>3.038e0</w:t>
      </w:r>
    </w:p>
    <w:p w:rsidR="00845324" w:rsidRDefault="00845324" w:rsidP="00845324">
      <w:r>
        <w:t>373.5797</w:t>
      </w:r>
      <w:r>
        <w:tab/>
        <w:t>3.038e0</w:t>
      </w:r>
    </w:p>
    <w:p w:rsidR="00845324" w:rsidRDefault="00845324" w:rsidP="00845324">
      <w:r>
        <w:t>373.8044</w:t>
      </w:r>
      <w:r>
        <w:tab/>
        <w:t>3.038e0</w:t>
      </w:r>
    </w:p>
    <w:p w:rsidR="00845324" w:rsidRDefault="00845324" w:rsidP="00845324">
      <w:r>
        <w:t>373.9387</w:t>
      </w:r>
      <w:r>
        <w:tab/>
        <w:t>1.856e0</w:t>
      </w:r>
    </w:p>
    <w:p w:rsidR="00845324" w:rsidRDefault="00845324" w:rsidP="00845324">
      <w:r>
        <w:t>373.9969</w:t>
      </w:r>
      <w:r>
        <w:tab/>
        <w:t>2.025e0</w:t>
      </w:r>
    </w:p>
    <w:p w:rsidR="00845324" w:rsidRDefault="00845324" w:rsidP="00845324">
      <w:r>
        <w:t>374.0378</w:t>
      </w:r>
      <w:r>
        <w:tab/>
        <w:t>2.586e0</w:t>
      </w:r>
    </w:p>
    <w:p w:rsidR="00845324" w:rsidRDefault="00845324" w:rsidP="00845324">
      <w:r>
        <w:t>374.0928</w:t>
      </w:r>
      <w:r>
        <w:tab/>
        <w:t>4.051e0</w:t>
      </w:r>
    </w:p>
    <w:p w:rsidR="00845324" w:rsidRDefault="00845324" w:rsidP="00845324">
      <w:r>
        <w:t>374.1691</w:t>
      </w:r>
      <w:r>
        <w:tab/>
        <w:t>2.532e0</w:t>
      </w:r>
    </w:p>
    <w:p w:rsidR="00845324" w:rsidRDefault="00845324" w:rsidP="00845324">
      <w:r>
        <w:t>374.2588</w:t>
      </w:r>
      <w:r>
        <w:tab/>
        <w:t>5.958e0</w:t>
      </w:r>
    </w:p>
    <w:p w:rsidR="00845324" w:rsidRDefault="00845324" w:rsidP="00845324">
      <w:r>
        <w:t>374.3087</w:t>
      </w:r>
      <w:r>
        <w:tab/>
        <w:t>3.004e0</w:t>
      </w:r>
    </w:p>
    <w:p w:rsidR="00845324" w:rsidRDefault="00845324" w:rsidP="00845324">
      <w:r>
        <w:t>374.3885</w:t>
      </w:r>
      <w:r>
        <w:tab/>
        <w:t>3.994e0</w:t>
      </w:r>
    </w:p>
    <w:p w:rsidR="00845324" w:rsidRDefault="00845324" w:rsidP="00845324">
      <w:r>
        <w:t>374.4434</w:t>
      </w:r>
      <w:r>
        <w:tab/>
        <w:t>1.013e0</w:t>
      </w:r>
    </w:p>
    <w:p w:rsidR="00845324" w:rsidRDefault="00845324" w:rsidP="00845324">
      <w:r>
        <w:t>374.5125</w:t>
      </w:r>
      <w:r>
        <w:tab/>
        <w:t>3.038e0</w:t>
      </w:r>
    </w:p>
    <w:p w:rsidR="00845324" w:rsidRDefault="00845324" w:rsidP="00845324">
      <w:r>
        <w:t>374.5590</w:t>
      </w:r>
      <w:r>
        <w:tab/>
        <w:t>1.013e0</w:t>
      </w:r>
    </w:p>
    <w:p w:rsidR="00845324" w:rsidRDefault="00845324" w:rsidP="00845324">
      <w:r>
        <w:t>374.6751</w:t>
      </w:r>
      <w:r>
        <w:tab/>
        <w:t>4.051e0</w:t>
      </w:r>
    </w:p>
    <w:p w:rsidR="00845324" w:rsidRDefault="00845324" w:rsidP="00845324">
      <w:r>
        <w:t>374.7684</w:t>
      </w:r>
      <w:r>
        <w:tab/>
        <w:t>3.038e0</w:t>
      </w:r>
    </w:p>
    <w:p w:rsidR="00845324" w:rsidRDefault="00845324" w:rsidP="00845324">
      <w:r>
        <w:lastRenderedPageBreak/>
        <w:t>374.8499</w:t>
      </w:r>
      <w:r>
        <w:tab/>
        <w:t>2.150e0</w:t>
      </w:r>
    </w:p>
    <w:p w:rsidR="00845324" w:rsidRDefault="00845324" w:rsidP="00845324">
      <w:r>
        <w:t>374.8981</w:t>
      </w:r>
      <w:r>
        <w:tab/>
        <w:t>2.025e0</w:t>
      </w:r>
    </w:p>
    <w:p w:rsidR="00845324" w:rsidRDefault="00845324" w:rsidP="00845324">
      <w:r>
        <w:t>374.9517</w:t>
      </w:r>
      <w:r>
        <w:tab/>
        <w:t>5.688e0</w:t>
      </w:r>
    </w:p>
    <w:p w:rsidR="00845324" w:rsidRDefault="00845324" w:rsidP="00845324">
      <w:r>
        <w:t>375.0196</w:t>
      </w:r>
      <w:r>
        <w:tab/>
        <w:t>5.481e0</w:t>
      </w:r>
    </w:p>
    <w:p w:rsidR="00845324" w:rsidRDefault="00845324" w:rsidP="00845324">
      <w:r>
        <w:t>375.0773</w:t>
      </w:r>
      <w:r>
        <w:tab/>
        <w:t>1.013e0</w:t>
      </w:r>
    </w:p>
    <w:p w:rsidR="00845324" w:rsidRDefault="00845324" w:rsidP="00845324">
      <w:r>
        <w:t>375.1462</w:t>
      </w:r>
      <w:r>
        <w:tab/>
        <w:t>1.013e0</w:t>
      </w:r>
    </w:p>
    <w:p w:rsidR="00845324" w:rsidRDefault="00845324" w:rsidP="00845324">
      <w:r>
        <w:t>375.2183</w:t>
      </w:r>
      <w:r>
        <w:tab/>
        <w:t>1.485e1</w:t>
      </w:r>
    </w:p>
    <w:p w:rsidR="00845324" w:rsidRDefault="00845324" w:rsidP="00845324">
      <w:r>
        <w:t>375.3356</w:t>
      </w:r>
      <w:r>
        <w:tab/>
        <w:t>3.258e0</w:t>
      </w:r>
    </w:p>
    <w:p w:rsidR="00845324" w:rsidRDefault="00845324" w:rsidP="00845324">
      <w:r>
        <w:t>375.3782</w:t>
      </w:r>
      <w:r>
        <w:tab/>
        <w:t>2.711e0</w:t>
      </w:r>
    </w:p>
    <w:p w:rsidR="00845324" w:rsidRDefault="00845324" w:rsidP="00845324">
      <w:r>
        <w:t>375.4430</w:t>
      </w:r>
      <w:r>
        <w:tab/>
        <w:t>1.013e0</w:t>
      </w:r>
    </w:p>
    <w:p w:rsidR="00845324" w:rsidRDefault="00845324" w:rsidP="00845324">
      <w:r>
        <w:t>375.5932</w:t>
      </w:r>
      <w:r>
        <w:tab/>
        <w:t>1.013e0</w:t>
      </w:r>
    </w:p>
    <w:p w:rsidR="00845324" w:rsidRDefault="00845324" w:rsidP="00845324">
      <w:r>
        <w:t>375.6501</w:t>
      </w:r>
      <w:r>
        <w:tab/>
        <w:t>1.013e0</w:t>
      </w:r>
    </w:p>
    <w:p w:rsidR="00845324" w:rsidRDefault="00845324" w:rsidP="00845324">
      <w:r>
        <w:t>375.7162</w:t>
      </w:r>
      <w:r>
        <w:tab/>
        <w:t>1.013e0</w:t>
      </w:r>
    </w:p>
    <w:p w:rsidR="00845324" w:rsidRDefault="00845324" w:rsidP="00845324">
      <w:r>
        <w:t>375.7571</w:t>
      </w:r>
      <w:r>
        <w:tab/>
        <w:t>2.025e0</w:t>
      </w:r>
    </w:p>
    <w:p w:rsidR="00845324" w:rsidRDefault="00845324" w:rsidP="00845324">
      <w:r>
        <w:t>375.8089</w:t>
      </w:r>
      <w:r>
        <w:tab/>
        <w:t>1.013e0</w:t>
      </w:r>
    </w:p>
    <w:p w:rsidR="00845324" w:rsidRDefault="00845324" w:rsidP="00845324">
      <w:r>
        <w:t>375.8540</w:t>
      </w:r>
      <w:r>
        <w:tab/>
        <w:t>2.025e0</w:t>
      </w:r>
    </w:p>
    <w:p w:rsidR="00845324" w:rsidRDefault="00845324" w:rsidP="00845324">
      <w:r>
        <w:t>375.8987</w:t>
      </w:r>
      <w:r>
        <w:tab/>
        <w:t>2.025e0</w:t>
      </w:r>
    </w:p>
    <w:p w:rsidR="00845324" w:rsidRDefault="00845324" w:rsidP="00845324">
      <w:r>
        <w:t>375.9546</w:t>
      </w:r>
      <w:r>
        <w:tab/>
        <w:t>6.403e0</w:t>
      </w:r>
    </w:p>
    <w:p w:rsidR="00845324" w:rsidRDefault="00845324" w:rsidP="00845324">
      <w:r>
        <w:t>376.0328</w:t>
      </w:r>
      <w:r>
        <w:tab/>
        <w:t>2.025e0</w:t>
      </w:r>
    </w:p>
    <w:p w:rsidR="00845324" w:rsidRDefault="00845324" w:rsidP="00845324">
      <w:r>
        <w:lastRenderedPageBreak/>
        <w:t>376.0853</w:t>
      </w:r>
      <w:r>
        <w:tab/>
        <w:t>1.013e0</w:t>
      </w:r>
    </w:p>
    <w:p w:rsidR="00845324" w:rsidRDefault="00845324" w:rsidP="00845324">
      <w:r>
        <w:t>376.1334</w:t>
      </w:r>
      <w:r>
        <w:tab/>
        <w:t>3.038e0</w:t>
      </w:r>
    </w:p>
    <w:p w:rsidR="00845324" w:rsidRDefault="00845324" w:rsidP="00845324">
      <w:r>
        <w:t>376.2350</w:t>
      </w:r>
      <w:r>
        <w:tab/>
        <w:t>4.021e0</w:t>
      </w:r>
    </w:p>
    <w:p w:rsidR="00845324" w:rsidRDefault="00845324" w:rsidP="00845324">
      <w:r>
        <w:t>376.2928</w:t>
      </w:r>
      <w:r>
        <w:tab/>
        <w:t>3.910e0</w:t>
      </w:r>
    </w:p>
    <w:p w:rsidR="00845324" w:rsidRDefault="00845324" w:rsidP="00845324">
      <w:r>
        <w:t>376.3555</w:t>
      </w:r>
      <w:r>
        <w:tab/>
        <w:t>2.104e0</w:t>
      </w:r>
    </w:p>
    <w:p w:rsidR="00845324" w:rsidRDefault="00845324" w:rsidP="00845324">
      <w:r>
        <w:t>376.4737</w:t>
      </w:r>
      <w:r>
        <w:tab/>
        <w:t>3.038e0</w:t>
      </w:r>
    </w:p>
    <w:p w:rsidR="00845324" w:rsidRDefault="00845324" w:rsidP="00845324">
      <w:r>
        <w:t>376.5676</w:t>
      </w:r>
      <w:r>
        <w:tab/>
        <w:t>3.038e0</w:t>
      </w:r>
    </w:p>
    <w:p w:rsidR="00845324" w:rsidRDefault="00845324" w:rsidP="00845324">
      <w:r>
        <w:t>376.6179</w:t>
      </w:r>
      <w:r>
        <w:tab/>
        <w:t>1.013e0</w:t>
      </w:r>
    </w:p>
    <w:p w:rsidR="00845324" w:rsidRDefault="00845324" w:rsidP="00845324">
      <w:r>
        <w:t>376.7114</w:t>
      </w:r>
      <w:r>
        <w:tab/>
        <w:t>2.025e0</w:t>
      </w:r>
    </w:p>
    <w:p w:rsidR="00845324" w:rsidRDefault="00845324" w:rsidP="00845324">
      <w:r>
        <w:t>376.7687</w:t>
      </w:r>
      <w:r>
        <w:tab/>
        <w:t>3.038e0</w:t>
      </w:r>
    </w:p>
    <w:p w:rsidR="00845324" w:rsidRDefault="00845324" w:rsidP="00845324">
      <w:r>
        <w:t>376.8422</w:t>
      </w:r>
      <w:r>
        <w:tab/>
        <w:t>2.025e0</w:t>
      </w:r>
    </w:p>
    <w:p w:rsidR="00845324" w:rsidRDefault="00845324" w:rsidP="00845324">
      <w:r>
        <w:t>376.9084</w:t>
      </w:r>
      <w:r>
        <w:tab/>
        <w:t>3.038e0</w:t>
      </w:r>
    </w:p>
    <w:p w:rsidR="00845324" w:rsidRDefault="00845324" w:rsidP="00845324">
      <w:r>
        <w:t>376.9919</w:t>
      </w:r>
      <w:r>
        <w:tab/>
        <w:t>2.025e0</w:t>
      </w:r>
    </w:p>
    <w:p w:rsidR="00845324" w:rsidRDefault="00845324" w:rsidP="00845324">
      <w:r>
        <w:t>377.0433</w:t>
      </w:r>
      <w:r>
        <w:tab/>
        <w:t>2.025e0</w:t>
      </w:r>
    </w:p>
    <w:p w:rsidR="00845324" w:rsidRDefault="00845324" w:rsidP="00845324">
      <w:r>
        <w:t>377.0792</w:t>
      </w:r>
      <w:r>
        <w:tab/>
        <w:t>3.038e0</w:t>
      </w:r>
    </w:p>
    <w:p w:rsidR="00845324" w:rsidRDefault="00845324" w:rsidP="00845324">
      <w:r>
        <w:t>377.1555</w:t>
      </w:r>
      <w:r>
        <w:tab/>
        <w:t>4.563e0</w:t>
      </w:r>
    </w:p>
    <w:p w:rsidR="00845324" w:rsidRDefault="00845324" w:rsidP="00845324">
      <w:r>
        <w:t>377.2025</w:t>
      </w:r>
      <w:r>
        <w:tab/>
        <w:t>6.649e0</w:t>
      </w:r>
    </w:p>
    <w:p w:rsidR="00845324" w:rsidRDefault="00845324" w:rsidP="00845324">
      <w:r>
        <w:t>377.4475</w:t>
      </w:r>
      <w:r>
        <w:tab/>
        <w:t>3.038e0</w:t>
      </w:r>
    </w:p>
    <w:p w:rsidR="00845324" w:rsidRDefault="00845324" w:rsidP="00845324">
      <w:r>
        <w:t>377.5438</w:t>
      </w:r>
      <w:r>
        <w:tab/>
        <w:t>2.025e0</w:t>
      </w:r>
    </w:p>
    <w:p w:rsidR="00845324" w:rsidRDefault="00845324" w:rsidP="00845324">
      <w:r>
        <w:lastRenderedPageBreak/>
        <w:t>377.6172</w:t>
      </w:r>
      <w:r>
        <w:tab/>
        <w:t>6.076e0</w:t>
      </w:r>
    </w:p>
    <w:p w:rsidR="00845324" w:rsidRDefault="00845324" w:rsidP="00845324">
      <w:r>
        <w:t>377.6799</w:t>
      </w:r>
      <w:r>
        <w:tab/>
        <w:t>4.051e0</w:t>
      </w:r>
    </w:p>
    <w:p w:rsidR="00845324" w:rsidRDefault="00845324" w:rsidP="00845324">
      <w:r>
        <w:t>377.7663</w:t>
      </w:r>
      <w:r>
        <w:tab/>
        <w:t>2.025e0</w:t>
      </w:r>
    </w:p>
    <w:p w:rsidR="00845324" w:rsidRDefault="00845324" w:rsidP="00845324">
      <w:r>
        <w:t>377.8198</w:t>
      </w:r>
      <w:r>
        <w:tab/>
        <w:t>1.013e0</w:t>
      </w:r>
    </w:p>
    <w:p w:rsidR="00845324" w:rsidRDefault="00845324" w:rsidP="00845324">
      <w:r>
        <w:t>377.9262</w:t>
      </w:r>
      <w:r>
        <w:tab/>
        <w:t>3.038e0</w:t>
      </w:r>
    </w:p>
    <w:p w:rsidR="00845324" w:rsidRDefault="00845324" w:rsidP="00845324">
      <w:r>
        <w:t>377.9750</w:t>
      </w:r>
      <w:r>
        <w:tab/>
        <w:t>4.051e0</w:t>
      </w:r>
    </w:p>
    <w:p w:rsidR="00845324" w:rsidRDefault="00845324" w:rsidP="00845324">
      <w:r>
        <w:t>378.0253</w:t>
      </w:r>
      <w:r>
        <w:tab/>
        <w:t>1.143e0</w:t>
      </w:r>
    </w:p>
    <w:p w:rsidR="00845324" w:rsidRDefault="00845324" w:rsidP="00845324">
      <w:r>
        <w:t>378.1439</w:t>
      </w:r>
      <w:r>
        <w:tab/>
        <w:t>4.557e0</w:t>
      </w:r>
    </w:p>
    <w:p w:rsidR="00845324" w:rsidRDefault="00845324" w:rsidP="00845324">
      <w:r>
        <w:t>378.3224</w:t>
      </w:r>
      <w:r>
        <w:tab/>
        <w:t>3.079e0</w:t>
      </w:r>
    </w:p>
    <w:p w:rsidR="00845324" w:rsidRDefault="00845324" w:rsidP="00845324">
      <w:r>
        <w:t>378.4654</w:t>
      </w:r>
      <w:r>
        <w:tab/>
        <w:t>4.051e0</w:t>
      </w:r>
    </w:p>
    <w:p w:rsidR="00845324" w:rsidRDefault="00845324" w:rsidP="00845324">
      <w:r>
        <w:t>378.5396</w:t>
      </w:r>
      <w:r>
        <w:tab/>
        <w:t>1.013e0</w:t>
      </w:r>
    </w:p>
    <w:p w:rsidR="00845324" w:rsidRDefault="00845324" w:rsidP="00845324">
      <w:r>
        <w:t>378.5952</w:t>
      </w:r>
      <w:r>
        <w:tab/>
        <w:t>1.013e0</w:t>
      </w:r>
    </w:p>
    <w:p w:rsidR="00845324" w:rsidRDefault="00845324" w:rsidP="00845324">
      <w:r>
        <w:t>378.6927</w:t>
      </w:r>
      <w:r>
        <w:tab/>
        <w:t>5.063e0</w:t>
      </w:r>
    </w:p>
    <w:p w:rsidR="00845324" w:rsidRDefault="00845324" w:rsidP="00845324">
      <w:r>
        <w:t>378.7761</w:t>
      </w:r>
      <w:r>
        <w:tab/>
        <w:t>2.025e0</w:t>
      </w:r>
    </w:p>
    <w:p w:rsidR="00845324" w:rsidRDefault="00845324" w:rsidP="00845324">
      <w:r>
        <w:t>378.8173</w:t>
      </w:r>
      <w:r>
        <w:tab/>
        <w:t>2.025e0</w:t>
      </w:r>
    </w:p>
    <w:p w:rsidR="00845324" w:rsidRDefault="00845324" w:rsidP="00845324">
      <w:r>
        <w:t>378.9462</w:t>
      </w:r>
      <w:r>
        <w:tab/>
        <w:t>5.063e0</w:t>
      </w:r>
    </w:p>
    <w:p w:rsidR="00845324" w:rsidRDefault="00845324" w:rsidP="00845324">
      <w:r>
        <w:t>378.9822</w:t>
      </w:r>
      <w:r>
        <w:tab/>
        <w:t>2.025e0</w:t>
      </w:r>
    </w:p>
    <w:p w:rsidR="00845324" w:rsidRDefault="00845324" w:rsidP="00845324">
      <w:r>
        <w:t>379.1163</w:t>
      </w:r>
      <w:r>
        <w:tab/>
        <w:t>3.038e0</w:t>
      </w:r>
    </w:p>
    <w:p w:rsidR="00845324" w:rsidRDefault="00845324" w:rsidP="00845324">
      <w:r>
        <w:t>379.1956</w:t>
      </w:r>
      <w:r>
        <w:tab/>
        <w:t>1.642e0</w:t>
      </w:r>
    </w:p>
    <w:p w:rsidR="00845324" w:rsidRDefault="00845324" w:rsidP="00845324">
      <w:r>
        <w:lastRenderedPageBreak/>
        <w:t>379.3614</w:t>
      </w:r>
      <w:r>
        <w:tab/>
        <w:t>3.361e0</w:t>
      </w:r>
    </w:p>
    <w:p w:rsidR="00845324" w:rsidRDefault="00845324" w:rsidP="00845324">
      <w:r>
        <w:t>379.3892</w:t>
      </w:r>
      <w:r>
        <w:tab/>
        <w:t>2.183e0</w:t>
      </w:r>
    </w:p>
    <w:p w:rsidR="00845324" w:rsidRDefault="00845324" w:rsidP="00845324">
      <w:r>
        <w:t>379.5108</w:t>
      </w:r>
      <w:r>
        <w:tab/>
        <w:t>1.013e0</w:t>
      </w:r>
    </w:p>
    <w:p w:rsidR="00845324" w:rsidRDefault="00845324" w:rsidP="00845324">
      <w:r>
        <w:t>379.5753</w:t>
      </w:r>
      <w:r>
        <w:tab/>
        <w:t>2.025e0</w:t>
      </w:r>
    </w:p>
    <w:p w:rsidR="00845324" w:rsidRDefault="00845324" w:rsidP="00845324">
      <w:r>
        <w:t>379.6938</w:t>
      </w:r>
      <w:r>
        <w:tab/>
        <w:t>3.038e0</w:t>
      </w:r>
    </w:p>
    <w:p w:rsidR="00845324" w:rsidRDefault="00845324" w:rsidP="00845324">
      <w:r>
        <w:t>379.8235</w:t>
      </w:r>
      <w:r>
        <w:tab/>
        <w:t>2.025e0</w:t>
      </w:r>
    </w:p>
    <w:p w:rsidR="00845324" w:rsidRDefault="00845324" w:rsidP="00845324">
      <w:r>
        <w:t>379.8697</w:t>
      </w:r>
      <w:r>
        <w:tab/>
        <w:t>2.025e0</w:t>
      </w:r>
    </w:p>
    <w:p w:rsidR="00845324" w:rsidRDefault="00845324" w:rsidP="00845324">
      <w:r>
        <w:t>379.9106</w:t>
      </w:r>
      <w:r>
        <w:tab/>
        <w:t>2.462e0</w:t>
      </w:r>
    </w:p>
    <w:p w:rsidR="00845324" w:rsidRDefault="00845324" w:rsidP="00845324">
      <w:r>
        <w:t>379.9552</w:t>
      </w:r>
      <w:r>
        <w:tab/>
        <w:t>1.013e0</w:t>
      </w:r>
    </w:p>
    <w:p w:rsidR="00845324" w:rsidRDefault="00845324" w:rsidP="00845324">
      <w:r>
        <w:t>380.0562</w:t>
      </w:r>
      <w:r>
        <w:tab/>
        <w:t>5.063e0</w:t>
      </w:r>
    </w:p>
    <w:p w:rsidR="00845324" w:rsidRDefault="00845324" w:rsidP="00845324">
      <w:r>
        <w:t>380.1055</w:t>
      </w:r>
      <w:r>
        <w:tab/>
        <w:t>2.025e0</w:t>
      </w:r>
    </w:p>
    <w:p w:rsidR="00845324" w:rsidRDefault="00845324" w:rsidP="00845324">
      <w:r>
        <w:t>380.1956</w:t>
      </w:r>
      <w:r>
        <w:tab/>
        <w:t>1.505e0</w:t>
      </w:r>
    </w:p>
    <w:p w:rsidR="00845324" w:rsidRDefault="00845324" w:rsidP="00845324">
      <w:r>
        <w:t>380.3413</w:t>
      </w:r>
      <w:r>
        <w:tab/>
        <w:t>5.584e1</w:t>
      </w:r>
    </w:p>
    <w:p w:rsidR="00845324" w:rsidRDefault="00845324" w:rsidP="00845324">
      <w:r>
        <w:t>380.4639</w:t>
      </w:r>
      <w:r>
        <w:tab/>
        <w:t>3.038e0</w:t>
      </w:r>
    </w:p>
    <w:p w:rsidR="00845324" w:rsidRDefault="00845324" w:rsidP="00845324">
      <w:r>
        <w:t>380.5140</w:t>
      </w:r>
      <w:r>
        <w:tab/>
        <w:t>3.038e0</w:t>
      </w:r>
    </w:p>
    <w:p w:rsidR="00845324" w:rsidRDefault="00845324" w:rsidP="00845324">
      <w:r>
        <w:t>380.5569</w:t>
      </w:r>
      <w:r>
        <w:tab/>
        <w:t>3.038e0</w:t>
      </w:r>
    </w:p>
    <w:p w:rsidR="00845324" w:rsidRDefault="00845324" w:rsidP="00845324">
      <w:r>
        <w:t>380.6235</w:t>
      </w:r>
      <w:r>
        <w:tab/>
        <w:t>2.025e0</w:t>
      </w:r>
    </w:p>
    <w:p w:rsidR="00845324" w:rsidRDefault="00845324" w:rsidP="00845324">
      <w:r>
        <w:t>380.6974</w:t>
      </w:r>
      <w:r>
        <w:tab/>
        <w:t>2.025e0</w:t>
      </w:r>
    </w:p>
    <w:p w:rsidR="00845324" w:rsidRDefault="00845324" w:rsidP="00845324">
      <w:r>
        <w:t>380.8387</w:t>
      </w:r>
      <w:r>
        <w:tab/>
        <w:t>3.038e0</w:t>
      </w:r>
    </w:p>
    <w:p w:rsidR="00845324" w:rsidRDefault="00845324" w:rsidP="00845324">
      <w:r>
        <w:lastRenderedPageBreak/>
        <w:t>380.9157</w:t>
      </w:r>
      <w:r>
        <w:tab/>
        <w:t>8.139e0</w:t>
      </w:r>
    </w:p>
    <w:p w:rsidR="00845324" w:rsidRDefault="00845324" w:rsidP="00845324">
      <w:r>
        <w:t>380.9955</w:t>
      </w:r>
      <w:r>
        <w:tab/>
        <w:t>2.025e0</w:t>
      </w:r>
    </w:p>
    <w:p w:rsidR="00845324" w:rsidRDefault="00845324" w:rsidP="00845324">
      <w:r>
        <w:t>381.0615</w:t>
      </w:r>
      <w:r>
        <w:tab/>
        <w:t>2.025e0</w:t>
      </w:r>
    </w:p>
    <w:p w:rsidR="00845324" w:rsidRDefault="00845324" w:rsidP="00845324">
      <w:r>
        <w:t>381.1469</w:t>
      </w:r>
      <w:r>
        <w:tab/>
        <w:t>5.330e0</w:t>
      </w:r>
    </w:p>
    <w:p w:rsidR="00845324" w:rsidRDefault="00845324" w:rsidP="00845324">
      <w:r>
        <w:t>381.1951</w:t>
      </w:r>
      <w:r>
        <w:tab/>
        <w:t>1.251e0</w:t>
      </w:r>
    </w:p>
    <w:p w:rsidR="00845324" w:rsidRDefault="00845324" w:rsidP="00845324">
      <w:r>
        <w:t>381.3384</w:t>
      </w:r>
      <w:r>
        <w:tab/>
        <w:t>1.519e1</w:t>
      </w:r>
    </w:p>
    <w:p w:rsidR="00845324" w:rsidRDefault="00845324" w:rsidP="00845324">
      <w:r>
        <w:t>381.4631</w:t>
      </w:r>
      <w:r>
        <w:tab/>
        <w:t>3.038e0</w:t>
      </w:r>
    </w:p>
    <w:p w:rsidR="00845324" w:rsidRDefault="00845324" w:rsidP="00845324">
      <w:r>
        <w:t>381.5890</w:t>
      </w:r>
      <w:r>
        <w:tab/>
        <w:t>2.025e0</w:t>
      </w:r>
    </w:p>
    <w:p w:rsidR="00845324" w:rsidRDefault="00845324" w:rsidP="00845324">
      <w:r>
        <w:t>381.6470</w:t>
      </w:r>
      <w:r>
        <w:tab/>
        <w:t>2.025e0</w:t>
      </w:r>
    </w:p>
    <w:p w:rsidR="00845324" w:rsidRDefault="00845324" w:rsidP="00845324">
      <w:r>
        <w:t>381.6916</w:t>
      </w:r>
      <w:r>
        <w:tab/>
        <w:t>3.038e0</w:t>
      </w:r>
    </w:p>
    <w:p w:rsidR="00845324" w:rsidRDefault="00845324" w:rsidP="00845324">
      <w:r>
        <w:t>381.8215</w:t>
      </w:r>
      <w:r>
        <w:tab/>
        <w:t>1.013e0</w:t>
      </w:r>
    </w:p>
    <w:p w:rsidR="00845324" w:rsidRDefault="00845324" w:rsidP="00845324">
      <w:r>
        <w:t>381.9042</w:t>
      </w:r>
      <w:r>
        <w:tab/>
        <w:t>3.038e0</w:t>
      </w:r>
    </w:p>
    <w:p w:rsidR="00845324" w:rsidRDefault="00845324" w:rsidP="00845324">
      <w:r>
        <w:t>381.9661</w:t>
      </w:r>
      <w:r>
        <w:tab/>
        <w:t>3.038e0</w:t>
      </w:r>
    </w:p>
    <w:p w:rsidR="00845324" w:rsidRDefault="00845324" w:rsidP="00845324">
      <w:r>
        <w:t>382.0525</w:t>
      </w:r>
      <w:r>
        <w:tab/>
        <w:t>5.063e0</w:t>
      </w:r>
    </w:p>
    <w:p w:rsidR="00845324" w:rsidRDefault="00845324" w:rsidP="00845324">
      <w:r>
        <w:t>382.1525</w:t>
      </w:r>
      <w:r>
        <w:tab/>
        <w:t>4.109e0</w:t>
      </w:r>
    </w:p>
    <w:p w:rsidR="00845324" w:rsidRDefault="00845324" w:rsidP="00845324">
      <w:r>
        <w:t>382.3497</w:t>
      </w:r>
      <w:r>
        <w:tab/>
        <w:t>2.657e0</w:t>
      </w:r>
    </w:p>
    <w:p w:rsidR="00845324" w:rsidRDefault="00845324" w:rsidP="00845324">
      <w:r>
        <w:t>382.4676</w:t>
      </w:r>
      <w:r>
        <w:tab/>
        <w:t>2.025e0</w:t>
      </w:r>
    </w:p>
    <w:p w:rsidR="00845324" w:rsidRDefault="00845324" w:rsidP="00845324">
      <w:r>
        <w:t>382.5741</w:t>
      </w:r>
      <w:r>
        <w:tab/>
        <w:t>2.025e0</w:t>
      </w:r>
    </w:p>
    <w:p w:rsidR="00845324" w:rsidRDefault="00845324" w:rsidP="00845324">
      <w:r>
        <w:t>382.6306</w:t>
      </w:r>
      <w:r>
        <w:tab/>
        <w:t>2.025e0</w:t>
      </w:r>
    </w:p>
    <w:p w:rsidR="00845324" w:rsidRDefault="00845324" w:rsidP="00845324">
      <w:r>
        <w:lastRenderedPageBreak/>
        <w:t>382.6802</w:t>
      </w:r>
      <w:r>
        <w:tab/>
        <w:t>2.025e0</w:t>
      </w:r>
    </w:p>
    <w:p w:rsidR="00845324" w:rsidRDefault="00845324" w:rsidP="00845324">
      <w:r>
        <w:t>382.7994</w:t>
      </w:r>
      <w:r>
        <w:tab/>
        <w:t>1.013e0</w:t>
      </w:r>
    </w:p>
    <w:p w:rsidR="00845324" w:rsidRDefault="00845324" w:rsidP="00845324">
      <w:r>
        <w:t>382.8593</w:t>
      </w:r>
      <w:r>
        <w:tab/>
        <w:t>2.025e0</w:t>
      </w:r>
    </w:p>
    <w:p w:rsidR="00845324" w:rsidRDefault="00845324" w:rsidP="00845324">
      <w:r>
        <w:t>382.9294</w:t>
      </w:r>
      <w:r>
        <w:tab/>
        <w:t>4.278e0</w:t>
      </w:r>
    </w:p>
    <w:p w:rsidR="00845324" w:rsidRDefault="00845324" w:rsidP="00845324">
      <w:r>
        <w:t>383.0352</w:t>
      </w:r>
      <w:r>
        <w:tab/>
        <w:t>3.038e0</w:t>
      </w:r>
    </w:p>
    <w:p w:rsidR="00845324" w:rsidRDefault="00845324" w:rsidP="00845324">
      <w:r>
        <w:t>383.1399</w:t>
      </w:r>
      <w:r>
        <w:tab/>
        <w:t>5.063e0</w:t>
      </w:r>
    </w:p>
    <w:p w:rsidR="00845324" w:rsidRDefault="00845324" w:rsidP="00845324">
      <w:r>
        <w:t>383.2152</w:t>
      </w:r>
      <w:r>
        <w:tab/>
        <w:t>3.412e0</w:t>
      </w:r>
    </w:p>
    <w:p w:rsidR="00845324" w:rsidRDefault="00845324" w:rsidP="00845324">
      <w:r>
        <w:t>383.3219</w:t>
      </w:r>
      <w:r>
        <w:tab/>
        <w:t>2.184e0</w:t>
      </w:r>
    </w:p>
    <w:p w:rsidR="00845324" w:rsidRDefault="00845324" w:rsidP="00845324">
      <w:r>
        <w:t>383.4815</w:t>
      </w:r>
      <w:r>
        <w:tab/>
        <w:t>2.025e0</w:t>
      </w:r>
    </w:p>
    <w:p w:rsidR="00845324" w:rsidRDefault="00845324" w:rsidP="00845324">
      <w:r>
        <w:t>383.5176</w:t>
      </w:r>
      <w:r>
        <w:tab/>
        <w:t>1.013e0</w:t>
      </w:r>
    </w:p>
    <w:p w:rsidR="00845324" w:rsidRDefault="00845324" w:rsidP="00845324">
      <w:r>
        <w:t>383.6219</w:t>
      </w:r>
      <w:r>
        <w:tab/>
        <w:t>2.025e0</w:t>
      </w:r>
    </w:p>
    <w:p w:rsidR="00845324" w:rsidRDefault="00845324" w:rsidP="00845324">
      <w:r>
        <w:t>383.6708</w:t>
      </w:r>
      <w:r>
        <w:tab/>
        <w:t>2.025e0</w:t>
      </w:r>
    </w:p>
    <w:p w:rsidR="00845324" w:rsidRDefault="00845324" w:rsidP="00845324">
      <w:r>
        <w:t>383.7454</w:t>
      </w:r>
      <w:r>
        <w:tab/>
        <w:t>1.013e0</w:t>
      </w:r>
    </w:p>
    <w:p w:rsidR="00845324" w:rsidRDefault="00845324" w:rsidP="00845324">
      <w:r>
        <w:t>383.8087</w:t>
      </w:r>
      <w:r>
        <w:tab/>
        <w:t>1.013e0</w:t>
      </w:r>
    </w:p>
    <w:p w:rsidR="00845324" w:rsidRDefault="00845324" w:rsidP="00845324">
      <w:r>
        <w:t>383.8947</w:t>
      </w:r>
      <w:r>
        <w:tab/>
        <w:t>2.025e0</w:t>
      </w:r>
    </w:p>
    <w:p w:rsidR="00845324" w:rsidRDefault="00845324" w:rsidP="00845324">
      <w:r>
        <w:t>383.9385</w:t>
      </w:r>
      <w:r>
        <w:tab/>
        <w:t>1.013e0</w:t>
      </w:r>
    </w:p>
    <w:p w:rsidR="00845324" w:rsidRDefault="00845324" w:rsidP="00845324">
      <w:r>
        <w:t>384.0001</w:t>
      </w:r>
      <w:r>
        <w:tab/>
        <w:t>1.013e0</w:t>
      </w:r>
    </w:p>
    <w:p w:rsidR="00845324" w:rsidRDefault="00845324" w:rsidP="00845324">
      <w:r>
        <w:t>384.0482</w:t>
      </w:r>
      <w:r>
        <w:tab/>
        <w:t>1.013e0</w:t>
      </w:r>
    </w:p>
    <w:p w:rsidR="00845324" w:rsidRDefault="00845324" w:rsidP="00845324">
      <w:r>
        <w:t>384.0788</w:t>
      </w:r>
      <w:r>
        <w:tab/>
        <w:t>1.013e0</w:t>
      </w:r>
    </w:p>
    <w:p w:rsidR="00845324" w:rsidRDefault="00845324" w:rsidP="00845324">
      <w:r>
        <w:lastRenderedPageBreak/>
        <w:t>384.1198</w:t>
      </w:r>
      <w:r>
        <w:tab/>
        <w:t>2.025e0</w:t>
      </w:r>
    </w:p>
    <w:p w:rsidR="00845324" w:rsidRDefault="00845324" w:rsidP="00845324">
      <w:r>
        <w:t>384.1604</w:t>
      </w:r>
      <w:r>
        <w:tab/>
        <w:t>2.986e0</w:t>
      </w:r>
    </w:p>
    <w:p w:rsidR="00845324" w:rsidRDefault="00845324" w:rsidP="00845324">
      <w:r>
        <w:t>384.2147</w:t>
      </w:r>
      <w:r>
        <w:tab/>
        <w:t>2.243e0</w:t>
      </w:r>
    </w:p>
    <w:p w:rsidR="00845324" w:rsidRDefault="00845324" w:rsidP="00845324">
      <w:r>
        <w:t>384.2810</w:t>
      </w:r>
      <w:r>
        <w:tab/>
        <w:t>9.476e0</w:t>
      </w:r>
    </w:p>
    <w:p w:rsidR="00845324" w:rsidRDefault="00845324" w:rsidP="00845324">
      <w:r>
        <w:t>384.3810</w:t>
      </w:r>
      <w:r>
        <w:tab/>
        <w:t>3.850e0</w:t>
      </w:r>
    </w:p>
    <w:p w:rsidR="00845324" w:rsidRDefault="00845324" w:rsidP="00845324">
      <w:r>
        <w:t>384.4549</w:t>
      </w:r>
      <w:r>
        <w:tab/>
        <w:t>1.013e0</w:t>
      </w:r>
    </w:p>
    <w:p w:rsidR="00845324" w:rsidRDefault="00845324" w:rsidP="00845324">
      <w:r>
        <w:t>384.4961</w:t>
      </w:r>
      <w:r>
        <w:tab/>
        <w:t>4.051e0</w:t>
      </w:r>
    </w:p>
    <w:p w:rsidR="00845324" w:rsidRDefault="00845324" w:rsidP="00845324">
      <w:r>
        <w:t>384.5535</w:t>
      </w:r>
      <w:r>
        <w:tab/>
        <w:t>3.038e0</w:t>
      </w:r>
    </w:p>
    <w:p w:rsidR="00845324" w:rsidRDefault="00845324" w:rsidP="00845324">
      <w:r>
        <w:t>384.6405</w:t>
      </w:r>
      <w:r>
        <w:tab/>
        <w:t>1.013e0</w:t>
      </w:r>
    </w:p>
    <w:p w:rsidR="00845324" w:rsidRDefault="00845324" w:rsidP="00845324">
      <w:r>
        <w:t>384.6980</w:t>
      </w:r>
      <w:r>
        <w:tab/>
        <w:t>1.013e0</w:t>
      </w:r>
    </w:p>
    <w:p w:rsidR="00845324" w:rsidRDefault="00845324" w:rsidP="00845324">
      <w:r>
        <w:t>384.7356</w:t>
      </w:r>
      <w:r>
        <w:tab/>
        <w:t>1.013e0</w:t>
      </w:r>
    </w:p>
    <w:p w:rsidR="00845324" w:rsidRDefault="00845324" w:rsidP="00845324">
      <w:r>
        <w:t>384.8263</w:t>
      </w:r>
      <w:r>
        <w:tab/>
        <w:t>2.025e0</w:t>
      </w:r>
    </w:p>
    <w:p w:rsidR="00845324" w:rsidRDefault="00845324" w:rsidP="00845324">
      <w:r>
        <w:t>384.8822</w:t>
      </w:r>
      <w:r>
        <w:tab/>
        <w:t>3.038e0</w:t>
      </w:r>
    </w:p>
    <w:p w:rsidR="00845324" w:rsidRDefault="00845324" w:rsidP="00845324">
      <w:r>
        <w:t>384.9530</w:t>
      </w:r>
      <w:r>
        <w:tab/>
        <w:t>3.038e0</w:t>
      </w:r>
    </w:p>
    <w:p w:rsidR="00845324" w:rsidRDefault="00845324" w:rsidP="00845324">
      <w:r>
        <w:t>385.0250</w:t>
      </w:r>
      <w:r>
        <w:tab/>
        <w:t>2.025e0</w:t>
      </w:r>
    </w:p>
    <w:p w:rsidR="00845324" w:rsidRDefault="00845324" w:rsidP="00845324">
      <w:r>
        <w:t>385.0844</w:t>
      </w:r>
      <w:r>
        <w:tab/>
        <w:t>4.051e0</w:t>
      </w:r>
    </w:p>
    <w:p w:rsidR="00845324" w:rsidRDefault="00845324" w:rsidP="00845324">
      <w:r>
        <w:t>385.1276</w:t>
      </w:r>
      <w:r>
        <w:tab/>
        <w:t>2.025e0</w:t>
      </w:r>
    </w:p>
    <w:p w:rsidR="00845324" w:rsidRDefault="00845324" w:rsidP="00845324">
      <w:r>
        <w:t>385.2890</w:t>
      </w:r>
      <w:r>
        <w:tab/>
        <w:t>8.869e0</w:t>
      </w:r>
    </w:p>
    <w:p w:rsidR="00845324" w:rsidRDefault="00845324" w:rsidP="00845324">
      <w:r>
        <w:t>385.3793</w:t>
      </w:r>
      <w:r>
        <w:tab/>
        <w:t>1.210e1</w:t>
      </w:r>
    </w:p>
    <w:p w:rsidR="00845324" w:rsidRDefault="00845324" w:rsidP="00845324">
      <w:r>
        <w:lastRenderedPageBreak/>
        <w:t>385.4899</w:t>
      </w:r>
      <w:r>
        <w:tab/>
        <w:t>3.038e0</w:t>
      </w:r>
    </w:p>
    <w:p w:rsidR="00845324" w:rsidRDefault="00845324" w:rsidP="00845324">
      <w:r>
        <w:t>385.5274</w:t>
      </w:r>
      <w:r>
        <w:tab/>
        <w:t>2.025e0</w:t>
      </w:r>
    </w:p>
    <w:p w:rsidR="00845324" w:rsidRDefault="00845324" w:rsidP="00845324">
      <w:r>
        <w:t>385.6528</w:t>
      </w:r>
      <w:r>
        <w:tab/>
        <w:t>1.013e0</w:t>
      </w:r>
    </w:p>
    <w:p w:rsidR="00845324" w:rsidRDefault="00845324" w:rsidP="00845324">
      <w:r>
        <w:t>385.7186</w:t>
      </w:r>
      <w:r>
        <w:tab/>
        <w:t>2.025e0</w:t>
      </w:r>
    </w:p>
    <w:p w:rsidR="00845324" w:rsidRDefault="00845324" w:rsidP="00845324">
      <w:r>
        <w:t>385.8293</w:t>
      </w:r>
      <w:r>
        <w:tab/>
        <w:t>3.038e0</w:t>
      </w:r>
    </w:p>
    <w:p w:rsidR="00845324" w:rsidRDefault="00845324" w:rsidP="00845324">
      <w:r>
        <w:t>385.8983</w:t>
      </w:r>
      <w:r>
        <w:tab/>
        <w:t>1.013e0</w:t>
      </w:r>
    </w:p>
    <w:p w:rsidR="00845324" w:rsidRDefault="00845324" w:rsidP="00845324">
      <w:r>
        <w:t>385.9385</w:t>
      </w:r>
      <w:r>
        <w:tab/>
        <w:t>2.025e0</w:t>
      </w:r>
    </w:p>
    <w:p w:rsidR="00845324" w:rsidRDefault="00845324" w:rsidP="00845324">
      <w:r>
        <w:t>385.9867</w:t>
      </w:r>
      <w:r>
        <w:tab/>
        <w:t>2.025e0</w:t>
      </w:r>
    </w:p>
    <w:p w:rsidR="00845324" w:rsidRDefault="00845324" w:rsidP="00845324">
      <w:r>
        <w:t>386.0465</w:t>
      </w:r>
      <w:r>
        <w:tab/>
        <w:t>8.101e0</w:t>
      </w:r>
    </w:p>
    <w:p w:rsidR="00845324" w:rsidRDefault="00845324" w:rsidP="00845324">
      <w:r>
        <w:t>386.0883</w:t>
      </w:r>
      <w:r>
        <w:tab/>
        <w:t>3.038e0</w:t>
      </w:r>
    </w:p>
    <w:p w:rsidR="00845324" w:rsidRDefault="00845324" w:rsidP="00845324">
      <w:r>
        <w:t>386.2391</w:t>
      </w:r>
      <w:r>
        <w:tab/>
        <w:t>2.097e1</w:t>
      </w:r>
    </w:p>
    <w:p w:rsidR="00845324" w:rsidRDefault="00845324" w:rsidP="00845324">
      <w:r>
        <w:t>386.3600</w:t>
      </w:r>
      <w:r>
        <w:tab/>
        <w:t>7.711e0</w:t>
      </w:r>
    </w:p>
    <w:p w:rsidR="00845324" w:rsidRDefault="00845324" w:rsidP="00845324">
      <w:r>
        <w:t>386.4547</w:t>
      </w:r>
      <w:r>
        <w:tab/>
        <w:t>2.025e0</w:t>
      </w:r>
    </w:p>
    <w:p w:rsidR="00845324" w:rsidRDefault="00845324" w:rsidP="00845324">
      <w:r>
        <w:t>386.5290</w:t>
      </w:r>
      <w:r>
        <w:tab/>
        <w:t>2.025e0</w:t>
      </w:r>
    </w:p>
    <w:p w:rsidR="00845324" w:rsidRDefault="00845324" w:rsidP="00845324">
      <w:r>
        <w:t>386.5735</w:t>
      </w:r>
      <w:r>
        <w:tab/>
        <w:t>2.025e0</w:t>
      </w:r>
    </w:p>
    <w:p w:rsidR="00845324" w:rsidRDefault="00845324" w:rsidP="00845324">
      <w:r>
        <w:t>386.6323</w:t>
      </w:r>
      <w:r>
        <w:tab/>
        <w:t>2.025e0</w:t>
      </w:r>
    </w:p>
    <w:p w:rsidR="00845324" w:rsidRDefault="00845324" w:rsidP="00845324">
      <w:r>
        <w:t>386.7404</w:t>
      </w:r>
      <w:r>
        <w:tab/>
        <w:t>4.051e0</w:t>
      </w:r>
    </w:p>
    <w:p w:rsidR="00845324" w:rsidRDefault="00845324" w:rsidP="00845324">
      <w:r>
        <w:t>386.8399</w:t>
      </w:r>
      <w:r>
        <w:tab/>
        <w:t>2.025e0</w:t>
      </w:r>
    </w:p>
    <w:p w:rsidR="00845324" w:rsidRDefault="00845324" w:rsidP="00845324">
      <w:r>
        <w:t>386.9494</w:t>
      </w:r>
      <w:r>
        <w:tab/>
        <w:t>2.025e0</w:t>
      </w:r>
    </w:p>
    <w:p w:rsidR="00845324" w:rsidRDefault="00845324" w:rsidP="00845324">
      <w:r>
        <w:lastRenderedPageBreak/>
        <w:t>386.9914</w:t>
      </w:r>
      <w:r>
        <w:tab/>
        <w:t>3.038e0</w:t>
      </w:r>
    </w:p>
    <w:p w:rsidR="00845324" w:rsidRDefault="00845324" w:rsidP="00845324">
      <w:r>
        <w:t>387.0427</w:t>
      </w:r>
      <w:r>
        <w:tab/>
        <w:t>3.038e0</w:t>
      </w:r>
    </w:p>
    <w:p w:rsidR="00845324" w:rsidRDefault="00845324" w:rsidP="00845324">
      <w:r>
        <w:t>387.0970</w:t>
      </w:r>
      <w:r>
        <w:tab/>
        <w:t>3.038e0</w:t>
      </w:r>
    </w:p>
    <w:p w:rsidR="00845324" w:rsidRDefault="00845324" w:rsidP="00845324">
      <w:r>
        <w:t>387.1315</w:t>
      </w:r>
      <w:r>
        <w:tab/>
        <w:t>2.025e0</w:t>
      </w:r>
    </w:p>
    <w:p w:rsidR="00845324" w:rsidRDefault="00845324" w:rsidP="00845324">
      <w:r>
        <w:t>387.1868</w:t>
      </w:r>
      <w:r>
        <w:tab/>
        <w:t>3.379e0</w:t>
      </w:r>
    </w:p>
    <w:p w:rsidR="00845324" w:rsidRDefault="00845324" w:rsidP="00845324">
      <w:r>
        <w:t>387.2381</w:t>
      </w:r>
      <w:r>
        <w:tab/>
        <w:t>3.732e0</w:t>
      </w:r>
    </w:p>
    <w:p w:rsidR="00845324" w:rsidRDefault="00845324" w:rsidP="00845324">
      <w:r>
        <w:t>387.3675</w:t>
      </w:r>
      <w:r>
        <w:tab/>
        <w:t>2.656e0</w:t>
      </w:r>
    </w:p>
    <w:p w:rsidR="00845324" w:rsidRDefault="00845324" w:rsidP="00845324">
      <w:r>
        <w:t>387.4082</w:t>
      </w:r>
      <w:r>
        <w:tab/>
        <w:t>2.867e0</w:t>
      </w:r>
    </w:p>
    <w:p w:rsidR="00845324" w:rsidRDefault="00845324" w:rsidP="00845324">
      <w:r>
        <w:t>387.4893</w:t>
      </w:r>
      <w:r>
        <w:tab/>
        <w:t>2.025e0</w:t>
      </w:r>
    </w:p>
    <w:p w:rsidR="00845324" w:rsidRDefault="00845324" w:rsidP="00845324">
      <w:r>
        <w:t>387.5349</w:t>
      </w:r>
      <w:r>
        <w:tab/>
        <w:t>3.038e0</w:t>
      </w:r>
    </w:p>
    <w:p w:rsidR="00845324" w:rsidRDefault="00845324" w:rsidP="00845324">
      <w:r>
        <w:t>387.6137</w:t>
      </w:r>
      <w:r>
        <w:tab/>
        <w:t>2.025e0</w:t>
      </w:r>
    </w:p>
    <w:p w:rsidR="00845324" w:rsidRDefault="00845324" w:rsidP="00845324">
      <w:r>
        <w:t>387.7032</w:t>
      </w:r>
      <w:r>
        <w:tab/>
        <w:t>6.694e0</w:t>
      </w:r>
    </w:p>
    <w:p w:rsidR="00845324" w:rsidRDefault="00845324" w:rsidP="00845324">
      <w:r>
        <w:t>387.8566</w:t>
      </w:r>
      <w:r>
        <w:tab/>
        <w:t>7.089e0</w:t>
      </w:r>
    </w:p>
    <w:p w:rsidR="00845324" w:rsidRDefault="00845324" w:rsidP="00845324">
      <w:r>
        <w:t>387.9633</w:t>
      </w:r>
      <w:r>
        <w:tab/>
        <w:t>3.038e0</w:t>
      </w:r>
    </w:p>
    <w:p w:rsidR="00845324" w:rsidRDefault="00845324" w:rsidP="00845324">
      <w:r>
        <w:t>388.0182</w:t>
      </w:r>
      <w:r>
        <w:tab/>
        <w:t>3.038e0</w:t>
      </w:r>
    </w:p>
    <w:p w:rsidR="00845324" w:rsidRDefault="00845324" w:rsidP="00845324">
      <w:r>
        <w:t>388.1041</w:t>
      </w:r>
      <w:r>
        <w:tab/>
        <w:t>2.025e0</w:t>
      </w:r>
    </w:p>
    <w:p w:rsidR="00845324" w:rsidRDefault="00845324" w:rsidP="00845324">
      <w:r>
        <w:t>388.2545</w:t>
      </w:r>
      <w:r>
        <w:tab/>
        <w:t>2.374e2</w:t>
      </w:r>
    </w:p>
    <w:p w:rsidR="00845324" w:rsidRDefault="00845324" w:rsidP="00845324">
      <w:r>
        <w:t>388.3795</w:t>
      </w:r>
      <w:r>
        <w:tab/>
        <w:t>6.769e0</w:t>
      </w:r>
    </w:p>
    <w:p w:rsidR="00845324" w:rsidRDefault="00845324" w:rsidP="00845324">
      <w:r>
        <w:t>388.4465</w:t>
      </w:r>
      <w:r>
        <w:tab/>
        <w:t>2.025e0</w:t>
      </w:r>
    </w:p>
    <w:p w:rsidR="00845324" w:rsidRDefault="00845324" w:rsidP="00845324">
      <w:r>
        <w:lastRenderedPageBreak/>
        <w:t>388.4788</w:t>
      </w:r>
      <w:r>
        <w:tab/>
        <w:t>2.025e0</w:t>
      </w:r>
    </w:p>
    <w:p w:rsidR="00845324" w:rsidRDefault="00845324" w:rsidP="00845324">
      <w:r>
        <w:t>388.5461</w:t>
      </w:r>
      <w:r>
        <w:tab/>
        <w:t>3.038e0</w:t>
      </w:r>
    </w:p>
    <w:p w:rsidR="00845324" w:rsidRDefault="00845324" w:rsidP="00845324">
      <w:r>
        <w:t>388.5939</w:t>
      </w:r>
      <w:r>
        <w:tab/>
        <w:t>3.038e0</w:t>
      </w:r>
    </w:p>
    <w:p w:rsidR="00845324" w:rsidRDefault="00845324" w:rsidP="00845324">
      <w:r>
        <w:t>388.6551</w:t>
      </w:r>
      <w:r>
        <w:tab/>
        <w:t>4.051e0</w:t>
      </w:r>
    </w:p>
    <w:p w:rsidR="00845324" w:rsidRDefault="00845324" w:rsidP="00845324">
      <w:r>
        <w:t>388.7622</w:t>
      </w:r>
      <w:r>
        <w:tab/>
        <w:t>4.051e0</w:t>
      </w:r>
    </w:p>
    <w:p w:rsidR="00845324" w:rsidRDefault="00845324" w:rsidP="00845324">
      <w:r>
        <w:t>388.8080</w:t>
      </w:r>
      <w:r>
        <w:tab/>
        <w:t>3.038e0</w:t>
      </w:r>
    </w:p>
    <w:p w:rsidR="00845324" w:rsidRDefault="00845324" w:rsidP="00845324">
      <w:r>
        <w:t>388.9312</w:t>
      </w:r>
      <w:r>
        <w:tab/>
        <w:t>4.122e0</w:t>
      </w:r>
    </w:p>
    <w:p w:rsidR="00845324" w:rsidRDefault="00845324" w:rsidP="00845324">
      <w:r>
        <w:t>388.9880</w:t>
      </w:r>
      <w:r>
        <w:tab/>
        <w:t>6.076e0</w:t>
      </w:r>
    </w:p>
    <w:p w:rsidR="00845324" w:rsidRDefault="00845324" w:rsidP="00845324">
      <w:r>
        <w:t>389.0186</w:t>
      </w:r>
      <w:r>
        <w:tab/>
        <w:t>5.828e0</w:t>
      </w:r>
    </w:p>
    <w:p w:rsidR="00845324" w:rsidRDefault="00845324" w:rsidP="00845324">
      <w:r>
        <w:t>389.1039</w:t>
      </w:r>
      <w:r>
        <w:tab/>
        <w:t>4.051e0</w:t>
      </w:r>
    </w:p>
    <w:p w:rsidR="00845324" w:rsidRDefault="00845324" w:rsidP="00845324">
      <w:r>
        <w:t>389.1558</w:t>
      </w:r>
      <w:r>
        <w:tab/>
        <w:t>1.499e0</w:t>
      </w:r>
    </w:p>
    <w:p w:rsidR="00845324" w:rsidRDefault="00845324" w:rsidP="00845324">
      <w:r>
        <w:t>389.2586</w:t>
      </w:r>
      <w:r>
        <w:tab/>
        <w:t>5.259e1</w:t>
      </w:r>
    </w:p>
    <w:p w:rsidR="00845324" w:rsidRDefault="00845324" w:rsidP="00845324">
      <w:r>
        <w:t>389.3262</w:t>
      </w:r>
      <w:r>
        <w:tab/>
        <w:t>4.434e0</w:t>
      </w:r>
    </w:p>
    <w:p w:rsidR="00845324" w:rsidRDefault="00845324" w:rsidP="00845324">
      <w:r>
        <w:t>389.4003</w:t>
      </w:r>
      <w:r>
        <w:tab/>
        <w:t>2.798e0</w:t>
      </w:r>
    </w:p>
    <w:p w:rsidR="00845324" w:rsidRDefault="00845324" w:rsidP="00845324">
      <w:r>
        <w:t>389.4729</w:t>
      </w:r>
      <w:r>
        <w:tab/>
        <w:t>1.013e0</w:t>
      </w:r>
    </w:p>
    <w:p w:rsidR="00845324" w:rsidRDefault="00845324" w:rsidP="00845324">
      <w:r>
        <w:t>389.5905</w:t>
      </w:r>
      <w:r>
        <w:tab/>
        <w:t>3.038e0</w:t>
      </w:r>
    </w:p>
    <w:p w:rsidR="00845324" w:rsidRDefault="00845324" w:rsidP="00845324">
      <w:r>
        <w:t>389.6358</w:t>
      </w:r>
      <w:r>
        <w:tab/>
        <w:t>4.051e0</w:t>
      </w:r>
    </w:p>
    <w:p w:rsidR="00845324" w:rsidRDefault="00845324" w:rsidP="00845324">
      <w:r>
        <w:t>389.6980</w:t>
      </w:r>
      <w:r>
        <w:tab/>
        <w:t>2.025e0</w:t>
      </w:r>
    </w:p>
    <w:p w:rsidR="00845324" w:rsidRDefault="00845324" w:rsidP="00845324">
      <w:r>
        <w:t>389.7996</w:t>
      </w:r>
      <w:r>
        <w:tab/>
        <w:t>5.063e0</w:t>
      </w:r>
    </w:p>
    <w:p w:rsidR="00845324" w:rsidRDefault="00845324" w:rsidP="00845324">
      <w:r>
        <w:lastRenderedPageBreak/>
        <w:t>389.8795</w:t>
      </w:r>
      <w:r>
        <w:tab/>
        <w:t>8.924e0</w:t>
      </w:r>
    </w:p>
    <w:p w:rsidR="00845324" w:rsidRDefault="00845324" w:rsidP="00845324">
      <w:r>
        <w:t>390.0225</w:t>
      </w:r>
      <w:r>
        <w:tab/>
        <w:t>4.590e0</w:t>
      </w:r>
    </w:p>
    <w:p w:rsidR="00845324" w:rsidRDefault="00845324" w:rsidP="00845324">
      <w:r>
        <w:t>390.0805</w:t>
      </w:r>
      <w:r>
        <w:tab/>
        <w:t>2.025e0</w:t>
      </w:r>
    </w:p>
    <w:p w:rsidR="00845324" w:rsidRDefault="00845324" w:rsidP="00845324">
      <w:r>
        <w:t>390.1786</w:t>
      </w:r>
      <w:r>
        <w:tab/>
        <w:t>2.449e0</w:t>
      </w:r>
    </w:p>
    <w:p w:rsidR="00845324" w:rsidRDefault="00845324" w:rsidP="00845324">
      <w:r>
        <w:t>390.2596</w:t>
      </w:r>
      <w:r>
        <w:tab/>
        <w:t>9.753e0</w:t>
      </w:r>
    </w:p>
    <w:p w:rsidR="00845324" w:rsidRDefault="00845324" w:rsidP="00845324">
      <w:r>
        <w:t>390.4660</w:t>
      </w:r>
      <w:r>
        <w:tab/>
        <w:t>2.025e0</w:t>
      </w:r>
    </w:p>
    <w:p w:rsidR="00845324" w:rsidRDefault="00845324" w:rsidP="00845324">
      <w:r>
        <w:t>390.5226</w:t>
      </w:r>
      <w:r>
        <w:tab/>
        <w:t>1.013e0</w:t>
      </w:r>
    </w:p>
    <w:p w:rsidR="00845324" w:rsidRDefault="00845324" w:rsidP="00845324">
      <w:r>
        <w:t>390.5636</w:t>
      </w:r>
      <w:r>
        <w:tab/>
        <w:t>1.013e0</w:t>
      </w:r>
    </w:p>
    <w:p w:rsidR="00845324" w:rsidRDefault="00845324" w:rsidP="00845324">
      <w:r>
        <w:t>390.6430</w:t>
      </w:r>
      <w:r>
        <w:tab/>
        <w:t>3.038e0</w:t>
      </w:r>
    </w:p>
    <w:p w:rsidR="00845324" w:rsidRDefault="00845324" w:rsidP="00845324">
      <w:r>
        <w:t>390.7151</w:t>
      </w:r>
      <w:r>
        <w:tab/>
        <w:t>3.038e0</w:t>
      </w:r>
    </w:p>
    <w:p w:rsidR="00845324" w:rsidRDefault="00845324" w:rsidP="00845324">
      <w:r>
        <w:t>390.8036</w:t>
      </w:r>
      <w:r>
        <w:tab/>
        <w:t>1.013e0</w:t>
      </w:r>
    </w:p>
    <w:p w:rsidR="00845324" w:rsidRDefault="00845324" w:rsidP="00845324">
      <w:r>
        <w:t>390.8864</w:t>
      </w:r>
      <w:r>
        <w:tab/>
        <w:t>3.038e0</w:t>
      </w:r>
    </w:p>
    <w:p w:rsidR="00845324" w:rsidRDefault="00845324" w:rsidP="00845324">
      <w:r>
        <w:t>390.9730</w:t>
      </w:r>
      <w:r>
        <w:tab/>
        <w:t>3.038e0</w:t>
      </w:r>
    </w:p>
    <w:p w:rsidR="00845324" w:rsidRDefault="00845324" w:rsidP="00845324">
      <w:r>
        <w:t>391.0352</w:t>
      </w:r>
      <w:r>
        <w:tab/>
        <w:t>3.038e0</w:t>
      </w:r>
    </w:p>
    <w:p w:rsidR="00845324" w:rsidRDefault="00845324" w:rsidP="00845324">
      <w:r>
        <w:t>391.0876</w:t>
      </w:r>
      <w:r>
        <w:tab/>
        <w:t>3.233e0</w:t>
      </w:r>
    </w:p>
    <w:p w:rsidR="00845324" w:rsidRDefault="00845324" w:rsidP="00845324">
      <w:r>
        <w:t>391.1429</w:t>
      </w:r>
      <w:r>
        <w:tab/>
        <w:t>3.038e0</w:t>
      </w:r>
    </w:p>
    <w:p w:rsidR="00845324" w:rsidRDefault="00845324" w:rsidP="00845324">
      <w:r>
        <w:t>391.2881</w:t>
      </w:r>
      <w:r>
        <w:tab/>
        <w:t>1.532e1</w:t>
      </w:r>
    </w:p>
    <w:p w:rsidR="00845324" w:rsidRDefault="00845324" w:rsidP="00845324">
      <w:r>
        <w:t>391.4533</w:t>
      </w:r>
      <w:r>
        <w:tab/>
        <w:t>3.695e0</w:t>
      </w:r>
    </w:p>
    <w:p w:rsidR="00845324" w:rsidRDefault="00845324" w:rsidP="00845324">
      <w:r>
        <w:t>391.5189</w:t>
      </w:r>
      <w:r>
        <w:tab/>
        <w:t>1.013e0</w:t>
      </w:r>
    </w:p>
    <w:p w:rsidR="00845324" w:rsidRDefault="00845324" w:rsidP="00845324">
      <w:r>
        <w:lastRenderedPageBreak/>
        <w:t>391.6132</w:t>
      </w:r>
      <w:r>
        <w:tab/>
        <w:t>5.063e0</w:t>
      </w:r>
    </w:p>
    <w:p w:rsidR="00845324" w:rsidRDefault="00845324" w:rsidP="00845324">
      <w:r>
        <w:t>391.6588</w:t>
      </w:r>
      <w:r>
        <w:tab/>
        <w:t>2.025e0</w:t>
      </w:r>
    </w:p>
    <w:p w:rsidR="00845324" w:rsidRDefault="00845324" w:rsidP="00845324">
      <w:r>
        <w:t>391.7312</w:t>
      </w:r>
      <w:r>
        <w:tab/>
        <w:t>2.025e0</w:t>
      </w:r>
    </w:p>
    <w:p w:rsidR="00845324" w:rsidRDefault="00845324" w:rsidP="00845324">
      <w:r>
        <w:t>391.8130</w:t>
      </w:r>
      <w:r>
        <w:tab/>
        <w:t>1.013e0</w:t>
      </w:r>
    </w:p>
    <w:p w:rsidR="00845324" w:rsidRDefault="00845324" w:rsidP="00845324">
      <w:r>
        <w:t>391.8861</w:t>
      </w:r>
      <w:r>
        <w:tab/>
        <w:t>3.038e0</w:t>
      </w:r>
    </w:p>
    <w:p w:rsidR="00845324" w:rsidRDefault="00845324" w:rsidP="00845324">
      <w:r>
        <w:t>391.9458</w:t>
      </w:r>
      <w:r>
        <w:tab/>
        <w:t>3.038e0</w:t>
      </w:r>
    </w:p>
    <w:p w:rsidR="00845324" w:rsidRDefault="00845324" w:rsidP="00845324">
      <w:r>
        <w:t>392.0125</w:t>
      </w:r>
      <w:r>
        <w:tab/>
        <w:t>3.038e0</w:t>
      </w:r>
    </w:p>
    <w:p w:rsidR="00845324" w:rsidRDefault="00845324" w:rsidP="00845324">
      <w:r>
        <w:t>392.0974</w:t>
      </w:r>
      <w:r>
        <w:tab/>
        <w:t>3.038e0</w:t>
      </w:r>
    </w:p>
    <w:p w:rsidR="00845324" w:rsidRDefault="00845324" w:rsidP="00845324">
      <w:r>
        <w:t>392.1515</w:t>
      </w:r>
      <w:r>
        <w:tab/>
        <w:t>3.038e0</w:t>
      </w:r>
    </w:p>
    <w:p w:rsidR="00845324" w:rsidRDefault="00845324" w:rsidP="00845324">
      <w:r>
        <w:t>392.1967</w:t>
      </w:r>
      <w:r>
        <w:tab/>
        <w:t>5.823e0</w:t>
      </w:r>
    </w:p>
    <w:p w:rsidR="00845324" w:rsidRDefault="00845324" w:rsidP="00845324">
      <w:r>
        <w:t>392.2886</w:t>
      </w:r>
      <w:r>
        <w:tab/>
        <w:t>7.858e0</w:t>
      </w:r>
    </w:p>
    <w:p w:rsidR="00845324" w:rsidRDefault="00845324" w:rsidP="00845324">
      <w:r>
        <w:t>392.3921</w:t>
      </w:r>
      <w:r>
        <w:tab/>
        <w:t>3.230e0</w:t>
      </w:r>
    </w:p>
    <w:p w:rsidR="00845324" w:rsidRDefault="00845324" w:rsidP="00845324">
      <w:r>
        <w:t>392.5164</w:t>
      </w:r>
      <w:r>
        <w:tab/>
        <w:t>4.051e0</w:t>
      </w:r>
    </w:p>
    <w:p w:rsidR="00845324" w:rsidRDefault="00845324" w:rsidP="00845324">
      <w:r>
        <w:t>392.5759</w:t>
      </w:r>
      <w:r>
        <w:tab/>
        <w:t>1.013e0</w:t>
      </w:r>
    </w:p>
    <w:p w:rsidR="00845324" w:rsidRDefault="00845324" w:rsidP="00845324">
      <w:r>
        <w:t>392.6342</w:t>
      </w:r>
      <w:r>
        <w:tab/>
        <w:t>1.013e0</w:t>
      </w:r>
    </w:p>
    <w:p w:rsidR="00845324" w:rsidRDefault="00845324" w:rsidP="00845324">
      <w:r>
        <w:t>392.7181</w:t>
      </w:r>
      <w:r>
        <w:tab/>
        <w:t>1.013e0</w:t>
      </w:r>
    </w:p>
    <w:p w:rsidR="00845324" w:rsidRDefault="00845324" w:rsidP="00845324">
      <w:r>
        <w:t>392.7828</w:t>
      </w:r>
      <w:r>
        <w:tab/>
        <w:t>1.013e0</w:t>
      </w:r>
    </w:p>
    <w:p w:rsidR="00845324" w:rsidRDefault="00845324" w:rsidP="00845324">
      <w:r>
        <w:t>392.8374</w:t>
      </w:r>
      <w:r>
        <w:tab/>
        <w:t>2.025e0</w:t>
      </w:r>
    </w:p>
    <w:p w:rsidR="00845324" w:rsidRDefault="00845324" w:rsidP="00845324">
      <w:r>
        <w:t>392.8879</w:t>
      </w:r>
      <w:r>
        <w:tab/>
        <w:t>4.051e0</w:t>
      </w:r>
    </w:p>
    <w:p w:rsidR="00845324" w:rsidRDefault="00845324" w:rsidP="00845324">
      <w:r>
        <w:lastRenderedPageBreak/>
        <w:t>392.9630</w:t>
      </w:r>
      <w:r>
        <w:tab/>
        <w:t>4.059e0</w:t>
      </w:r>
    </w:p>
    <w:p w:rsidR="00845324" w:rsidRDefault="00845324" w:rsidP="00845324">
      <w:r>
        <w:t>393.0044</w:t>
      </w:r>
      <w:r>
        <w:tab/>
        <w:t>2.025e0</w:t>
      </w:r>
    </w:p>
    <w:p w:rsidR="00845324" w:rsidRDefault="00845324" w:rsidP="00845324">
      <w:r>
        <w:t>393.2108</w:t>
      </w:r>
      <w:r>
        <w:tab/>
        <w:t>4.749e1</w:t>
      </w:r>
    </w:p>
    <w:p w:rsidR="00845324" w:rsidRDefault="00845324" w:rsidP="00845324">
      <w:r>
        <w:t>393.4244</w:t>
      </w:r>
      <w:r>
        <w:tab/>
        <w:t>1.544e0</w:t>
      </w:r>
    </w:p>
    <w:p w:rsidR="00845324" w:rsidRDefault="00845324" w:rsidP="00845324">
      <w:r>
        <w:t>393.4810</w:t>
      </w:r>
      <w:r>
        <w:tab/>
        <w:t>1.013e0</w:t>
      </w:r>
    </w:p>
    <w:p w:rsidR="00845324" w:rsidRDefault="00845324" w:rsidP="00845324">
      <w:r>
        <w:t>393.5294</w:t>
      </w:r>
      <w:r>
        <w:tab/>
        <w:t>2.025e0</w:t>
      </w:r>
    </w:p>
    <w:p w:rsidR="00845324" w:rsidRDefault="00845324" w:rsidP="00845324">
      <w:r>
        <w:t>393.5978</w:t>
      </w:r>
      <w:r>
        <w:tab/>
        <w:t>3.038e0</w:t>
      </w:r>
    </w:p>
    <w:p w:rsidR="00845324" w:rsidRDefault="00845324" w:rsidP="00845324">
      <w:r>
        <w:t>393.6561</w:t>
      </w:r>
      <w:r>
        <w:tab/>
        <w:t>1.013e0</w:t>
      </w:r>
    </w:p>
    <w:p w:rsidR="00845324" w:rsidRDefault="00845324" w:rsidP="00845324">
      <w:r>
        <w:t>393.7314</w:t>
      </w:r>
      <w:r>
        <w:tab/>
        <w:t>1.013e0</w:t>
      </w:r>
    </w:p>
    <w:p w:rsidR="00845324" w:rsidRDefault="00845324" w:rsidP="00845324">
      <w:r>
        <w:t>393.8134</w:t>
      </w:r>
      <w:r>
        <w:tab/>
        <w:t>3.038e0</w:t>
      </w:r>
    </w:p>
    <w:p w:rsidR="00845324" w:rsidRDefault="00845324" w:rsidP="00845324">
      <w:r>
        <w:t>394.0548</w:t>
      </w:r>
      <w:r>
        <w:tab/>
        <w:t>4.051e0</w:t>
      </w:r>
    </w:p>
    <w:p w:rsidR="00845324" w:rsidRDefault="00845324" w:rsidP="00845324">
      <w:r>
        <w:t>394.1613</w:t>
      </w:r>
      <w:r>
        <w:tab/>
        <w:t>6.555e0</w:t>
      </w:r>
    </w:p>
    <w:p w:rsidR="00845324" w:rsidRDefault="00845324" w:rsidP="00845324">
      <w:r>
        <w:t>394.2180</w:t>
      </w:r>
      <w:r>
        <w:tab/>
        <w:t>1.284e1</w:t>
      </w:r>
    </w:p>
    <w:p w:rsidR="00845324" w:rsidRDefault="00845324" w:rsidP="00845324">
      <w:r>
        <w:t>394.3547</w:t>
      </w:r>
      <w:r>
        <w:tab/>
        <w:t>9.035e0</w:t>
      </w:r>
    </w:p>
    <w:p w:rsidR="00845324" w:rsidRDefault="00845324" w:rsidP="00845324">
      <w:r>
        <w:t>394.4072</w:t>
      </w:r>
      <w:r>
        <w:tab/>
        <w:t>1.471e0</w:t>
      </w:r>
    </w:p>
    <w:p w:rsidR="00845324" w:rsidRDefault="00845324" w:rsidP="00845324">
      <w:r>
        <w:t>394.4734</w:t>
      </w:r>
      <w:r>
        <w:tab/>
        <w:t>2.025e0</w:t>
      </w:r>
    </w:p>
    <w:p w:rsidR="00845324" w:rsidRDefault="00845324" w:rsidP="00845324">
      <w:r>
        <w:t>394.5341</w:t>
      </w:r>
      <w:r>
        <w:tab/>
        <w:t>1.013e0</w:t>
      </w:r>
    </w:p>
    <w:p w:rsidR="00845324" w:rsidRDefault="00845324" w:rsidP="00845324">
      <w:r>
        <w:t>394.5995</w:t>
      </w:r>
      <w:r>
        <w:tab/>
        <w:t>2.025e0</w:t>
      </w:r>
    </w:p>
    <w:p w:rsidR="00845324" w:rsidRDefault="00845324" w:rsidP="00845324">
      <w:r>
        <w:t>394.6684</w:t>
      </w:r>
      <w:r>
        <w:tab/>
        <w:t>4.051e0</w:t>
      </w:r>
    </w:p>
    <w:p w:rsidR="00845324" w:rsidRDefault="00845324" w:rsidP="00845324">
      <w:r>
        <w:lastRenderedPageBreak/>
        <w:t>394.7571</w:t>
      </w:r>
      <w:r>
        <w:tab/>
        <w:t>3.038e0</w:t>
      </w:r>
    </w:p>
    <w:p w:rsidR="00845324" w:rsidRDefault="00845324" w:rsidP="00845324">
      <w:r>
        <w:t>394.8106</w:t>
      </w:r>
      <w:r>
        <w:tab/>
        <w:t>2.625e0</w:t>
      </w:r>
    </w:p>
    <w:p w:rsidR="00845324" w:rsidRDefault="00845324" w:rsidP="00845324">
      <w:r>
        <w:t>394.9225</w:t>
      </w:r>
      <w:r>
        <w:tab/>
        <w:t>7.089e0</w:t>
      </w:r>
    </w:p>
    <w:p w:rsidR="00845324" w:rsidRDefault="00845324" w:rsidP="00845324">
      <w:r>
        <w:t>394.9887</w:t>
      </w:r>
      <w:r>
        <w:tab/>
        <w:t>6.056e0</w:t>
      </w:r>
    </w:p>
    <w:p w:rsidR="00845324" w:rsidRDefault="00845324" w:rsidP="00845324">
      <w:r>
        <w:t>395.0853</w:t>
      </w:r>
      <w:r>
        <w:tab/>
        <w:t>2.025e0</w:t>
      </w:r>
    </w:p>
    <w:p w:rsidR="00845324" w:rsidRDefault="00845324" w:rsidP="00845324">
      <w:r>
        <w:t>395.1667</w:t>
      </w:r>
      <w:r>
        <w:tab/>
        <w:t>4.557e0</w:t>
      </w:r>
    </w:p>
    <w:p w:rsidR="00845324" w:rsidRDefault="00845324" w:rsidP="00845324">
      <w:r>
        <w:t>395.2251</w:t>
      </w:r>
      <w:r>
        <w:tab/>
        <w:t>2.711e0</w:t>
      </w:r>
    </w:p>
    <w:p w:rsidR="00845324" w:rsidRDefault="00845324" w:rsidP="00845324">
      <w:r>
        <w:t>395.2924</w:t>
      </w:r>
      <w:r>
        <w:tab/>
        <w:t>1.222e0</w:t>
      </w:r>
    </w:p>
    <w:p w:rsidR="00845324" w:rsidRDefault="00845324" w:rsidP="00845324">
      <w:r>
        <w:t>395.3431</w:t>
      </w:r>
      <w:r>
        <w:tab/>
        <w:t>3.235e0</w:t>
      </w:r>
    </w:p>
    <w:p w:rsidR="00845324" w:rsidRDefault="00845324" w:rsidP="00845324">
      <w:r>
        <w:t>395.4468</w:t>
      </w:r>
      <w:r>
        <w:tab/>
        <w:t>2.845e0</w:t>
      </w:r>
    </w:p>
    <w:p w:rsidR="00845324" w:rsidRDefault="00845324" w:rsidP="00845324">
      <w:r>
        <w:t>395.5682</w:t>
      </w:r>
      <w:r>
        <w:tab/>
        <w:t>2.025e0</w:t>
      </w:r>
    </w:p>
    <w:p w:rsidR="00845324" w:rsidRDefault="00845324" w:rsidP="00845324">
      <w:r>
        <w:t>395.6193</w:t>
      </w:r>
      <w:r>
        <w:tab/>
        <w:t>2.025e0</w:t>
      </w:r>
    </w:p>
    <w:p w:rsidR="00845324" w:rsidRDefault="00845324" w:rsidP="00845324">
      <w:r>
        <w:t>395.7008</w:t>
      </w:r>
      <w:r>
        <w:tab/>
        <w:t>4.051e0</w:t>
      </w:r>
    </w:p>
    <w:p w:rsidR="00845324" w:rsidRDefault="00845324" w:rsidP="00845324">
      <w:r>
        <w:t>395.7591</w:t>
      </w:r>
      <w:r>
        <w:tab/>
        <w:t>3.038e0</w:t>
      </w:r>
    </w:p>
    <w:p w:rsidR="00845324" w:rsidRDefault="00845324" w:rsidP="00845324">
      <w:r>
        <w:t>395.8081</w:t>
      </w:r>
      <w:r>
        <w:tab/>
        <w:t>2.025e0</w:t>
      </w:r>
    </w:p>
    <w:p w:rsidR="00845324" w:rsidRDefault="00845324" w:rsidP="00845324">
      <w:r>
        <w:t>395.8572</w:t>
      </w:r>
      <w:r>
        <w:tab/>
        <w:t>2.025e0</w:t>
      </w:r>
    </w:p>
    <w:p w:rsidR="00845324" w:rsidRDefault="00845324" w:rsidP="00845324">
      <w:r>
        <w:t>395.9636</w:t>
      </w:r>
      <w:r>
        <w:tab/>
        <w:t>2.859e0</w:t>
      </w:r>
    </w:p>
    <w:p w:rsidR="00845324" w:rsidRDefault="00845324" w:rsidP="00845324">
      <w:r>
        <w:t>395.9926</w:t>
      </w:r>
      <w:r>
        <w:tab/>
        <w:t>3.753e0</w:t>
      </w:r>
    </w:p>
    <w:p w:rsidR="00845324" w:rsidRDefault="00845324" w:rsidP="00845324">
      <w:r>
        <w:t>396.1184</w:t>
      </w:r>
      <w:r>
        <w:tab/>
        <w:t>1.013e0</w:t>
      </w:r>
    </w:p>
    <w:p w:rsidR="00845324" w:rsidRDefault="00845324" w:rsidP="00845324">
      <w:r>
        <w:lastRenderedPageBreak/>
        <w:t>396.1773</w:t>
      </w:r>
      <w:r>
        <w:tab/>
        <w:t>2.532e0</w:t>
      </w:r>
    </w:p>
    <w:p w:rsidR="00845324" w:rsidRDefault="00845324" w:rsidP="00845324">
      <w:r>
        <w:t>396.3504</w:t>
      </w:r>
      <w:r>
        <w:tab/>
        <w:t>4.892e0</w:t>
      </w:r>
    </w:p>
    <w:p w:rsidR="00845324" w:rsidRDefault="00845324" w:rsidP="00845324">
      <w:r>
        <w:t>396.4101</w:t>
      </w:r>
      <w:r>
        <w:tab/>
        <w:t>4.858e0</w:t>
      </w:r>
    </w:p>
    <w:p w:rsidR="00845324" w:rsidRDefault="00845324" w:rsidP="00845324">
      <w:r>
        <w:t>396.5553</w:t>
      </w:r>
      <w:r>
        <w:tab/>
        <w:t>1.013e0</w:t>
      </w:r>
    </w:p>
    <w:p w:rsidR="00845324" w:rsidRDefault="00845324" w:rsidP="00845324">
      <w:r>
        <w:t>396.6342</w:t>
      </w:r>
      <w:r>
        <w:tab/>
        <w:t>1.013e0</w:t>
      </w:r>
    </w:p>
    <w:p w:rsidR="00845324" w:rsidRDefault="00845324" w:rsidP="00845324">
      <w:r>
        <w:t>396.7096</w:t>
      </w:r>
      <w:r>
        <w:tab/>
        <w:t>3.038e0</w:t>
      </w:r>
    </w:p>
    <w:p w:rsidR="00845324" w:rsidRDefault="00845324" w:rsidP="00845324">
      <w:r>
        <w:t>396.7699</w:t>
      </w:r>
      <w:r>
        <w:tab/>
        <w:t>4.051e0</w:t>
      </w:r>
    </w:p>
    <w:p w:rsidR="00845324" w:rsidRDefault="00845324" w:rsidP="00845324">
      <w:r>
        <w:t>396.8438</w:t>
      </w:r>
      <w:r>
        <w:tab/>
        <w:t>1.013e0</w:t>
      </w:r>
    </w:p>
    <w:p w:rsidR="00845324" w:rsidRDefault="00845324" w:rsidP="00845324">
      <w:r>
        <w:t>397.0233</w:t>
      </w:r>
      <w:r>
        <w:tab/>
        <w:t>2.800e0</w:t>
      </w:r>
    </w:p>
    <w:p w:rsidR="00845324" w:rsidRDefault="00845324" w:rsidP="00845324">
      <w:r>
        <w:t>397.1147</w:t>
      </w:r>
      <w:r>
        <w:tab/>
        <w:t>4.051e0</w:t>
      </w:r>
    </w:p>
    <w:p w:rsidR="00845324" w:rsidRDefault="00845324" w:rsidP="00845324">
      <w:r>
        <w:t>397.1746</w:t>
      </w:r>
      <w:r>
        <w:tab/>
        <w:t>3.942e0</w:t>
      </w:r>
    </w:p>
    <w:p w:rsidR="00845324" w:rsidRDefault="00845324" w:rsidP="00845324">
      <w:r>
        <w:t>397.3315</w:t>
      </w:r>
      <w:r>
        <w:tab/>
        <w:t>5.730e0</w:t>
      </w:r>
    </w:p>
    <w:p w:rsidR="00845324" w:rsidRDefault="00845324" w:rsidP="00845324">
      <w:r>
        <w:t>397.4186</w:t>
      </w:r>
      <w:r>
        <w:tab/>
        <w:t>2.920e0</w:t>
      </w:r>
    </w:p>
    <w:p w:rsidR="00845324" w:rsidRDefault="00845324" w:rsidP="00845324">
      <w:r>
        <w:t>397.4977</w:t>
      </w:r>
      <w:r>
        <w:tab/>
        <w:t>1.013e0</w:t>
      </w:r>
    </w:p>
    <w:p w:rsidR="00845324" w:rsidRDefault="00845324" w:rsidP="00845324">
      <w:r>
        <w:t>397.5302</w:t>
      </w:r>
      <w:r>
        <w:tab/>
        <w:t>1.013e0</w:t>
      </w:r>
    </w:p>
    <w:p w:rsidR="00845324" w:rsidRDefault="00845324" w:rsidP="00845324">
      <w:r>
        <w:t>397.5714</w:t>
      </w:r>
      <w:r>
        <w:tab/>
        <w:t>2.025e0</w:t>
      </w:r>
    </w:p>
    <w:p w:rsidR="00845324" w:rsidRDefault="00845324" w:rsidP="00845324">
      <w:r>
        <w:t>397.6263</w:t>
      </w:r>
      <w:r>
        <w:tab/>
        <w:t>1.013e0</w:t>
      </w:r>
    </w:p>
    <w:p w:rsidR="00845324" w:rsidRDefault="00845324" w:rsidP="00845324">
      <w:r>
        <w:t>397.7377</w:t>
      </w:r>
      <w:r>
        <w:tab/>
        <w:t>1.013e0</w:t>
      </w:r>
    </w:p>
    <w:p w:rsidR="00845324" w:rsidRDefault="00845324" w:rsidP="00845324">
      <w:r>
        <w:t>397.8950</w:t>
      </w:r>
      <w:r>
        <w:tab/>
        <w:t>2.025e0</w:t>
      </w:r>
    </w:p>
    <w:p w:rsidR="00845324" w:rsidRDefault="00845324" w:rsidP="00845324">
      <w:r>
        <w:lastRenderedPageBreak/>
        <w:t>397.9388</w:t>
      </w:r>
      <w:r>
        <w:tab/>
        <w:t>3.210e0</w:t>
      </w:r>
    </w:p>
    <w:p w:rsidR="00845324" w:rsidRDefault="00845324" w:rsidP="00845324">
      <w:r>
        <w:t>398.0551</w:t>
      </w:r>
      <w:r>
        <w:tab/>
        <w:t>2.533e0</w:t>
      </w:r>
    </w:p>
    <w:p w:rsidR="00845324" w:rsidRDefault="00845324" w:rsidP="00845324">
      <w:r>
        <w:t>398.1116</w:t>
      </w:r>
      <w:r>
        <w:tab/>
        <w:t>5.063e0</w:t>
      </w:r>
    </w:p>
    <w:p w:rsidR="00845324" w:rsidRDefault="00845324" w:rsidP="00845324">
      <w:r>
        <w:t>398.1927</w:t>
      </w:r>
      <w:r>
        <w:tab/>
        <w:t>1.519e0</w:t>
      </w:r>
    </w:p>
    <w:p w:rsidR="00845324" w:rsidRDefault="00845324" w:rsidP="00845324">
      <w:r>
        <w:t>398.2524</w:t>
      </w:r>
      <w:r>
        <w:tab/>
        <w:t>1.685e0</w:t>
      </w:r>
    </w:p>
    <w:p w:rsidR="00845324" w:rsidRDefault="00845324" w:rsidP="00845324">
      <w:r>
        <w:t>398.3485</w:t>
      </w:r>
      <w:r>
        <w:tab/>
        <w:t>4.851e0</w:t>
      </w:r>
    </w:p>
    <w:p w:rsidR="00845324" w:rsidRDefault="00845324" w:rsidP="00845324">
      <w:r>
        <w:t>398.4091</w:t>
      </w:r>
      <w:r>
        <w:tab/>
        <w:t>4.518e0</w:t>
      </w:r>
    </w:p>
    <w:p w:rsidR="00845324" w:rsidRDefault="00845324" w:rsidP="00845324">
      <w:r>
        <w:t>398.4931</w:t>
      </w:r>
      <w:r>
        <w:tab/>
        <w:t>4.051e0</w:t>
      </w:r>
    </w:p>
    <w:p w:rsidR="00845324" w:rsidRDefault="00845324" w:rsidP="00845324">
      <w:r>
        <w:t>398.6045</w:t>
      </w:r>
      <w:r>
        <w:tab/>
        <w:t>2.025e0</w:t>
      </w:r>
    </w:p>
    <w:p w:rsidR="00845324" w:rsidRDefault="00845324" w:rsidP="00845324">
      <w:r>
        <w:t>398.6393</w:t>
      </w:r>
      <w:r>
        <w:tab/>
        <w:t>1.013e0</w:t>
      </w:r>
    </w:p>
    <w:p w:rsidR="00845324" w:rsidRDefault="00845324" w:rsidP="00845324">
      <w:r>
        <w:t>398.6977</w:t>
      </w:r>
      <w:r>
        <w:tab/>
        <w:t>1.013e0</w:t>
      </w:r>
    </w:p>
    <w:p w:rsidR="00845324" w:rsidRDefault="00845324" w:rsidP="00845324">
      <w:r>
        <w:t>398.7469</w:t>
      </w:r>
      <w:r>
        <w:tab/>
        <w:t>2.250e0</w:t>
      </w:r>
    </w:p>
    <w:p w:rsidR="00845324" w:rsidRDefault="00845324" w:rsidP="00845324">
      <w:r>
        <w:t>398.8470</w:t>
      </w:r>
      <w:r>
        <w:tab/>
        <w:t>5.334e0</w:t>
      </w:r>
    </w:p>
    <w:p w:rsidR="00845324" w:rsidRDefault="00845324" w:rsidP="00845324">
      <w:r>
        <w:t>398.8858</w:t>
      </w:r>
      <w:r>
        <w:tab/>
        <w:t>4.160e0</w:t>
      </w:r>
    </w:p>
    <w:p w:rsidR="00845324" w:rsidRDefault="00845324" w:rsidP="00845324">
      <w:r>
        <w:t>399.0073</w:t>
      </w:r>
      <w:r>
        <w:tab/>
        <w:t>5.063e0</w:t>
      </w:r>
    </w:p>
    <w:p w:rsidR="00845324" w:rsidRDefault="00845324" w:rsidP="00845324">
      <w:r>
        <w:t>399.1156</w:t>
      </w:r>
      <w:r>
        <w:tab/>
        <w:t>2.025e0</w:t>
      </w:r>
    </w:p>
    <w:p w:rsidR="00845324" w:rsidRDefault="00845324" w:rsidP="00845324">
      <w:r>
        <w:t>399.1677</w:t>
      </w:r>
      <w:r>
        <w:tab/>
        <w:t>2.025e0</w:t>
      </w:r>
    </w:p>
    <w:p w:rsidR="00845324" w:rsidRDefault="00845324" w:rsidP="00845324">
      <w:r>
        <w:t>399.2751</w:t>
      </w:r>
      <w:r>
        <w:tab/>
        <w:t>7.309e0</w:t>
      </w:r>
    </w:p>
    <w:p w:rsidR="00845324" w:rsidRDefault="00845324" w:rsidP="00845324">
      <w:r>
        <w:t>399.3701</w:t>
      </w:r>
      <w:r>
        <w:tab/>
        <w:t>3.996e0</w:t>
      </w:r>
    </w:p>
    <w:p w:rsidR="00845324" w:rsidRDefault="00845324" w:rsidP="00845324">
      <w:r>
        <w:lastRenderedPageBreak/>
        <w:t>399.5208</w:t>
      </w:r>
      <w:r>
        <w:tab/>
        <w:t>4.051e0</w:t>
      </w:r>
    </w:p>
    <w:p w:rsidR="00845324" w:rsidRDefault="00845324" w:rsidP="00845324">
      <w:r>
        <w:t>399.5771</w:t>
      </w:r>
      <w:r>
        <w:tab/>
        <w:t>1.013e0</w:t>
      </w:r>
    </w:p>
    <w:p w:rsidR="00845324" w:rsidRDefault="00845324" w:rsidP="00845324">
      <w:r>
        <w:t>399.6115</w:t>
      </w:r>
      <w:r>
        <w:tab/>
        <w:t>1.013e0</w:t>
      </w:r>
    </w:p>
    <w:p w:rsidR="00845324" w:rsidRDefault="00845324" w:rsidP="00845324">
      <w:r>
        <w:t>399.7523</w:t>
      </w:r>
      <w:r>
        <w:tab/>
        <w:t>1.013e0</w:t>
      </w:r>
    </w:p>
    <w:p w:rsidR="00845324" w:rsidRDefault="00845324" w:rsidP="00845324">
      <w:r>
        <w:t>399.8234</w:t>
      </w:r>
      <w:r>
        <w:tab/>
        <w:t>1.013e0</w:t>
      </w:r>
    </w:p>
    <w:p w:rsidR="00845324" w:rsidRDefault="00845324" w:rsidP="00845324">
      <w:r>
        <w:t>399.9041</w:t>
      </w:r>
      <w:r>
        <w:tab/>
        <w:t>7.412e0</w:t>
      </w:r>
    </w:p>
    <w:p w:rsidR="00845324" w:rsidRDefault="00845324" w:rsidP="00845324">
      <w:r>
        <w:t>399.9550</w:t>
      </w:r>
      <w:r>
        <w:tab/>
        <w:t>3.607e0</w:t>
      </w:r>
    </w:p>
    <w:p w:rsidR="00845324" w:rsidRDefault="00845324" w:rsidP="00845324">
      <w:r>
        <w:t>400.0359</w:t>
      </w:r>
      <w:r>
        <w:tab/>
        <w:t>5.063e0</w:t>
      </w:r>
    </w:p>
    <w:p w:rsidR="00845324" w:rsidRDefault="00845324" w:rsidP="00845324">
      <w:r>
        <w:t>400.1610</w:t>
      </w:r>
      <w:r>
        <w:tab/>
        <w:t>1.013e0</w:t>
      </w:r>
    </w:p>
    <w:p w:rsidR="00845324" w:rsidRDefault="00845324" w:rsidP="00845324">
      <w:r>
        <w:t>400.2266</w:t>
      </w:r>
      <w:r>
        <w:tab/>
        <w:t>5.098e0</w:t>
      </w:r>
    </w:p>
    <w:p w:rsidR="00845324" w:rsidRDefault="00845324" w:rsidP="00845324">
      <w:r>
        <w:t>400.2989</w:t>
      </w:r>
      <w:r>
        <w:tab/>
        <w:t>3.035e0</w:t>
      </w:r>
    </w:p>
    <w:p w:rsidR="00845324" w:rsidRDefault="00845324" w:rsidP="00845324">
      <w:r>
        <w:t>400.3773</w:t>
      </w:r>
      <w:r>
        <w:tab/>
        <w:t>3.858e1</w:t>
      </w:r>
    </w:p>
    <w:p w:rsidR="00845324" w:rsidRDefault="00845324" w:rsidP="00845324">
      <w:r>
        <w:t>400.4834</w:t>
      </w:r>
      <w:r>
        <w:tab/>
        <w:t>3.038e0</w:t>
      </w:r>
    </w:p>
    <w:p w:rsidR="00845324" w:rsidRDefault="00845324" w:rsidP="00845324">
      <w:r>
        <w:t>400.5200</w:t>
      </w:r>
      <w:r>
        <w:tab/>
        <w:t>2.025e0</w:t>
      </w:r>
    </w:p>
    <w:p w:rsidR="00845324" w:rsidRDefault="00845324" w:rsidP="00845324">
      <w:r>
        <w:t>400.5741</w:t>
      </w:r>
      <w:r>
        <w:tab/>
        <w:t>2.025e0</w:t>
      </w:r>
    </w:p>
    <w:p w:rsidR="00845324" w:rsidRDefault="00845324" w:rsidP="00845324">
      <w:r>
        <w:t>400.6575</w:t>
      </w:r>
      <w:r>
        <w:tab/>
        <w:t>1.013e0</w:t>
      </w:r>
    </w:p>
    <w:p w:rsidR="00845324" w:rsidRDefault="00845324" w:rsidP="00845324">
      <w:r>
        <w:t>400.7418</w:t>
      </w:r>
      <w:r>
        <w:tab/>
        <w:t>1.013e0</w:t>
      </w:r>
    </w:p>
    <w:p w:rsidR="00845324" w:rsidRDefault="00845324" w:rsidP="00845324">
      <w:r>
        <w:t>400.7870</w:t>
      </w:r>
      <w:r>
        <w:tab/>
        <w:t>3.038e0</w:t>
      </w:r>
    </w:p>
    <w:p w:rsidR="00845324" w:rsidRDefault="00845324" w:rsidP="00845324">
      <w:r>
        <w:t>400.8758</w:t>
      </w:r>
      <w:r>
        <w:tab/>
        <w:t>1.013e0</w:t>
      </w:r>
    </w:p>
    <w:p w:rsidR="00845324" w:rsidRDefault="00845324" w:rsidP="00845324">
      <w:r>
        <w:lastRenderedPageBreak/>
        <w:t>400.9851</w:t>
      </w:r>
      <w:r>
        <w:tab/>
        <w:t>2.742e0</w:t>
      </w:r>
    </w:p>
    <w:p w:rsidR="00845324" w:rsidRDefault="00845324" w:rsidP="00845324">
      <w:r>
        <w:t>401.0591</w:t>
      </w:r>
      <w:r>
        <w:tab/>
        <w:t>6.076e0</w:t>
      </w:r>
    </w:p>
    <w:p w:rsidR="00845324" w:rsidRDefault="00845324" w:rsidP="00845324">
      <w:r>
        <w:t>401.1074</w:t>
      </w:r>
      <w:r>
        <w:tab/>
        <w:t>3.038e0</w:t>
      </w:r>
    </w:p>
    <w:p w:rsidR="00845324" w:rsidRDefault="00845324" w:rsidP="00845324">
      <w:r>
        <w:t>401.2177</w:t>
      </w:r>
      <w:r>
        <w:tab/>
        <w:t>2.532e0</w:t>
      </w:r>
    </w:p>
    <w:p w:rsidR="00845324" w:rsidRDefault="00845324" w:rsidP="00845324">
      <w:r>
        <w:t>401.2668</w:t>
      </w:r>
      <w:r>
        <w:tab/>
        <w:t>5.944e0</w:t>
      </w:r>
    </w:p>
    <w:p w:rsidR="00845324" w:rsidRDefault="00845324" w:rsidP="00845324">
      <w:r>
        <w:t>401.3762</w:t>
      </w:r>
      <w:r>
        <w:tab/>
        <w:t>8.111e0</w:t>
      </w:r>
    </w:p>
    <w:p w:rsidR="00845324" w:rsidRDefault="00845324" w:rsidP="00845324">
      <w:r>
        <w:t>401.5056</w:t>
      </w:r>
      <w:r>
        <w:tab/>
        <w:t>3.007e0</w:t>
      </w:r>
    </w:p>
    <w:p w:rsidR="00845324" w:rsidRDefault="00845324" w:rsidP="00845324">
      <w:r>
        <w:t>401.5872</w:t>
      </w:r>
      <w:r>
        <w:tab/>
        <w:t>3.038e0</w:t>
      </w:r>
    </w:p>
    <w:p w:rsidR="00845324" w:rsidRDefault="00845324" w:rsidP="00845324">
      <w:r>
        <w:t>401.6668</w:t>
      </w:r>
      <w:r>
        <w:tab/>
        <w:t>2.025e0</w:t>
      </w:r>
    </w:p>
    <w:p w:rsidR="00845324" w:rsidRDefault="00845324" w:rsidP="00845324">
      <w:r>
        <w:t>401.7599</w:t>
      </w:r>
      <w:r>
        <w:tab/>
        <w:t>6.076e0</w:t>
      </w:r>
    </w:p>
    <w:p w:rsidR="00845324" w:rsidRDefault="00845324" w:rsidP="00845324">
      <w:r>
        <w:t>401.8175</w:t>
      </w:r>
      <w:r>
        <w:tab/>
        <w:t>2.025e0</w:t>
      </w:r>
    </w:p>
    <w:p w:rsidR="00845324" w:rsidRDefault="00845324" w:rsidP="00845324">
      <w:r>
        <w:t>401.8981</w:t>
      </w:r>
      <w:r>
        <w:tab/>
        <w:t>3.038e0</w:t>
      </w:r>
    </w:p>
    <w:p w:rsidR="00845324" w:rsidRDefault="00845324" w:rsidP="00845324">
      <w:r>
        <w:t>401.9785</w:t>
      </w:r>
      <w:r>
        <w:tab/>
        <w:t>3.681e0</w:t>
      </w:r>
    </w:p>
    <w:p w:rsidR="00845324" w:rsidRDefault="00845324" w:rsidP="00845324">
      <w:r>
        <w:t>402.0271</w:t>
      </w:r>
      <w:r>
        <w:tab/>
        <w:t>4.051e0</w:t>
      </w:r>
    </w:p>
    <w:p w:rsidR="00845324" w:rsidRDefault="00845324" w:rsidP="00845324">
      <w:r>
        <w:t>402.0953</w:t>
      </w:r>
      <w:r>
        <w:tab/>
        <w:t>2.025e0</w:t>
      </w:r>
    </w:p>
    <w:p w:rsidR="00845324" w:rsidRDefault="00845324" w:rsidP="00845324">
      <w:r>
        <w:t>402.2098</w:t>
      </w:r>
      <w:r>
        <w:tab/>
        <w:t>8.917e0</w:t>
      </w:r>
    </w:p>
    <w:p w:rsidR="00845324" w:rsidRDefault="00845324" w:rsidP="00845324">
      <w:r>
        <w:t>402.3015</w:t>
      </w:r>
      <w:r>
        <w:tab/>
        <w:t>5.095e0</w:t>
      </w:r>
    </w:p>
    <w:p w:rsidR="00845324" w:rsidRDefault="00845324" w:rsidP="00845324">
      <w:r>
        <w:t>402.3822</w:t>
      </w:r>
      <w:r>
        <w:tab/>
        <w:t>2.613e0</w:t>
      </w:r>
    </w:p>
    <w:p w:rsidR="00845324" w:rsidRDefault="00845324" w:rsidP="00845324">
      <w:r>
        <w:t>402.4558</w:t>
      </w:r>
      <w:r>
        <w:tab/>
        <w:t>2.226e0</w:t>
      </w:r>
    </w:p>
    <w:p w:rsidR="00845324" w:rsidRDefault="00845324" w:rsidP="00845324">
      <w:r>
        <w:lastRenderedPageBreak/>
        <w:t>402.5268</w:t>
      </w:r>
      <w:r>
        <w:tab/>
        <w:t>2.025e0</w:t>
      </w:r>
    </w:p>
    <w:p w:rsidR="00845324" w:rsidRDefault="00845324" w:rsidP="00845324">
      <w:r>
        <w:t>402.5953</w:t>
      </w:r>
      <w:r>
        <w:tab/>
        <w:t>1.013e0</w:t>
      </w:r>
    </w:p>
    <w:p w:rsidR="00845324" w:rsidRDefault="00845324" w:rsidP="00845324">
      <w:r>
        <w:t>402.6612</w:t>
      </w:r>
      <w:r>
        <w:tab/>
        <w:t>3.038e0</w:t>
      </w:r>
    </w:p>
    <w:p w:rsidR="00845324" w:rsidRDefault="00845324" w:rsidP="00845324">
      <w:r>
        <w:t>402.7464</w:t>
      </w:r>
      <w:r>
        <w:tab/>
        <w:t>6.476e0</w:t>
      </w:r>
    </w:p>
    <w:p w:rsidR="00845324" w:rsidRDefault="00845324" w:rsidP="00845324">
      <w:r>
        <w:t>402.8577</w:t>
      </w:r>
      <w:r>
        <w:tab/>
        <w:t>4.051e0</w:t>
      </w:r>
    </w:p>
    <w:p w:rsidR="00845324" w:rsidRDefault="00845324" w:rsidP="00845324">
      <w:r>
        <w:t>402.9104</w:t>
      </w:r>
      <w:r>
        <w:tab/>
        <w:t>3.038e0</w:t>
      </w:r>
    </w:p>
    <w:p w:rsidR="00845324" w:rsidRDefault="00845324" w:rsidP="00845324">
      <w:r>
        <w:t>402.9925</w:t>
      </w:r>
      <w:r>
        <w:tab/>
        <w:t>1.662e0</w:t>
      </w:r>
    </w:p>
    <w:p w:rsidR="00845324" w:rsidRDefault="00845324" w:rsidP="00845324">
      <w:r>
        <w:t>403.1026</w:t>
      </w:r>
      <w:r>
        <w:tab/>
        <w:t>2.025e0</w:t>
      </w:r>
    </w:p>
    <w:p w:rsidR="00845324" w:rsidRDefault="00845324" w:rsidP="00845324">
      <w:r>
        <w:t>403.1680</w:t>
      </w:r>
      <w:r>
        <w:tab/>
        <w:t>3.951e0</w:t>
      </w:r>
    </w:p>
    <w:p w:rsidR="00845324" w:rsidRDefault="00845324" w:rsidP="00845324">
      <w:r>
        <w:t>403.2178</w:t>
      </w:r>
      <w:r>
        <w:tab/>
        <w:t>1.052e0</w:t>
      </w:r>
    </w:p>
    <w:p w:rsidR="00845324" w:rsidRDefault="00845324" w:rsidP="00845324">
      <w:r>
        <w:t>403.2815</w:t>
      </w:r>
      <w:r>
        <w:tab/>
        <w:t>5.093e0</w:t>
      </w:r>
    </w:p>
    <w:p w:rsidR="00845324" w:rsidRDefault="00845324" w:rsidP="00845324">
      <w:r>
        <w:t>403.3561</w:t>
      </w:r>
      <w:r>
        <w:tab/>
        <w:t>2.188e0</w:t>
      </w:r>
    </w:p>
    <w:p w:rsidR="00845324" w:rsidRDefault="00845324" w:rsidP="00845324">
      <w:r>
        <w:t>403.4573</w:t>
      </w:r>
      <w:r>
        <w:tab/>
        <w:t>1.013e0</w:t>
      </w:r>
    </w:p>
    <w:p w:rsidR="00845324" w:rsidRDefault="00845324" w:rsidP="00845324">
      <w:r>
        <w:t>403.5763</w:t>
      </w:r>
      <w:r>
        <w:tab/>
        <w:t>4.051e0</w:t>
      </w:r>
    </w:p>
    <w:p w:rsidR="00845324" w:rsidRDefault="00845324" w:rsidP="00845324">
      <w:r>
        <w:t>403.6780</w:t>
      </w:r>
      <w:r>
        <w:tab/>
        <w:t>1.013e0</w:t>
      </w:r>
    </w:p>
    <w:p w:rsidR="00845324" w:rsidRDefault="00845324" w:rsidP="00845324">
      <w:r>
        <w:t>403.7634</w:t>
      </w:r>
      <w:r>
        <w:tab/>
        <w:t>3.038e0</w:t>
      </w:r>
    </w:p>
    <w:p w:rsidR="00845324" w:rsidRDefault="00845324" w:rsidP="00845324">
      <w:r>
        <w:t>403.8605</w:t>
      </w:r>
      <w:r>
        <w:tab/>
        <w:t>3.038e0</w:t>
      </w:r>
    </w:p>
    <w:p w:rsidR="00845324" w:rsidRDefault="00845324" w:rsidP="00845324">
      <w:r>
        <w:t>403.9315</w:t>
      </w:r>
      <w:r>
        <w:tab/>
        <w:t>1.951e0</w:t>
      </w:r>
    </w:p>
    <w:p w:rsidR="00845324" w:rsidRDefault="00845324" w:rsidP="00845324">
      <w:r>
        <w:t>404.0196</w:t>
      </w:r>
      <w:r>
        <w:tab/>
        <w:t>4.051e0</w:t>
      </w:r>
    </w:p>
    <w:p w:rsidR="00845324" w:rsidRDefault="00845324" w:rsidP="00845324">
      <w:r>
        <w:lastRenderedPageBreak/>
        <w:t>404.0628</w:t>
      </w:r>
      <w:r>
        <w:tab/>
        <w:t>3.038e0</w:t>
      </w:r>
    </w:p>
    <w:p w:rsidR="00845324" w:rsidRDefault="00845324" w:rsidP="00845324">
      <w:r>
        <w:t>404.2366</w:t>
      </w:r>
      <w:r>
        <w:tab/>
        <w:t>4.147e0</w:t>
      </w:r>
    </w:p>
    <w:p w:rsidR="00845324" w:rsidRDefault="00845324" w:rsidP="00845324">
      <w:r>
        <w:t>404.3598</w:t>
      </w:r>
      <w:r>
        <w:tab/>
        <w:t>1.312e0</w:t>
      </w:r>
    </w:p>
    <w:p w:rsidR="00845324" w:rsidRDefault="00845324" w:rsidP="00845324">
      <w:r>
        <w:t>404.5101</w:t>
      </w:r>
      <w:r>
        <w:tab/>
        <w:t>3.038e0</w:t>
      </w:r>
    </w:p>
    <w:p w:rsidR="00845324" w:rsidRDefault="00845324" w:rsidP="00845324">
      <w:r>
        <w:t>404.6130</w:t>
      </w:r>
      <w:r>
        <w:tab/>
        <w:t>2.025e0</w:t>
      </w:r>
    </w:p>
    <w:p w:rsidR="00845324" w:rsidRDefault="00845324" w:rsidP="00845324">
      <w:r>
        <w:t>404.7359</w:t>
      </w:r>
      <w:r>
        <w:tab/>
        <w:t>3.072e0</w:t>
      </w:r>
    </w:p>
    <w:p w:rsidR="00845324" w:rsidRDefault="00845324" w:rsidP="00845324">
      <w:r>
        <w:t>404.9755</w:t>
      </w:r>
      <w:r>
        <w:tab/>
        <w:t>1.560e0</w:t>
      </w:r>
    </w:p>
    <w:p w:rsidR="00845324" w:rsidRDefault="00845324" w:rsidP="00845324">
      <w:r>
        <w:t>405.1186</w:t>
      </w:r>
      <w:r>
        <w:tab/>
        <w:t>1.013e0</w:t>
      </w:r>
    </w:p>
    <w:p w:rsidR="00845324" w:rsidRDefault="00845324" w:rsidP="00845324">
      <w:r>
        <w:t>405.2490</w:t>
      </w:r>
      <w:r>
        <w:tab/>
        <w:t>2.244e0</w:t>
      </w:r>
    </w:p>
    <w:p w:rsidR="00845324" w:rsidRDefault="00845324" w:rsidP="00845324">
      <w:r>
        <w:t>405.3294</w:t>
      </w:r>
      <w:r>
        <w:tab/>
        <w:t>1.757e0</w:t>
      </w:r>
    </w:p>
    <w:p w:rsidR="00845324" w:rsidRDefault="00845324" w:rsidP="00845324">
      <w:r>
        <w:t>405.3957</w:t>
      </w:r>
      <w:r>
        <w:tab/>
        <w:t>2.590e0</w:t>
      </w:r>
    </w:p>
    <w:p w:rsidR="00845324" w:rsidRDefault="00845324" w:rsidP="00845324">
      <w:r>
        <w:t>405.5041</w:t>
      </w:r>
      <w:r>
        <w:tab/>
        <w:t>1.013e0</w:t>
      </w:r>
    </w:p>
    <w:p w:rsidR="00845324" w:rsidRDefault="00845324" w:rsidP="00845324">
      <w:r>
        <w:t>405.5737</w:t>
      </w:r>
      <w:r>
        <w:tab/>
        <w:t>2.025e0</w:t>
      </w:r>
    </w:p>
    <w:p w:rsidR="00845324" w:rsidRDefault="00845324" w:rsidP="00845324">
      <w:r>
        <w:t>405.6700</w:t>
      </w:r>
      <w:r>
        <w:tab/>
        <w:t>4.051e0</w:t>
      </w:r>
    </w:p>
    <w:p w:rsidR="00845324" w:rsidRDefault="00845324" w:rsidP="00845324">
      <w:r>
        <w:t>405.7403</w:t>
      </w:r>
      <w:r>
        <w:tab/>
        <w:t>1.013e0</w:t>
      </w:r>
    </w:p>
    <w:p w:rsidR="00845324" w:rsidRDefault="00845324" w:rsidP="00845324">
      <w:r>
        <w:t>405.8676</w:t>
      </w:r>
      <w:r>
        <w:tab/>
        <w:t>5.063e0</w:t>
      </w:r>
    </w:p>
    <w:p w:rsidR="00845324" w:rsidRDefault="00845324" w:rsidP="00845324">
      <w:r>
        <w:t>405.9367</w:t>
      </w:r>
      <w:r>
        <w:tab/>
        <w:t>4.051e0</w:t>
      </w:r>
    </w:p>
    <w:p w:rsidR="00845324" w:rsidRDefault="00845324" w:rsidP="00845324">
      <w:r>
        <w:t>405.9951</w:t>
      </w:r>
      <w:r>
        <w:tab/>
        <w:t>1.835e0</w:t>
      </w:r>
    </w:p>
    <w:p w:rsidR="00845324" w:rsidRDefault="00845324" w:rsidP="00845324">
      <w:r>
        <w:t>406.0558</w:t>
      </w:r>
      <w:r>
        <w:tab/>
        <w:t>3.955e0</w:t>
      </w:r>
    </w:p>
    <w:p w:rsidR="00845324" w:rsidRDefault="00845324" w:rsidP="00845324">
      <w:r>
        <w:lastRenderedPageBreak/>
        <w:t>406.1141</w:t>
      </w:r>
      <w:r>
        <w:tab/>
        <w:t>4.051e0</w:t>
      </w:r>
    </w:p>
    <w:p w:rsidR="00845324" w:rsidRDefault="00845324" w:rsidP="00845324">
      <w:r>
        <w:t>406.2147</w:t>
      </w:r>
      <w:r>
        <w:tab/>
        <w:t>6.533e0</w:t>
      </w:r>
    </w:p>
    <w:p w:rsidR="00845324" w:rsidRDefault="00845324" w:rsidP="00845324">
      <w:r>
        <w:t>406.3447</w:t>
      </w:r>
      <w:r>
        <w:tab/>
        <w:t>8.473e0</w:t>
      </w:r>
    </w:p>
    <w:p w:rsidR="00845324" w:rsidRDefault="00845324" w:rsidP="00845324">
      <w:r>
        <w:t>406.5136</w:t>
      </w:r>
      <w:r>
        <w:tab/>
        <w:t>6.076e0</w:t>
      </w:r>
    </w:p>
    <w:p w:rsidR="00845324" w:rsidRDefault="00845324" w:rsidP="00845324">
      <w:r>
        <w:t>406.5857</w:t>
      </w:r>
      <w:r>
        <w:tab/>
        <w:t>1.013e0</w:t>
      </w:r>
    </w:p>
    <w:p w:rsidR="00845324" w:rsidRDefault="00845324" w:rsidP="00845324">
      <w:r>
        <w:t>406.6384</w:t>
      </w:r>
      <w:r>
        <w:tab/>
        <w:t>4.137e0</w:t>
      </w:r>
    </w:p>
    <w:p w:rsidR="00845324" w:rsidRDefault="00845324" w:rsidP="00845324">
      <w:r>
        <w:t>406.7235</w:t>
      </w:r>
      <w:r>
        <w:tab/>
        <w:t>2.025e0</w:t>
      </w:r>
    </w:p>
    <w:p w:rsidR="00845324" w:rsidRDefault="00845324" w:rsidP="00845324">
      <w:r>
        <w:t>406.8120</w:t>
      </w:r>
      <w:r>
        <w:tab/>
        <w:t>1.013e0</w:t>
      </w:r>
    </w:p>
    <w:p w:rsidR="00845324" w:rsidRDefault="00845324" w:rsidP="00845324">
      <w:r>
        <w:t>406.9402</w:t>
      </w:r>
      <w:r>
        <w:tab/>
        <w:t>3.037e0</w:t>
      </w:r>
    </w:p>
    <w:p w:rsidR="00845324" w:rsidRDefault="00845324" w:rsidP="00845324">
      <w:r>
        <w:t>406.9871</w:t>
      </w:r>
      <w:r>
        <w:tab/>
        <w:t>1.901e0</w:t>
      </w:r>
    </w:p>
    <w:p w:rsidR="00845324" w:rsidRDefault="00845324" w:rsidP="00845324">
      <w:r>
        <w:t>407.0940</w:t>
      </w:r>
      <w:r>
        <w:tab/>
        <w:t>5.063e0</w:t>
      </w:r>
    </w:p>
    <w:p w:rsidR="00845324" w:rsidRDefault="00845324" w:rsidP="00845324">
      <w:r>
        <w:t>407.1755</w:t>
      </w:r>
      <w:r>
        <w:tab/>
        <w:t>5.981e0</w:t>
      </w:r>
    </w:p>
    <w:p w:rsidR="00845324" w:rsidRDefault="00845324" w:rsidP="00845324">
      <w:r>
        <w:t>407.2353</w:t>
      </w:r>
      <w:r>
        <w:tab/>
        <w:t>2.184e0</w:t>
      </w:r>
    </w:p>
    <w:p w:rsidR="00845324" w:rsidRDefault="00845324" w:rsidP="00845324">
      <w:r>
        <w:t>407.3372</w:t>
      </w:r>
      <w:r>
        <w:tab/>
        <w:t>3.561e0</w:t>
      </w:r>
    </w:p>
    <w:p w:rsidR="00845324" w:rsidRDefault="00845324" w:rsidP="00845324">
      <w:r>
        <w:t>407.3940</w:t>
      </w:r>
      <w:r>
        <w:tab/>
        <w:t>1.801e0</w:t>
      </w:r>
    </w:p>
    <w:p w:rsidR="00845324" w:rsidRDefault="00845324" w:rsidP="00845324">
      <w:r>
        <w:t>407.4441</w:t>
      </w:r>
      <w:r>
        <w:tab/>
        <w:t>2.025e0</w:t>
      </w:r>
    </w:p>
    <w:p w:rsidR="00845324" w:rsidRDefault="00845324" w:rsidP="00845324">
      <w:r>
        <w:t>407.5007</w:t>
      </w:r>
      <w:r>
        <w:tab/>
        <w:t>2.742e0</w:t>
      </w:r>
    </w:p>
    <w:p w:rsidR="00845324" w:rsidRDefault="00845324" w:rsidP="00845324">
      <w:r>
        <w:t>407.6089</w:t>
      </w:r>
      <w:r>
        <w:tab/>
        <w:t>3.038e0</w:t>
      </w:r>
    </w:p>
    <w:p w:rsidR="00845324" w:rsidRDefault="00845324" w:rsidP="00845324">
      <w:r>
        <w:t>407.6888</w:t>
      </w:r>
      <w:r>
        <w:tab/>
        <w:t>4.051e0</w:t>
      </w:r>
    </w:p>
    <w:p w:rsidR="00845324" w:rsidRDefault="00845324" w:rsidP="00845324">
      <w:r>
        <w:lastRenderedPageBreak/>
        <w:t>407.7703</w:t>
      </w:r>
      <w:r>
        <w:tab/>
        <w:t>5.063e0</w:t>
      </w:r>
    </w:p>
    <w:p w:rsidR="00845324" w:rsidRDefault="00845324" w:rsidP="00845324">
      <w:r>
        <w:t>407.8568</w:t>
      </w:r>
      <w:r>
        <w:tab/>
        <w:t>1.013e0</w:t>
      </w:r>
    </w:p>
    <w:p w:rsidR="00845324" w:rsidRDefault="00845324" w:rsidP="00845324">
      <w:r>
        <w:t>407.9429</w:t>
      </w:r>
      <w:r>
        <w:tab/>
        <w:t>7.088e0</w:t>
      </w:r>
    </w:p>
    <w:p w:rsidR="00845324" w:rsidRDefault="00845324" w:rsidP="00845324">
      <w:r>
        <w:t>407.9962</w:t>
      </w:r>
      <w:r>
        <w:tab/>
        <w:t>2.025e0</w:t>
      </w:r>
    </w:p>
    <w:p w:rsidR="00845324" w:rsidRDefault="00845324" w:rsidP="00845324">
      <w:r>
        <w:t>408.0504</w:t>
      </w:r>
      <w:r>
        <w:tab/>
        <w:t>1.013e0</w:t>
      </w:r>
    </w:p>
    <w:p w:rsidR="00845324" w:rsidRDefault="00845324" w:rsidP="00845324">
      <w:r>
        <w:t>408.0924</w:t>
      </w:r>
      <w:r>
        <w:tab/>
        <w:t>2.025e0</w:t>
      </w:r>
    </w:p>
    <w:p w:rsidR="00845324" w:rsidRDefault="00845324" w:rsidP="00845324">
      <w:r>
        <w:t>408.1667</w:t>
      </w:r>
      <w:r>
        <w:tab/>
        <w:t>4.039e0</w:t>
      </w:r>
    </w:p>
    <w:p w:rsidR="00845324" w:rsidRDefault="00845324" w:rsidP="00845324">
      <w:r>
        <w:t>408.2485</w:t>
      </w:r>
      <w:r>
        <w:tab/>
        <w:t>1.886e1</w:t>
      </w:r>
    </w:p>
    <w:p w:rsidR="00845324" w:rsidRDefault="00845324" w:rsidP="00845324">
      <w:r>
        <w:t>408.3201</w:t>
      </w:r>
      <w:r>
        <w:tab/>
        <w:t>5.657e0</w:t>
      </w:r>
    </w:p>
    <w:p w:rsidR="00845324" w:rsidRDefault="00845324" w:rsidP="00845324">
      <w:r>
        <w:t>408.3654</w:t>
      </w:r>
      <w:r>
        <w:tab/>
        <w:t>1.748e1</w:t>
      </w:r>
    </w:p>
    <w:p w:rsidR="00845324" w:rsidRDefault="00845324" w:rsidP="00845324">
      <w:r>
        <w:t>408.4456</w:t>
      </w:r>
      <w:r>
        <w:tab/>
        <w:t>2.025e0</w:t>
      </w:r>
    </w:p>
    <w:p w:rsidR="00845324" w:rsidRDefault="00845324" w:rsidP="00845324">
      <w:r>
        <w:t>408.5154</w:t>
      </w:r>
      <w:r>
        <w:tab/>
        <w:t>2.025e0</w:t>
      </w:r>
    </w:p>
    <w:p w:rsidR="00845324" w:rsidRDefault="00845324" w:rsidP="00845324">
      <w:r>
        <w:t>408.5905</w:t>
      </w:r>
      <w:r>
        <w:tab/>
        <w:t>2.025e0</w:t>
      </w:r>
    </w:p>
    <w:p w:rsidR="00845324" w:rsidRDefault="00845324" w:rsidP="00845324">
      <w:r>
        <w:t>408.6367</w:t>
      </w:r>
      <w:r>
        <w:tab/>
        <w:t>1.013e0</w:t>
      </w:r>
    </w:p>
    <w:p w:rsidR="00845324" w:rsidRDefault="00845324" w:rsidP="00845324">
      <w:r>
        <w:t>408.6989</w:t>
      </w:r>
      <w:r>
        <w:tab/>
        <w:t>1.013e0</w:t>
      </w:r>
    </w:p>
    <w:p w:rsidR="00845324" w:rsidRDefault="00845324" w:rsidP="00845324">
      <w:r>
        <w:t>408.7517</w:t>
      </w:r>
      <w:r>
        <w:tab/>
        <w:t>3.038e0</w:t>
      </w:r>
    </w:p>
    <w:p w:rsidR="00845324" w:rsidRDefault="00845324" w:rsidP="00845324">
      <w:r>
        <w:t>408.8515</w:t>
      </w:r>
      <w:r>
        <w:tab/>
        <w:t>2.025e0</w:t>
      </w:r>
    </w:p>
    <w:p w:rsidR="00845324" w:rsidRDefault="00845324" w:rsidP="00845324">
      <w:r>
        <w:t>408.9309</w:t>
      </w:r>
      <w:r>
        <w:tab/>
        <w:t>3.037e0</w:t>
      </w:r>
    </w:p>
    <w:p w:rsidR="00845324" w:rsidRDefault="00845324" w:rsidP="00845324">
      <w:r>
        <w:t>409.1767</w:t>
      </w:r>
      <w:r>
        <w:tab/>
        <w:t>2.213e1</w:t>
      </w:r>
    </w:p>
    <w:p w:rsidR="00845324" w:rsidRDefault="00845324" w:rsidP="00845324">
      <w:r>
        <w:lastRenderedPageBreak/>
        <w:t>409.2484</w:t>
      </w:r>
      <w:r>
        <w:tab/>
        <w:t>3.389e0</w:t>
      </w:r>
    </w:p>
    <w:p w:rsidR="00845324" w:rsidRDefault="00845324" w:rsidP="00845324">
      <w:r>
        <w:t>409.3625</w:t>
      </w:r>
      <w:r>
        <w:tab/>
        <w:t>9.026e0</w:t>
      </w:r>
    </w:p>
    <w:p w:rsidR="00845324" w:rsidRDefault="00845324" w:rsidP="00845324">
      <w:r>
        <w:t>409.5031</w:t>
      </w:r>
      <w:r>
        <w:tab/>
        <w:t>3.038e0</w:t>
      </w:r>
    </w:p>
    <w:p w:rsidR="00845324" w:rsidRDefault="00845324" w:rsidP="00845324">
      <w:r>
        <w:t>409.5615</w:t>
      </w:r>
      <w:r>
        <w:tab/>
        <w:t>2.025e0</w:t>
      </w:r>
    </w:p>
    <w:p w:rsidR="00845324" w:rsidRDefault="00845324" w:rsidP="00845324">
      <w:r>
        <w:t>409.6130</w:t>
      </w:r>
      <w:r>
        <w:tab/>
        <w:t>2.025e0</w:t>
      </w:r>
    </w:p>
    <w:p w:rsidR="00845324" w:rsidRDefault="00845324" w:rsidP="00845324">
      <w:r>
        <w:t>409.7526</w:t>
      </w:r>
      <w:r>
        <w:tab/>
        <w:t>2.025e0</w:t>
      </w:r>
    </w:p>
    <w:p w:rsidR="00845324" w:rsidRDefault="00845324" w:rsidP="00845324">
      <w:r>
        <w:t>409.8246</w:t>
      </w:r>
      <w:r>
        <w:tab/>
        <w:t>3.494e0</w:t>
      </w:r>
    </w:p>
    <w:p w:rsidR="00845324" w:rsidRDefault="00845324" w:rsidP="00845324">
      <w:r>
        <w:t>409.8966</w:t>
      </w:r>
      <w:r>
        <w:tab/>
        <w:t>9.114e0</w:t>
      </w:r>
    </w:p>
    <w:p w:rsidR="00845324" w:rsidRDefault="00845324" w:rsidP="00845324">
      <w:r>
        <w:t>410.0135</w:t>
      </w:r>
      <w:r>
        <w:tab/>
        <w:t>1.013e0</w:t>
      </w:r>
    </w:p>
    <w:p w:rsidR="00845324" w:rsidRDefault="00845324" w:rsidP="00845324">
      <w:r>
        <w:t>410.0760</w:t>
      </w:r>
      <w:r>
        <w:tab/>
        <w:t>3.770e0</w:t>
      </w:r>
    </w:p>
    <w:p w:rsidR="00845324" w:rsidRDefault="00845324" w:rsidP="00845324">
      <w:r>
        <w:t>410.1469</w:t>
      </w:r>
      <w:r>
        <w:tab/>
        <w:t>2.993e0</w:t>
      </w:r>
    </w:p>
    <w:p w:rsidR="00845324" w:rsidRDefault="00845324" w:rsidP="00845324">
      <w:r>
        <w:t>410.2007</w:t>
      </w:r>
      <w:r>
        <w:tab/>
        <w:t>2.851e0</w:t>
      </w:r>
    </w:p>
    <w:p w:rsidR="00845324" w:rsidRDefault="00845324" w:rsidP="00845324">
      <w:r>
        <w:t>410.2565</w:t>
      </w:r>
      <w:r>
        <w:tab/>
        <w:t>1.662e0</w:t>
      </w:r>
    </w:p>
    <w:p w:rsidR="00845324" w:rsidRDefault="00845324" w:rsidP="00845324">
      <w:r>
        <w:t>410.3657</w:t>
      </w:r>
      <w:r>
        <w:tab/>
        <w:t>7.724e0</w:t>
      </w:r>
    </w:p>
    <w:p w:rsidR="00845324" w:rsidRDefault="00845324" w:rsidP="00845324">
      <w:r>
        <w:t>410.4361</w:t>
      </w:r>
      <w:r>
        <w:tab/>
        <w:t>6.076e0</w:t>
      </w:r>
    </w:p>
    <w:p w:rsidR="00845324" w:rsidRDefault="00845324" w:rsidP="00845324">
      <w:r>
        <w:t>410.5373</w:t>
      </w:r>
      <w:r>
        <w:tab/>
        <w:t>6.076e0</w:t>
      </w:r>
    </w:p>
    <w:p w:rsidR="00845324" w:rsidRDefault="00845324" w:rsidP="00845324">
      <w:r>
        <w:t>410.7001</w:t>
      </w:r>
      <w:r>
        <w:tab/>
        <w:t>2.025e0</w:t>
      </w:r>
    </w:p>
    <w:p w:rsidR="00845324" w:rsidRDefault="00845324" w:rsidP="00845324">
      <w:r>
        <w:t>410.7432</w:t>
      </w:r>
      <w:r>
        <w:tab/>
        <w:t>2.025e0</w:t>
      </w:r>
    </w:p>
    <w:p w:rsidR="00845324" w:rsidRDefault="00845324" w:rsidP="00845324">
      <w:r>
        <w:t>410.8139</w:t>
      </w:r>
      <w:r>
        <w:tab/>
        <w:t>2.025e0</w:t>
      </w:r>
    </w:p>
    <w:p w:rsidR="00845324" w:rsidRDefault="00845324" w:rsidP="00845324">
      <w:r>
        <w:lastRenderedPageBreak/>
        <w:t>410.9269</w:t>
      </w:r>
      <w:r>
        <w:tab/>
        <w:t>4.051e0</w:t>
      </w:r>
    </w:p>
    <w:p w:rsidR="00845324" w:rsidRDefault="00845324" w:rsidP="00845324">
      <w:r>
        <w:t>411.0620</w:t>
      </w:r>
      <w:r>
        <w:tab/>
        <w:t>2.025e0</w:t>
      </w:r>
    </w:p>
    <w:p w:rsidR="00845324" w:rsidRDefault="00845324" w:rsidP="00845324">
      <w:r>
        <w:t>411.1385</w:t>
      </w:r>
      <w:r>
        <w:tab/>
        <w:t>2.769e0</w:t>
      </w:r>
    </w:p>
    <w:p w:rsidR="00845324" w:rsidRDefault="00845324" w:rsidP="00845324">
      <w:r>
        <w:t>411.2047</w:t>
      </w:r>
      <w:r>
        <w:tab/>
        <w:t>2.793e0</w:t>
      </w:r>
    </w:p>
    <w:p w:rsidR="00845324" w:rsidRDefault="00845324" w:rsidP="00845324">
      <w:r>
        <w:t>411.2927</w:t>
      </w:r>
      <w:r>
        <w:tab/>
        <w:t>3.302e0</w:t>
      </w:r>
    </w:p>
    <w:p w:rsidR="00845324" w:rsidRDefault="00845324" w:rsidP="00845324">
      <w:r>
        <w:t>411.4050</w:t>
      </w:r>
      <w:r>
        <w:tab/>
        <w:t>2.025e0</w:t>
      </w:r>
    </w:p>
    <w:p w:rsidR="00845324" w:rsidRDefault="00845324" w:rsidP="00845324">
      <w:r>
        <w:t>411.4755</w:t>
      </w:r>
      <w:r>
        <w:tab/>
        <w:t>1.013e0</w:t>
      </w:r>
    </w:p>
    <w:p w:rsidR="00845324" w:rsidRDefault="00845324" w:rsidP="00845324">
      <w:r>
        <w:t>411.5100</w:t>
      </w:r>
      <w:r>
        <w:tab/>
        <w:t>1.013e0</w:t>
      </w:r>
    </w:p>
    <w:p w:rsidR="00845324" w:rsidRDefault="00845324" w:rsidP="00845324">
      <w:r>
        <w:t>411.5792</w:t>
      </w:r>
      <w:r>
        <w:tab/>
        <w:t>3.038e0</w:t>
      </w:r>
    </w:p>
    <w:p w:rsidR="00845324" w:rsidRDefault="00845324" w:rsidP="00845324">
      <w:r>
        <w:t>411.6772</w:t>
      </w:r>
      <w:r>
        <w:tab/>
        <w:t>1.013e0</w:t>
      </w:r>
    </w:p>
    <w:p w:rsidR="00845324" w:rsidRDefault="00845324" w:rsidP="00845324">
      <w:r>
        <w:t>411.8065</w:t>
      </w:r>
      <w:r>
        <w:tab/>
        <w:t>2.025e0</w:t>
      </w:r>
    </w:p>
    <w:p w:rsidR="00845324" w:rsidRDefault="00845324" w:rsidP="00845324">
      <w:r>
        <w:t>411.9053</w:t>
      </w:r>
      <w:r>
        <w:tab/>
        <w:t>6.076e0</w:t>
      </w:r>
    </w:p>
    <w:p w:rsidR="00845324" w:rsidRDefault="00845324" w:rsidP="00845324">
      <w:r>
        <w:t>412.0012</w:t>
      </w:r>
      <w:r>
        <w:tab/>
        <w:t>3.038e0</w:t>
      </w:r>
    </w:p>
    <w:p w:rsidR="00845324" w:rsidRDefault="00845324" w:rsidP="00845324">
      <w:r>
        <w:t>412.0997</w:t>
      </w:r>
      <w:r>
        <w:tab/>
        <w:t>2.025e0</w:t>
      </w:r>
    </w:p>
    <w:p w:rsidR="00845324" w:rsidRDefault="00845324" w:rsidP="00845324">
      <w:r>
        <w:t>412.1507</w:t>
      </w:r>
      <w:r>
        <w:tab/>
        <w:t>6.415e0</w:t>
      </w:r>
    </w:p>
    <w:p w:rsidR="00845324" w:rsidRDefault="00845324" w:rsidP="00845324">
      <w:r>
        <w:t>412.1884</w:t>
      </w:r>
      <w:r>
        <w:tab/>
        <w:t>2.324e0</w:t>
      </w:r>
    </w:p>
    <w:p w:rsidR="00845324" w:rsidRDefault="00845324" w:rsidP="00845324">
      <w:r>
        <w:t>412.2649</w:t>
      </w:r>
      <w:r>
        <w:tab/>
        <w:t>5.013e0</w:t>
      </w:r>
    </w:p>
    <w:p w:rsidR="00845324" w:rsidRDefault="00845324" w:rsidP="00845324">
      <w:r>
        <w:t>412.3138</w:t>
      </w:r>
      <w:r>
        <w:tab/>
        <w:t>4.520e0</w:t>
      </w:r>
    </w:p>
    <w:p w:rsidR="00845324" w:rsidRDefault="00845324" w:rsidP="00845324">
      <w:r>
        <w:t>412.3735</w:t>
      </w:r>
      <w:r>
        <w:tab/>
        <w:t>3.038e0</w:t>
      </w:r>
    </w:p>
    <w:p w:rsidR="00845324" w:rsidRDefault="00845324" w:rsidP="00845324">
      <w:r>
        <w:lastRenderedPageBreak/>
        <w:t>412.4413</w:t>
      </w:r>
      <w:r>
        <w:tab/>
        <w:t>3.038e0</w:t>
      </w:r>
    </w:p>
    <w:p w:rsidR="00845324" w:rsidRDefault="00845324" w:rsidP="00845324">
      <w:r>
        <w:t>412.5205</w:t>
      </w:r>
      <w:r>
        <w:tab/>
        <w:t>2.025e0</w:t>
      </w:r>
    </w:p>
    <w:p w:rsidR="00845324" w:rsidRDefault="00845324" w:rsidP="00845324">
      <w:r>
        <w:t>412.6804</w:t>
      </w:r>
      <w:r>
        <w:tab/>
        <w:t>3.038e0</w:t>
      </w:r>
    </w:p>
    <w:p w:rsidR="00845324" w:rsidRDefault="00845324" w:rsidP="00845324">
      <w:r>
        <w:t>412.7527</w:t>
      </w:r>
      <w:r>
        <w:tab/>
        <w:t>2.025e0</w:t>
      </w:r>
    </w:p>
    <w:p w:rsidR="00845324" w:rsidRDefault="00845324" w:rsidP="00845324">
      <w:r>
        <w:t>412.8038</w:t>
      </w:r>
      <w:r>
        <w:tab/>
        <w:t>2.025e0</w:t>
      </w:r>
    </w:p>
    <w:p w:rsidR="00845324" w:rsidRDefault="00845324" w:rsidP="00845324">
      <w:r>
        <w:t>412.9204</w:t>
      </w:r>
      <w:r>
        <w:tab/>
        <w:t>4.051e0</w:t>
      </w:r>
    </w:p>
    <w:p w:rsidR="00845324" w:rsidRDefault="00845324" w:rsidP="00845324">
      <w:r>
        <w:t>412.9964</w:t>
      </w:r>
      <w:r>
        <w:tab/>
        <w:t>3.970e0</w:t>
      </w:r>
    </w:p>
    <w:p w:rsidR="00845324" w:rsidRDefault="00845324" w:rsidP="00845324">
      <w:r>
        <w:t>413.0517</w:t>
      </w:r>
      <w:r>
        <w:tab/>
        <w:t>3.038e0</w:t>
      </w:r>
    </w:p>
    <w:p w:rsidR="00845324" w:rsidRDefault="00845324" w:rsidP="00845324">
      <w:r>
        <w:t>413.0992</w:t>
      </w:r>
      <w:r>
        <w:tab/>
        <w:t>3.038e0</w:t>
      </w:r>
    </w:p>
    <w:p w:rsidR="00845324" w:rsidRDefault="00845324" w:rsidP="00845324">
      <w:r>
        <w:t>413.1347</w:t>
      </w:r>
      <w:r>
        <w:tab/>
        <w:t>2.831e0</w:t>
      </w:r>
    </w:p>
    <w:p w:rsidR="00845324" w:rsidRDefault="00845324" w:rsidP="00845324">
      <w:r>
        <w:t>413.1938</w:t>
      </w:r>
      <w:r>
        <w:tab/>
        <w:t>3.428e0</w:t>
      </w:r>
    </w:p>
    <w:p w:rsidR="00845324" w:rsidRDefault="00845324" w:rsidP="00845324">
      <w:r>
        <w:t>413.3251</w:t>
      </w:r>
      <w:r>
        <w:tab/>
        <w:t>9.506e0</w:t>
      </w:r>
    </w:p>
    <w:p w:rsidR="00845324" w:rsidRDefault="00845324" w:rsidP="00845324">
      <w:r>
        <w:t>413.4028</w:t>
      </w:r>
      <w:r>
        <w:tab/>
        <w:t>1.013e0</w:t>
      </w:r>
    </w:p>
    <w:p w:rsidR="00845324" w:rsidRDefault="00845324" w:rsidP="00845324">
      <w:r>
        <w:t>413.5582</w:t>
      </w:r>
      <w:r>
        <w:tab/>
        <w:t>1.013e0</w:t>
      </w:r>
    </w:p>
    <w:p w:rsidR="00845324" w:rsidRDefault="00845324" w:rsidP="00845324">
      <w:r>
        <w:t>413.5924</w:t>
      </w:r>
      <w:r>
        <w:tab/>
        <w:t>1.013e0</w:t>
      </w:r>
    </w:p>
    <w:p w:rsidR="00845324" w:rsidRDefault="00845324" w:rsidP="00845324">
      <w:r>
        <w:t>413.6303</w:t>
      </w:r>
      <w:r>
        <w:tab/>
        <w:t>1.013e0</w:t>
      </w:r>
    </w:p>
    <w:p w:rsidR="00845324" w:rsidRDefault="00845324" w:rsidP="00845324">
      <w:r>
        <w:t>413.6789</w:t>
      </w:r>
      <w:r>
        <w:tab/>
        <w:t>1.013e0</w:t>
      </w:r>
    </w:p>
    <w:p w:rsidR="00845324" w:rsidRDefault="00845324" w:rsidP="00845324">
      <w:r>
        <w:t>413.8304</w:t>
      </w:r>
      <w:r>
        <w:tab/>
        <w:t>2.025e0</w:t>
      </w:r>
    </w:p>
    <w:p w:rsidR="00845324" w:rsidRDefault="00845324" w:rsidP="00845324">
      <w:r>
        <w:t>413.9134</w:t>
      </w:r>
      <w:r>
        <w:tab/>
        <w:t>5.063e0</w:t>
      </w:r>
    </w:p>
    <w:p w:rsidR="00845324" w:rsidRDefault="00845324" w:rsidP="00845324">
      <w:r>
        <w:lastRenderedPageBreak/>
        <w:t>413.9917</w:t>
      </w:r>
      <w:r>
        <w:tab/>
        <w:t>2.025e0</w:t>
      </w:r>
    </w:p>
    <w:p w:rsidR="00845324" w:rsidRDefault="00845324" w:rsidP="00845324">
      <w:r>
        <w:t>414.1501</w:t>
      </w:r>
      <w:r>
        <w:tab/>
        <w:t>2.769e0</w:t>
      </w:r>
    </w:p>
    <w:p w:rsidR="00845324" w:rsidRDefault="00845324" w:rsidP="00845324">
      <w:r>
        <w:t>414.1866</w:t>
      </w:r>
      <w:r>
        <w:tab/>
        <w:t>2.241e0</w:t>
      </w:r>
    </w:p>
    <w:p w:rsidR="00845324" w:rsidRDefault="00845324" w:rsidP="00845324">
      <w:r>
        <w:t>414.2498</w:t>
      </w:r>
      <w:r>
        <w:tab/>
        <w:t>7.098e0</w:t>
      </w:r>
    </w:p>
    <w:p w:rsidR="00845324" w:rsidRDefault="00845324" w:rsidP="00845324">
      <w:r>
        <w:t>414.3045</w:t>
      </w:r>
      <w:r>
        <w:tab/>
        <w:t>2.698e0</w:t>
      </w:r>
    </w:p>
    <w:p w:rsidR="00845324" w:rsidRDefault="00845324" w:rsidP="00845324">
      <w:r>
        <w:t>414.3653</w:t>
      </w:r>
      <w:r>
        <w:tab/>
        <w:t>3.038e0</w:t>
      </w:r>
    </w:p>
    <w:p w:rsidR="00845324" w:rsidRDefault="00845324" w:rsidP="00845324">
      <w:r>
        <w:t>414.4443</w:t>
      </w:r>
      <w:r>
        <w:tab/>
        <w:t>3.038e0</w:t>
      </w:r>
    </w:p>
    <w:p w:rsidR="00845324" w:rsidRDefault="00845324" w:rsidP="00845324">
      <w:r>
        <w:t>414.4994</w:t>
      </w:r>
      <w:r>
        <w:tab/>
        <w:t>2.025e0</w:t>
      </w:r>
    </w:p>
    <w:p w:rsidR="00845324" w:rsidRDefault="00845324" w:rsidP="00845324">
      <w:r>
        <w:t>414.5924</w:t>
      </w:r>
      <w:r>
        <w:tab/>
        <w:t>2.025e0</w:t>
      </w:r>
    </w:p>
    <w:p w:rsidR="00845324" w:rsidRDefault="00845324" w:rsidP="00845324">
      <w:r>
        <w:t>414.6276</w:t>
      </w:r>
      <w:r>
        <w:tab/>
        <w:t>2.025e0</w:t>
      </w:r>
    </w:p>
    <w:p w:rsidR="00845324" w:rsidRDefault="00845324" w:rsidP="00845324">
      <w:r>
        <w:t>414.7345</w:t>
      </w:r>
      <w:r>
        <w:tab/>
        <w:t>3.038e0</w:t>
      </w:r>
    </w:p>
    <w:p w:rsidR="00845324" w:rsidRDefault="00845324" w:rsidP="00845324">
      <w:r>
        <w:t>414.8108</w:t>
      </w:r>
      <w:r>
        <w:tab/>
        <w:t>4.051e0</w:t>
      </w:r>
    </w:p>
    <w:p w:rsidR="00845324" w:rsidRDefault="00845324" w:rsidP="00845324">
      <w:r>
        <w:t>414.8645</w:t>
      </w:r>
      <w:r>
        <w:tab/>
        <w:t>2.025e0</w:t>
      </w:r>
    </w:p>
    <w:p w:rsidR="00845324" w:rsidRDefault="00845324" w:rsidP="00845324">
      <w:r>
        <w:t>414.9215</w:t>
      </w:r>
      <w:r>
        <w:tab/>
        <w:t>2.025e0</w:t>
      </w:r>
    </w:p>
    <w:p w:rsidR="00845324" w:rsidRDefault="00845324" w:rsidP="00845324">
      <w:r>
        <w:t>415.0293</w:t>
      </w:r>
      <w:r>
        <w:tab/>
        <w:t>2.025e0</w:t>
      </w:r>
    </w:p>
    <w:p w:rsidR="00845324" w:rsidRDefault="00845324" w:rsidP="00845324">
      <w:r>
        <w:t>415.0757</w:t>
      </w:r>
      <w:r>
        <w:tab/>
        <w:t>3.038e0</w:t>
      </w:r>
    </w:p>
    <w:p w:rsidR="00845324" w:rsidRDefault="00845324" w:rsidP="00845324">
      <w:r>
        <w:t>415.1939</w:t>
      </w:r>
      <w:r>
        <w:tab/>
        <w:t>4.765e0</w:t>
      </w:r>
    </w:p>
    <w:p w:rsidR="00845324" w:rsidRDefault="00845324" w:rsidP="00845324">
      <w:r>
        <w:t>415.4587</w:t>
      </w:r>
      <w:r>
        <w:tab/>
        <w:t>1.013e0</w:t>
      </w:r>
    </w:p>
    <w:p w:rsidR="00845324" w:rsidRDefault="00845324" w:rsidP="00845324">
      <w:r>
        <w:t>415.5409</w:t>
      </w:r>
      <w:r>
        <w:tab/>
        <w:t>2.025e0</w:t>
      </w:r>
    </w:p>
    <w:p w:rsidR="00845324" w:rsidRDefault="00845324" w:rsidP="00845324">
      <w:r>
        <w:lastRenderedPageBreak/>
        <w:t>415.5986</w:t>
      </w:r>
      <w:r>
        <w:tab/>
        <w:t>1.013e0</w:t>
      </w:r>
    </w:p>
    <w:p w:rsidR="00845324" w:rsidRDefault="00845324" w:rsidP="00845324">
      <w:r>
        <w:t>415.6312</w:t>
      </w:r>
      <w:r>
        <w:tab/>
        <w:t>1.013e0</w:t>
      </w:r>
    </w:p>
    <w:p w:rsidR="00845324" w:rsidRDefault="00845324" w:rsidP="00845324">
      <w:r>
        <w:t>415.7308</w:t>
      </w:r>
      <w:r>
        <w:tab/>
        <w:t>2.025e0</w:t>
      </w:r>
    </w:p>
    <w:p w:rsidR="00845324" w:rsidRDefault="00845324" w:rsidP="00845324">
      <w:r>
        <w:t>415.7956</w:t>
      </w:r>
      <w:r>
        <w:tab/>
        <w:t>1.013e0</w:t>
      </w:r>
    </w:p>
    <w:p w:rsidR="00845324" w:rsidRDefault="00845324" w:rsidP="00845324">
      <w:r>
        <w:t>415.8761</w:t>
      </w:r>
      <w:r>
        <w:tab/>
        <w:t>5.063e0</w:t>
      </w:r>
    </w:p>
    <w:p w:rsidR="00845324" w:rsidRDefault="00845324" w:rsidP="00845324">
      <w:r>
        <w:t>416.0119</w:t>
      </w:r>
      <w:r>
        <w:tab/>
        <w:t>4.990e0</w:t>
      </w:r>
    </w:p>
    <w:p w:rsidR="00845324" w:rsidRDefault="00845324" w:rsidP="00845324">
      <w:r>
        <w:t>416.1098</w:t>
      </w:r>
      <w:r>
        <w:tab/>
        <w:t>1.998e0</w:t>
      </w:r>
    </w:p>
    <w:p w:rsidR="00845324" w:rsidRDefault="00845324" w:rsidP="00845324">
      <w:r>
        <w:t>416.1616</w:t>
      </w:r>
      <w:r>
        <w:tab/>
        <w:t>2.191e0</w:t>
      </w:r>
    </w:p>
    <w:p w:rsidR="00845324" w:rsidRDefault="00845324" w:rsidP="00845324">
      <w:r>
        <w:t>416.2148</w:t>
      </w:r>
      <w:r>
        <w:tab/>
        <w:t>4.428e0</w:t>
      </w:r>
    </w:p>
    <w:p w:rsidR="00845324" w:rsidRDefault="00845324" w:rsidP="00845324">
      <w:r>
        <w:t>416.2769</w:t>
      </w:r>
      <w:r>
        <w:tab/>
        <w:t>1.597e1</w:t>
      </w:r>
    </w:p>
    <w:p w:rsidR="00845324" w:rsidRDefault="00845324" w:rsidP="00845324">
      <w:r>
        <w:t>416.3681</w:t>
      </w:r>
      <w:r>
        <w:tab/>
        <w:t>2.532e0</w:t>
      </w:r>
    </w:p>
    <w:p w:rsidR="00845324" w:rsidRDefault="00845324" w:rsidP="00845324">
      <w:r>
        <w:t>416.4258</w:t>
      </w:r>
      <w:r>
        <w:tab/>
        <w:t>2.897e0</w:t>
      </w:r>
    </w:p>
    <w:p w:rsidR="00845324" w:rsidRDefault="00845324" w:rsidP="00845324">
      <w:r>
        <w:t>416.5008</w:t>
      </w:r>
      <w:r>
        <w:tab/>
        <w:t>2.025e0</w:t>
      </w:r>
    </w:p>
    <w:p w:rsidR="00845324" w:rsidRDefault="00845324" w:rsidP="00845324">
      <w:r>
        <w:t>416.6183</w:t>
      </w:r>
      <w:r>
        <w:tab/>
        <w:t>1.013e0</w:t>
      </w:r>
    </w:p>
    <w:p w:rsidR="00845324" w:rsidRDefault="00845324" w:rsidP="00845324">
      <w:r>
        <w:t>416.6678</w:t>
      </w:r>
      <w:r>
        <w:tab/>
        <w:t>1.013e0</w:t>
      </w:r>
    </w:p>
    <w:p w:rsidR="00845324" w:rsidRDefault="00845324" w:rsidP="00845324">
      <w:r>
        <w:t>416.7788</w:t>
      </w:r>
      <w:r>
        <w:tab/>
        <w:t>4.051e0</w:t>
      </w:r>
    </w:p>
    <w:p w:rsidR="00845324" w:rsidRDefault="00845324" w:rsidP="00845324">
      <w:r>
        <w:t>416.9371</w:t>
      </w:r>
      <w:r>
        <w:tab/>
        <w:t>7.722e0</w:t>
      </w:r>
    </w:p>
    <w:p w:rsidR="00845324" w:rsidRDefault="00845324" w:rsidP="00845324">
      <w:r>
        <w:t>417.0168</w:t>
      </w:r>
      <w:r>
        <w:tab/>
        <w:t>2.025e0</w:t>
      </w:r>
    </w:p>
    <w:p w:rsidR="00845324" w:rsidRDefault="00845324" w:rsidP="00845324">
      <w:r>
        <w:t>417.0769</w:t>
      </w:r>
      <w:r>
        <w:tab/>
        <w:t>2.757e0</w:t>
      </w:r>
    </w:p>
    <w:p w:rsidR="00845324" w:rsidRDefault="00845324" w:rsidP="00845324">
      <w:r>
        <w:lastRenderedPageBreak/>
        <w:t>417.1257</w:t>
      </w:r>
      <w:r>
        <w:tab/>
        <w:t>2.992e0</w:t>
      </w:r>
    </w:p>
    <w:p w:rsidR="00845324" w:rsidRDefault="00845324" w:rsidP="00845324">
      <w:r>
        <w:t>417.1725</w:t>
      </w:r>
      <w:r>
        <w:tab/>
        <w:t>4.867e0</w:t>
      </w:r>
    </w:p>
    <w:p w:rsidR="00845324" w:rsidRDefault="00845324" w:rsidP="00845324">
      <w:r>
        <w:t>417.2157</w:t>
      </w:r>
      <w:r>
        <w:tab/>
        <w:t>8.094e0</w:t>
      </w:r>
    </w:p>
    <w:p w:rsidR="00845324" w:rsidRDefault="00845324" w:rsidP="00845324">
      <w:r>
        <w:t>417.2705</w:t>
      </w:r>
      <w:r>
        <w:tab/>
        <w:t>4.805e0</w:t>
      </w:r>
    </w:p>
    <w:p w:rsidR="00845324" w:rsidRDefault="00845324" w:rsidP="00845324">
      <w:r>
        <w:t>417.3796</w:t>
      </w:r>
      <w:r>
        <w:tab/>
        <w:t>2.194e0</w:t>
      </w:r>
    </w:p>
    <w:p w:rsidR="00845324" w:rsidRDefault="00845324" w:rsidP="00845324">
      <w:r>
        <w:t>417.4164</w:t>
      </w:r>
      <w:r>
        <w:tab/>
        <w:t>1.885e0</w:t>
      </w:r>
    </w:p>
    <w:p w:rsidR="00845324" w:rsidRDefault="00845324" w:rsidP="00845324">
      <w:r>
        <w:t>417.4839</w:t>
      </w:r>
      <w:r>
        <w:tab/>
        <w:t>2.025e0</w:t>
      </w:r>
    </w:p>
    <w:p w:rsidR="00845324" w:rsidRDefault="00845324" w:rsidP="00845324">
      <w:r>
        <w:t>417.5436</w:t>
      </w:r>
      <w:r>
        <w:tab/>
        <w:t>2.025e0</w:t>
      </w:r>
    </w:p>
    <w:p w:rsidR="00845324" w:rsidRDefault="00845324" w:rsidP="00845324">
      <w:r>
        <w:t>417.6101</w:t>
      </w:r>
      <w:r>
        <w:tab/>
        <w:t>2.025e0</w:t>
      </w:r>
    </w:p>
    <w:p w:rsidR="00845324" w:rsidRDefault="00845324" w:rsidP="00845324">
      <w:r>
        <w:t>417.7111</w:t>
      </w:r>
      <w:r>
        <w:tab/>
        <w:t>3.038e0</w:t>
      </w:r>
    </w:p>
    <w:p w:rsidR="00845324" w:rsidRDefault="00845324" w:rsidP="00845324">
      <w:r>
        <w:t>417.7887</w:t>
      </w:r>
      <w:r>
        <w:tab/>
        <w:t>3.038e0</w:t>
      </w:r>
    </w:p>
    <w:p w:rsidR="00845324" w:rsidRDefault="00845324" w:rsidP="00845324">
      <w:r>
        <w:t>417.8846</w:t>
      </w:r>
      <w:r>
        <w:tab/>
        <w:t>6.022e0</w:t>
      </w:r>
    </w:p>
    <w:p w:rsidR="00845324" w:rsidRDefault="00845324" w:rsidP="00845324">
      <w:r>
        <w:t>417.9828</w:t>
      </w:r>
      <w:r>
        <w:tab/>
        <w:t>2.984e0</w:t>
      </w:r>
    </w:p>
    <w:p w:rsidR="00845324" w:rsidRDefault="00845324" w:rsidP="00845324">
      <w:r>
        <w:t>418.0440</w:t>
      </w:r>
      <w:r>
        <w:tab/>
        <w:t>1.013e0</w:t>
      </w:r>
    </w:p>
    <w:p w:rsidR="00845324" w:rsidRDefault="00845324" w:rsidP="00845324">
      <w:r>
        <w:t>418.1162</w:t>
      </w:r>
      <w:r>
        <w:tab/>
        <w:t>1.844e0</w:t>
      </w:r>
    </w:p>
    <w:p w:rsidR="00845324" w:rsidRDefault="00845324" w:rsidP="00845324">
      <w:r>
        <w:t>418.1808</w:t>
      </w:r>
      <w:r>
        <w:tab/>
        <w:t>1.537e0</w:t>
      </w:r>
    </w:p>
    <w:p w:rsidR="00845324" w:rsidRDefault="00845324" w:rsidP="00845324">
      <w:r>
        <w:t>418.2454</w:t>
      </w:r>
      <w:r>
        <w:tab/>
        <w:t>4.031e0</w:t>
      </w:r>
    </w:p>
    <w:p w:rsidR="00845324" w:rsidRDefault="00845324" w:rsidP="00845324">
      <w:r>
        <w:t>418.3326</w:t>
      </w:r>
      <w:r>
        <w:tab/>
        <w:t>2.025e0</w:t>
      </w:r>
    </w:p>
    <w:p w:rsidR="00845324" w:rsidRDefault="00845324" w:rsidP="00845324">
      <w:r>
        <w:t>418.3909</w:t>
      </w:r>
      <w:r>
        <w:tab/>
        <w:t>1.322e0</w:t>
      </w:r>
    </w:p>
    <w:p w:rsidR="00845324" w:rsidRDefault="00845324" w:rsidP="00845324">
      <w:r>
        <w:lastRenderedPageBreak/>
        <w:t>418.4599</w:t>
      </w:r>
      <w:r>
        <w:tab/>
        <w:t>2.025e0</w:t>
      </w:r>
    </w:p>
    <w:p w:rsidR="00845324" w:rsidRDefault="00845324" w:rsidP="00845324">
      <w:r>
        <w:t>418.5345</w:t>
      </w:r>
      <w:r>
        <w:tab/>
        <w:t>1.013e0</w:t>
      </w:r>
    </w:p>
    <w:p w:rsidR="00845324" w:rsidRDefault="00845324" w:rsidP="00845324">
      <w:r>
        <w:t>418.5875</w:t>
      </w:r>
      <w:r>
        <w:tab/>
        <w:t>3.038e0</w:t>
      </w:r>
    </w:p>
    <w:p w:rsidR="00845324" w:rsidRDefault="00845324" w:rsidP="00845324">
      <w:r>
        <w:t>418.6536</w:t>
      </w:r>
      <w:r>
        <w:tab/>
        <w:t>2.025e0</w:t>
      </w:r>
    </w:p>
    <w:p w:rsidR="00845324" w:rsidRDefault="00845324" w:rsidP="00845324">
      <w:r>
        <w:t>418.7366</w:t>
      </w:r>
      <w:r>
        <w:tab/>
        <w:t>4.051e0</w:t>
      </w:r>
    </w:p>
    <w:p w:rsidR="00845324" w:rsidRDefault="00845324" w:rsidP="00845324">
      <w:r>
        <w:t>418.8350</w:t>
      </w:r>
      <w:r>
        <w:tab/>
        <w:t>1.013e0</w:t>
      </w:r>
    </w:p>
    <w:p w:rsidR="00845324" w:rsidRDefault="00845324" w:rsidP="00845324">
      <w:r>
        <w:t>418.9001</w:t>
      </w:r>
      <w:r>
        <w:tab/>
        <w:t>3.038e0</w:t>
      </w:r>
    </w:p>
    <w:p w:rsidR="00845324" w:rsidRDefault="00845324" w:rsidP="00845324">
      <w:r>
        <w:t>418.9716</w:t>
      </w:r>
      <w:r>
        <w:tab/>
        <w:t>3.708e0</w:t>
      </w:r>
    </w:p>
    <w:p w:rsidR="00845324" w:rsidRDefault="00845324" w:rsidP="00845324">
      <w:r>
        <w:t>419.0161</w:t>
      </w:r>
      <w:r>
        <w:tab/>
        <w:t>1.967e0</w:t>
      </w:r>
    </w:p>
    <w:p w:rsidR="00845324" w:rsidRDefault="00845324" w:rsidP="00845324">
      <w:r>
        <w:t>419.1136</w:t>
      </w:r>
      <w:r>
        <w:tab/>
        <w:t>2.893e0</w:t>
      </w:r>
    </w:p>
    <w:p w:rsidR="00845324" w:rsidRDefault="00845324" w:rsidP="00845324">
      <w:r>
        <w:t>419.2528</w:t>
      </w:r>
      <w:r>
        <w:tab/>
        <w:t>3.560e0</w:t>
      </w:r>
    </w:p>
    <w:p w:rsidR="00845324" w:rsidRDefault="00845324" w:rsidP="00845324">
      <w:r>
        <w:t>419.3436</w:t>
      </w:r>
      <w:r>
        <w:tab/>
        <w:t>2.768e1</w:t>
      </w:r>
    </w:p>
    <w:p w:rsidR="00845324" w:rsidRDefault="00845324" w:rsidP="00845324">
      <w:r>
        <w:t>419.4587</w:t>
      </w:r>
      <w:r>
        <w:tab/>
        <w:t>3.620e0</w:t>
      </w:r>
    </w:p>
    <w:p w:rsidR="00845324" w:rsidRDefault="00845324" w:rsidP="00845324">
      <w:r>
        <w:t>419.5212</w:t>
      </w:r>
      <w:r>
        <w:tab/>
        <w:t>4.051e0</w:t>
      </w:r>
    </w:p>
    <w:p w:rsidR="00845324" w:rsidRDefault="00845324" w:rsidP="00845324">
      <w:r>
        <w:t>419.6295</w:t>
      </w:r>
      <w:r>
        <w:tab/>
        <w:t>1.013e0</w:t>
      </w:r>
    </w:p>
    <w:p w:rsidR="00845324" w:rsidRDefault="00845324" w:rsidP="00845324">
      <w:r>
        <w:t>419.6652</w:t>
      </w:r>
      <w:r>
        <w:tab/>
        <w:t>2.025e0</w:t>
      </w:r>
    </w:p>
    <w:p w:rsidR="00845324" w:rsidRDefault="00845324" w:rsidP="00845324">
      <w:r>
        <w:t>419.7414</w:t>
      </w:r>
      <w:r>
        <w:tab/>
        <w:t>2.025e0</w:t>
      </w:r>
    </w:p>
    <w:p w:rsidR="00845324" w:rsidRDefault="00845324" w:rsidP="00845324">
      <w:r>
        <w:t>419.8405</w:t>
      </w:r>
      <w:r>
        <w:tab/>
        <w:t>4.051e0</w:t>
      </w:r>
    </w:p>
    <w:p w:rsidR="00845324" w:rsidRDefault="00845324" w:rsidP="00845324">
      <w:r>
        <w:t>419.9453</w:t>
      </w:r>
      <w:r>
        <w:tab/>
        <w:t>2.025e0</w:t>
      </w:r>
    </w:p>
    <w:p w:rsidR="00845324" w:rsidRDefault="00845324" w:rsidP="00845324">
      <w:r>
        <w:lastRenderedPageBreak/>
        <w:t>420.0817</w:t>
      </w:r>
      <w:r>
        <w:tab/>
        <w:t>1.013e0</w:t>
      </w:r>
    </w:p>
    <w:p w:rsidR="00845324" w:rsidRDefault="00845324" w:rsidP="00845324">
      <w:r>
        <w:t>420.1505</w:t>
      </w:r>
      <w:r>
        <w:tab/>
        <w:t>1.574e0</w:t>
      </w:r>
    </w:p>
    <w:p w:rsidR="00845324" w:rsidRDefault="00845324" w:rsidP="00845324">
      <w:r>
        <w:t>420.3009</w:t>
      </w:r>
      <w:r>
        <w:tab/>
        <w:t>1.141e0</w:t>
      </w:r>
    </w:p>
    <w:p w:rsidR="00845324" w:rsidRDefault="00845324" w:rsidP="00845324">
      <w:r>
        <w:t>420.3393</w:t>
      </w:r>
      <w:r>
        <w:tab/>
        <w:t>3.752e0</w:t>
      </w:r>
    </w:p>
    <w:p w:rsidR="00845324" w:rsidRDefault="00845324" w:rsidP="00845324">
      <w:r>
        <w:t>420.3960</w:t>
      </w:r>
      <w:r>
        <w:tab/>
        <w:t>3.730e0</w:t>
      </w:r>
    </w:p>
    <w:p w:rsidR="00845324" w:rsidRDefault="00845324" w:rsidP="00845324">
      <w:r>
        <w:t>420.4509</w:t>
      </w:r>
      <w:r>
        <w:tab/>
        <w:t>3.038e0</w:t>
      </w:r>
    </w:p>
    <w:p w:rsidR="00845324" w:rsidRDefault="00845324" w:rsidP="00845324">
      <w:r>
        <w:t>420.5034</w:t>
      </w:r>
      <w:r>
        <w:tab/>
        <w:t>1.013e0</w:t>
      </w:r>
    </w:p>
    <w:p w:rsidR="00845324" w:rsidRDefault="00845324" w:rsidP="00845324">
      <w:r>
        <w:t>420.5742</w:t>
      </w:r>
      <w:r>
        <w:tab/>
        <w:t>3.038e0</w:t>
      </w:r>
    </w:p>
    <w:p w:rsidR="00845324" w:rsidRDefault="00845324" w:rsidP="00845324">
      <w:r>
        <w:t>420.6695</w:t>
      </w:r>
      <w:r>
        <w:tab/>
        <w:t>1.013e0</w:t>
      </w:r>
    </w:p>
    <w:p w:rsidR="00845324" w:rsidRDefault="00845324" w:rsidP="00845324">
      <w:r>
        <w:t>420.7814</w:t>
      </w:r>
      <w:r>
        <w:tab/>
        <w:t>4.307e0</w:t>
      </w:r>
    </w:p>
    <w:p w:rsidR="00845324" w:rsidRDefault="00845324" w:rsidP="00845324">
      <w:r>
        <w:t>420.8702</w:t>
      </w:r>
      <w:r>
        <w:tab/>
        <w:t>1.013e0</w:t>
      </w:r>
    </w:p>
    <w:p w:rsidR="00845324" w:rsidRDefault="00845324" w:rsidP="00845324">
      <w:r>
        <w:t>420.9529</w:t>
      </w:r>
      <w:r>
        <w:tab/>
        <w:t>1.013e0</w:t>
      </w:r>
    </w:p>
    <w:p w:rsidR="00845324" w:rsidRDefault="00845324" w:rsidP="00845324">
      <w:r>
        <w:t>421.0637</w:t>
      </w:r>
      <w:r>
        <w:tab/>
        <w:t>4.007e0</w:t>
      </w:r>
    </w:p>
    <w:p w:rsidR="00845324" w:rsidRDefault="00845324" w:rsidP="00845324">
      <w:r>
        <w:t>421.1968</w:t>
      </w:r>
      <w:r>
        <w:tab/>
        <w:t>2.520e0</w:t>
      </w:r>
    </w:p>
    <w:p w:rsidR="00845324" w:rsidRDefault="00845324" w:rsidP="00845324">
      <w:r>
        <w:t>421.2305</w:t>
      </w:r>
      <w:r>
        <w:tab/>
        <w:t>1.747e0</w:t>
      </w:r>
    </w:p>
    <w:p w:rsidR="00845324" w:rsidRDefault="00845324" w:rsidP="00845324">
      <w:r>
        <w:t>421.4222</w:t>
      </w:r>
      <w:r>
        <w:tab/>
        <w:t>2.025e0</w:t>
      </w:r>
    </w:p>
    <w:p w:rsidR="00845324" w:rsidRDefault="00845324" w:rsidP="00845324">
      <w:r>
        <w:t>421.4706</w:t>
      </w:r>
      <w:r>
        <w:tab/>
        <w:t>5.063e0</w:t>
      </w:r>
    </w:p>
    <w:p w:rsidR="00845324" w:rsidRDefault="00845324" w:rsidP="00845324">
      <w:r>
        <w:t>421.5229</w:t>
      </w:r>
      <w:r>
        <w:tab/>
        <w:t>1.013e0</w:t>
      </w:r>
    </w:p>
    <w:p w:rsidR="00845324" w:rsidRDefault="00845324" w:rsidP="00845324">
      <w:r>
        <w:t>421.6064</w:t>
      </w:r>
      <w:r>
        <w:tab/>
        <w:t>1.013e0</w:t>
      </w:r>
    </w:p>
    <w:p w:rsidR="00845324" w:rsidRDefault="00845324" w:rsidP="00845324">
      <w:r>
        <w:lastRenderedPageBreak/>
        <w:t>421.6790</w:t>
      </w:r>
      <w:r>
        <w:tab/>
        <w:t>2.025e0</w:t>
      </w:r>
    </w:p>
    <w:p w:rsidR="00845324" w:rsidRDefault="00845324" w:rsidP="00845324">
      <w:r>
        <w:t>421.7426</w:t>
      </w:r>
      <w:r>
        <w:tab/>
        <w:t>3.038e0</w:t>
      </w:r>
    </w:p>
    <w:p w:rsidR="00845324" w:rsidRDefault="00845324" w:rsidP="00845324">
      <w:r>
        <w:t>421.8897</w:t>
      </w:r>
      <w:r>
        <w:tab/>
        <w:t>6.076e0</w:t>
      </w:r>
    </w:p>
    <w:p w:rsidR="00845324" w:rsidRDefault="00845324" w:rsidP="00845324">
      <w:r>
        <w:t>421.9511</w:t>
      </w:r>
      <w:r>
        <w:tab/>
        <w:t>5.063e0</w:t>
      </w:r>
    </w:p>
    <w:p w:rsidR="00845324" w:rsidRDefault="00845324" w:rsidP="00845324">
      <w:r>
        <w:t>422.0824</w:t>
      </w:r>
      <w:r>
        <w:tab/>
        <w:t>1.013e0</w:t>
      </w:r>
    </w:p>
    <w:p w:rsidR="00845324" w:rsidRDefault="00845324" w:rsidP="00845324">
      <w:r>
        <w:t>422.1452</w:t>
      </w:r>
      <w:r>
        <w:tab/>
        <w:t>2.750e0</w:t>
      </w:r>
    </w:p>
    <w:p w:rsidR="00845324" w:rsidRDefault="00845324" w:rsidP="00845324">
      <w:r>
        <w:t>422.2639</w:t>
      </w:r>
      <w:r>
        <w:tab/>
        <w:t>3.018e0</w:t>
      </w:r>
    </w:p>
    <w:p w:rsidR="00845324" w:rsidRDefault="00845324" w:rsidP="00845324">
      <w:r>
        <w:t>422.3663</w:t>
      </w:r>
      <w:r>
        <w:tab/>
        <w:t>5.487e0</w:t>
      </w:r>
    </w:p>
    <w:p w:rsidR="00845324" w:rsidRDefault="00845324" w:rsidP="00845324">
      <w:r>
        <w:t>422.4715</w:t>
      </w:r>
      <w:r>
        <w:tab/>
        <w:t>5.063e0</w:t>
      </w:r>
    </w:p>
    <w:p w:rsidR="00845324" w:rsidRDefault="00845324" w:rsidP="00845324">
      <w:r>
        <w:t>422.5744</w:t>
      </w:r>
      <w:r>
        <w:tab/>
        <w:t>1.013e0</w:t>
      </w:r>
    </w:p>
    <w:p w:rsidR="00845324" w:rsidRDefault="00845324" w:rsidP="00845324">
      <w:r>
        <w:t>422.6243</w:t>
      </w:r>
      <w:r>
        <w:tab/>
        <w:t>2.025e0</w:t>
      </w:r>
    </w:p>
    <w:p w:rsidR="00845324" w:rsidRDefault="00845324" w:rsidP="00845324">
      <w:r>
        <w:t>422.6841</w:t>
      </w:r>
      <w:r>
        <w:tab/>
        <w:t>3.038e0</w:t>
      </w:r>
    </w:p>
    <w:p w:rsidR="00845324" w:rsidRDefault="00845324" w:rsidP="00845324">
      <w:r>
        <w:t>422.7675</w:t>
      </w:r>
      <w:r>
        <w:tab/>
        <w:t>3.038e0</w:t>
      </w:r>
    </w:p>
    <w:p w:rsidR="00845324" w:rsidRDefault="00845324" w:rsidP="00845324">
      <w:r>
        <w:t>422.8403</w:t>
      </w:r>
      <w:r>
        <w:tab/>
        <w:t>3.038e0</w:t>
      </w:r>
    </w:p>
    <w:p w:rsidR="00845324" w:rsidRDefault="00845324" w:rsidP="00845324">
      <w:r>
        <w:t>422.9843</w:t>
      </w:r>
      <w:r>
        <w:tab/>
        <w:t>4.051e0</w:t>
      </w:r>
    </w:p>
    <w:p w:rsidR="00845324" w:rsidRDefault="00845324" w:rsidP="00845324">
      <w:r>
        <w:t>423.0388</w:t>
      </w:r>
      <w:r>
        <w:tab/>
        <w:t>1.707e0</w:t>
      </w:r>
    </w:p>
    <w:p w:rsidR="00845324" w:rsidRDefault="00845324" w:rsidP="00845324">
      <w:r>
        <w:t>423.1233</w:t>
      </w:r>
      <w:r>
        <w:tab/>
        <w:t>3.029e0</w:t>
      </w:r>
    </w:p>
    <w:p w:rsidR="00845324" w:rsidRDefault="00845324" w:rsidP="00845324">
      <w:r>
        <w:t>423.2100</w:t>
      </w:r>
      <w:r>
        <w:tab/>
        <w:t>7.857e0</w:t>
      </w:r>
    </w:p>
    <w:p w:rsidR="00845324" w:rsidRDefault="00845324" w:rsidP="00845324">
      <w:r>
        <w:t>423.3411</w:t>
      </w:r>
      <w:r>
        <w:tab/>
        <w:t>1.585e0</w:t>
      </w:r>
    </w:p>
    <w:p w:rsidR="00845324" w:rsidRDefault="00845324" w:rsidP="00845324">
      <w:r>
        <w:lastRenderedPageBreak/>
        <w:t>423.3975</w:t>
      </w:r>
      <w:r>
        <w:tab/>
        <w:t>5.063e0</w:t>
      </w:r>
    </w:p>
    <w:p w:rsidR="00845324" w:rsidRDefault="00845324" w:rsidP="00845324">
      <w:r>
        <w:t>423.4904</w:t>
      </w:r>
      <w:r>
        <w:tab/>
        <w:t>3.038e0</w:t>
      </w:r>
    </w:p>
    <w:p w:rsidR="00845324" w:rsidRDefault="00845324" w:rsidP="00845324">
      <w:r>
        <w:t>423.5388</w:t>
      </w:r>
      <w:r>
        <w:tab/>
        <w:t>1.013e0</w:t>
      </w:r>
    </w:p>
    <w:p w:rsidR="00845324" w:rsidRDefault="00845324" w:rsidP="00845324">
      <w:r>
        <w:t>423.6061</w:t>
      </w:r>
      <w:r>
        <w:tab/>
        <w:t>1.013e0</w:t>
      </w:r>
    </w:p>
    <w:p w:rsidR="00845324" w:rsidRDefault="00845324" w:rsidP="00845324">
      <w:r>
        <w:t>423.6369</w:t>
      </w:r>
      <w:r>
        <w:tab/>
        <w:t>1.013e0</w:t>
      </w:r>
    </w:p>
    <w:p w:rsidR="00845324" w:rsidRDefault="00845324" w:rsidP="00845324">
      <w:r>
        <w:t>423.7542</w:t>
      </w:r>
      <w:r>
        <w:tab/>
        <w:t>4.051e0</w:t>
      </w:r>
    </w:p>
    <w:p w:rsidR="00845324" w:rsidRDefault="00845324" w:rsidP="00845324">
      <w:r>
        <w:t>423.8570</w:t>
      </w:r>
      <w:r>
        <w:tab/>
        <w:t>1.013e0</w:t>
      </w:r>
    </w:p>
    <w:p w:rsidR="00845324" w:rsidRDefault="00845324" w:rsidP="00845324">
      <w:r>
        <w:t>423.9347</w:t>
      </w:r>
      <w:r>
        <w:tab/>
        <w:t>2.395e0</w:t>
      </w:r>
    </w:p>
    <w:p w:rsidR="00845324" w:rsidRDefault="00845324" w:rsidP="00845324">
      <w:r>
        <w:t>424.0255</w:t>
      </w:r>
      <w:r>
        <w:tab/>
        <w:t>2.965e0</w:t>
      </w:r>
    </w:p>
    <w:p w:rsidR="00845324" w:rsidRDefault="00845324" w:rsidP="00845324">
      <w:r>
        <w:t>424.0937</w:t>
      </w:r>
      <w:r>
        <w:tab/>
        <w:t>3.510e0</w:t>
      </w:r>
    </w:p>
    <w:p w:rsidR="00845324" w:rsidRDefault="00845324" w:rsidP="00845324">
      <w:r>
        <w:t>424.1276</w:t>
      </w:r>
      <w:r>
        <w:tab/>
        <w:t>2.017e0</w:t>
      </w:r>
    </w:p>
    <w:p w:rsidR="00845324" w:rsidRDefault="00845324" w:rsidP="00845324">
      <w:r>
        <w:t>424.2386</w:t>
      </w:r>
      <w:r>
        <w:tab/>
        <w:t>1.530e0</w:t>
      </w:r>
    </w:p>
    <w:p w:rsidR="00845324" w:rsidRDefault="00845324" w:rsidP="00845324">
      <w:r>
        <w:t>424.3672</w:t>
      </w:r>
      <w:r>
        <w:tab/>
        <w:t>5.795e1</w:t>
      </w:r>
    </w:p>
    <w:p w:rsidR="00845324" w:rsidRDefault="00845324" w:rsidP="00845324">
      <w:r>
        <w:t>424.4970</w:t>
      </w:r>
      <w:r>
        <w:tab/>
        <w:t>1.013e0</w:t>
      </w:r>
    </w:p>
    <w:p w:rsidR="00845324" w:rsidRDefault="00845324" w:rsidP="00845324">
      <w:r>
        <w:t>424.5764</w:t>
      </w:r>
      <w:r>
        <w:tab/>
        <w:t>4.051e0</w:t>
      </w:r>
    </w:p>
    <w:p w:rsidR="00845324" w:rsidRDefault="00845324" w:rsidP="00845324">
      <w:r>
        <w:t>424.6491</w:t>
      </w:r>
      <w:r>
        <w:tab/>
        <w:t>1.013e0</w:t>
      </w:r>
    </w:p>
    <w:p w:rsidR="00845324" w:rsidRDefault="00845324" w:rsidP="00845324">
      <w:r>
        <w:t>424.8071</w:t>
      </w:r>
      <w:r>
        <w:tab/>
        <w:t>2.305e0</w:t>
      </w:r>
    </w:p>
    <w:p w:rsidR="00845324" w:rsidRDefault="00845324" w:rsidP="00845324">
      <w:r>
        <w:t>424.9427</w:t>
      </w:r>
      <w:r>
        <w:tab/>
        <w:t>5.358e0</w:t>
      </w:r>
    </w:p>
    <w:p w:rsidR="00845324" w:rsidRDefault="00845324" w:rsidP="00845324">
      <w:r>
        <w:t>425.0234</w:t>
      </w:r>
      <w:r>
        <w:tab/>
        <w:t>2.950e0</w:t>
      </w:r>
    </w:p>
    <w:p w:rsidR="00845324" w:rsidRDefault="00845324" w:rsidP="00845324">
      <w:r>
        <w:lastRenderedPageBreak/>
        <w:t>425.1007</w:t>
      </w:r>
      <w:r>
        <w:tab/>
        <w:t>5.063e0</w:t>
      </w:r>
    </w:p>
    <w:p w:rsidR="00845324" w:rsidRDefault="00845324" w:rsidP="00845324">
      <w:r>
        <w:t>425.1577</w:t>
      </w:r>
      <w:r>
        <w:tab/>
        <w:t>1.759e0</w:t>
      </w:r>
    </w:p>
    <w:p w:rsidR="00845324" w:rsidRDefault="00845324" w:rsidP="00845324">
      <w:r>
        <w:t>425.2416</w:t>
      </w:r>
      <w:r>
        <w:tab/>
        <w:t>6.594e0</w:t>
      </w:r>
    </w:p>
    <w:p w:rsidR="00845324" w:rsidRDefault="00845324" w:rsidP="00845324">
      <w:r>
        <w:t>425.3717</w:t>
      </w:r>
      <w:r>
        <w:tab/>
        <w:t>1.487e1</w:t>
      </w:r>
    </w:p>
    <w:p w:rsidR="00845324" w:rsidRDefault="00845324" w:rsidP="00845324">
      <w:r>
        <w:t>425.4371</w:t>
      </w:r>
      <w:r>
        <w:tab/>
        <w:t>3.038e0</w:t>
      </w:r>
    </w:p>
    <w:p w:rsidR="00845324" w:rsidRDefault="00845324" w:rsidP="00845324">
      <w:r>
        <w:t>425.4904</w:t>
      </w:r>
      <w:r>
        <w:tab/>
        <w:t>1.013e0</w:t>
      </w:r>
    </w:p>
    <w:p w:rsidR="00845324" w:rsidRDefault="00845324" w:rsidP="00845324">
      <w:r>
        <w:t>425.5216</w:t>
      </w:r>
      <w:r>
        <w:tab/>
        <w:t>1.013e0</w:t>
      </w:r>
    </w:p>
    <w:p w:rsidR="00845324" w:rsidRDefault="00845324" w:rsidP="00845324">
      <w:r>
        <w:t>425.6145</w:t>
      </w:r>
      <w:r>
        <w:tab/>
        <w:t>1.013e0</w:t>
      </w:r>
    </w:p>
    <w:p w:rsidR="00845324" w:rsidRDefault="00845324" w:rsidP="00845324">
      <w:r>
        <w:t>425.6804</w:t>
      </w:r>
      <w:r>
        <w:tab/>
        <w:t>1.013e0</w:t>
      </w:r>
    </w:p>
    <w:p w:rsidR="00845324" w:rsidRDefault="00845324" w:rsidP="00845324">
      <w:r>
        <w:t>425.7392</w:t>
      </w:r>
      <w:r>
        <w:tab/>
        <w:t>3.038e0</w:t>
      </w:r>
    </w:p>
    <w:p w:rsidR="00845324" w:rsidRDefault="00845324" w:rsidP="00845324">
      <w:r>
        <w:t>425.7966</w:t>
      </w:r>
      <w:r>
        <w:tab/>
        <w:t>2.025e0</w:t>
      </w:r>
    </w:p>
    <w:p w:rsidR="00845324" w:rsidRDefault="00845324" w:rsidP="00845324">
      <w:r>
        <w:t>425.9261</w:t>
      </w:r>
      <w:r>
        <w:tab/>
        <w:t>4.528e0</w:t>
      </w:r>
    </w:p>
    <w:p w:rsidR="00845324" w:rsidRDefault="00845324" w:rsidP="00845324">
      <w:r>
        <w:t>425.9742</w:t>
      </w:r>
      <w:r>
        <w:tab/>
        <w:t>2.931e0</w:t>
      </w:r>
    </w:p>
    <w:p w:rsidR="00845324" w:rsidRDefault="00845324" w:rsidP="00845324">
      <w:r>
        <w:t>426.0315</w:t>
      </w:r>
      <w:r>
        <w:tab/>
        <w:t>3.977e0</w:t>
      </w:r>
    </w:p>
    <w:p w:rsidR="00845324" w:rsidRDefault="00845324" w:rsidP="00845324">
      <w:r>
        <w:t>426.1227</w:t>
      </w:r>
      <w:r>
        <w:tab/>
        <w:t>3.038e0</w:t>
      </w:r>
    </w:p>
    <w:p w:rsidR="00845324" w:rsidRDefault="00845324" w:rsidP="00845324">
      <w:r>
        <w:t>426.1898</w:t>
      </w:r>
      <w:r>
        <w:tab/>
        <w:t>3.246e0</w:t>
      </w:r>
    </w:p>
    <w:p w:rsidR="00845324" w:rsidRDefault="00845324" w:rsidP="00845324">
      <w:r>
        <w:t>426.2847</w:t>
      </w:r>
      <w:r>
        <w:tab/>
        <w:t>8.398e0</w:t>
      </w:r>
    </w:p>
    <w:p w:rsidR="00845324" w:rsidRDefault="00845324" w:rsidP="00845324">
      <w:r>
        <w:t>426.3931</w:t>
      </w:r>
      <w:r>
        <w:tab/>
        <w:t>1.297e0</w:t>
      </w:r>
    </w:p>
    <w:p w:rsidR="00845324" w:rsidRDefault="00845324" w:rsidP="00845324">
      <w:r>
        <w:t>426.4595</w:t>
      </w:r>
      <w:r>
        <w:tab/>
        <w:t>3.923e0</w:t>
      </w:r>
    </w:p>
    <w:p w:rsidR="00845324" w:rsidRDefault="00845324" w:rsidP="00845324">
      <w:r>
        <w:lastRenderedPageBreak/>
        <w:t>426.5356</w:t>
      </w:r>
      <w:r>
        <w:tab/>
        <w:t>3.038e0</w:t>
      </w:r>
    </w:p>
    <w:p w:rsidR="00845324" w:rsidRDefault="00845324" w:rsidP="00845324">
      <w:r>
        <w:t>426.6987</w:t>
      </w:r>
      <w:r>
        <w:tab/>
        <w:t>3.038e0</w:t>
      </w:r>
    </w:p>
    <w:p w:rsidR="00845324" w:rsidRDefault="00845324" w:rsidP="00845324">
      <w:r>
        <w:t>426.8315</w:t>
      </w:r>
      <w:r>
        <w:tab/>
        <w:t>1.013e0</w:t>
      </w:r>
    </w:p>
    <w:p w:rsidR="00845324" w:rsidRDefault="00845324" w:rsidP="00845324">
      <w:r>
        <w:t>426.8926</w:t>
      </w:r>
      <w:r>
        <w:tab/>
        <w:t>4.051e0</w:t>
      </w:r>
    </w:p>
    <w:p w:rsidR="00845324" w:rsidRDefault="00845324" w:rsidP="00845324">
      <w:r>
        <w:t>426.9804</w:t>
      </w:r>
      <w:r>
        <w:tab/>
        <w:t>3.944e0</w:t>
      </w:r>
    </w:p>
    <w:p w:rsidR="00845324" w:rsidRDefault="00845324" w:rsidP="00845324">
      <w:r>
        <w:t>427.0599</w:t>
      </w:r>
      <w:r>
        <w:tab/>
        <w:t>4.373e0</w:t>
      </w:r>
    </w:p>
    <w:p w:rsidR="00845324" w:rsidRDefault="00845324" w:rsidP="00845324">
      <w:r>
        <w:t>427.1284</w:t>
      </w:r>
      <w:r>
        <w:tab/>
        <w:t>7.360e0</w:t>
      </w:r>
    </w:p>
    <w:p w:rsidR="00845324" w:rsidRDefault="00845324" w:rsidP="00845324">
      <w:r>
        <w:t>427.1847</w:t>
      </w:r>
      <w:r>
        <w:tab/>
        <w:t>1.649e0</w:t>
      </w:r>
    </w:p>
    <w:p w:rsidR="00845324" w:rsidRDefault="00845324" w:rsidP="00845324">
      <w:r>
        <w:t>427.3064</w:t>
      </w:r>
      <w:r>
        <w:tab/>
        <w:t>5.583e0</w:t>
      </w:r>
    </w:p>
    <w:p w:rsidR="00845324" w:rsidRDefault="00845324" w:rsidP="00845324">
      <w:r>
        <w:t>427.3792</w:t>
      </w:r>
      <w:r>
        <w:tab/>
        <w:t>5.546e0</w:t>
      </w:r>
    </w:p>
    <w:p w:rsidR="00845324" w:rsidRDefault="00845324" w:rsidP="00845324">
      <w:r>
        <w:t>427.4906</w:t>
      </w:r>
      <w:r>
        <w:tab/>
        <w:t>3.038e0</w:t>
      </w:r>
    </w:p>
    <w:p w:rsidR="00845324" w:rsidRDefault="00845324" w:rsidP="00845324">
      <w:r>
        <w:t>427.6057</w:t>
      </w:r>
      <w:r>
        <w:tab/>
        <w:t>3.038e0</w:t>
      </w:r>
    </w:p>
    <w:p w:rsidR="00845324" w:rsidRDefault="00845324" w:rsidP="00845324">
      <w:r>
        <w:t>427.6882</w:t>
      </w:r>
      <w:r>
        <w:tab/>
        <w:t>1.013e0</w:t>
      </w:r>
    </w:p>
    <w:p w:rsidR="00845324" w:rsidRDefault="00845324" w:rsidP="00845324">
      <w:r>
        <w:t>427.7739</w:t>
      </w:r>
      <w:r>
        <w:tab/>
        <w:t>4.051e0</w:t>
      </w:r>
    </w:p>
    <w:p w:rsidR="00845324" w:rsidRDefault="00845324" w:rsidP="00845324">
      <w:r>
        <w:t>427.8368</w:t>
      </w:r>
      <w:r>
        <w:tab/>
        <w:t>4.051e0</w:t>
      </w:r>
    </w:p>
    <w:p w:rsidR="00845324" w:rsidRDefault="00845324" w:rsidP="00845324">
      <w:r>
        <w:t>427.9062</w:t>
      </w:r>
      <w:r>
        <w:tab/>
        <w:t>2.025e0</w:t>
      </w:r>
    </w:p>
    <w:p w:rsidR="00845324" w:rsidRDefault="00845324" w:rsidP="00845324">
      <w:r>
        <w:t>427.9568</w:t>
      </w:r>
      <w:r>
        <w:tab/>
        <w:t>2.018e0</w:t>
      </w:r>
    </w:p>
    <w:p w:rsidR="00845324" w:rsidRDefault="00845324" w:rsidP="00845324">
      <w:r>
        <w:t>428.0206</w:t>
      </w:r>
      <w:r>
        <w:tab/>
        <w:t>2.022e0</w:t>
      </w:r>
    </w:p>
    <w:p w:rsidR="00845324" w:rsidRDefault="00845324" w:rsidP="00845324">
      <w:r>
        <w:t>428.0811</w:t>
      </w:r>
      <w:r>
        <w:tab/>
        <w:t>5.063e0</w:t>
      </w:r>
    </w:p>
    <w:p w:rsidR="00845324" w:rsidRDefault="00845324" w:rsidP="00845324">
      <w:r>
        <w:lastRenderedPageBreak/>
        <w:t>428.1373</w:t>
      </w:r>
      <w:r>
        <w:tab/>
        <w:t>2.831e0</w:t>
      </w:r>
    </w:p>
    <w:p w:rsidR="00845324" w:rsidRDefault="00845324" w:rsidP="00845324">
      <w:r>
        <w:t>428.2680</w:t>
      </w:r>
      <w:r>
        <w:tab/>
        <w:t>8.602e0</w:t>
      </w:r>
    </w:p>
    <w:p w:rsidR="00845324" w:rsidRDefault="00845324" w:rsidP="00845324">
      <w:r>
        <w:t>428.3762</w:t>
      </w:r>
      <w:r>
        <w:tab/>
        <w:t>2.618e0</w:t>
      </w:r>
    </w:p>
    <w:p w:rsidR="00845324" w:rsidRDefault="00845324" w:rsidP="00845324">
      <w:r>
        <w:t>428.4211</w:t>
      </w:r>
      <w:r>
        <w:tab/>
        <w:t>3.769e0</w:t>
      </w:r>
    </w:p>
    <w:p w:rsidR="00845324" w:rsidRDefault="00845324" w:rsidP="00845324">
      <w:r>
        <w:t>428.5345</w:t>
      </w:r>
      <w:r>
        <w:tab/>
        <w:t>1.013e0</w:t>
      </w:r>
    </w:p>
    <w:p w:rsidR="00845324" w:rsidRDefault="00845324" w:rsidP="00845324">
      <w:r>
        <w:t>428.5852</w:t>
      </w:r>
      <w:r>
        <w:tab/>
        <w:t>1.013e0</w:t>
      </w:r>
    </w:p>
    <w:p w:rsidR="00845324" w:rsidRDefault="00845324" w:rsidP="00845324">
      <w:r>
        <w:t>428.7132</w:t>
      </w:r>
      <w:r>
        <w:tab/>
        <w:t>5.063e0</w:t>
      </w:r>
    </w:p>
    <w:p w:rsidR="00845324" w:rsidRDefault="00845324" w:rsidP="00845324">
      <w:r>
        <w:t>428.7994</w:t>
      </w:r>
      <w:r>
        <w:tab/>
        <w:t>1.013e0</w:t>
      </w:r>
    </w:p>
    <w:p w:rsidR="00845324" w:rsidRDefault="00845324" w:rsidP="00845324">
      <w:r>
        <w:t>428.8543</w:t>
      </w:r>
      <w:r>
        <w:tab/>
        <w:t>2.025e0</w:t>
      </w:r>
    </w:p>
    <w:p w:rsidR="00845324" w:rsidRDefault="00845324" w:rsidP="00845324">
      <w:r>
        <w:t>428.9055</w:t>
      </w:r>
      <w:r>
        <w:tab/>
        <w:t>2.824e0</w:t>
      </w:r>
    </w:p>
    <w:p w:rsidR="00845324" w:rsidRDefault="00845324" w:rsidP="00845324">
      <w:r>
        <w:t>428.9457</w:t>
      </w:r>
      <w:r>
        <w:tab/>
        <w:t>1.490e0</w:t>
      </w:r>
    </w:p>
    <w:p w:rsidR="00845324" w:rsidRDefault="00845324" w:rsidP="00845324">
      <w:r>
        <w:t>429.0461</w:t>
      </w:r>
      <w:r>
        <w:tab/>
        <w:t>2.025e0</w:t>
      </w:r>
    </w:p>
    <w:p w:rsidR="00845324" w:rsidRDefault="00845324" w:rsidP="00845324">
      <w:r>
        <w:t>429.1035</w:t>
      </w:r>
      <w:r>
        <w:tab/>
        <w:t>1.013e0</w:t>
      </w:r>
    </w:p>
    <w:p w:rsidR="00845324" w:rsidRDefault="00845324" w:rsidP="00845324">
      <w:r>
        <w:t>429.1608</w:t>
      </w:r>
      <w:r>
        <w:tab/>
        <w:t>1.742e0</w:t>
      </w:r>
    </w:p>
    <w:p w:rsidR="00845324" w:rsidRDefault="00845324" w:rsidP="00845324">
      <w:r>
        <w:t>429.2050</w:t>
      </w:r>
      <w:r>
        <w:tab/>
        <w:t>2.896e0</w:t>
      </w:r>
    </w:p>
    <w:p w:rsidR="00845324" w:rsidRDefault="00845324" w:rsidP="00845324">
      <w:r>
        <w:t>429.3110</w:t>
      </w:r>
      <w:r>
        <w:tab/>
        <w:t>1.206e1</w:t>
      </w:r>
    </w:p>
    <w:p w:rsidR="00845324" w:rsidRDefault="00845324" w:rsidP="00845324">
      <w:r>
        <w:t>429.5299</w:t>
      </w:r>
      <w:r>
        <w:tab/>
        <w:t>3.038e0</w:t>
      </w:r>
    </w:p>
    <w:p w:rsidR="00845324" w:rsidRDefault="00845324" w:rsidP="00845324">
      <w:r>
        <w:t>429.6005</w:t>
      </w:r>
      <w:r>
        <w:tab/>
        <w:t>2.025e0</w:t>
      </w:r>
    </w:p>
    <w:p w:rsidR="00845324" w:rsidRDefault="00845324" w:rsidP="00845324">
      <w:r>
        <w:t>429.7201</w:t>
      </w:r>
      <w:r>
        <w:tab/>
        <w:t>1.013e0</w:t>
      </w:r>
    </w:p>
    <w:p w:rsidR="00845324" w:rsidRDefault="00845324" w:rsidP="00845324">
      <w:r>
        <w:lastRenderedPageBreak/>
        <w:t>429.7863</w:t>
      </w:r>
      <w:r>
        <w:tab/>
        <w:t>2.025e0</w:t>
      </w:r>
    </w:p>
    <w:p w:rsidR="00845324" w:rsidRDefault="00845324" w:rsidP="00845324">
      <w:r>
        <w:t>429.8568</w:t>
      </w:r>
      <w:r>
        <w:tab/>
        <w:t>5.063e0</w:t>
      </w:r>
    </w:p>
    <w:p w:rsidR="00845324" w:rsidRDefault="00845324" w:rsidP="00845324">
      <w:r>
        <w:t>429.9494</w:t>
      </w:r>
      <w:r>
        <w:tab/>
        <w:t>4.414e0</w:t>
      </w:r>
    </w:p>
    <w:p w:rsidR="00845324" w:rsidRDefault="00845324" w:rsidP="00845324">
      <w:r>
        <w:t>430.0437</w:t>
      </w:r>
      <w:r>
        <w:tab/>
        <w:t>1.013e0</w:t>
      </w:r>
    </w:p>
    <w:p w:rsidR="00845324" w:rsidRDefault="00845324" w:rsidP="00845324">
      <w:r>
        <w:t>430.0786</w:t>
      </w:r>
      <w:r>
        <w:tab/>
        <w:t>1.013e0</w:t>
      </w:r>
    </w:p>
    <w:p w:rsidR="00845324" w:rsidRDefault="00845324" w:rsidP="00845324">
      <w:r>
        <w:t>430.1583</w:t>
      </w:r>
      <w:r>
        <w:tab/>
        <w:t>4.540e0</w:t>
      </w:r>
    </w:p>
    <w:p w:rsidR="00845324" w:rsidRDefault="00845324" w:rsidP="00845324">
      <w:r>
        <w:t>430.2302</w:t>
      </w:r>
      <w:r>
        <w:tab/>
        <w:t>7.615e0</w:t>
      </w:r>
    </w:p>
    <w:p w:rsidR="00845324" w:rsidRDefault="00845324" w:rsidP="00845324">
      <w:r>
        <w:t>430.2728</w:t>
      </w:r>
      <w:r>
        <w:tab/>
        <w:t>1.568e1</w:t>
      </w:r>
    </w:p>
    <w:p w:rsidR="00845324" w:rsidRDefault="00845324" w:rsidP="00845324">
      <w:r>
        <w:t>430.3328</w:t>
      </w:r>
      <w:r>
        <w:tab/>
        <w:t>9.209e0</w:t>
      </w:r>
    </w:p>
    <w:p w:rsidR="00845324" w:rsidRDefault="00845324" w:rsidP="00845324">
      <w:r>
        <w:t>430.4511</w:t>
      </w:r>
      <w:r>
        <w:tab/>
        <w:t>2.554e0</w:t>
      </w:r>
    </w:p>
    <w:p w:rsidR="00845324" w:rsidRDefault="00845324" w:rsidP="00845324">
      <w:r>
        <w:t>430.5409</w:t>
      </w:r>
      <w:r>
        <w:tab/>
        <w:t>1.013e0</w:t>
      </w:r>
    </w:p>
    <w:p w:rsidR="00845324" w:rsidRDefault="00845324" w:rsidP="00845324">
      <w:r>
        <w:t>430.5794</w:t>
      </w:r>
      <w:r>
        <w:tab/>
        <w:t>2.025e0</w:t>
      </w:r>
    </w:p>
    <w:p w:rsidR="00845324" w:rsidRDefault="00845324" w:rsidP="00845324">
      <w:r>
        <w:t>430.6270</w:t>
      </w:r>
      <w:r>
        <w:tab/>
        <w:t>1.013e0</w:t>
      </w:r>
    </w:p>
    <w:p w:rsidR="00845324" w:rsidRDefault="00845324" w:rsidP="00845324">
      <w:r>
        <w:t>430.6779</w:t>
      </w:r>
      <w:r>
        <w:tab/>
        <w:t>2.025e0</w:t>
      </w:r>
    </w:p>
    <w:p w:rsidR="00845324" w:rsidRDefault="00845324" w:rsidP="00845324">
      <w:r>
        <w:t>430.7757</w:t>
      </w:r>
      <w:r>
        <w:tab/>
        <w:t>1.013e0</w:t>
      </w:r>
    </w:p>
    <w:p w:rsidR="00845324" w:rsidRDefault="00845324" w:rsidP="00845324">
      <w:r>
        <w:t>430.8754</w:t>
      </w:r>
      <w:r>
        <w:tab/>
        <w:t>3.038e0</w:t>
      </w:r>
    </w:p>
    <w:p w:rsidR="00845324" w:rsidRDefault="00845324" w:rsidP="00845324">
      <w:r>
        <w:t>430.9226</w:t>
      </w:r>
      <w:r>
        <w:tab/>
        <w:t>3.515e0</w:t>
      </w:r>
    </w:p>
    <w:p w:rsidR="00845324" w:rsidRDefault="00845324" w:rsidP="00845324">
      <w:r>
        <w:t>430.9917</w:t>
      </w:r>
      <w:r>
        <w:tab/>
        <w:t>3.017e0</w:t>
      </w:r>
    </w:p>
    <w:p w:rsidR="00845324" w:rsidRDefault="00845324" w:rsidP="00845324">
      <w:r>
        <w:t>431.0888</w:t>
      </w:r>
      <w:r>
        <w:tab/>
        <w:t>4.051e0</w:t>
      </w:r>
    </w:p>
    <w:p w:rsidR="00845324" w:rsidRDefault="00845324" w:rsidP="00845324">
      <w:r>
        <w:lastRenderedPageBreak/>
        <w:t>431.1555</w:t>
      </w:r>
      <w:r>
        <w:tab/>
        <w:t>1.755e0</w:t>
      </w:r>
    </w:p>
    <w:p w:rsidR="00845324" w:rsidRDefault="00845324" w:rsidP="00845324">
      <w:r>
        <w:t>431.2166</w:t>
      </w:r>
      <w:r>
        <w:tab/>
        <w:t>9.542e0</w:t>
      </w:r>
    </w:p>
    <w:p w:rsidR="00845324" w:rsidRDefault="00845324" w:rsidP="00845324">
      <w:r>
        <w:t>431.3082</w:t>
      </w:r>
      <w:r>
        <w:tab/>
        <w:t>4.183e0</w:t>
      </w:r>
    </w:p>
    <w:p w:rsidR="00845324" w:rsidRDefault="00845324" w:rsidP="00845324">
      <w:r>
        <w:t>431.4439</w:t>
      </w:r>
      <w:r>
        <w:tab/>
        <w:t>1.013e0</w:t>
      </w:r>
    </w:p>
    <w:p w:rsidR="00845324" w:rsidRDefault="00845324" w:rsidP="00845324">
      <w:r>
        <w:t>431.4886</w:t>
      </w:r>
      <w:r>
        <w:tab/>
        <w:t>1.013e0</w:t>
      </w:r>
    </w:p>
    <w:p w:rsidR="00845324" w:rsidRDefault="00845324" w:rsidP="00845324">
      <w:r>
        <w:t>431.6059</w:t>
      </w:r>
      <w:r>
        <w:tab/>
        <w:t>4.051e0</w:t>
      </w:r>
    </w:p>
    <w:p w:rsidR="00845324" w:rsidRDefault="00845324" w:rsidP="00845324">
      <w:r>
        <w:t>431.7213</w:t>
      </w:r>
      <w:r>
        <w:tab/>
        <w:t>1.013e0</w:t>
      </w:r>
    </w:p>
    <w:p w:rsidR="00845324" w:rsidRDefault="00845324" w:rsidP="00845324">
      <w:r>
        <w:t>431.8046</w:t>
      </w:r>
      <w:r>
        <w:tab/>
        <w:t>2.025e0</w:t>
      </w:r>
    </w:p>
    <w:p w:rsidR="00845324" w:rsidRDefault="00845324" w:rsidP="00845324">
      <w:r>
        <w:t>431.8769</w:t>
      </w:r>
      <w:r>
        <w:tab/>
        <w:t>8.899e0</w:t>
      </w:r>
    </w:p>
    <w:p w:rsidR="00845324" w:rsidRDefault="00845324" w:rsidP="00845324">
      <w:r>
        <w:t>431.9827</w:t>
      </w:r>
      <w:r>
        <w:tab/>
        <w:t>4.862e0</w:t>
      </w:r>
    </w:p>
    <w:p w:rsidR="00845324" w:rsidRDefault="00845324" w:rsidP="00845324">
      <w:r>
        <w:t>432.0869</w:t>
      </w:r>
      <w:r>
        <w:tab/>
        <w:t>9.085e0</w:t>
      </w:r>
    </w:p>
    <w:p w:rsidR="00845324" w:rsidRDefault="00845324" w:rsidP="00845324">
      <w:r>
        <w:t>432.1790</w:t>
      </w:r>
      <w:r>
        <w:tab/>
        <w:t>4.496e0</w:t>
      </w:r>
    </w:p>
    <w:p w:rsidR="00845324" w:rsidRDefault="00845324" w:rsidP="00845324">
      <w:r>
        <w:t>432.2808</w:t>
      </w:r>
      <w:r>
        <w:tab/>
        <w:t>1.609e2</w:t>
      </w:r>
    </w:p>
    <w:p w:rsidR="00845324" w:rsidRDefault="00845324" w:rsidP="00845324">
      <w:r>
        <w:t>432.4725</w:t>
      </w:r>
      <w:r>
        <w:tab/>
        <w:t>2.955e0</w:t>
      </w:r>
    </w:p>
    <w:p w:rsidR="00845324" w:rsidRDefault="00845324" w:rsidP="00845324">
      <w:r>
        <w:t>432.5816</w:t>
      </w:r>
      <w:r>
        <w:tab/>
        <w:t>4.051e0</w:t>
      </w:r>
    </w:p>
    <w:p w:rsidR="00845324" w:rsidRDefault="00845324" w:rsidP="00845324">
      <w:r>
        <w:t>432.6437</w:t>
      </w:r>
      <w:r>
        <w:tab/>
        <w:t>2.025e0</w:t>
      </w:r>
    </w:p>
    <w:p w:rsidR="00845324" w:rsidRDefault="00845324" w:rsidP="00845324">
      <w:r>
        <w:t>432.7619</w:t>
      </w:r>
      <w:r>
        <w:tab/>
        <w:t>2.025e0</w:t>
      </w:r>
    </w:p>
    <w:p w:rsidR="00845324" w:rsidRDefault="00845324" w:rsidP="00845324">
      <w:r>
        <w:t>432.8012</w:t>
      </w:r>
      <w:r>
        <w:tab/>
        <w:t>3.038e0</w:t>
      </w:r>
    </w:p>
    <w:p w:rsidR="00845324" w:rsidRDefault="00845324" w:rsidP="00845324">
      <w:r>
        <w:t>432.8979</w:t>
      </w:r>
      <w:r>
        <w:tab/>
        <w:t>5.646e0</w:t>
      </w:r>
    </w:p>
    <w:p w:rsidR="00845324" w:rsidRDefault="00845324" w:rsidP="00845324">
      <w:r>
        <w:lastRenderedPageBreak/>
        <w:t>433.0193</w:t>
      </w:r>
      <w:r>
        <w:tab/>
        <w:t>3.031e0</w:t>
      </w:r>
    </w:p>
    <w:p w:rsidR="00845324" w:rsidRDefault="00845324" w:rsidP="00845324">
      <w:r>
        <w:t>433.1194</w:t>
      </w:r>
      <w:r>
        <w:tab/>
        <w:t>2.025e0</w:t>
      </w:r>
    </w:p>
    <w:p w:rsidR="00845324" w:rsidRDefault="00845324" w:rsidP="00845324">
      <w:r>
        <w:t>433.1780</w:t>
      </w:r>
      <w:r>
        <w:tab/>
        <w:t>2.210e0</w:t>
      </w:r>
    </w:p>
    <w:p w:rsidR="00845324" w:rsidRDefault="00845324" w:rsidP="00845324">
      <w:r>
        <w:t>433.2703</w:t>
      </w:r>
      <w:r>
        <w:tab/>
        <w:t>2.246e1</w:t>
      </w:r>
    </w:p>
    <w:p w:rsidR="00845324" w:rsidRDefault="00845324" w:rsidP="00845324">
      <w:r>
        <w:t>433.3135</w:t>
      </w:r>
      <w:r>
        <w:tab/>
        <w:t>2.319e1</w:t>
      </w:r>
    </w:p>
    <w:p w:rsidR="00845324" w:rsidRDefault="00845324" w:rsidP="00845324">
      <w:r>
        <w:t>433.4377</w:t>
      </w:r>
      <w:r>
        <w:tab/>
        <w:t>4.020e0</w:t>
      </w:r>
    </w:p>
    <w:p w:rsidR="00845324" w:rsidRDefault="00845324" w:rsidP="00845324">
      <w:r>
        <w:t>433.5572</w:t>
      </w:r>
      <w:r>
        <w:tab/>
        <w:t>3.038e0</w:t>
      </w:r>
    </w:p>
    <w:p w:rsidR="00845324" w:rsidRDefault="00845324" w:rsidP="00845324">
      <w:r>
        <w:t>433.6597</w:t>
      </w:r>
      <w:r>
        <w:tab/>
        <w:t>3.038e0</w:t>
      </w:r>
    </w:p>
    <w:p w:rsidR="00845324" w:rsidRDefault="00845324" w:rsidP="00845324">
      <w:r>
        <w:t>433.7204</w:t>
      </w:r>
      <w:r>
        <w:tab/>
        <w:t>1.013e0</w:t>
      </w:r>
    </w:p>
    <w:p w:rsidR="00845324" w:rsidRDefault="00845324" w:rsidP="00845324">
      <w:r>
        <w:t>433.7930</w:t>
      </w:r>
      <w:r>
        <w:tab/>
        <w:t>3.038e0</w:t>
      </w:r>
    </w:p>
    <w:p w:rsidR="00845324" w:rsidRDefault="00845324" w:rsidP="00845324">
      <w:r>
        <w:t>433.8395</w:t>
      </w:r>
      <w:r>
        <w:tab/>
        <w:t>3.038e0</w:t>
      </w:r>
    </w:p>
    <w:p w:rsidR="00845324" w:rsidRDefault="00845324" w:rsidP="00845324">
      <w:r>
        <w:t>433.8858</w:t>
      </w:r>
      <w:r>
        <w:tab/>
        <w:t>3.238e0</w:t>
      </w:r>
    </w:p>
    <w:p w:rsidR="00845324" w:rsidRDefault="00845324" w:rsidP="00845324">
      <w:r>
        <w:t>433.9668</w:t>
      </w:r>
      <w:r>
        <w:tab/>
        <w:t>4.408e0</w:t>
      </w:r>
    </w:p>
    <w:p w:rsidR="00845324" w:rsidRDefault="00845324" w:rsidP="00845324">
      <w:r>
        <w:t>434.0811</w:t>
      </w:r>
      <w:r>
        <w:tab/>
        <w:t>3.863e0</w:t>
      </w:r>
    </w:p>
    <w:p w:rsidR="00845324" w:rsidRDefault="00845324" w:rsidP="00845324">
      <w:r>
        <w:t>434.1422</w:t>
      </w:r>
      <w:r>
        <w:tab/>
        <w:t>2.790e0</w:t>
      </w:r>
    </w:p>
    <w:p w:rsidR="00845324" w:rsidRDefault="00845324" w:rsidP="00845324">
      <w:r>
        <w:t>434.2701</w:t>
      </w:r>
      <w:r>
        <w:tab/>
        <w:t>5.399e0</w:t>
      </w:r>
    </w:p>
    <w:p w:rsidR="00845324" w:rsidRDefault="00845324" w:rsidP="00845324">
      <w:r>
        <w:t>434.4017</w:t>
      </w:r>
      <w:r>
        <w:tab/>
        <w:t>3.947e0</w:t>
      </w:r>
    </w:p>
    <w:p w:rsidR="00845324" w:rsidRDefault="00845324" w:rsidP="00845324">
      <w:r>
        <w:t>434.4763</w:t>
      </w:r>
      <w:r>
        <w:tab/>
        <w:t>3.038e0</w:t>
      </w:r>
    </w:p>
    <w:p w:rsidR="00845324" w:rsidRDefault="00845324" w:rsidP="00845324">
      <w:r>
        <w:t>434.5515</w:t>
      </w:r>
      <w:r>
        <w:tab/>
        <w:t>1.013e0</w:t>
      </w:r>
    </w:p>
    <w:p w:rsidR="00845324" w:rsidRDefault="00845324" w:rsidP="00845324">
      <w:r>
        <w:lastRenderedPageBreak/>
        <w:t>434.6119</w:t>
      </w:r>
      <w:r>
        <w:tab/>
        <w:t>2.025e0</w:t>
      </w:r>
    </w:p>
    <w:p w:rsidR="00845324" w:rsidRDefault="00845324" w:rsidP="00845324">
      <w:r>
        <w:t>434.6543</w:t>
      </w:r>
      <w:r>
        <w:tab/>
        <w:t>2.025e0</w:t>
      </w:r>
    </w:p>
    <w:p w:rsidR="00845324" w:rsidRDefault="00845324" w:rsidP="00845324">
      <w:r>
        <w:t>434.7833</w:t>
      </w:r>
      <w:r>
        <w:tab/>
        <w:t>3.038e0</w:t>
      </w:r>
    </w:p>
    <w:p w:rsidR="00845324" w:rsidRDefault="00845324" w:rsidP="00845324">
      <w:r>
        <w:t>434.8932</w:t>
      </w:r>
      <w:r>
        <w:tab/>
        <w:t>4.051e0</w:t>
      </w:r>
    </w:p>
    <w:p w:rsidR="00845324" w:rsidRDefault="00845324" w:rsidP="00845324">
      <w:r>
        <w:t>434.9428</w:t>
      </w:r>
      <w:r>
        <w:tab/>
        <w:t>1.490e0</w:t>
      </w:r>
    </w:p>
    <w:p w:rsidR="00845324" w:rsidRDefault="00845324" w:rsidP="00845324">
      <w:r>
        <w:t>435.0002</w:t>
      </w:r>
      <w:r>
        <w:tab/>
        <w:t>2.870e0</w:t>
      </w:r>
    </w:p>
    <w:p w:rsidR="00845324" w:rsidRDefault="00845324" w:rsidP="00845324">
      <w:r>
        <w:t>435.5162</w:t>
      </w:r>
      <w:r>
        <w:tab/>
        <w:t>1.013e0</w:t>
      </w:r>
    </w:p>
    <w:p w:rsidR="00845324" w:rsidRDefault="00845324" w:rsidP="00845324">
      <w:r>
        <w:t>435.6068</w:t>
      </w:r>
      <w:r>
        <w:tab/>
        <w:t>1.013e0</w:t>
      </w:r>
    </w:p>
    <w:p w:rsidR="00845324" w:rsidRDefault="00845324" w:rsidP="00845324">
      <w:r>
        <w:t>435.6923</w:t>
      </w:r>
      <w:r>
        <w:tab/>
        <w:t>3.038e0</w:t>
      </w:r>
    </w:p>
    <w:p w:rsidR="00845324" w:rsidRDefault="00845324" w:rsidP="00845324">
      <w:r>
        <w:t>435.7650</w:t>
      </w:r>
      <w:r>
        <w:tab/>
        <w:t>1.013e0</w:t>
      </w:r>
    </w:p>
    <w:p w:rsidR="00845324" w:rsidRDefault="00845324" w:rsidP="00845324">
      <w:r>
        <w:t>435.8028</w:t>
      </w:r>
      <w:r>
        <w:tab/>
        <w:t>2.025e0</w:t>
      </w:r>
    </w:p>
    <w:p w:rsidR="00845324" w:rsidRDefault="00845324" w:rsidP="00845324">
      <w:r>
        <w:t>435.9294</w:t>
      </w:r>
      <w:r>
        <w:tab/>
        <w:t>3.931e0</w:t>
      </w:r>
    </w:p>
    <w:p w:rsidR="00845324" w:rsidRDefault="00845324" w:rsidP="00845324">
      <w:r>
        <w:t>436.0292</w:t>
      </w:r>
      <w:r>
        <w:tab/>
        <w:t>1.884e0</w:t>
      </w:r>
    </w:p>
    <w:p w:rsidR="00845324" w:rsidRDefault="00845324" w:rsidP="00845324">
      <w:r>
        <w:t>436.0786</w:t>
      </w:r>
      <w:r>
        <w:tab/>
        <w:t>4.236e0</w:t>
      </w:r>
    </w:p>
    <w:p w:rsidR="00845324" w:rsidRDefault="00845324" w:rsidP="00845324">
      <w:r>
        <w:t>436.1892</w:t>
      </w:r>
      <w:r>
        <w:tab/>
        <w:t>3.876e0</w:t>
      </w:r>
    </w:p>
    <w:p w:rsidR="00845324" w:rsidRDefault="00845324" w:rsidP="00845324">
      <w:r>
        <w:t>436.3412</w:t>
      </w:r>
      <w:r>
        <w:tab/>
        <w:t>4.595e0</w:t>
      </w:r>
    </w:p>
    <w:p w:rsidR="00845324" w:rsidRDefault="00845324" w:rsidP="00845324">
      <w:r>
        <w:t>436.4188</w:t>
      </w:r>
      <w:r>
        <w:tab/>
        <w:t>5.634e0</w:t>
      </w:r>
    </w:p>
    <w:p w:rsidR="00845324" w:rsidRDefault="00845324" w:rsidP="00845324">
      <w:r>
        <w:t>436.4775</w:t>
      </w:r>
      <w:r>
        <w:tab/>
        <w:t>2.025e0</w:t>
      </w:r>
    </w:p>
    <w:p w:rsidR="00845324" w:rsidRDefault="00845324" w:rsidP="00845324">
      <w:r>
        <w:t>436.5731</w:t>
      </w:r>
      <w:r>
        <w:tab/>
        <w:t>2.025e0</w:t>
      </w:r>
    </w:p>
    <w:p w:rsidR="00845324" w:rsidRDefault="00845324" w:rsidP="00845324">
      <w:r>
        <w:lastRenderedPageBreak/>
        <w:t>436.6727</w:t>
      </w:r>
      <w:r>
        <w:tab/>
        <w:t>3.038e0</w:t>
      </w:r>
    </w:p>
    <w:p w:rsidR="00845324" w:rsidRDefault="00845324" w:rsidP="00845324">
      <w:r>
        <w:t>436.7522</w:t>
      </w:r>
      <w:r>
        <w:tab/>
        <w:t>2.025e0</w:t>
      </w:r>
    </w:p>
    <w:p w:rsidR="00845324" w:rsidRDefault="00845324" w:rsidP="00845324">
      <w:r>
        <w:t>436.8391</w:t>
      </w:r>
      <w:r>
        <w:tab/>
        <w:t>5.548e0</w:t>
      </w:r>
    </w:p>
    <w:p w:rsidR="00845324" w:rsidRDefault="00845324" w:rsidP="00845324">
      <w:r>
        <w:t>436.9810</w:t>
      </w:r>
      <w:r>
        <w:tab/>
        <w:t>2.856e0</w:t>
      </w:r>
    </w:p>
    <w:p w:rsidR="00845324" w:rsidRDefault="00845324" w:rsidP="00845324">
      <w:r>
        <w:t>437.0880</w:t>
      </w:r>
      <w:r>
        <w:tab/>
        <w:t>1.013e0</w:t>
      </w:r>
    </w:p>
    <w:p w:rsidR="00845324" w:rsidRDefault="00845324" w:rsidP="00845324">
      <w:r>
        <w:t>437.1515</w:t>
      </w:r>
      <w:r>
        <w:tab/>
        <w:t>1.013e0</w:t>
      </w:r>
    </w:p>
    <w:p w:rsidR="00845324" w:rsidRDefault="00845324" w:rsidP="00845324">
      <w:r>
        <w:t>437.2362</w:t>
      </w:r>
      <w:r>
        <w:tab/>
        <w:t>2.489e1</w:t>
      </w:r>
    </w:p>
    <w:p w:rsidR="00845324" w:rsidRDefault="00845324" w:rsidP="00845324">
      <w:r>
        <w:t>437.4675</w:t>
      </w:r>
      <w:r>
        <w:tab/>
        <w:t>1.735e0</w:t>
      </w:r>
    </w:p>
    <w:p w:rsidR="00845324" w:rsidRDefault="00845324" w:rsidP="00845324">
      <w:r>
        <w:t>437.5195</w:t>
      </w:r>
      <w:r>
        <w:tab/>
        <w:t>1.013e0</w:t>
      </w:r>
    </w:p>
    <w:p w:rsidR="00845324" w:rsidRDefault="00845324" w:rsidP="00845324">
      <w:r>
        <w:t>437.6259</w:t>
      </w:r>
      <w:r>
        <w:tab/>
        <w:t>3.038e0</w:t>
      </w:r>
    </w:p>
    <w:p w:rsidR="00845324" w:rsidRDefault="00845324" w:rsidP="00845324">
      <w:r>
        <w:t>437.6797</w:t>
      </w:r>
      <w:r>
        <w:tab/>
        <w:t>3.038e0</w:t>
      </w:r>
    </w:p>
    <w:p w:rsidR="00845324" w:rsidRDefault="00845324" w:rsidP="00845324">
      <w:r>
        <w:t>437.7870</w:t>
      </w:r>
      <w:r>
        <w:tab/>
        <w:t>2.025e0</w:t>
      </w:r>
    </w:p>
    <w:p w:rsidR="00845324" w:rsidRDefault="00845324" w:rsidP="00845324">
      <w:r>
        <w:t>437.8544</w:t>
      </w:r>
      <w:r>
        <w:tab/>
        <w:t>4.051e0</w:t>
      </w:r>
    </w:p>
    <w:p w:rsidR="00845324" w:rsidRDefault="00845324" w:rsidP="00845324">
      <w:r>
        <w:t>437.9167</w:t>
      </w:r>
      <w:r>
        <w:tab/>
        <w:t>6.670e0</w:t>
      </w:r>
    </w:p>
    <w:p w:rsidR="00845324" w:rsidRDefault="00845324" w:rsidP="00845324">
      <w:r>
        <w:t>437.9903</w:t>
      </w:r>
      <w:r>
        <w:tab/>
        <w:t>4.838e0</w:t>
      </w:r>
    </w:p>
    <w:p w:rsidR="00845324" w:rsidRDefault="00845324" w:rsidP="00845324">
      <w:r>
        <w:t>438.0926</w:t>
      </w:r>
      <w:r>
        <w:tab/>
        <w:t>1.013e0</w:t>
      </w:r>
    </w:p>
    <w:p w:rsidR="00845324" w:rsidRDefault="00845324" w:rsidP="00845324">
      <w:r>
        <w:t>438.1543</w:t>
      </w:r>
      <w:r>
        <w:tab/>
        <w:t>1.883e0</w:t>
      </w:r>
    </w:p>
    <w:p w:rsidR="00845324" w:rsidRDefault="00845324" w:rsidP="00845324">
      <w:r>
        <w:t>438.3811</w:t>
      </w:r>
      <w:r>
        <w:tab/>
        <w:t>1.200e1</w:t>
      </w:r>
    </w:p>
    <w:p w:rsidR="00845324" w:rsidRDefault="00845324" w:rsidP="00845324">
      <w:r>
        <w:t>438.5047</w:t>
      </w:r>
      <w:r>
        <w:tab/>
        <w:t>5.063e0</w:t>
      </w:r>
    </w:p>
    <w:p w:rsidR="00845324" w:rsidRDefault="00845324" w:rsidP="00845324">
      <w:r>
        <w:lastRenderedPageBreak/>
        <w:t>438.6016</w:t>
      </w:r>
      <w:r>
        <w:tab/>
        <w:t>7.089e0</w:t>
      </w:r>
    </w:p>
    <w:p w:rsidR="00845324" w:rsidRDefault="00845324" w:rsidP="00845324">
      <w:r>
        <w:t>438.7040</w:t>
      </w:r>
      <w:r>
        <w:tab/>
        <w:t>1.013e0</w:t>
      </w:r>
    </w:p>
    <w:p w:rsidR="00845324" w:rsidRDefault="00845324" w:rsidP="00845324">
      <w:r>
        <w:t>438.7490</w:t>
      </w:r>
      <w:r>
        <w:tab/>
        <w:t>1.013e0</w:t>
      </w:r>
    </w:p>
    <w:p w:rsidR="00845324" w:rsidRDefault="00845324" w:rsidP="00845324">
      <w:r>
        <w:t>438.8530</w:t>
      </w:r>
      <w:r>
        <w:tab/>
        <w:t>2.025e0</w:t>
      </w:r>
    </w:p>
    <w:p w:rsidR="00845324" w:rsidRDefault="00845324" w:rsidP="00845324">
      <w:r>
        <w:t>438.9222</w:t>
      </w:r>
      <w:r>
        <w:tab/>
        <w:t>3.955e0</w:t>
      </w:r>
    </w:p>
    <w:p w:rsidR="00845324" w:rsidRDefault="00845324" w:rsidP="00845324">
      <w:r>
        <w:t>439.0373</w:t>
      </w:r>
      <w:r>
        <w:tab/>
        <w:t>3.909e0</w:t>
      </w:r>
    </w:p>
    <w:p w:rsidR="00845324" w:rsidRDefault="00845324" w:rsidP="00845324">
      <w:r>
        <w:t>439.1105</w:t>
      </w:r>
      <w:r>
        <w:tab/>
        <w:t>1.013e0</w:t>
      </w:r>
    </w:p>
    <w:p w:rsidR="00845324" w:rsidRDefault="00845324" w:rsidP="00845324">
      <w:r>
        <w:t>439.1777</w:t>
      </w:r>
      <w:r>
        <w:tab/>
        <w:t>1.600e0</w:t>
      </w:r>
    </w:p>
    <w:p w:rsidR="00845324" w:rsidRDefault="00845324" w:rsidP="00845324">
      <w:r>
        <w:t>439.2365</w:t>
      </w:r>
      <w:r>
        <w:tab/>
        <w:t>2.423e0</w:t>
      </w:r>
    </w:p>
    <w:p w:rsidR="00845324" w:rsidRDefault="00845324" w:rsidP="00845324">
      <w:r>
        <w:t>439.3847</w:t>
      </w:r>
      <w:r>
        <w:tab/>
        <w:t>5.564e0</w:t>
      </w:r>
    </w:p>
    <w:p w:rsidR="00845324" w:rsidRDefault="00845324" w:rsidP="00845324">
      <w:r>
        <w:t>439.4939</w:t>
      </w:r>
      <w:r>
        <w:tab/>
        <w:t>2.025e0</w:t>
      </w:r>
    </w:p>
    <w:p w:rsidR="00845324" w:rsidRDefault="00845324" w:rsidP="00845324">
      <w:r>
        <w:t>439.5797</w:t>
      </w:r>
      <w:r>
        <w:tab/>
        <w:t>2.025e0</w:t>
      </w:r>
    </w:p>
    <w:p w:rsidR="00845324" w:rsidRDefault="00845324" w:rsidP="00845324">
      <w:r>
        <w:t>439.6495</w:t>
      </w:r>
      <w:r>
        <w:tab/>
        <w:t>1.013e0</w:t>
      </w:r>
    </w:p>
    <w:p w:rsidR="00845324" w:rsidRDefault="00845324" w:rsidP="00845324">
      <w:r>
        <w:t>439.7066</w:t>
      </w:r>
      <w:r>
        <w:tab/>
        <w:t>3.038e0</w:t>
      </w:r>
    </w:p>
    <w:p w:rsidR="00845324" w:rsidRDefault="00845324" w:rsidP="00845324">
      <w:r>
        <w:t>439.7851</w:t>
      </w:r>
      <w:r>
        <w:tab/>
        <w:t>1.013e0</w:t>
      </w:r>
    </w:p>
    <w:p w:rsidR="00845324" w:rsidRDefault="00845324" w:rsidP="00845324">
      <w:r>
        <w:t>439.8474</w:t>
      </w:r>
      <w:r>
        <w:tab/>
        <w:t>1.013e0</w:t>
      </w:r>
    </w:p>
    <w:p w:rsidR="00845324" w:rsidRDefault="00845324" w:rsidP="00845324">
      <w:r>
        <w:t>439.9409</w:t>
      </w:r>
      <w:r>
        <w:tab/>
        <w:t>2.873e0</w:t>
      </w:r>
    </w:p>
    <w:p w:rsidR="00845324" w:rsidRDefault="00845324" w:rsidP="00845324">
      <w:r>
        <w:t>440.0118</w:t>
      </w:r>
      <w:r>
        <w:tab/>
        <w:t>2.228e0</w:t>
      </w:r>
    </w:p>
    <w:p w:rsidR="00845324" w:rsidRDefault="00845324" w:rsidP="00845324">
      <w:r>
        <w:t>440.1078</w:t>
      </w:r>
      <w:r>
        <w:tab/>
        <w:t>1.013e0</w:t>
      </w:r>
    </w:p>
    <w:p w:rsidR="00845324" w:rsidRDefault="00845324" w:rsidP="00845324">
      <w:r>
        <w:lastRenderedPageBreak/>
        <w:t>440.1973</w:t>
      </w:r>
      <w:r>
        <w:tab/>
        <w:t>5.225e0</w:t>
      </w:r>
    </w:p>
    <w:p w:rsidR="00845324" w:rsidRDefault="00845324" w:rsidP="00845324">
      <w:r>
        <w:t>440.2902</w:t>
      </w:r>
      <w:r>
        <w:tab/>
        <w:t>3.378e0</w:t>
      </w:r>
    </w:p>
    <w:p w:rsidR="00845324" w:rsidRDefault="00845324" w:rsidP="00845324">
      <w:r>
        <w:t>440.3742</w:t>
      </w:r>
      <w:r>
        <w:tab/>
        <w:t>4.354e0</w:t>
      </w:r>
    </w:p>
    <w:p w:rsidR="00845324" w:rsidRDefault="00845324" w:rsidP="00845324">
      <w:r>
        <w:t>440.4279</w:t>
      </w:r>
      <w:r>
        <w:tab/>
        <w:t>4.885e0</w:t>
      </w:r>
    </w:p>
    <w:p w:rsidR="00845324" w:rsidRDefault="00845324" w:rsidP="00845324">
      <w:r>
        <w:t>440.5836</w:t>
      </w:r>
      <w:r>
        <w:tab/>
        <w:t>1.013e0</w:t>
      </w:r>
    </w:p>
    <w:p w:rsidR="00845324" w:rsidRDefault="00845324" w:rsidP="00845324">
      <w:r>
        <w:t>440.6225</w:t>
      </w:r>
      <w:r>
        <w:tab/>
        <w:t>1.013e0</w:t>
      </w:r>
    </w:p>
    <w:p w:rsidR="00845324" w:rsidRDefault="00845324" w:rsidP="00845324">
      <w:r>
        <w:t>440.6956</w:t>
      </w:r>
      <w:r>
        <w:tab/>
        <w:t>1.013e0</w:t>
      </w:r>
    </w:p>
    <w:p w:rsidR="00845324" w:rsidRDefault="00845324" w:rsidP="00845324">
      <w:r>
        <w:t>440.7497</w:t>
      </w:r>
      <w:r>
        <w:tab/>
        <w:t>2.508e0</w:t>
      </w:r>
    </w:p>
    <w:p w:rsidR="00845324" w:rsidRDefault="00845324" w:rsidP="00845324">
      <w:r>
        <w:t>440.7934</w:t>
      </w:r>
      <w:r>
        <w:tab/>
        <w:t>2.556e0</w:t>
      </w:r>
    </w:p>
    <w:p w:rsidR="00845324" w:rsidRDefault="00845324" w:rsidP="00845324">
      <w:r>
        <w:t>440.8706</w:t>
      </w:r>
      <w:r>
        <w:tab/>
        <w:t>2.838e0</w:t>
      </w:r>
    </w:p>
    <w:p w:rsidR="00845324" w:rsidRDefault="00845324" w:rsidP="00845324">
      <w:r>
        <w:t>441.0625</w:t>
      </w:r>
      <w:r>
        <w:tab/>
        <w:t>4.051e0</w:t>
      </w:r>
    </w:p>
    <w:p w:rsidR="00845324" w:rsidRDefault="00845324" w:rsidP="00845324">
      <w:r>
        <w:t>441.1274</w:t>
      </w:r>
      <w:r>
        <w:tab/>
        <w:t>1.013e0</w:t>
      </w:r>
    </w:p>
    <w:p w:rsidR="00845324" w:rsidRDefault="00845324" w:rsidP="00845324">
      <w:r>
        <w:t>441.3852</w:t>
      </w:r>
      <w:r>
        <w:tab/>
        <w:t>1.883e0</w:t>
      </w:r>
    </w:p>
    <w:p w:rsidR="00845324" w:rsidRDefault="00845324" w:rsidP="00845324">
      <w:r>
        <w:t>441.4911</w:t>
      </w:r>
      <w:r>
        <w:tab/>
        <w:t>3.038e0</w:t>
      </w:r>
    </w:p>
    <w:p w:rsidR="00845324" w:rsidRDefault="00845324" w:rsidP="00845324">
      <w:r>
        <w:t>441.6465</w:t>
      </w:r>
      <w:r>
        <w:tab/>
        <w:t>2.025e0</w:t>
      </w:r>
    </w:p>
    <w:p w:rsidR="00845324" w:rsidRDefault="00845324" w:rsidP="00845324">
      <w:r>
        <w:t>441.7706</w:t>
      </w:r>
      <w:r>
        <w:tab/>
        <w:t>2.025e0</w:t>
      </w:r>
    </w:p>
    <w:p w:rsidR="00845324" w:rsidRDefault="00845324" w:rsidP="00845324">
      <w:r>
        <w:t>441.8320</w:t>
      </w:r>
      <w:r>
        <w:tab/>
        <w:t>2.025e0</w:t>
      </w:r>
    </w:p>
    <w:p w:rsidR="00845324" w:rsidRDefault="00845324" w:rsidP="00845324">
      <w:r>
        <w:t>441.8890</w:t>
      </w:r>
      <w:r>
        <w:tab/>
        <w:t>4.564e0</w:t>
      </w:r>
    </w:p>
    <w:p w:rsidR="00845324" w:rsidRDefault="00845324" w:rsidP="00845324">
      <w:r>
        <w:t>442.0132</w:t>
      </w:r>
      <w:r>
        <w:tab/>
        <w:t>2.684e0</w:t>
      </w:r>
    </w:p>
    <w:p w:rsidR="00845324" w:rsidRDefault="00845324" w:rsidP="00845324">
      <w:r>
        <w:lastRenderedPageBreak/>
        <w:t>442.0836</w:t>
      </w:r>
      <w:r>
        <w:tab/>
        <w:t>3.095e0</w:t>
      </w:r>
    </w:p>
    <w:p w:rsidR="00845324" w:rsidRDefault="00845324" w:rsidP="00845324">
      <w:r>
        <w:t>442.1446</w:t>
      </w:r>
      <w:r>
        <w:tab/>
        <w:t>1.013e0</w:t>
      </w:r>
    </w:p>
    <w:p w:rsidR="00845324" w:rsidRDefault="00845324" w:rsidP="00845324">
      <w:r>
        <w:t>442.2371</w:t>
      </w:r>
      <w:r>
        <w:tab/>
        <w:t>4.929e0</w:t>
      </w:r>
    </w:p>
    <w:p w:rsidR="00845324" w:rsidRDefault="00845324" w:rsidP="00845324">
      <w:r>
        <w:t>442.3199</w:t>
      </w:r>
      <w:r>
        <w:tab/>
        <w:t>4.650e0</w:t>
      </w:r>
    </w:p>
    <w:p w:rsidR="00845324" w:rsidRDefault="00845324" w:rsidP="00845324">
      <w:r>
        <w:t>442.3726</w:t>
      </w:r>
      <w:r>
        <w:tab/>
        <w:t>1.236e1</w:t>
      </w:r>
    </w:p>
    <w:p w:rsidR="00845324" w:rsidRDefault="00845324" w:rsidP="00845324">
      <w:r>
        <w:t>442.4373</w:t>
      </w:r>
      <w:r>
        <w:tab/>
        <w:t>2.166e0</w:t>
      </w:r>
    </w:p>
    <w:p w:rsidR="00845324" w:rsidRDefault="00845324" w:rsidP="00845324">
      <w:r>
        <w:t>442.5503</w:t>
      </w:r>
      <w:r>
        <w:tab/>
        <w:t>4.051e0</w:t>
      </w:r>
    </w:p>
    <w:p w:rsidR="00845324" w:rsidRDefault="00845324" w:rsidP="00845324">
      <w:r>
        <w:t>442.7383</w:t>
      </w:r>
      <w:r>
        <w:tab/>
        <w:t>1.013e0</w:t>
      </w:r>
    </w:p>
    <w:p w:rsidR="00845324" w:rsidRDefault="00845324" w:rsidP="00845324">
      <w:r>
        <w:t>442.8026</w:t>
      </w:r>
      <w:r>
        <w:tab/>
        <w:t>1.013e0</w:t>
      </w:r>
    </w:p>
    <w:p w:rsidR="00845324" w:rsidRDefault="00845324" w:rsidP="00845324">
      <w:r>
        <w:t>442.9172</w:t>
      </w:r>
      <w:r>
        <w:tab/>
        <w:t>2.878e0</w:t>
      </w:r>
    </w:p>
    <w:p w:rsidR="00845324" w:rsidRDefault="00845324" w:rsidP="00845324">
      <w:r>
        <w:t>442.9667</w:t>
      </w:r>
      <w:r>
        <w:tab/>
        <w:t>2.562e0</w:t>
      </w:r>
    </w:p>
    <w:p w:rsidR="00845324" w:rsidRDefault="00845324" w:rsidP="00845324">
      <w:r>
        <w:t>443.1030</w:t>
      </w:r>
      <w:r>
        <w:tab/>
        <w:t>4.051e0</w:t>
      </w:r>
    </w:p>
    <w:p w:rsidR="00845324" w:rsidRDefault="00845324" w:rsidP="00845324">
      <w:r>
        <w:t>443.2088</w:t>
      </w:r>
      <w:r>
        <w:tab/>
        <w:t>4.024e0</w:t>
      </w:r>
    </w:p>
    <w:p w:rsidR="00845324" w:rsidRDefault="00845324" w:rsidP="00845324">
      <w:r>
        <w:t>443.3336</w:t>
      </w:r>
      <w:r>
        <w:tab/>
        <w:t>6.336e0</w:t>
      </w:r>
    </w:p>
    <w:p w:rsidR="00845324" w:rsidRDefault="00845324" w:rsidP="00845324">
      <w:r>
        <w:t>443.3770</w:t>
      </w:r>
      <w:r>
        <w:tab/>
        <w:t>2.569e0</w:t>
      </w:r>
    </w:p>
    <w:p w:rsidR="00845324" w:rsidRDefault="00845324" w:rsidP="00845324">
      <w:r>
        <w:t>443.4603</w:t>
      </w:r>
      <w:r>
        <w:tab/>
        <w:t>1.013e0</w:t>
      </w:r>
    </w:p>
    <w:p w:rsidR="00845324" w:rsidRDefault="00845324" w:rsidP="00845324">
      <w:r>
        <w:t>443.5944</w:t>
      </w:r>
      <w:r>
        <w:tab/>
        <w:t>2.025e0</w:t>
      </w:r>
    </w:p>
    <w:p w:rsidR="00845324" w:rsidRDefault="00845324" w:rsidP="00845324">
      <w:r>
        <w:t>443.7494</w:t>
      </w:r>
      <w:r>
        <w:tab/>
        <w:t>4.051e0</w:t>
      </w:r>
    </w:p>
    <w:p w:rsidR="00845324" w:rsidRDefault="00845324" w:rsidP="00845324">
      <w:r>
        <w:t>443.8389</w:t>
      </w:r>
      <w:r>
        <w:tab/>
        <w:t>3.591e0</w:t>
      </w:r>
    </w:p>
    <w:p w:rsidR="00845324" w:rsidRDefault="00845324" w:rsidP="00845324">
      <w:r>
        <w:lastRenderedPageBreak/>
        <w:t>443.9245</w:t>
      </w:r>
      <w:r>
        <w:tab/>
        <w:t>1.906e0</w:t>
      </w:r>
    </w:p>
    <w:p w:rsidR="00845324" w:rsidRDefault="00845324" w:rsidP="00845324">
      <w:r>
        <w:t>443.9751</w:t>
      </w:r>
      <w:r>
        <w:tab/>
        <w:t>2.896e0</w:t>
      </w:r>
    </w:p>
    <w:p w:rsidR="00845324" w:rsidRDefault="00845324" w:rsidP="00845324">
      <w:r>
        <w:t>444.0228</w:t>
      </w:r>
      <w:r>
        <w:tab/>
        <w:t>2.825e0</w:t>
      </w:r>
    </w:p>
    <w:p w:rsidR="00845324" w:rsidRDefault="00845324" w:rsidP="00845324">
      <w:r>
        <w:t>444.1031</w:t>
      </w:r>
      <w:r>
        <w:tab/>
        <w:t>5.063e0</w:t>
      </w:r>
    </w:p>
    <w:p w:rsidR="00845324" w:rsidRDefault="00845324" w:rsidP="00845324">
      <w:r>
        <w:t>444.2054</w:t>
      </w:r>
      <w:r>
        <w:tab/>
        <w:t>3.901e0</w:t>
      </w:r>
    </w:p>
    <w:p w:rsidR="00845324" w:rsidRDefault="00845324" w:rsidP="00845324">
      <w:r>
        <w:t>444.3617</w:t>
      </w:r>
      <w:r>
        <w:tab/>
        <w:t>1.719e0</w:t>
      </w:r>
    </w:p>
    <w:p w:rsidR="00845324" w:rsidRDefault="00845324" w:rsidP="00845324">
      <w:r>
        <w:t>444.4594</w:t>
      </w:r>
      <w:r>
        <w:tab/>
        <w:t>1.013e0</w:t>
      </w:r>
    </w:p>
    <w:p w:rsidR="00845324" w:rsidRDefault="00845324" w:rsidP="00845324">
      <w:r>
        <w:t>444.5477</w:t>
      </w:r>
      <w:r>
        <w:tab/>
        <w:t>2.119e0</w:t>
      </w:r>
    </w:p>
    <w:p w:rsidR="00845324" w:rsidRDefault="00845324" w:rsidP="00845324">
      <w:r>
        <w:t>444.6211</w:t>
      </w:r>
      <w:r>
        <w:tab/>
        <w:t>3.078e0</w:t>
      </w:r>
    </w:p>
    <w:p w:rsidR="00845324" w:rsidRDefault="00845324" w:rsidP="00845324">
      <w:r>
        <w:t>444.6773</w:t>
      </w:r>
      <w:r>
        <w:tab/>
        <w:t>4.011e0</w:t>
      </w:r>
    </w:p>
    <w:p w:rsidR="00845324" w:rsidRDefault="00845324" w:rsidP="00845324">
      <w:r>
        <w:t>444.7576</w:t>
      </w:r>
      <w:r>
        <w:tab/>
        <w:t>1.013e0</w:t>
      </w:r>
    </w:p>
    <w:p w:rsidR="00845324" w:rsidRDefault="00845324" w:rsidP="00845324">
      <w:r>
        <w:t>444.8082</w:t>
      </w:r>
      <w:r>
        <w:tab/>
        <w:t>4.051e0</w:t>
      </w:r>
    </w:p>
    <w:p w:rsidR="00845324" w:rsidRDefault="00845324" w:rsidP="00845324">
      <w:r>
        <w:t>444.8744</w:t>
      </w:r>
      <w:r>
        <w:tab/>
        <w:t>1.866e0</w:t>
      </w:r>
    </w:p>
    <w:p w:rsidR="00845324" w:rsidRDefault="00845324" w:rsidP="00845324">
      <w:r>
        <w:t>445.0010</w:t>
      </w:r>
      <w:r>
        <w:tab/>
        <w:t>2.870e0</w:t>
      </w:r>
    </w:p>
    <w:p w:rsidR="00845324" w:rsidRDefault="00845324" w:rsidP="00845324">
      <w:r>
        <w:t>445.0523</w:t>
      </w:r>
      <w:r>
        <w:tab/>
        <w:t>2.932e0</w:t>
      </w:r>
    </w:p>
    <w:p w:rsidR="00845324" w:rsidRDefault="00845324" w:rsidP="00845324">
      <w:r>
        <w:t>445.1081</w:t>
      </w:r>
      <w:r>
        <w:tab/>
        <w:t>4.051e0</w:t>
      </w:r>
    </w:p>
    <w:p w:rsidR="00845324" w:rsidRDefault="00845324" w:rsidP="00845324">
      <w:r>
        <w:t>445.2568</w:t>
      </w:r>
      <w:r>
        <w:tab/>
        <w:t>1.918e0</w:t>
      </w:r>
    </w:p>
    <w:p w:rsidR="00845324" w:rsidRDefault="00845324" w:rsidP="00845324">
      <w:r>
        <w:t>445.3167</w:t>
      </w:r>
      <w:r>
        <w:tab/>
        <w:t>6.926e0</w:t>
      </w:r>
    </w:p>
    <w:p w:rsidR="00845324" w:rsidRDefault="00845324" w:rsidP="00845324">
      <w:r>
        <w:t>445.4323</w:t>
      </w:r>
      <w:r>
        <w:tab/>
        <w:t>4.576e0</w:t>
      </w:r>
    </w:p>
    <w:p w:rsidR="00845324" w:rsidRDefault="00845324" w:rsidP="00845324">
      <w:r>
        <w:lastRenderedPageBreak/>
        <w:t>445.4822</w:t>
      </w:r>
      <w:r>
        <w:tab/>
        <w:t>1.013e0</w:t>
      </w:r>
    </w:p>
    <w:p w:rsidR="00845324" w:rsidRDefault="00845324" w:rsidP="00845324">
      <w:r>
        <w:t>445.6062</w:t>
      </w:r>
      <w:r>
        <w:tab/>
        <w:t>4.051e0</w:t>
      </w:r>
    </w:p>
    <w:p w:rsidR="00845324" w:rsidRDefault="00845324" w:rsidP="00845324">
      <w:r>
        <w:t>445.7137</w:t>
      </w:r>
      <w:r>
        <w:tab/>
        <w:t>2.025e0</w:t>
      </w:r>
    </w:p>
    <w:p w:rsidR="00845324" w:rsidRDefault="00845324" w:rsidP="00845324">
      <w:r>
        <w:t>445.8253</w:t>
      </w:r>
      <w:r>
        <w:tab/>
        <w:t>1.693e0</w:t>
      </w:r>
    </w:p>
    <w:p w:rsidR="00845324" w:rsidRDefault="00845324" w:rsidP="00845324">
      <w:r>
        <w:t>445.8947</w:t>
      </w:r>
      <w:r>
        <w:tab/>
        <w:t>4.298e0</w:t>
      </w:r>
    </w:p>
    <w:p w:rsidR="00845324" w:rsidRDefault="00845324" w:rsidP="00845324">
      <w:r>
        <w:t>445.9493</w:t>
      </w:r>
      <w:r>
        <w:tab/>
        <w:t>1.905e0</w:t>
      </w:r>
    </w:p>
    <w:p w:rsidR="00845324" w:rsidRDefault="00845324" w:rsidP="00845324">
      <w:r>
        <w:t>446.0324</w:t>
      </w:r>
      <w:r>
        <w:tab/>
        <w:t>6.096e0</w:t>
      </w:r>
    </w:p>
    <w:p w:rsidR="00845324" w:rsidRDefault="00845324" w:rsidP="00845324">
      <w:r>
        <w:t>446.0983</w:t>
      </w:r>
      <w:r>
        <w:tab/>
        <w:t>2.025e0</w:t>
      </w:r>
    </w:p>
    <w:p w:rsidR="00845324" w:rsidRDefault="00845324" w:rsidP="00845324">
      <w:r>
        <w:t>446.2217</w:t>
      </w:r>
      <w:r>
        <w:tab/>
        <w:t>1.029e0</w:t>
      </w:r>
    </w:p>
    <w:p w:rsidR="00845324" w:rsidRDefault="00845324" w:rsidP="00845324">
      <w:r>
        <w:t>446.2811</w:t>
      </w:r>
      <w:r>
        <w:tab/>
        <w:t>3.133e0</w:t>
      </w:r>
    </w:p>
    <w:p w:rsidR="00845324" w:rsidRDefault="00845324" w:rsidP="00845324">
      <w:r>
        <w:t>446.3354</w:t>
      </w:r>
      <w:r>
        <w:tab/>
        <w:t>1.499e0</w:t>
      </w:r>
    </w:p>
    <w:p w:rsidR="00845324" w:rsidRDefault="00845324" w:rsidP="00845324">
      <w:r>
        <w:t>446.4576</w:t>
      </w:r>
      <w:r>
        <w:tab/>
        <w:t>3.038e0</w:t>
      </w:r>
    </w:p>
    <w:p w:rsidR="00845324" w:rsidRDefault="00845324" w:rsidP="00845324">
      <w:r>
        <w:t>446.5213</w:t>
      </w:r>
      <w:r>
        <w:tab/>
        <w:t>2.025e0</w:t>
      </w:r>
    </w:p>
    <w:p w:rsidR="00845324" w:rsidRDefault="00845324" w:rsidP="00845324">
      <w:r>
        <w:t>446.5918</w:t>
      </w:r>
      <w:r>
        <w:tab/>
        <w:t>2.025e0</w:t>
      </w:r>
    </w:p>
    <w:p w:rsidR="00845324" w:rsidRDefault="00845324" w:rsidP="00845324">
      <w:r>
        <w:t>446.6589</w:t>
      </w:r>
      <w:r>
        <w:tab/>
        <w:t>1.013e0</w:t>
      </w:r>
    </w:p>
    <w:p w:rsidR="00845324" w:rsidRDefault="00845324" w:rsidP="00845324">
      <w:r>
        <w:t>446.7546</w:t>
      </w:r>
      <w:r>
        <w:tab/>
        <w:t>4.269e0</w:t>
      </w:r>
    </w:p>
    <w:p w:rsidR="00845324" w:rsidRDefault="00845324" w:rsidP="00845324">
      <w:r>
        <w:t>446.8319</w:t>
      </w:r>
      <w:r>
        <w:tab/>
        <w:t>2.540e0</w:t>
      </w:r>
    </w:p>
    <w:p w:rsidR="00845324" w:rsidRDefault="00845324" w:rsidP="00845324">
      <w:r>
        <w:t>446.8730</w:t>
      </w:r>
      <w:r>
        <w:tab/>
        <w:t>2.307e0</w:t>
      </w:r>
    </w:p>
    <w:p w:rsidR="00845324" w:rsidRDefault="00845324" w:rsidP="00845324">
      <w:r>
        <w:t>446.9492</w:t>
      </w:r>
      <w:r>
        <w:tab/>
        <w:t>2.921e0</w:t>
      </w:r>
    </w:p>
    <w:p w:rsidR="00845324" w:rsidRDefault="00845324" w:rsidP="00845324">
      <w:r>
        <w:lastRenderedPageBreak/>
        <w:t>447.0638</w:t>
      </w:r>
      <w:r>
        <w:tab/>
        <w:t>2.025e0</w:t>
      </w:r>
    </w:p>
    <w:p w:rsidR="00845324" w:rsidRDefault="00845324" w:rsidP="00845324">
      <w:r>
        <w:t>447.1451</w:t>
      </w:r>
      <w:r>
        <w:tab/>
        <w:t>3.928e0</w:t>
      </w:r>
    </w:p>
    <w:p w:rsidR="00845324" w:rsidRDefault="00845324" w:rsidP="00845324">
      <w:r>
        <w:t>447.2146</w:t>
      </w:r>
      <w:r>
        <w:tab/>
        <w:t>1.029e0</w:t>
      </w:r>
    </w:p>
    <w:p w:rsidR="00845324" w:rsidRDefault="00845324" w:rsidP="00845324">
      <w:r>
        <w:t>447.2950</w:t>
      </w:r>
      <w:r>
        <w:tab/>
        <w:t>6.088e0</w:t>
      </w:r>
    </w:p>
    <w:p w:rsidR="00845324" w:rsidRDefault="00845324" w:rsidP="00845324">
      <w:r>
        <w:t>447.4575</w:t>
      </w:r>
      <w:r>
        <w:tab/>
        <w:t>2.025e0</w:t>
      </w:r>
    </w:p>
    <w:p w:rsidR="00845324" w:rsidRDefault="00845324" w:rsidP="00845324">
      <w:r>
        <w:t>447.5161</w:t>
      </w:r>
      <w:r>
        <w:tab/>
        <w:t>2.025e0</w:t>
      </w:r>
    </w:p>
    <w:p w:rsidR="00845324" w:rsidRDefault="00845324" w:rsidP="00845324">
      <w:r>
        <w:t>447.5750</w:t>
      </w:r>
      <w:r>
        <w:tab/>
        <w:t>1.013e0</w:t>
      </w:r>
    </w:p>
    <w:p w:rsidR="00845324" w:rsidRDefault="00845324" w:rsidP="00845324">
      <w:r>
        <w:t>447.6130</w:t>
      </w:r>
      <w:r>
        <w:tab/>
        <w:t>1.013e0</w:t>
      </w:r>
    </w:p>
    <w:p w:rsidR="00845324" w:rsidRDefault="00845324" w:rsidP="00845324">
      <w:r>
        <w:t>447.6889</w:t>
      </w:r>
      <w:r>
        <w:tab/>
        <w:t>2.025e0</w:t>
      </w:r>
    </w:p>
    <w:p w:rsidR="00845324" w:rsidRDefault="00845324" w:rsidP="00845324">
      <w:r>
        <w:t>447.7842</w:t>
      </w:r>
      <w:r>
        <w:tab/>
        <w:t>2.025e0</w:t>
      </w:r>
    </w:p>
    <w:p w:rsidR="00845324" w:rsidRDefault="00845324" w:rsidP="00845324">
      <w:r>
        <w:t>448.0417</w:t>
      </w:r>
      <w:r>
        <w:tab/>
        <w:t>1.992e0</w:t>
      </w:r>
    </w:p>
    <w:p w:rsidR="00845324" w:rsidRDefault="00845324" w:rsidP="00845324">
      <w:r>
        <w:t>448.1099</w:t>
      </w:r>
      <w:r>
        <w:tab/>
        <w:t>2.025e0</w:t>
      </w:r>
    </w:p>
    <w:p w:rsidR="00845324" w:rsidRDefault="00845324" w:rsidP="00845324">
      <w:r>
        <w:t>448.1917</w:t>
      </w:r>
      <w:r>
        <w:tab/>
        <w:t>2.670e0</w:t>
      </w:r>
    </w:p>
    <w:p w:rsidR="00845324" w:rsidRDefault="00845324" w:rsidP="00845324">
      <w:r>
        <w:t>448.2579</w:t>
      </w:r>
      <w:r>
        <w:tab/>
        <w:t>1.888e0</w:t>
      </w:r>
    </w:p>
    <w:p w:rsidR="00845324" w:rsidRDefault="00845324" w:rsidP="00845324">
      <w:r>
        <w:t>448.4972</w:t>
      </w:r>
      <w:r>
        <w:tab/>
        <w:t>2.025e0</w:t>
      </w:r>
    </w:p>
    <w:p w:rsidR="00845324" w:rsidRDefault="00845324" w:rsidP="00845324">
      <w:r>
        <w:t>448.5555</w:t>
      </w:r>
      <w:r>
        <w:tab/>
        <w:t>2.025e0</w:t>
      </w:r>
    </w:p>
    <w:p w:rsidR="00845324" w:rsidRDefault="00845324" w:rsidP="00845324">
      <w:r>
        <w:t>448.6199</w:t>
      </w:r>
      <w:r>
        <w:tab/>
        <w:t>1.013e0</w:t>
      </w:r>
    </w:p>
    <w:p w:rsidR="00845324" w:rsidRDefault="00845324" w:rsidP="00845324">
      <w:r>
        <w:t>448.6725</w:t>
      </w:r>
      <w:r>
        <w:tab/>
        <w:t>2.025e0</w:t>
      </w:r>
    </w:p>
    <w:p w:rsidR="00845324" w:rsidRDefault="00845324" w:rsidP="00845324">
      <w:r>
        <w:t>448.7404</w:t>
      </w:r>
      <w:r>
        <w:tab/>
        <w:t>2.025e0</w:t>
      </w:r>
    </w:p>
    <w:p w:rsidR="00845324" w:rsidRDefault="00845324" w:rsidP="00845324">
      <w:r>
        <w:lastRenderedPageBreak/>
        <w:t>448.8460</w:t>
      </w:r>
      <w:r>
        <w:tab/>
        <w:t>2.025e0</w:t>
      </w:r>
    </w:p>
    <w:p w:rsidR="00845324" w:rsidRDefault="00845324" w:rsidP="00845324">
      <w:r>
        <w:t>448.9685</w:t>
      </w:r>
      <w:r>
        <w:tab/>
        <w:t>6.369e0</w:t>
      </w:r>
    </w:p>
    <w:p w:rsidR="00845324" w:rsidRDefault="00845324" w:rsidP="00845324">
      <w:r>
        <w:t>449.0208</w:t>
      </w:r>
      <w:r>
        <w:tab/>
        <w:t>1.925e0</w:t>
      </w:r>
    </w:p>
    <w:p w:rsidR="00845324" w:rsidRDefault="00845324" w:rsidP="00845324">
      <w:r>
        <w:t>449.1308</w:t>
      </w:r>
      <w:r>
        <w:tab/>
        <w:t>2.699e0</w:t>
      </w:r>
    </w:p>
    <w:p w:rsidR="00845324" w:rsidRDefault="00845324" w:rsidP="00845324">
      <w:r>
        <w:t>449.1781</w:t>
      </w:r>
      <w:r>
        <w:tab/>
        <w:t>2.793e0</w:t>
      </w:r>
    </w:p>
    <w:p w:rsidR="00845324" w:rsidRDefault="00845324" w:rsidP="00845324">
      <w:r>
        <w:t>449.3205</w:t>
      </w:r>
      <w:r>
        <w:tab/>
        <w:t>2.490e0</w:t>
      </w:r>
    </w:p>
    <w:p w:rsidR="00845324" w:rsidRDefault="00845324" w:rsidP="00845324">
      <w:r>
        <w:t>449.4427</w:t>
      </w:r>
      <w:r>
        <w:tab/>
        <w:t>3.625e0</w:t>
      </w:r>
    </w:p>
    <w:p w:rsidR="00845324" w:rsidRDefault="00845324" w:rsidP="00845324">
      <w:r>
        <w:t>449.5507</w:t>
      </w:r>
      <w:r>
        <w:tab/>
        <w:t>1.013e0</w:t>
      </w:r>
    </w:p>
    <w:p w:rsidR="00845324" w:rsidRDefault="00845324" w:rsidP="00845324">
      <w:r>
        <w:t>449.6028</w:t>
      </w:r>
      <w:r>
        <w:tab/>
        <w:t>1.013e0</w:t>
      </w:r>
    </w:p>
    <w:p w:rsidR="00845324" w:rsidRDefault="00845324" w:rsidP="00845324">
      <w:r>
        <w:t>449.6863</w:t>
      </w:r>
      <w:r>
        <w:tab/>
        <w:t>3.038e0</w:t>
      </w:r>
    </w:p>
    <w:p w:rsidR="00845324" w:rsidRDefault="00845324" w:rsidP="00845324">
      <w:r>
        <w:t>449.7427</w:t>
      </w:r>
      <w:r>
        <w:tab/>
        <w:t>3.038e0</w:t>
      </w:r>
    </w:p>
    <w:p w:rsidR="00845324" w:rsidRDefault="00845324" w:rsidP="00845324">
      <w:r>
        <w:t>449.8560</w:t>
      </w:r>
      <w:r>
        <w:tab/>
        <w:t>4.051e0</w:t>
      </w:r>
    </w:p>
    <w:p w:rsidR="00845324" w:rsidRDefault="00845324" w:rsidP="00845324">
      <w:r>
        <w:t>450.0178</w:t>
      </w:r>
      <w:r>
        <w:tab/>
        <w:t>2.025e0</w:t>
      </w:r>
    </w:p>
    <w:p w:rsidR="00845324" w:rsidRDefault="00845324" w:rsidP="00845324">
      <w:r>
        <w:t>450.1411</w:t>
      </w:r>
      <w:r>
        <w:tab/>
        <w:t>3.881e0</w:t>
      </w:r>
    </w:p>
    <w:p w:rsidR="00845324" w:rsidRDefault="00845324" w:rsidP="00845324">
      <w:r>
        <w:t>450.2620</w:t>
      </w:r>
      <w:r>
        <w:tab/>
        <w:t>8.378e0</w:t>
      </w:r>
    </w:p>
    <w:p w:rsidR="00845324" w:rsidRDefault="00845324" w:rsidP="00845324">
      <w:r>
        <w:t>450.3408</w:t>
      </w:r>
      <w:r>
        <w:tab/>
        <w:t>3.119e0</w:t>
      </w:r>
    </w:p>
    <w:p w:rsidR="00845324" w:rsidRDefault="00845324" w:rsidP="00845324">
      <w:r>
        <w:t>450.3848</w:t>
      </w:r>
      <w:r>
        <w:tab/>
        <w:t>3.827e0</w:t>
      </w:r>
    </w:p>
    <w:p w:rsidR="00845324" w:rsidRDefault="00845324" w:rsidP="00845324">
      <w:r>
        <w:t>450.4503</w:t>
      </w:r>
      <w:r>
        <w:tab/>
        <w:t>1.013e0</w:t>
      </w:r>
    </w:p>
    <w:p w:rsidR="00845324" w:rsidRDefault="00845324" w:rsidP="00845324">
      <w:r>
        <w:t>450.5619</w:t>
      </w:r>
      <w:r>
        <w:tab/>
        <w:t>3.038e0</w:t>
      </w:r>
    </w:p>
    <w:p w:rsidR="00845324" w:rsidRDefault="00845324" w:rsidP="00845324">
      <w:r>
        <w:lastRenderedPageBreak/>
        <w:t>450.6543</w:t>
      </w:r>
      <w:r>
        <w:tab/>
        <w:t>1.013e0</w:t>
      </w:r>
    </w:p>
    <w:p w:rsidR="00845324" w:rsidRDefault="00845324" w:rsidP="00845324">
      <w:r>
        <w:t>450.6870</w:t>
      </w:r>
      <w:r>
        <w:tab/>
        <w:t>1.013e0</w:t>
      </w:r>
    </w:p>
    <w:p w:rsidR="00845324" w:rsidRDefault="00845324" w:rsidP="00845324">
      <w:r>
        <w:t>450.7815</w:t>
      </w:r>
      <w:r>
        <w:tab/>
        <w:t>3.038e0</w:t>
      </w:r>
    </w:p>
    <w:p w:rsidR="00845324" w:rsidRDefault="00845324" w:rsidP="00845324">
      <w:r>
        <w:t>450.8886</w:t>
      </w:r>
      <w:r>
        <w:tab/>
        <w:t>8.013e0</w:t>
      </w:r>
    </w:p>
    <w:p w:rsidR="00845324" w:rsidRDefault="00845324" w:rsidP="00845324">
      <w:r>
        <w:t>451.0334</w:t>
      </w:r>
      <w:r>
        <w:tab/>
        <w:t>2.698e0</w:t>
      </w:r>
    </w:p>
    <w:p w:rsidR="00845324" w:rsidRDefault="00845324" w:rsidP="00845324">
      <w:r>
        <w:t>451.0795</w:t>
      </w:r>
      <w:r>
        <w:tab/>
        <w:t>4.051e0</w:t>
      </w:r>
    </w:p>
    <w:p w:rsidR="00845324" w:rsidRDefault="00845324" w:rsidP="00845324">
      <w:r>
        <w:t>451.1321</w:t>
      </w:r>
      <w:r>
        <w:tab/>
        <w:t>3.038e0</w:t>
      </w:r>
    </w:p>
    <w:p w:rsidR="00845324" w:rsidRDefault="00845324" w:rsidP="00845324">
      <w:r>
        <w:t>451.2267</w:t>
      </w:r>
      <w:r>
        <w:tab/>
        <w:t>2.282e0</w:t>
      </w:r>
    </w:p>
    <w:p w:rsidR="00845324" w:rsidRDefault="00845324" w:rsidP="00845324">
      <w:r>
        <w:t>451.4051</w:t>
      </w:r>
      <w:r>
        <w:tab/>
        <w:t>2.791e0</w:t>
      </w:r>
    </w:p>
    <w:p w:rsidR="00845324" w:rsidRDefault="00845324" w:rsidP="00845324">
      <w:r>
        <w:t>451.4465</w:t>
      </w:r>
      <w:r>
        <w:tab/>
        <w:t>1.013e0</w:t>
      </w:r>
    </w:p>
    <w:p w:rsidR="00845324" w:rsidRDefault="00845324" w:rsidP="00845324">
      <w:r>
        <w:t>451.5067</w:t>
      </w:r>
      <w:r>
        <w:tab/>
        <w:t>1.013e0</w:t>
      </w:r>
    </w:p>
    <w:p w:rsidR="00845324" w:rsidRDefault="00845324" w:rsidP="00845324">
      <w:r>
        <w:t>451.6018</w:t>
      </w:r>
      <w:r>
        <w:tab/>
        <w:t>1.013e0</w:t>
      </w:r>
    </w:p>
    <w:p w:rsidR="00845324" w:rsidRDefault="00845324" w:rsidP="00845324">
      <w:r>
        <w:t>451.6942</w:t>
      </w:r>
      <w:r>
        <w:tab/>
        <w:t>3.038e0</w:t>
      </w:r>
    </w:p>
    <w:p w:rsidR="00845324" w:rsidRDefault="00845324" w:rsidP="00845324">
      <w:r>
        <w:t>451.7283</w:t>
      </w:r>
      <w:r>
        <w:tab/>
        <w:t>4.051e0</w:t>
      </w:r>
    </w:p>
    <w:p w:rsidR="00845324" w:rsidRDefault="00845324" w:rsidP="00845324">
      <w:r>
        <w:t>451.8002</w:t>
      </w:r>
      <w:r>
        <w:tab/>
        <w:t>4.138e0</w:t>
      </w:r>
    </w:p>
    <w:p w:rsidR="00845324" w:rsidRDefault="00845324" w:rsidP="00845324">
      <w:r>
        <w:t>451.9818</w:t>
      </w:r>
      <w:r>
        <w:tab/>
        <w:t>2.603e0</w:t>
      </w:r>
    </w:p>
    <w:p w:rsidR="00845324" w:rsidRDefault="00845324" w:rsidP="00845324">
      <w:r>
        <w:t>452.0542</w:t>
      </w:r>
      <w:r>
        <w:tab/>
        <w:t>1.013e0</w:t>
      </w:r>
    </w:p>
    <w:p w:rsidR="00845324" w:rsidRDefault="00845324" w:rsidP="00845324">
      <w:r>
        <w:t>452.0994</w:t>
      </w:r>
      <w:r>
        <w:tab/>
        <w:t>1.601e0</w:t>
      </w:r>
    </w:p>
    <w:p w:rsidR="00845324" w:rsidRDefault="00845324" w:rsidP="00845324">
      <w:r>
        <w:t>452.1522</w:t>
      </w:r>
      <w:r>
        <w:tab/>
        <w:t>1.940e0</w:t>
      </w:r>
    </w:p>
    <w:p w:rsidR="00845324" w:rsidRDefault="00845324" w:rsidP="00845324">
      <w:r>
        <w:lastRenderedPageBreak/>
        <w:t>452.3240</w:t>
      </w:r>
      <w:r>
        <w:tab/>
        <w:t>4.967e0</w:t>
      </w:r>
    </w:p>
    <w:p w:rsidR="00845324" w:rsidRDefault="00845324" w:rsidP="00845324">
      <w:r>
        <w:t>452.3923</w:t>
      </w:r>
      <w:r>
        <w:tab/>
        <w:t>3.549e1</w:t>
      </w:r>
    </w:p>
    <w:p w:rsidR="00845324" w:rsidRDefault="00845324" w:rsidP="00845324">
      <w:r>
        <w:t>452.4950</w:t>
      </w:r>
      <w:r>
        <w:tab/>
        <w:t>3.500e0</w:t>
      </w:r>
    </w:p>
    <w:p w:rsidR="00845324" w:rsidRDefault="00845324" w:rsidP="00845324">
      <w:r>
        <w:t>452.5889</w:t>
      </w:r>
      <w:r>
        <w:tab/>
        <w:t>2.025e0</w:t>
      </w:r>
    </w:p>
    <w:p w:rsidR="00845324" w:rsidRDefault="00845324" w:rsidP="00845324">
      <w:r>
        <w:t>452.6823</w:t>
      </w:r>
      <w:r>
        <w:tab/>
        <w:t>1.013e0</w:t>
      </w:r>
    </w:p>
    <w:p w:rsidR="00845324" w:rsidRDefault="00845324" w:rsidP="00845324">
      <w:r>
        <w:t>452.7398</w:t>
      </w:r>
      <w:r>
        <w:tab/>
        <w:t>4.051e0</w:t>
      </w:r>
    </w:p>
    <w:p w:rsidR="00845324" w:rsidRDefault="00845324" w:rsidP="00845324">
      <w:r>
        <w:t>452.8009</w:t>
      </w:r>
      <w:r>
        <w:tab/>
        <w:t>1.013e0</w:t>
      </w:r>
    </w:p>
    <w:p w:rsidR="00845324" w:rsidRDefault="00845324" w:rsidP="00845324">
      <w:r>
        <w:t>452.8812</w:t>
      </w:r>
      <w:r>
        <w:tab/>
        <w:t>4.189e0</w:t>
      </w:r>
    </w:p>
    <w:p w:rsidR="00845324" w:rsidRDefault="00845324" w:rsidP="00845324">
      <w:r>
        <w:t>452.9364</w:t>
      </w:r>
      <w:r>
        <w:tab/>
        <w:t>2.526e0</w:t>
      </w:r>
    </w:p>
    <w:p w:rsidR="00845324" w:rsidRDefault="00845324" w:rsidP="00845324">
      <w:r>
        <w:t>452.9912</w:t>
      </w:r>
      <w:r>
        <w:tab/>
        <w:t>4.050e0</w:t>
      </w:r>
    </w:p>
    <w:p w:rsidR="00845324" w:rsidRDefault="00845324" w:rsidP="00845324">
      <w:r>
        <w:t>453.0621</w:t>
      </w:r>
      <w:r>
        <w:tab/>
        <w:t>1.448e0</w:t>
      </w:r>
    </w:p>
    <w:p w:rsidR="00845324" w:rsidRDefault="00845324" w:rsidP="00845324">
      <w:r>
        <w:t>453.1346</w:t>
      </w:r>
      <w:r>
        <w:tab/>
        <w:t>5.737e0</w:t>
      </w:r>
    </w:p>
    <w:p w:rsidR="00845324" w:rsidRDefault="00845324" w:rsidP="00845324">
      <w:r>
        <w:t>453.1858</w:t>
      </w:r>
      <w:r>
        <w:tab/>
        <w:t>7.861e0</w:t>
      </w:r>
    </w:p>
    <w:p w:rsidR="00845324" w:rsidRDefault="00845324" w:rsidP="00845324">
      <w:r>
        <w:t>453.2258</w:t>
      </w:r>
      <w:r>
        <w:tab/>
        <w:t>1.054e1</w:t>
      </w:r>
    </w:p>
    <w:p w:rsidR="00845324" w:rsidRDefault="00845324" w:rsidP="00845324">
      <w:r>
        <w:t>453.4016</w:t>
      </w:r>
      <w:r>
        <w:tab/>
        <w:t>1.184e1</w:t>
      </w:r>
    </w:p>
    <w:p w:rsidR="00845324" w:rsidRDefault="00845324" w:rsidP="00845324">
      <w:r>
        <w:t>453.4948</w:t>
      </w:r>
      <w:r>
        <w:tab/>
        <w:t>1.013e0</w:t>
      </w:r>
    </w:p>
    <w:p w:rsidR="00845324" w:rsidRDefault="00845324" w:rsidP="00845324">
      <w:r>
        <w:t>453.5956</w:t>
      </w:r>
      <w:r>
        <w:tab/>
        <w:t>5.063e0</w:t>
      </w:r>
    </w:p>
    <w:p w:rsidR="00845324" w:rsidRDefault="00845324" w:rsidP="00845324">
      <w:r>
        <w:t>453.6994</w:t>
      </w:r>
      <w:r>
        <w:tab/>
        <w:t>1.013e0</w:t>
      </w:r>
    </w:p>
    <w:p w:rsidR="00845324" w:rsidRDefault="00845324" w:rsidP="00845324">
      <w:r>
        <w:t>453.7999</w:t>
      </w:r>
      <w:r>
        <w:tab/>
        <w:t>4.051e0</w:t>
      </w:r>
    </w:p>
    <w:p w:rsidR="00845324" w:rsidRDefault="00845324" w:rsidP="00845324">
      <w:r>
        <w:lastRenderedPageBreak/>
        <w:t>453.9465</w:t>
      </w:r>
      <w:r>
        <w:tab/>
        <w:t>2.972e0</w:t>
      </w:r>
    </w:p>
    <w:p w:rsidR="00845324" w:rsidRDefault="00845324" w:rsidP="00845324">
      <w:r>
        <w:t>454.0855</w:t>
      </w:r>
      <w:r>
        <w:tab/>
        <w:t>1.013e0</w:t>
      </w:r>
    </w:p>
    <w:p w:rsidR="00845324" w:rsidRDefault="00845324" w:rsidP="00845324">
      <w:r>
        <w:t>454.1821</w:t>
      </w:r>
      <w:r>
        <w:tab/>
        <w:t>3.650e0</w:t>
      </w:r>
    </w:p>
    <w:p w:rsidR="00845324" w:rsidRDefault="00845324" w:rsidP="00845324">
      <w:r>
        <w:t>454.2766</w:t>
      </w:r>
      <w:r>
        <w:tab/>
        <w:t>4.617e0</w:t>
      </w:r>
    </w:p>
    <w:p w:rsidR="00845324" w:rsidRDefault="00845324" w:rsidP="00845324">
      <w:r>
        <w:t>454.3568</w:t>
      </w:r>
      <w:r>
        <w:tab/>
        <w:t>2.147e0</w:t>
      </w:r>
    </w:p>
    <w:p w:rsidR="00845324" w:rsidRDefault="00845324" w:rsidP="00845324">
      <w:r>
        <w:t>454.3984</w:t>
      </w:r>
      <w:r>
        <w:tab/>
        <w:t>3.518e0</w:t>
      </w:r>
    </w:p>
    <w:p w:rsidR="00845324" w:rsidRDefault="00845324" w:rsidP="00845324">
      <w:r>
        <w:t>454.5390</w:t>
      </w:r>
      <w:r>
        <w:tab/>
        <w:t>2.025e0</w:t>
      </w:r>
    </w:p>
    <w:p w:rsidR="00845324" w:rsidRDefault="00845324" w:rsidP="00845324">
      <w:r>
        <w:t>454.6611</w:t>
      </w:r>
      <w:r>
        <w:tab/>
        <w:t>1.013e0</w:t>
      </w:r>
    </w:p>
    <w:p w:rsidR="00845324" w:rsidRDefault="00845324" w:rsidP="00845324">
      <w:r>
        <w:t>454.7269</w:t>
      </w:r>
      <w:r>
        <w:tab/>
        <w:t>1.013e0</w:t>
      </w:r>
    </w:p>
    <w:p w:rsidR="00845324" w:rsidRDefault="00845324" w:rsidP="00845324">
      <w:r>
        <w:t>454.7896</w:t>
      </w:r>
      <w:r>
        <w:tab/>
        <w:t>3.038e0</w:t>
      </w:r>
    </w:p>
    <w:p w:rsidR="00845324" w:rsidRDefault="00845324" w:rsidP="00845324">
      <w:r>
        <w:t>454.8540</w:t>
      </w:r>
      <w:r>
        <w:tab/>
        <w:t>4.659e0</w:t>
      </w:r>
    </w:p>
    <w:p w:rsidR="00845324" w:rsidRDefault="00845324" w:rsidP="00845324">
      <w:r>
        <w:t>454.9157</w:t>
      </w:r>
      <w:r>
        <w:tab/>
        <w:t>1.809e0</w:t>
      </w:r>
    </w:p>
    <w:p w:rsidR="00845324" w:rsidRDefault="00845324" w:rsidP="00845324">
      <w:r>
        <w:t>454.9754</w:t>
      </w:r>
      <w:r>
        <w:tab/>
        <w:t>2.002e0</w:t>
      </w:r>
    </w:p>
    <w:p w:rsidR="00845324" w:rsidRDefault="00845324" w:rsidP="00845324">
      <w:r>
        <w:t>455.0388</w:t>
      </w:r>
      <w:r>
        <w:tab/>
        <w:t>2.729e0</w:t>
      </w:r>
    </w:p>
    <w:p w:rsidR="00845324" w:rsidRDefault="00845324" w:rsidP="00845324">
      <w:r>
        <w:t>455.1064</w:t>
      </w:r>
      <w:r>
        <w:tab/>
        <w:t>3.038e0</w:t>
      </w:r>
    </w:p>
    <w:p w:rsidR="00845324" w:rsidRDefault="00845324" w:rsidP="00845324">
      <w:r>
        <w:t>455.1841</w:t>
      </w:r>
      <w:r>
        <w:tab/>
        <w:t>4.132e0</w:t>
      </w:r>
    </w:p>
    <w:p w:rsidR="00845324" w:rsidRDefault="00845324" w:rsidP="00845324">
      <w:r>
        <w:t>455.3499</w:t>
      </w:r>
      <w:r>
        <w:tab/>
        <w:t>1.976e0</w:t>
      </w:r>
    </w:p>
    <w:p w:rsidR="00845324" w:rsidRDefault="00845324" w:rsidP="00845324">
      <w:r>
        <w:t>455.4987</w:t>
      </w:r>
      <w:r>
        <w:tab/>
        <w:t>3.038e0</w:t>
      </w:r>
    </w:p>
    <w:p w:rsidR="00845324" w:rsidRDefault="00845324" w:rsidP="00845324">
      <w:r>
        <w:t>455.5443</w:t>
      </w:r>
      <w:r>
        <w:tab/>
        <w:t>4.051e0</w:t>
      </w:r>
    </w:p>
    <w:p w:rsidR="00845324" w:rsidRDefault="00845324" w:rsidP="00845324">
      <w:r>
        <w:lastRenderedPageBreak/>
        <w:t>455.5998</w:t>
      </w:r>
      <w:r>
        <w:tab/>
        <w:t>2.025e0</w:t>
      </w:r>
    </w:p>
    <w:p w:rsidR="00845324" w:rsidRDefault="00845324" w:rsidP="00845324">
      <w:r>
        <w:t>455.6604</w:t>
      </w:r>
      <w:r>
        <w:tab/>
        <w:t>3.038e0</w:t>
      </w:r>
    </w:p>
    <w:p w:rsidR="00845324" w:rsidRDefault="00845324" w:rsidP="00845324">
      <w:r>
        <w:t>455.7236</w:t>
      </w:r>
      <w:r>
        <w:tab/>
        <w:t>3.182e0</w:t>
      </w:r>
    </w:p>
    <w:p w:rsidR="00845324" w:rsidRDefault="00845324" w:rsidP="00845324">
      <w:r>
        <w:t>455.8088</w:t>
      </w:r>
      <w:r>
        <w:tab/>
        <w:t>3.038e0</w:t>
      </w:r>
    </w:p>
    <w:p w:rsidR="00845324" w:rsidRDefault="00845324" w:rsidP="00845324">
      <w:r>
        <w:t>455.9491</w:t>
      </w:r>
      <w:r>
        <w:tab/>
        <w:t>6.670e0</w:t>
      </w:r>
    </w:p>
    <w:p w:rsidR="00845324" w:rsidRDefault="00845324" w:rsidP="00845324">
      <w:r>
        <w:t>456.0547</w:t>
      </w:r>
      <w:r>
        <w:tab/>
        <w:t>1.840e0</w:t>
      </w:r>
    </w:p>
    <w:p w:rsidR="00845324" w:rsidRDefault="00845324" w:rsidP="00845324">
      <w:r>
        <w:t>456.1001</w:t>
      </w:r>
      <w:r>
        <w:tab/>
        <w:t>4.004e0</w:t>
      </w:r>
    </w:p>
    <w:p w:rsidR="00845324" w:rsidRDefault="00845324" w:rsidP="00845324">
      <w:r>
        <w:t>456.1664</w:t>
      </w:r>
      <w:r>
        <w:tab/>
        <w:t>3.289e0</w:t>
      </w:r>
    </w:p>
    <w:p w:rsidR="00845324" w:rsidRDefault="00845324" w:rsidP="00845324">
      <w:r>
        <w:t>456.2718</w:t>
      </w:r>
      <w:r>
        <w:tab/>
        <w:t>8.401e0</w:t>
      </w:r>
    </w:p>
    <w:p w:rsidR="00845324" w:rsidRDefault="00845324" w:rsidP="00845324">
      <w:r>
        <w:t>456.3509</w:t>
      </w:r>
      <w:r>
        <w:tab/>
        <w:t>2.825e0</w:t>
      </w:r>
    </w:p>
    <w:p w:rsidR="00845324" w:rsidRDefault="00845324" w:rsidP="00845324">
      <w:r>
        <w:t>456.5202</w:t>
      </w:r>
      <w:r>
        <w:tab/>
        <w:t>2.025e0</w:t>
      </w:r>
    </w:p>
    <w:p w:rsidR="00845324" w:rsidRDefault="00845324" w:rsidP="00845324">
      <w:r>
        <w:t>456.6608</w:t>
      </w:r>
      <w:r>
        <w:tab/>
        <w:t>2.025e0</w:t>
      </w:r>
    </w:p>
    <w:p w:rsidR="00845324" w:rsidRDefault="00845324" w:rsidP="00845324">
      <w:r>
        <w:t>456.7668</w:t>
      </w:r>
      <w:r>
        <w:tab/>
        <w:t>1.013e0</w:t>
      </w:r>
    </w:p>
    <w:p w:rsidR="00845324" w:rsidRDefault="00845324" w:rsidP="00845324">
      <w:r>
        <w:t>456.8213</w:t>
      </w:r>
      <w:r>
        <w:tab/>
        <w:t>1.859e0</w:t>
      </w:r>
    </w:p>
    <w:p w:rsidR="00845324" w:rsidRDefault="00845324" w:rsidP="00845324">
      <w:r>
        <w:t>456.9312</w:t>
      </w:r>
      <w:r>
        <w:tab/>
        <w:t>3.314e0</w:t>
      </w:r>
    </w:p>
    <w:p w:rsidR="00845324" w:rsidRDefault="00845324" w:rsidP="00845324">
      <w:r>
        <w:t>457.0314</w:t>
      </w:r>
      <w:r>
        <w:tab/>
        <w:t>1.933e0</w:t>
      </w:r>
    </w:p>
    <w:p w:rsidR="00845324" w:rsidRDefault="00845324" w:rsidP="00845324">
      <w:r>
        <w:t>457.1195</w:t>
      </w:r>
      <w:r>
        <w:tab/>
        <w:t>3.038e0</w:t>
      </w:r>
    </w:p>
    <w:p w:rsidR="00845324" w:rsidRDefault="00845324" w:rsidP="00845324">
      <w:r>
        <w:t>457.2039</w:t>
      </w:r>
      <w:r>
        <w:tab/>
        <w:t>2.560e0</w:t>
      </w:r>
    </w:p>
    <w:p w:rsidR="00845324" w:rsidRDefault="00845324" w:rsidP="00845324">
      <w:r>
        <w:t>457.2962</w:t>
      </w:r>
      <w:r>
        <w:tab/>
        <w:t>3.512e0</w:t>
      </w:r>
    </w:p>
    <w:p w:rsidR="00845324" w:rsidRDefault="00845324" w:rsidP="00845324">
      <w:r>
        <w:lastRenderedPageBreak/>
        <w:t>457.3648</w:t>
      </w:r>
      <w:r>
        <w:tab/>
        <w:t>8.216e0</w:t>
      </w:r>
    </w:p>
    <w:p w:rsidR="00845324" w:rsidRDefault="00845324" w:rsidP="00845324">
      <w:r>
        <w:t>457.4607</w:t>
      </w:r>
      <w:r>
        <w:tab/>
        <w:t>2.025e0</w:t>
      </w:r>
    </w:p>
    <w:p w:rsidR="00845324" w:rsidRDefault="00845324" w:rsidP="00845324">
      <w:r>
        <w:t>457.5326</w:t>
      </w:r>
      <w:r>
        <w:tab/>
        <w:t>1.013e0</w:t>
      </w:r>
    </w:p>
    <w:p w:rsidR="00845324" w:rsidRDefault="00845324" w:rsidP="00845324">
      <w:r>
        <w:t>457.6196</w:t>
      </w:r>
      <w:r>
        <w:tab/>
        <w:t>2.025e0</w:t>
      </w:r>
    </w:p>
    <w:p w:rsidR="00845324" w:rsidRDefault="00845324" w:rsidP="00845324">
      <w:r>
        <w:t>457.7109</w:t>
      </w:r>
      <w:r>
        <w:tab/>
        <w:t>2.025e0</w:t>
      </w:r>
    </w:p>
    <w:p w:rsidR="00845324" w:rsidRDefault="00845324" w:rsidP="00845324">
      <w:r>
        <w:t>457.7658</w:t>
      </w:r>
      <w:r>
        <w:tab/>
        <w:t>1.013e0</w:t>
      </w:r>
    </w:p>
    <w:p w:rsidR="00845324" w:rsidRDefault="00845324" w:rsidP="00845324">
      <w:r>
        <w:t>457.9587</w:t>
      </w:r>
      <w:r>
        <w:tab/>
        <w:t>3.052e0</w:t>
      </w:r>
    </w:p>
    <w:p w:rsidR="00845324" w:rsidRDefault="00845324" w:rsidP="00845324">
      <w:r>
        <w:t>458.0329</w:t>
      </w:r>
      <w:r>
        <w:tab/>
        <w:t>2.025e0</w:t>
      </w:r>
    </w:p>
    <w:p w:rsidR="00845324" w:rsidRDefault="00845324" w:rsidP="00845324">
      <w:r>
        <w:t>458.1140</w:t>
      </w:r>
      <w:r>
        <w:tab/>
        <w:t>2.494e0</w:t>
      </w:r>
    </w:p>
    <w:p w:rsidR="00845324" w:rsidRDefault="00845324" w:rsidP="00845324">
      <w:r>
        <w:t>458.2457</w:t>
      </w:r>
      <w:r>
        <w:tab/>
        <w:t>2.576e0</w:t>
      </w:r>
    </w:p>
    <w:p w:rsidR="00845324" w:rsidRDefault="00845324" w:rsidP="00845324">
      <w:r>
        <w:t>458.3117</w:t>
      </w:r>
      <w:r>
        <w:tab/>
        <w:t>1.970e0</w:t>
      </w:r>
    </w:p>
    <w:p w:rsidR="00845324" w:rsidRDefault="00845324" w:rsidP="00845324">
      <w:r>
        <w:t>458.4811</w:t>
      </w:r>
      <w:r>
        <w:tab/>
        <w:t>3.038e0</w:t>
      </w:r>
    </w:p>
    <w:p w:rsidR="00845324" w:rsidRDefault="00845324" w:rsidP="00845324">
      <w:r>
        <w:t>458.7672</w:t>
      </w:r>
      <w:r>
        <w:tab/>
        <w:t>1.013e0</w:t>
      </w:r>
    </w:p>
    <w:p w:rsidR="00845324" w:rsidRDefault="00845324" w:rsidP="00845324">
      <w:r>
        <w:t>458.8427</w:t>
      </w:r>
      <w:r>
        <w:tab/>
        <w:t>6.424e0</w:t>
      </w:r>
    </w:p>
    <w:p w:rsidR="00845324" w:rsidRDefault="00845324" w:rsidP="00845324">
      <w:r>
        <w:t>458.9360</w:t>
      </w:r>
      <w:r>
        <w:tab/>
        <w:t>4.764e0</w:t>
      </w:r>
    </w:p>
    <w:p w:rsidR="00845324" w:rsidRDefault="00845324" w:rsidP="00845324">
      <w:r>
        <w:t>459.0026</w:t>
      </w:r>
      <w:r>
        <w:tab/>
        <w:t>2.080e0</w:t>
      </w:r>
    </w:p>
    <w:p w:rsidR="00845324" w:rsidRDefault="00845324" w:rsidP="00845324">
      <w:r>
        <w:t>459.0482</w:t>
      </w:r>
      <w:r>
        <w:tab/>
        <w:t>3.216e0</w:t>
      </w:r>
    </w:p>
    <w:p w:rsidR="00845324" w:rsidRDefault="00845324" w:rsidP="00845324">
      <w:r>
        <w:t>459.1240</w:t>
      </w:r>
      <w:r>
        <w:tab/>
        <w:t>2.015e0</w:t>
      </w:r>
    </w:p>
    <w:p w:rsidR="00845324" w:rsidRDefault="00845324" w:rsidP="00845324">
      <w:r>
        <w:t>459.2857</w:t>
      </w:r>
      <w:r>
        <w:tab/>
        <w:t>2.174e0</w:t>
      </w:r>
    </w:p>
    <w:p w:rsidR="00845324" w:rsidRDefault="00845324" w:rsidP="00845324">
      <w:r>
        <w:lastRenderedPageBreak/>
        <w:t>459.5725</w:t>
      </w:r>
      <w:r>
        <w:tab/>
        <w:t>1.013e0</w:t>
      </w:r>
    </w:p>
    <w:p w:rsidR="00845324" w:rsidRDefault="00845324" w:rsidP="00845324">
      <w:r>
        <w:t>459.6170</w:t>
      </w:r>
      <w:r>
        <w:tab/>
        <w:t>2.025e0</w:t>
      </w:r>
    </w:p>
    <w:p w:rsidR="00845324" w:rsidRDefault="00845324" w:rsidP="00845324">
      <w:r>
        <w:t>459.6972</w:t>
      </w:r>
      <w:r>
        <w:tab/>
        <w:t>1.013e0</w:t>
      </w:r>
    </w:p>
    <w:p w:rsidR="00845324" w:rsidRDefault="00845324" w:rsidP="00845324">
      <w:r>
        <w:t>459.7720</w:t>
      </w:r>
      <w:r>
        <w:tab/>
        <w:t>2.025e0</w:t>
      </w:r>
    </w:p>
    <w:p w:rsidR="00845324" w:rsidRDefault="00845324" w:rsidP="00845324">
      <w:r>
        <w:t>459.8312</w:t>
      </w:r>
      <w:r>
        <w:tab/>
        <w:t>2.676e0</w:t>
      </w:r>
    </w:p>
    <w:p w:rsidR="00845324" w:rsidRDefault="00845324" w:rsidP="00845324">
      <w:r>
        <w:t>459.9064</w:t>
      </w:r>
      <w:r>
        <w:tab/>
        <w:t>1.939e0</w:t>
      </w:r>
    </w:p>
    <w:p w:rsidR="00845324" w:rsidRDefault="00845324" w:rsidP="00845324">
      <w:r>
        <w:t>460.0031</w:t>
      </w:r>
      <w:r>
        <w:tab/>
        <w:t>1.649e0</w:t>
      </w:r>
    </w:p>
    <w:p w:rsidR="00845324" w:rsidRDefault="00845324" w:rsidP="00845324">
      <w:r>
        <w:t>460.0492</w:t>
      </w:r>
      <w:r>
        <w:tab/>
        <w:t>1.793e0</w:t>
      </w:r>
    </w:p>
    <w:p w:rsidR="00845324" w:rsidRDefault="00845324" w:rsidP="00845324">
      <w:r>
        <w:t>460.1781</w:t>
      </w:r>
      <w:r>
        <w:tab/>
        <w:t>3.329e0</w:t>
      </w:r>
    </w:p>
    <w:p w:rsidR="00845324" w:rsidRDefault="00845324" w:rsidP="00845324">
      <w:r>
        <w:t>460.2853</w:t>
      </w:r>
      <w:r>
        <w:tab/>
        <w:t>1.284e1</w:t>
      </w:r>
    </w:p>
    <w:p w:rsidR="00845324" w:rsidRDefault="00845324" w:rsidP="00845324">
      <w:r>
        <w:t>460.5442</w:t>
      </w:r>
      <w:r>
        <w:tab/>
        <w:t>4.051e0</w:t>
      </w:r>
    </w:p>
    <w:p w:rsidR="00845324" w:rsidRDefault="00845324" w:rsidP="00845324">
      <w:r>
        <w:t>460.6956</w:t>
      </w:r>
      <w:r>
        <w:tab/>
        <w:t>1.013e0</w:t>
      </w:r>
    </w:p>
    <w:p w:rsidR="00845324" w:rsidRDefault="00845324" w:rsidP="00845324">
      <w:r>
        <w:t>460.7934</w:t>
      </w:r>
      <w:r>
        <w:tab/>
        <w:t>7.089e0</w:t>
      </w:r>
    </w:p>
    <w:p w:rsidR="00845324" w:rsidRDefault="00845324" w:rsidP="00845324">
      <w:r>
        <w:t>460.9389</w:t>
      </w:r>
      <w:r>
        <w:tab/>
        <w:t>4.335e0</w:t>
      </w:r>
    </w:p>
    <w:p w:rsidR="00845324" w:rsidRDefault="00845324" w:rsidP="00845324">
      <w:r>
        <w:t>461.0404</w:t>
      </w:r>
      <w:r>
        <w:tab/>
        <w:t>5.068e0</w:t>
      </w:r>
    </w:p>
    <w:p w:rsidR="00845324" w:rsidRDefault="00845324" w:rsidP="00845324">
      <w:r>
        <w:t>461.1074</w:t>
      </w:r>
      <w:r>
        <w:tab/>
        <w:t>1.970e0</w:t>
      </w:r>
    </w:p>
    <w:p w:rsidR="00845324" w:rsidRDefault="00845324" w:rsidP="00845324">
      <w:r>
        <w:t>461.1759</w:t>
      </w:r>
      <w:r>
        <w:tab/>
        <w:t>1.500e0</w:t>
      </w:r>
    </w:p>
    <w:p w:rsidR="00845324" w:rsidRDefault="00845324" w:rsidP="00845324">
      <w:r>
        <w:t>461.2682</w:t>
      </w:r>
      <w:r>
        <w:tab/>
        <w:t>4.693e0</w:t>
      </w:r>
    </w:p>
    <w:p w:rsidR="00845324" w:rsidRDefault="00845324" w:rsidP="00845324">
      <w:r>
        <w:t>461.4777</w:t>
      </w:r>
      <w:r>
        <w:tab/>
        <w:t>3.251e0</w:t>
      </w:r>
    </w:p>
    <w:p w:rsidR="00845324" w:rsidRDefault="00845324" w:rsidP="00845324">
      <w:r>
        <w:lastRenderedPageBreak/>
        <w:t>461.5444</w:t>
      </w:r>
      <w:r>
        <w:tab/>
        <w:t>2.025e0</w:t>
      </w:r>
    </w:p>
    <w:p w:rsidR="00845324" w:rsidRDefault="00845324" w:rsidP="00845324">
      <w:r>
        <w:t>461.7060</w:t>
      </w:r>
      <w:r>
        <w:tab/>
        <w:t>3.038e0</w:t>
      </w:r>
    </w:p>
    <w:p w:rsidR="00845324" w:rsidRDefault="00845324" w:rsidP="00845324">
      <w:r>
        <w:t>461.8129</w:t>
      </w:r>
      <w:r>
        <w:tab/>
        <w:t>2.025e0</w:t>
      </w:r>
    </w:p>
    <w:p w:rsidR="00845324" w:rsidRDefault="00845324" w:rsidP="00845324">
      <w:r>
        <w:t>461.9001</w:t>
      </w:r>
      <w:r>
        <w:tab/>
        <w:t>2.974e0</w:t>
      </w:r>
    </w:p>
    <w:p w:rsidR="00845324" w:rsidRDefault="00845324" w:rsidP="00845324">
      <w:r>
        <w:t>462.1091</w:t>
      </w:r>
      <w:r>
        <w:tab/>
        <w:t>4.276e0</w:t>
      </w:r>
    </w:p>
    <w:p w:rsidR="00845324" w:rsidRDefault="00845324" w:rsidP="00845324">
      <w:r>
        <w:t>462.2304</w:t>
      </w:r>
      <w:r>
        <w:tab/>
        <w:t>1.631e0</w:t>
      </w:r>
    </w:p>
    <w:p w:rsidR="00845324" w:rsidRDefault="00845324" w:rsidP="00845324">
      <w:r>
        <w:t>462.5549</w:t>
      </w:r>
      <w:r>
        <w:tab/>
        <w:t>2.025e0</w:t>
      </w:r>
    </w:p>
    <w:p w:rsidR="00845324" w:rsidRDefault="00845324" w:rsidP="00845324">
      <w:r>
        <w:t>462.6718</w:t>
      </w:r>
      <w:r>
        <w:tab/>
        <w:t>5.063e0</w:t>
      </w:r>
    </w:p>
    <w:p w:rsidR="00845324" w:rsidRDefault="00845324" w:rsidP="00845324">
      <w:r>
        <w:t>462.7528</w:t>
      </w:r>
      <w:r>
        <w:tab/>
        <w:t>3.038e0</w:t>
      </w:r>
    </w:p>
    <w:p w:rsidR="00845324" w:rsidRDefault="00845324" w:rsidP="00845324">
      <w:r>
        <w:t>462.7919</w:t>
      </w:r>
      <w:r>
        <w:tab/>
        <w:t>2.025e0</w:t>
      </w:r>
    </w:p>
    <w:p w:rsidR="00845324" w:rsidRDefault="00845324" w:rsidP="00845324">
      <w:r>
        <w:t>462.8647</w:t>
      </w:r>
      <w:r>
        <w:tab/>
        <w:t>1.952e0</w:t>
      </w:r>
    </w:p>
    <w:p w:rsidR="00845324" w:rsidRDefault="00845324" w:rsidP="00845324">
      <w:r>
        <w:t>463.0648</w:t>
      </w:r>
      <w:r>
        <w:tab/>
        <w:t>3.575e0</w:t>
      </w:r>
    </w:p>
    <w:p w:rsidR="00845324" w:rsidRDefault="00845324" w:rsidP="00845324">
      <w:r>
        <w:t>463.1832</w:t>
      </w:r>
      <w:r>
        <w:tab/>
        <w:t>1.723e0</w:t>
      </w:r>
    </w:p>
    <w:p w:rsidR="00845324" w:rsidRDefault="00845324" w:rsidP="00845324">
      <w:r>
        <w:t>463.2680</w:t>
      </w:r>
      <w:r>
        <w:tab/>
        <w:t>3.913e0</w:t>
      </w:r>
    </w:p>
    <w:p w:rsidR="00845324" w:rsidRDefault="00845324" w:rsidP="00845324">
      <w:r>
        <w:t>463.3268</w:t>
      </w:r>
      <w:r>
        <w:tab/>
        <w:t>1.655e0</w:t>
      </w:r>
    </w:p>
    <w:p w:rsidR="00845324" w:rsidRDefault="00845324" w:rsidP="00845324">
      <w:r>
        <w:t>463.4791</w:t>
      </w:r>
      <w:r>
        <w:tab/>
        <w:t>3.038e0</w:t>
      </w:r>
    </w:p>
    <w:p w:rsidR="00845324" w:rsidRDefault="00845324" w:rsidP="00845324">
      <w:r>
        <w:t>463.5345</w:t>
      </w:r>
      <w:r>
        <w:tab/>
        <w:t>1.680e0</w:t>
      </w:r>
    </w:p>
    <w:p w:rsidR="00845324" w:rsidRDefault="00845324" w:rsidP="00845324">
      <w:r>
        <w:t>463.5981</w:t>
      </w:r>
      <w:r>
        <w:tab/>
        <w:t>4.051e0</w:t>
      </w:r>
    </w:p>
    <w:p w:rsidR="00845324" w:rsidRDefault="00845324" w:rsidP="00845324">
      <w:r>
        <w:t>463.7277</w:t>
      </w:r>
      <w:r>
        <w:tab/>
        <w:t>3.038e0</w:t>
      </w:r>
    </w:p>
    <w:p w:rsidR="00845324" w:rsidRDefault="00845324" w:rsidP="00845324">
      <w:r>
        <w:lastRenderedPageBreak/>
        <w:t>463.8224</w:t>
      </w:r>
      <w:r>
        <w:tab/>
        <w:t>6.727e0</w:t>
      </w:r>
    </w:p>
    <w:p w:rsidR="00845324" w:rsidRDefault="00845324" w:rsidP="00845324">
      <w:r>
        <w:t>464.0129</w:t>
      </w:r>
      <w:r>
        <w:tab/>
        <w:t>1.013e0</w:t>
      </w:r>
    </w:p>
    <w:p w:rsidR="00845324" w:rsidRDefault="00845324" w:rsidP="00845324">
      <w:r>
        <w:t>464.0768</w:t>
      </w:r>
      <w:r>
        <w:tab/>
        <w:t>2.577e0</w:t>
      </w:r>
    </w:p>
    <w:p w:rsidR="00845324" w:rsidRDefault="00845324" w:rsidP="00845324">
      <w:r>
        <w:t>464.1805</w:t>
      </w:r>
      <w:r>
        <w:tab/>
        <w:t>1.723e0</w:t>
      </w:r>
    </w:p>
    <w:p w:rsidR="00845324" w:rsidRDefault="00845324" w:rsidP="00845324">
      <w:r>
        <w:t>464.2366</w:t>
      </w:r>
      <w:r>
        <w:tab/>
        <w:t>2.221e0</w:t>
      </w:r>
    </w:p>
    <w:p w:rsidR="00845324" w:rsidRDefault="00845324" w:rsidP="00845324">
      <w:r>
        <w:t>464.3520</w:t>
      </w:r>
      <w:r>
        <w:tab/>
        <w:t>1.411e0</w:t>
      </w:r>
    </w:p>
    <w:p w:rsidR="00845324" w:rsidRDefault="00845324" w:rsidP="00845324">
      <w:r>
        <w:t>464.3991</w:t>
      </w:r>
      <w:r>
        <w:tab/>
        <w:t>3.915e0</w:t>
      </w:r>
    </w:p>
    <w:p w:rsidR="00845324" w:rsidRDefault="00845324" w:rsidP="00845324">
      <w:r>
        <w:t>464.4637</w:t>
      </w:r>
      <w:r>
        <w:tab/>
        <w:t>2.722e0</w:t>
      </w:r>
    </w:p>
    <w:p w:rsidR="00845324" w:rsidRDefault="00845324" w:rsidP="00845324">
      <w:r>
        <w:t>464.5574</w:t>
      </w:r>
      <w:r>
        <w:tab/>
        <w:t>3.038e0</w:t>
      </w:r>
    </w:p>
    <w:p w:rsidR="00845324" w:rsidRDefault="00845324" w:rsidP="00845324">
      <w:r>
        <w:t>464.6158</w:t>
      </w:r>
      <w:r>
        <w:tab/>
        <w:t>1.013e0</w:t>
      </w:r>
    </w:p>
    <w:p w:rsidR="00845324" w:rsidRDefault="00845324" w:rsidP="00845324">
      <w:r>
        <w:t>464.7092</w:t>
      </w:r>
      <w:r>
        <w:tab/>
        <w:t>5.063e0</w:t>
      </w:r>
    </w:p>
    <w:p w:rsidR="00845324" w:rsidRDefault="00845324" w:rsidP="00845324">
      <w:r>
        <w:t>464.7765</w:t>
      </w:r>
      <w:r>
        <w:tab/>
        <w:t>2.025e0</w:t>
      </w:r>
    </w:p>
    <w:p w:rsidR="00845324" w:rsidRDefault="00845324" w:rsidP="00845324">
      <w:r>
        <w:t>464.8626</w:t>
      </w:r>
      <w:r>
        <w:tab/>
        <w:t>7.847e0</w:t>
      </w:r>
    </w:p>
    <w:p w:rsidR="00845324" w:rsidRDefault="00845324" w:rsidP="00845324">
      <w:r>
        <w:t>464.9833</w:t>
      </w:r>
      <w:r>
        <w:tab/>
        <w:t>1.162e0</w:t>
      </w:r>
    </w:p>
    <w:p w:rsidR="00845324" w:rsidRDefault="00845324" w:rsidP="00845324">
      <w:r>
        <w:t>465.0524</w:t>
      </w:r>
      <w:r>
        <w:tab/>
        <w:t>1.705e0</w:t>
      </w:r>
    </w:p>
    <w:p w:rsidR="00845324" w:rsidRDefault="00845324" w:rsidP="00845324">
      <w:r>
        <w:t>465.1911</w:t>
      </w:r>
      <w:r>
        <w:tab/>
        <w:t>5.169e0</w:t>
      </w:r>
    </w:p>
    <w:p w:rsidR="00845324" w:rsidRDefault="00845324" w:rsidP="00845324">
      <w:r>
        <w:t>465.3151</w:t>
      </w:r>
      <w:r>
        <w:tab/>
        <w:t>1.377e0</w:t>
      </w:r>
    </w:p>
    <w:p w:rsidR="00845324" w:rsidRDefault="00845324" w:rsidP="00845324">
      <w:r>
        <w:t>465.3687</w:t>
      </w:r>
      <w:r>
        <w:tab/>
        <w:t>4.810e0</w:t>
      </w:r>
    </w:p>
    <w:p w:rsidR="00845324" w:rsidRDefault="00845324" w:rsidP="00845324">
      <w:r>
        <w:t>465.4808</w:t>
      </w:r>
      <w:r>
        <w:tab/>
        <w:t>2.025e0</w:t>
      </w:r>
    </w:p>
    <w:p w:rsidR="00845324" w:rsidRDefault="00845324" w:rsidP="00845324">
      <w:r>
        <w:lastRenderedPageBreak/>
        <w:t>465.6757</w:t>
      </w:r>
      <w:r>
        <w:tab/>
        <w:t>1.013e0</w:t>
      </w:r>
    </w:p>
    <w:p w:rsidR="00845324" w:rsidRDefault="00845324" w:rsidP="00845324">
      <w:r>
        <w:t>465.7620</w:t>
      </w:r>
      <w:r>
        <w:tab/>
        <w:t>2.581e0</w:t>
      </w:r>
    </w:p>
    <w:p w:rsidR="00845324" w:rsidRDefault="00845324" w:rsidP="00845324">
      <w:r>
        <w:t>465.8338</w:t>
      </w:r>
      <w:r>
        <w:tab/>
        <w:t>1.842e0</w:t>
      </w:r>
    </w:p>
    <w:p w:rsidR="00845324" w:rsidRDefault="00845324" w:rsidP="00845324">
      <w:r>
        <w:t>465.9001</w:t>
      </w:r>
      <w:r>
        <w:tab/>
        <w:t>8.397e0</w:t>
      </w:r>
    </w:p>
    <w:p w:rsidR="00845324" w:rsidRDefault="00845324" w:rsidP="00845324">
      <w:r>
        <w:t>465.9744</w:t>
      </w:r>
      <w:r>
        <w:tab/>
        <w:t>3.603e0</w:t>
      </w:r>
    </w:p>
    <w:p w:rsidR="00845324" w:rsidRDefault="00845324" w:rsidP="00845324">
      <w:r>
        <w:t>466.0876</w:t>
      </w:r>
      <w:r>
        <w:tab/>
        <w:t>1.748e0</w:t>
      </w:r>
    </w:p>
    <w:p w:rsidR="00845324" w:rsidRDefault="00845324" w:rsidP="00845324">
      <w:r>
        <w:t>466.1641</w:t>
      </w:r>
      <w:r>
        <w:tab/>
        <w:t>2.553e0</w:t>
      </w:r>
    </w:p>
    <w:p w:rsidR="00845324" w:rsidRDefault="00845324" w:rsidP="00845324">
      <w:r>
        <w:t>466.2189</w:t>
      </w:r>
      <w:r>
        <w:tab/>
        <w:t>3.249e0</w:t>
      </w:r>
    </w:p>
    <w:p w:rsidR="00845324" w:rsidRDefault="00845324" w:rsidP="00845324">
      <w:r>
        <w:t>466.2587</w:t>
      </w:r>
      <w:r>
        <w:tab/>
        <w:t>1.994e0</w:t>
      </w:r>
    </w:p>
    <w:p w:rsidR="00845324" w:rsidRDefault="00845324" w:rsidP="00845324">
      <w:r>
        <w:t>466.3994</w:t>
      </w:r>
      <w:r>
        <w:tab/>
        <w:t>4.427e0</w:t>
      </w:r>
    </w:p>
    <w:p w:rsidR="00845324" w:rsidRDefault="00845324" w:rsidP="00845324">
      <w:r>
        <w:t>466.5175</w:t>
      </w:r>
      <w:r>
        <w:tab/>
        <w:t>2.025e0</w:t>
      </w:r>
    </w:p>
    <w:p w:rsidR="00845324" w:rsidRDefault="00845324" w:rsidP="00845324">
      <w:r>
        <w:t>466.5984</w:t>
      </w:r>
      <w:r>
        <w:tab/>
        <w:t>2.025e0</w:t>
      </w:r>
    </w:p>
    <w:p w:rsidR="00845324" w:rsidRDefault="00845324" w:rsidP="00845324">
      <w:r>
        <w:t>466.6922</w:t>
      </w:r>
      <w:r>
        <w:tab/>
        <w:t>3.038e0</w:t>
      </w:r>
    </w:p>
    <w:p w:rsidR="00845324" w:rsidRDefault="00845324" w:rsidP="00845324">
      <w:r>
        <w:t>466.8108</w:t>
      </w:r>
      <w:r>
        <w:tab/>
        <w:t>2.025e0</w:t>
      </w:r>
    </w:p>
    <w:p w:rsidR="00845324" w:rsidRDefault="00845324" w:rsidP="00845324">
      <w:r>
        <w:t>466.8593</w:t>
      </w:r>
      <w:r>
        <w:tab/>
        <w:t>2.091e0</w:t>
      </w:r>
    </w:p>
    <w:p w:rsidR="00845324" w:rsidRDefault="00845324" w:rsidP="00845324">
      <w:r>
        <w:t>466.9474</w:t>
      </w:r>
      <w:r>
        <w:tab/>
        <w:t>4.361e0</w:t>
      </w:r>
    </w:p>
    <w:p w:rsidR="00845324" w:rsidRDefault="00845324" w:rsidP="00845324">
      <w:r>
        <w:t>467.0219</w:t>
      </w:r>
      <w:r>
        <w:tab/>
        <w:t>1.979e0</w:t>
      </w:r>
    </w:p>
    <w:p w:rsidR="00845324" w:rsidRDefault="00845324" w:rsidP="00845324">
      <w:r>
        <w:t>467.1244</w:t>
      </w:r>
      <w:r>
        <w:tab/>
        <w:t>6.030e0</w:t>
      </w:r>
    </w:p>
    <w:p w:rsidR="00845324" w:rsidRDefault="00845324" w:rsidP="00845324">
      <w:r>
        <w:t>467.4721</w:t>
      </w:r>
      <w:r>
        <w:tab/>
        <w:t>1.799e0</w:t>
      </w:r>
    </w:p>
    <w:p w:rsidR="00845324" w:rsidRDefault="00845324" w:rsidP="00845324">
      <w:r>
        <w:lastRenderedPageBreak/>
        <w:t>467.5212</w:t>
      </w:r>
      <w:r>
        <w:tab/>
        <w:t>2.025e0</w:t>
      </w:r>
    </w:p>
    <w:p w:rsidR="00845324" w:rsidRDefault="00845324" w:rsidP="00845324">
      <w:r>
        <w:t>467.5689</w:t>
      </w:r>
      <w:r>
        <w:tab/>
        <w:t>1.013e0</w:t>
      </w:r>
    </w:p>
    <w:p w:rsidR="00845324" w:rsidRDefault="00845324" w:rsidP="00845324">
      <w:r>
        <w:t>467.6286</w:t>
      </w:r>
      <w:r>
        <w:tab/>
        <w:t>2.025e0</w:t>
      </w:r>
    </w:p>
    <w:p w:rsidR="00845324" w:rsidRDefault="00845324" w:rsidP="00845324">
      <w:r>
        <w:t>467.6774</w:t>
      </w:r>
      <w:r>
        <w:tab/>
        <w:t>2.025e0</w:t>
      </w:r>
    </w:p>
    <w:p w:rsidR="00845324" w:rsidRDefault="00845324" w:rsidP="00845324">
      <w:r>
        <w:t>467.7436</w:t>
      </w:r>
      <w:r>
        <w:tab/>
        <w:t>2.025e0</w:t>
      </w:r>
    </w:p>
    <w:p w:rsidR="00845324" w:rsidRDefault="00845324" w:rsidP="00845324">
      <w:r>
        <w:t>467.7999</w:t>
      </w:r>
      <w:r>
        <w:tab/>
        <w:t>2.025e0</w:t>
      </w:r>
    </w:p>
    <w:p w:rsidR="00845324" w:rsidRDefault="00845324" w:rsidP="00845324">
      <w:r>
        <w:t>467.8558</w:t>
      </w:r>
      <w:r>
        <w:tab/>
        <w:t>4.659e0</w:t>
      </w:r>
    </w:p>
    <w:p w:rsidR="00845324" w:rsidRDefault="00845324" w:rsidP="00845324">
      <w:r>
        <w:t>467.9858</w:t>
      </w:r>
      <w:r>
        <w:tab/>
        <w:t>2.025e0</w:t>
      </w:r>
    </w:p>
    <w:p w:rsidR="00845324" w:rsidRDefault="00845324" w:rsidP="00845324">
      <w:r>
        <w:t>468.1158</w:t>
      </w:r>
      <w:r>
        <w:tab/>
        <w:t>1.979e0</w:t>
      </w:r>
    </w:p>
    <w:p w:rsidR="00845324" w:rsidRDefault="00845324" w:rsidP="00845324">
      <w:r>
        <w:t>468.1816</w:t>
      </w:r>
      <w:r>
        <w:tab/>
        <w:t>1.323e0</w:t>
      </w:r>
    </w:p>
    <w:p w:rsidR="00845324" w:rsidRDefault="00845324" w:rsidP="00845324">
      <w:r>
        <w:t>468.3150</w:t>
      </w:r>
      <w:r>
        <w:tab/>
        <w:t>2.616e0</w:t>
      </w:r>
    </w:p>
    <w:p w:rsidR="00845324" w:rsidRDefault="00845324" w:rsidP="00845324">
      <w:r>
        <w:t>468.4057</w:t>
      </w:r>
      <w:r>
        <w:tab/>
        <w:t>6.412e1</w:t>
      </w:r>
    </w:p>
    <w:p w:rsidR="00845324" w:rsidRDefault="00845324" w:rsidP="00845324">
      <w:r>
        <w:t>468.6251</w:t>
      </w:r>
      <w:r>
        <w:tab/>
        <w:t>3.038e0</w:t>
      </w:r>
    </w:p>
    <w:p w:rsidR="00845324" w:rsidRDefault="00845324" w:rsidP="00845324">
      <w:r>
        <w:t>468.6742</w:t>
      </w:r>
      <w:r>
        <w:tab/>
        <w:t>4.051e0</w:t>
      </w:r>
    </w:p>
    <w:p w:rsidR="00845324" w:rsidRDefault="00845324" w:rsidP="00845324">
      <w:r>
        <w:t>468.7913</w:t>
      </w:r>
      <w:r>
        <w:tab/>
        <w:t>3.038e0</w:t>
      </w:r>
    </w:p>
    <w:p w:rsidR="00845324" w:rsidRDefault="00845324" w:rsidP="00845324">
      <w:r>
        <w:t>468.8377</w:t>
      </w:r>
      <w:r>
        <w:tab/>
        <w:t>1.841e0</w:t>
      </w:r>
    </w:p>
    <w:p w:rsidR="00845324" w:rsidRDefault="00845324" w:rsidP="00845324">
      <w:r>
        <w:t>468.9491</w:t>
      </w:r>
      <w:r>
        <w:tab/>
        <w:t>3.248e0</w:t>
      </w:r>
    </w:p>
    <w:p w:rsidR="00845324" w:rsidRDefault="00845324" w:rsidP="00845324">
      <w:r>
        <w:t>469.0311</w:t>
      </w:r>
      <w:r>
        <w:tab/>
        <w:t>3.038e0</w:t>
      </w:r>
    </w:p>
    <w:p w:rsidR="00845324" w:rsidRDefault="00845324" w:rsidP="00845324">
      <w:r>
        <w:t>469.0716</w:t>
      </w:r>
      <w:r>
        <w:tab/>
        <w:t>2.285e0</w:t>
      </w:r>
    </w:p>
    <w:p w:rsidR="00845324" w:rsidRDefault="00845324" w:rsidP="00845324">
      <w:r>
        <w:lastRenderedPageBreak/>
        <w:t>469.1278</w:t>
      </w:r>
      <w:r>
        <w:tab/>
        <w:t>1.013e0</w:t>
      </w:r>
    </w:p>
    <w:p w:rsidR="00845324" w:rsidRDefault="00845324" w:rsidP="00845324">
      <w:r>
        <w:t>469.1942</w:t>
      </w:r>
      <w:r>
        <w:tab/>
        <w:t>2.433e0</w:t>
      </w:r>
    </w:p>
    <w:p w:rsidR="00845324" w:rsidRDefault="00845324" w:rsidP="00845324">
      <w:r>
        <w:t>469.3941</w:t>
      </w:r>
      <w:r>
        <w:tab/>
        <w:t>3.457e1</w:t>
      </w:r>
    </w:p>
    <w:p w:rsidR="00845324" w:rsidRDefault="00845324" w:rsidP="00845324">
      <w:r>
        <w:t>469.5151</w:t>
      </w:r>
      <w:r>
        <w:tab/>
        <w:t>2.025e0</w:t>
      </w:r>
    </w:p>
    <w:p w:rsidR="00845324" w:rsidRDefault="00845324" w:rsidP="00845324">
      <w:r>
        <w:t>469.5649</w:t>
      </w:r>
      <w:r>
        <w:tab/>
        <w:t>1.430e0</w:t>
      </w:r>
    </w:p>
    <w:p w:rsidR="00845324" w:rsidRDefault="00845324" w:rsidP="00845324">
      <w:r>
        <w:t>469.6342</w:t>
      </w:r>
      <w:r>
        <w:tab/>
        <w:t>2.025e0</w:t>
      </w:r>
    </w:p>
    <w:p w:rsidR="00845324" w:rsidRDefault="00845324" w:rsidP="00845324">
      <w:r>
        <w:t>469.8407</w:t>
      </w:r>
      <w:r>
        <w:tab/>
        <w:t>2.836e0</w:t>
      </w:r>
    </w:p>
    <w:p w:rsidR="00845324" w:rsidRDefault="00845324" w:rsidP="00845324">
      <w:r>
        <w:t>470.0327</w:t>
      </w:r>
      <w:r>
        <w:tab/>
        <w:t>7.089e0</w:t>
      </w:r>
    </w:p>
    <w:p w:rsidR="00845324" w:rsidRDefault="00845324" w:rsidP="00845324">
      <w:r>
        <w:t>470.1791</w:t>
      </w:r>
      <w:r>
        <w:tab/>
        <w:t>1.013e0</w:t>
      </w:r>
    </w:p>
    <w:p w:rsidR="00845324" w:rsidRDefault="00845324" w:rsidP="00845324">
      <w:r>
        <w:t>470.3083</w:t>
      </w:r>
      <w:r>
        <w:tab/>
        <w:t>1.451e1</w:t>
      </w:r>
    </w:p>
    <w:p w:rsidR="00845324" w:rsidRDefault="00845324" w:rsidP="00845324">
      <w:r>
        <w:t>470.3810</w:t>
      </w:r>
      <w:r>
        <w:tab/>
        <w:t>5.268e0</w:t>
      </w:r>
    </w:p>
    <w:p w:rsidR="00845324" w:rsidRDefault="00845324" w:rsidP="00845324">
      <w:r>
        <w:t>470.4275</w:t>
      </w:r>
      <w:r>
        <w:tab/>
        <w:t>3.220e0</w:t>
      </w:r>
    </w:p>
    <w:p w:rsidR="00845324" w:rsidRDefault="00845324" w:rsidP="00845324">
      <w:r>
        <w:t>470.5016</w:t>
      </w:r>
      <w:r>
        <w:tab/>
        <w:t>3.007e0</w:t>
      </w:r>
    </w:p>
    <w:p w:rsidR="00845324" w:rsidRDefault="00845324" w:rsidP="00845324">
      <w:r>
        <w:t>470.5496</w:t>
      </w:r>
      <w:r>
        <w:tab/>
        <w:t>1.013e0</w:t>
      </w:r>
    </w:p>
    <w:p w:rsidR="00845324" w:rsidRDefault="00845324" w:rsidP="00845324">
      <w:r>
        <w:t>470.6292</w:t>
      </w:r>
      <w:r>
        <w:tab/>
        <w:t>1.013e0</w:t>
      </w:r>
    </w:p>
    <w:p w:rsidR="00845324" w:rsidRDefault="00845324" w:rsidP="00845324">
      <w:r>
        <w:t>470.6902</w:t>
      </w:r>
      <w:r>
        <w:tab/>
        <w:t>2.025e0</w:t>
      </w:r>
    </w:p>
    <w:p w:rsidR="00845324" w:rsidRDefault="00845324" w:rsidP="00845324">
      <w:r>
        <w:t>470.7797</w:t>
      </w:r>
      <w:r>
        <w:tab/>
        <w:t>4.051e0</w:t>
      </w:r>
    </w:p>
    <w:p w:rsidR="00845324" w:rsidRDefault="00845324" w:rsidP="00845324">
      <w:r>
        <w:t>470.9038</w:t>
      </w:r>
      <w:r>
        <w:tab/>
        <w:t>5.877e0</w:t>
      </w:r>
    </w:p>
    <w:p w:rsidR="00845324" w:rsidRDefault="00845324" w:rsidP="00845324">
      <w:r>
        <w:t>471.0031</w:t>
      </w:r>
      <w:r>
        <w:tab/>
        <w:t>2.025e0</w:t>
      </w:r>
    </w:p>
    <w:p w:rsidR="00845324" w:rsidRDefault="00845324" w:rsidP="00845324">
      <w:r>
        <w:lastRenderedPageBreak/>
        <w:t>471.0583</w:t>
      </w:r>
      <w:r>
        <w:tab/>
        <w:t>4.051e0</w:t>
      </w:r>
    </w:p>
    <w:p w:rsidR="00845324" w:rsidRDefault="00845324" w:rsidP="00845324">
      <w:r>
        <w:t>471.1170</w:t>
      </w:r>
      <w:r>
        <w:tab/>
        <w:t>2.025e0</w:t>
      </w:r>
    </w:p>
    <w:p w:rsidR="00845324" w:rsidRDefault="00845324" w:rsidP="00845324">
      <w:r>
        <w:t>471.1901</w:t>
      </w:r>
      <w:r>
        <w:tab/>
        <w:t>1.635e0</w:t>
      </w:r>
    </w:p>
    <w:p w:rsidR="00845324" w:rsidRDefault="00845324" w:rsidP="00845324">
      <w:r>
        <w:t>471.2496</w:t>
      </w:r>
      <w:r>
        <w:tab/>
        <w:t>3.650e0</w:t>
      </w:r>
    </w:p>
    <w:p w:rsidR="00845324" w:rsidRDefault="00845324" w:rsidP="00845324">
      <w:r>
        <w:t>471.2862</w:t>
      </w:r>
      <w:r>
        <w:tab/>
        <w:t>4.515e0</w:t>
      </w:r>
    </w:p>
    <w:p w:rsidR="00845324" w:rsidRDefault="00845324" w:rsidP="00845324">
      <w:r>
        <w:t>471.3815</w:t>
      </w:r>
      <w:r>
        <w:tab/>
        <w:t>2.843e0</w:t>
      </w:r>
    </w:p>
    <w:p w:rsidR="00845324" w:rsidRDefault="00845324" w:rsidP="00845324">
      <w:r>
        <w:t>471.4711</w:t>
      </w:r>
      <w:r>
        <w:tab/>
        <w:t>1.303e0</w:t>
      </w:r>
    </w:p>
    <w:p w:rsidR="00845324" w:rsidRDefault="00845324" w:rsidP="00845324">
      <w:r>
        <w:t>471.5886</w:t>
      </w:r>
      <w:r>
        <w:tab/>
        <w:t>1.013e0</w:t>
      </w:r>
    </w:p>
    <w:p w:rsidR="00845324" w:rsidRDefault="00845324" w:rsidP="00845324">
      <w:r>
        <w:t>471.6726</w:t>
      </w:r>
      <w:r>
        <w:tab/>
        <w:t>2.466e0</w:t>
      </w:r>
    </w:p>
    <w:p w:rsidR="00845324" w:rsidRDefault="00845324" w:rsidP="00845324">
      <w:r>
        <w:t>471.7360</w:t>
      </w:r>
      <w:r>
        <w:tab/>
        <w:t>4.051e0</w:t>
      </w:r>
    </w:p>
    <w:p w:rsidR="00845324" w:rsidRDefault="00845324" w:rsidP="00845324">
      <w:r>
        <w:t>471.8296</w:t>
      </w:r>
      <w:r>
        <w:tab/>
        <w:t>2.806e0</w:t>
      </w:r>
    </w:p>
    <w:p w:rsidR="00845324" w:rsidRDefault="00845324" w:rsidP="00845324">
      <w:r>
        <w:t>471.9320</w:t>
      </w:r>
      <w:r>
        <w:tab/>
        <w:t>4.105e0</w:t>
      </w:r>
    </w:p>
    <w:p w:rsidR="00845324" w:rsidRDefault="00845324" w:rsidP="00845324">
      <w:r>
        <w:t>472.0199</w:t>
      </w:r>
      <w:r>
        <w:tab/>
        <w:t>1.013e0</w:t>
      </w:r>
    </w:p>
    <w:p w:rsidR="00845324" w:rsidRDefault="00845324" w:rsidP="00845324">
      <w:r>
        <w:t>472.0911</w:t>
      </w:r>
      <w:r>
        <w:tab/>
        <w:t>3.038e0</w:t>
      </w:r>
    </w:p>
    <w:p w:rsidR="00845324" w:rsidRDefault="00845324" w:rsidP="00845324">
      <w:r>
        <w:t>472.1646</w:t>
      </w:r>
      <w:r>
        <w:tab/>
        <w:t>3.050e0</w:t>
      </w:r>
    </w:p>
    <w:p w:rsidR="00845324" w:rsidRDefault="00845324" w:rsidP="00845324">
      <w:r>
        <w:t>472.2263</w:t>
      </w:r>
      <w:r>
        <w:tab/>
        <w:t>2.237e0</w:t>
      </w:r>
    </w:p>
    <w:p w:rsidR="00845324" w:rsidRDefault="00845324" w:rsidP="00845324">
      <w:r>
        <w:t>472.3036</w:t>
      </w:r>
      <w:r>
        <w:tab/>
        <w:t>5.410e0</w:t>
      </w:r>
    </w:p>
    <w:p w:rsidR="00845324" w:rsidRDefault="00845324" w:rsidP="00845324">
      <w:r>
        <w:t>472.5332</w:t>
      </w:r>
      <w:r>
        <w:tab/>
        <w:t>3.038e0</w:t>
      </w:r>
    </w:p>
    <w:p w:rsidR="00845324" w:rsidRDefault="00845324" w:rsidP="00845324">
      <w:r>
        <w:t>472.6098</w:t>
      </w:r>
      <w:r>
        <w:tab/>
        <w:t>1.013e0</w:t>
      </w:r>
    </w:p>
    <w:p w:rsidR="00845324" w:rsidRDefault="00845324" w:rsidP="00845324">
      <w:r>
        <w:lastRenderedPageBreak/>
        <w:t>472.6805</w:t>
      </w:r>
      <w:r>
        <w:tab/>
        <w:t>1.013e0</w:t>
      </w:r>
    </w:p>
    <w:p w:rsidR="00845324" w:rsidRDefault="00845324" w:rsidP="00845324">
      <w:r>
        <w:t>472.7526</w:t>
      </w:r>
      <w:r>
        <w:tab/>
        <w:t>4.051e0</w:t>
      </w:r>
    </w:p>
    <w:p w:rsidR="00845324" w:rsidRDefault="00845324" w:rsidP="00845324">
      <w:r>
        <w:t>472.9469</w:t>
      </w:r>
      <w:r>
        <w:tab/>
        <w:t>3.654e0</w:t>
      </w:r>
    </w:p>
    <w:p w:rsidR="00845324" w:rsidRDefault="00845324" w:rsidP="00845324">
      <w:r>
        <w:t>472.9820</w:t>
      </w:r>
      <w:r>
        <w:tab/>
        <w:t>3.823e0</w:t>
      </w:r>
    </w:p>
    <w:p w:rsidR="00845324" w:rsidRDefault="00845324" w:rsidP="00845324">
      <w:r>
        <w:t>473.0265</w:t>
      </w:r>
      <w:r>
        <w:tab/>
        <w:t>2.025e0</w:t>
      </w:r>
    </w:p>
    <w:p w:rsidR="00845324" w:rsidRDefault="00845324" w:rsidP="00845324">
      <w:r>
        <w:t>473.0839</w:t>
      </w:r>
      <w:r>
        <w:tab/>
        <w:t>2.025e0</w:t>
      </w:r>
    </w:p>
    <w:p w:rsidR="00845324" w:rsidRDefault="00845324" w:rsidP="00845324">
      <w:r>
        <w:t>473.1497</w:t>
      </w:r>
      <w:r>
        <w:tab/>
        <w:t>1.013e0</w:t>
      </w:r>
    </w:p>
    <w:p w:rsidR="00845324" w:rsidRDefault="00845324" w:rsidP="00845324">
      <w:r>
        <w:t>473.2102</w:t>
      </w:r>
      <w:r>
        <w:tab/>
        <w:t>3.854e0</w:t>
      </w:r>
    </w:p>
    <w:p w:rsidR="00845324" w:rsidRDefault="00845324" w:rsidP="00845324">
      <w:r>
        <w:t>473.3401</w:t>
      </w:r>
      <w:r>
        <w:tab/>
        <w:t>1.454e1</w:t>
      </w:r>
    </w:p>
    <w:p w:rsidR="00845324" w:rsidRDefault="00845324" w:rsidP="00845324">
      <w:r>
        <w:t>473.5306</w:t>
      </w:r>
      <w:r>
        <w:tab/>
        <w:t>2.025e0</w:t>
      </w:r>
    </w:p>
    <w:p w:rsidR="00845324" w:rsidRDefault="00845324" w:rsidP="00845324">
      <w:r>
        <w:t>473.6280</w:t>
      </w:r>
      <w:r>
        <w:tab/>
        <w:t>1.013e0</w:t>
      </w:r>
    </w:p>
    <w:p w:rsidR="00845324" w:rsidRDefault="00845324" w:rsidP="00845324">
      <w:r>
        <w:t>473.7012</w:t>
      </w:r>
      <w:r>
        <w:tab/>
        <w:t>2.025e0</w:t>
      </w:r>
    </w:p>
    <w:p w:rsidR="00845324" w:rsidRDefault="00845324" w:rsidP="00845324">
      <w:r>
        <w:t>473.8334</w:t>
      </w:r>
      <w:r>
        <w:tab/>
        <w:t>1.408e0</w:t>
      </w:r>
    </w:p>
    <w:p w:rsidR="00845324" w:rsidRDefault="00845324" w:rsidP="00845324">
      <w:r>
        <w:t>473.9002</w:t>
      </w:r>
      <w:r>
        <w:tab/>
        <w:t>1.353e0</w:t>
      </w:r>
    </w:p>
    <w:p w:rsidR="00845324" w:rsidRDefault="00845324" w:rsidP="00845324">
      <w:r>
        <w:t>474.0383</w:t>
      </w:r>
      <w:r>
        <w:tab/>
        <w:t>1.013e0</w:t>
      </w:r>
    </w:p>
    <w:p w:rsidR="00845324" w:rsidRDefault="00845324" w:rsidP="00845324">
      <w:r>
        <w:t>474.0725</w:t>
      </w:r>
      <w:r>
        <w:tab/>
        <w:t>1.013e0</w:t>
      </w:r>
    </w:p>
    <w:p w:rsidR="00845324" w:rsidRDefault="00845324" w:rsidP="00845324">
      <w:r>
        <w:t>474.1508</w:t>
      </w:r>
      <w:r>
        <w:tab/>
        <w:t>1.013e0</w:t>
      </w:r>
    </w:p>
    <w:p w:rsidR="00845324" w:rsidRDefault="00845324" w:rsidP="00845324">
      <w:r>
        <w:t>474.2008</w:t>
      </w:r>
      <w:r>
        <w:tab/>
        <w:t>1.159e0</w:t>
      </w:r>
    </w:p>
    <w:p w:rsidR="00845324" w:rsidRDefault="00845324" w:rsidP="00845324">
      <w:r>
        <w:t>474.2408</w:t>
      </w:r>
      <w:r>
        <w:tab/>
        <w:t>2.443e0</w:t>
      </w:r>
    </w:p>
    <w:p w:rsidR="00845324" w:rsidRDefault="00845324" w:rsidP="00845324">
      <w:r>
        <w:lastRenderedPageBreak/>
        <w:t>474.5580</w:t>
      </w:r>
      <w:r>
        <w:tab/>
        <w:t>3.038e0</w:t>
      </w:r>
    </w:p>
    <w:p w:rsidR="00845324" w:rsidRDefault="00845324" w:rsidP="00845324">
      <w:r>
        <w:t>474.6287</w:t>
      </w:r>
      <w:r>
        <w:tab/>
        <w:t>1.013e0</w:t>
      </w:r>
    </w:p>
    <w:p w:rsidR="00845324" w:rsidRDefault="00845324" w:rsidP="00845324">
      <w:r>
        <w:t>474.6886</w:t>
      </w:r>
      <w:r>
        <w:tab/>
        <w:t>1.013e0</w:t>
      </w:r>
    </w:p>
    <w:p w:rsidR="00845324" w:rsidRDefault="00845324" w:rsidP="00845324">
      <w:r>
        <w:t>474.8482</w:t>
      </w:r>
      <w:r>
        <w:tab/>
        <w:t>2.521e0</w:t>
      </w:r>
    </w:p>
    <w:p w:rsidR="00845324" w:rsidRDefault="00845324" w:rsidP="00845324">
      <w:r>
        <w:t>475.0066</w:t>
      </w:r>
      <w:r>
        <w:tab/>
        <w:t>4.639e0</w:t>
      </w:r>
    </w:p>
    <w:p w:rsidR="00845324" w:rsidRDefault="00845324" w:rsidP="00845324">
      <w:r>
        <w:t>475.0616</w:t>
      </w:r>
      <w:r>
        <w:tab/>
        <w:t>1.456e0</w:t>
      </w:r>
    </w:p>
    <w:p w:rsidR="00845324" w:rsidRDefault="00845324" w:rsidP="00845324">
      <w:r>
        <w:t>475.1393</w:t>
      </w:r>
      <w:r>
        <w:tab/>
        <w:t>1.955e0</w:t>
      </w:r>
    </w:p>
    <w:p w:rsidR="00845324" w:rsidRDefault="00845324" w:rsidP="00845324">
      <w:r>
        <w:t>475.2373</w:t>
      </w:r>
      <w:r>
        <w:tab/>
        <w:t>5.601e0</w:t>
      </w:r>
    </w:p>
    <w:p w:rsidR="00845324" w:rsidRDefault="00845324" w:rsidP="00845324">
      <w:r>
        <w:t>475.3251</w:t>
      </w:r>
      <w:r>
        <w:tab/>
        <w:t>1.816e0</w:t>
      </w:r>
    </w:p>
    <w:p w:rsidR="00845324" w:rsidRDefault="00845324" w:rsidP="00845324">
      <w:r>
        <w:t>475.4385</w:t>
      </w:r>
      <w:r>
        <w:tab/>
        <w:t>1.103e0</w:t>
      </w:r>
    </w:p>
    <w:p w:rsidR="00845324" w:rsidRDefault="00845324" w:rsidP="00845324">
      <w:r>
        <w:t>475.5424</w:t>
      </w:r>
      <w:r>
        <w:tab/>
        <w:t>1.013e0</w:t>
      </w:r>
    </w:p>
    <w:p w:rsidR="00845324" w:rsidRDefault="00845324" w:rsidP="00845324">
      <w:r>
        <w:t>475.6423</w:t>
      </w:r>
      <w:r>
        <w:tab/>
        <w:t>2.025e0</w:t>
      </w:r>
    </w:p>
    <w:p w:rsidR="00845324" w:rsidRDefault="00845324" w:rsidP="00845324">
      <w:r>
        <w:t>475.6914</w:t>
      </w:r>
      <w:r>
        <w:tab/>
        <w:t>1.013e0</w:t>
      </w:r>
    </w:p>
    <w:p w:rsidR="00845324" w:rsidRDefault="00845324" w:rsidP="00845324">
      <w:r>
        <w:t>475.7798</w:t>
      </w:r>
      <w:r>
        <w:tab/>
        <w:t>2.015e0</w:t>
      </w:r>
    </w:p>
    <w:p w:rsidR="00845324" w:rsidRDefault="00845324" w:rsidP="00845324">
      <w:r>
        <w:t>475.8954</w:t>
      </w:r>
      <w:r>
        <w:tab/>
        <w:t>4.557e0</w:t>
      </w:r>
    </w:p>
    <w:p w:rsidR="00845324" w:rsidRDefault="00845324" w:rsidP="00845324">
      <w:r>
        <w:t>475.9591</w:t>
      </w:r>
      <w:r>
        <w:tab/>
        <w:t>1.554e0</w:t>
      </w:r>
    </w:p>
    <w:p w:rsidR="00845324" w:rsidRDefault="00845324" w:rsidP="00845324">
      <w:r>
        <w:t>476.1475</w:t>
      </w:r>
      <w:r>
        <w:tab/>
        <w:t>7.089e0</w:t>
      </w:r>
    </w:p>
    <w:p w:rsidR="00845324" w:rsidRDefault="00845324" w:rsidP="00845324">
      <w:r>
        <w:t>476.3056</w:t>
      </w:r>
      <w:r>
        <w:tab/>
        <w:t>5.780e1</w:t>
      </w:r>
    </w:p>
    <w:p w:rsidR="00845324" w:rsidRDefault="00845324" w:rsidP="00845324">
      <w:r>
        <w:t>476.4735</w:t>
      </w:r>
      <w:r>
        <w:tab/>
        <w:t>2.432e0</w:t>
      </w:r>
    </w:p>
    <w:p w:rsidR="00845324" w:rsidRDefault="00845324" w:rsidP="00845324">
      <w:r>
        <w:lastRenderedPageBreak/>
        <w:t>476.5328</w:t>
      </w:r>
      <w:r>
        <w:tab/>
        <w:t>1.013e0</w:t>
      </w:r>
    </w:p>
    <w:p w:rsidR="00845324" w:rsidRDefault="00845324" w:rsidP="00845324">
      <w:r>
        <w:t>476.6320</w:t>
      </w:r>
      <w:r>
        <w:tab/>
        <w:t>3.038e0</w:t>
      </w:r>
    </w:p>
    <w:p w:rsidR="00845324" w:rsidRDefault="00845324" w:rsidP="00845324">
      <w:r>
        <w:t>476.7430</w:t>
      </w:r>
      <w:r>
        <w:tab/>
        <w:t>3.038e0</w:t>
      </w:r>
    </w:p>
    <w:p w:rsidR="00845324" w:rsidRDefault="00845324" w:rsidP="00845324">
      <w:r>
        <w:t>476.8506</w:t>
      </w:r>
      <w:r>
        <w:tab/>
        <w:t>4.469e0</w:t>
      </w:r>
    </w:p>
    <w:p w:rsidR="00845324" w:rsidRDefault="00845324" w:rsidP="00845324">
      <w:r>
        <w:t>476.9197</w:t>
      </w:r>
      <w:r>
        <w:tab/>
        <w:t>2.750e0</w:t>
      </w:r>
    </w:p>
    <w:p w:rsidR="00845324" w:rsidRDefault="00845324" w:rsidP="00845324">
      <w:r>
        <w:t>477.0040</w:t>
      </w:r>
      <w:r>
        <w:tab/>
        <w:t>4.795e0</w:t>
      </w:r>
    </w:p>
    <w:p w:rsidR="00845324" w:rsidRDefault="00845324" w:rsidP="00845324">
      <w:r>
        <w:t>477.0745</w:t>
      </w:r>
      <w:r>
        <w:tab/>
        <w:t>2.025e0</w:t>
      </w:r>
    </w:p>
    <w:p w:rsidR="00845324" w:rsidRDefault="00845324" w:rsidP="00845324">
      <w:r>
        <w:t>477.1399</w:t>
      </w:r>
      <w:r>
        <w:tab/>
        <w:t>2.025e0</w:t>
      </w:r>
    </w:p>
    <w:p w:rsidR="00845324" w:rsidRDefault="00845324" w:rsidP="00845324">
      <w:r>
        <w:t>477.2488</w:t>
      </w:r>
      <w:r>
        <w:tab/>
        <w:t>3.338e0</w:t>
      </w:r>
    </w:p>
    <w:p w:rsidR="00845324" w:rsidRDefault="00845324" w:rsidP="00845324">
      <w:r>
        <w:t>477.3208</w:t>
      </w:r>
      <w:r>
        <w:tab/>
        <w:t>1.825e1</w:t>
      </w:r>
    </w:p>
    <w:p w:rsidR="00845324" w:rsidRDefault="00845324" w:rsidP="00845324">
      <w:r>
        <w:t>477.5470</w:t>
      </w:r>
      <w:r>
        <w:tab/>
        <w:t>4.051e0</w:t>
      </w:r>
    </w:p>
    <w:p w:rsidR="00845324" w:rsidRDefault="00845324" w:rsidP="00845324">
      <w:r>
        <w:t>477.6127</w:t>
      </w:r>
      <w:r>
        <w:tab/>
        <w:t>1.013e0</w:t>
      </w:r>
    </w:p>
    <w:p w:rsidR="00845324" w:rsidRDefault="00845324" w:rsidP="00845324">
      <w:r>
        <w:t>477.6740</w:t>
      </w:r>
      <w:r>
        <w:tab/>
        <w:t>6.076e0</w:t>
      </w:r>
    </w:p>
    <w:p w:rsidR="00845324" w:rsidRDefault="00845324" w:rsidP="00845324">
      <w:r>
        <w:t>477.7288</w:t>
      </w:r>
      <w:r>
        <w:tab/>
        <w:t>2.025e0</w:t>
      </w:r>
    </w:p>
    <w:p w:rsidR="00845324" w:rsidRDefault="00845324" w:rsidP="00845324">
      <w:r>
        <w:t>477.8067</w:t>
      </w:r>
      <w:r>
        <w:tab/>
        <w:t>2.997e0</w:t>
      </w:r>
    </w:p>
    <w:p w:rsidR="00845324" w:rsidRDefault="00845324" w:rsidP="00845324">
      <w:r>
        <w:t>478.0239</w:t>
      </w:r>
      <w:r>
        <w:tab/>
        <w:t>2.025e0</w:t>
      </w:r>
    </w:p>
    <w:p w:rsidR="00845324" w:rsidRDefault="00845324" w:rsidP="00845324">
      <w:r>
        <w:t>478.1295</w:t>
      </w:r>
      <w:r>
        <w:tab/>
        <w:t>4.051e0</w:t>
      </w:r>
    </w:p>
    <w:p w:rsidR="00845324" w:rsidRDefault="00845324" w:rsidP="00845324">
      <w:r>
        <w:t>478.2161</w:t>
      </w:r>
      <w:r>
        <w:tab/>
        <w:t>1.464e0</w:t>
      </w:r>
    </w:p>
    <w:p w:rsidR="00845324" w:rsidRDefault="00845324" w:rsidP="00845324">
      <w:r>
        <w:t>478.2927</w:t>
      </w:r>
      <w:r>
        <w:tab/>
        <w:t>3.825e0</w:t>
      </w:r>
    </w:p>
    <w:p w:rsidR="00845324" w:rsidRDefault="00845324" w:rsidP="00845324">
      <w:r>
        <w:lastRenderedPageBreak/>
        <w:t>478.3941</w:t>
      </w:r>
      <w:r>
        <w:tab/>
        <w:t>4.924e0</w:t>
      </w:r>
    </w:p>
    <w:p w:rsidR="00845324" w:rsidRDefault="00845324" w:rsidP="00845324">
      <w:r>
        <w:t>478.4776</w:t>
      </w:r>
      <w:r>
        <w:tab/>
        <w:t>1.303e0</w:t>
      </w:r>
    </w:p>
    <w:p w:rsidR="00845324" w:rsidRDefault="00845324" w:rsidP="00845324">
      <w:r>
        <w:t>478.5317</w:t>
      </w:r>
      <w:r>
        <w:tab/>
        <w:t>3.038e0</w:t>
      </w:r>
    </w:p>
    <w:p w:rsidR="00845324" w:rsidRDefault="00845324" w:rsidP="00845324">
      <w:r>
        <w:t>478.6067</w:t>
      </w:r>
      <w:r>
        <w:tab/>
        <w:t>4.051e0</w:t>
      </w:r>
    </w:p>
    <w:p w:rsidR="00845324" w:rsidRDefault="00845324" w:rsidP="00845324">
      <w:r>
        <w:t>478.6983</w:t>
      </w:r>
      <w:r>
        <w:tab/>
        <w:t>2.025e0</w:t>
      </w:r>
    </w:p>
    <w:p w:rsidR="00845324" w:rsidRDefault="00845324" w:rsidP="00845324">
      <w:r>
        <w:t>478.7892</w:t>
      </w:r>
      <w:r>
        <w:tab/>
        <w:t>4.022e0</w:t>
      </w:r>
    </w:p>
    <w:p w:rsidR="00845324" w:rsidRDefault="00845324" w:rsidP="00845324">
      <w:r>
        <w:t>478.8988</w:t>
      </w:r>
      <w:r>
        <w:tab/>
        <w:t>2.987e0</w:t>
      </w:r>
    </w:p>
    <w:p w:rsidR="00845324" w:rsidRDefault="00845324" w:rsidP="00845324">
      <w:r>
        <w:t>478.9856</w:t>
      </w:r>
      <w:r>
        <w:tab/>
        <w:t>2.770e0</w:t>
      </w:r>
    </w:p>
    <w:p w:rsidR="00845324" w:rsidRDefault="00845324" w:rsidP="00845324">
      <w:r>
        <w:t>479.1116</w:t>
      </w:r>
      <w:r>
        <w:tab/>
        <w:t>5.063e0</w:t>
      </w:r>
    </w:p>
    <w:p w:rsidR="00845324" w:rsidRDefault="00845324" w:rsidP="00845324">
      <w:r>
        <w:t>479.1828</w:t>
      </w:r>
      <w:r>
        <w:tab/>
        <w:t>5.551e0</w:t>
      </w:r>
    </w:p>
    <w:p w:rsidR="00845324" w:rsidRDefault="00845324" w:rsidP="00845324">
      <w:r>
        <w:t>479.5253</w:t>
      </w:r>
      <w:r>
        <w:tab/>
        <w:t>3.966e0</w:t>
      </w:r>
    </w:p>
    <w:p w:rsidR="00845324" w:rsidRDefault="00845324" w:rsidP="00845324">
      <w:r>
        <w:t>479.5895</w:t>
      </w:r>
      <w:r>
        <w:tab/>
        <w:t>1.013e0</w:t>
      </w:r>
    </w:p>
    <w:p w:rsidR="00845324" w:rsidRDefault="00845324" w:rsidP="00845324">
      <w:r>
        <w:t>479.7336</w:t>
      </w:r>
      <w:r>
        <w:tab/>
        <w:t>1.013e0</w:t>
      </w:r>
    </w:p>
    <w:p w:rsidR="00845324" w:rsidRDefault="00845324" w:rsidP="00845324">
      <w:r>
        <w:t>479.8271</w:t>
      </w:r>
      <w:r>
        <w:tab/>
        <w:t>4.000e0</w:t>
      </w:r>
    </w:p>
    <w:p w:rsidR="00845324" w:rsidRDefault="00845324" w:rsidP="00845324">
      <w:r>
        <w:t>479.8925</w:t>
      </w:r>
      <w:r>
        <w:tab/>
        <w:t>2.377e0</w:t>
      </w:r>
    </w:p>
    <w:p w:rsidR="00845324" w:rsidRDefault="00845324" w:rsidP="00845324">
      <w:r>
        <w:t>479.9774</w:t>
      </w:r>
      <w:r>
        <w:tab/>
        <w:t>2.694e0</w:t>
      </w:r>
    </w:p>
    <w:p w:rsidR="00845324" w:rsidRDefault="00845324" w:rsidP="00845324">
      <w:r>
        <w:t>480.0526</w:t>
      </w:r>
      <w:r>
        <w:tab/>
        <w:t>3.038e0</w:t>
      </w:r>
    </w:p>
    <w:p w:rsidR="00845324" w:rsidRDefault="00845324" w:rsidP="00845324">
      <w:r>
        <w:t>480.1297</w:t>
      </w:r>
      <w:r>
        <w:tab/>
        <w:t>2.025e0</w:t>
      </w:r>
    </w:p>
    <w:p w:rsidR="00845324" w:rsidRDefault="00845324" w:rsidP="00845324">
      <w:r>
        <w:t>480.1874</w:t>
      </w:r>
      <w:r>
        <w:tab/>
        <w:t>1.317e0</w:t>
      </w:r>
    </w:p>
    <w:p w:rsidR="00845324" w:rsidRDefault="00845324" w:rsidP="00845324">
      <w:r>
        <w:lastRenderedPageBreak/>
        <w:t>480.3700</w:t>
      </w:r>
      <w:r>
        <w:tab/>
        <w:t>1.528e0</w:t>
      </w:r>
    </w:p>
    <w:p w:rsidR="00845324" w:rsidRDefault="00845324" w:rsidP="00845324">
      <w:r>
        <w:t>480.4294</w:t>
      </w:r>
      <w:r>
        <w:tab/>
        <w:t>6.306e0</w:t>
      </w:r>
    </w:p>
    <w:p w:rsidR="00845324" w:rsidRDefault="00845324" w:rsidP="00845324">
      <w:r>
        <w:t>480.4861</w:t>
      </w:r>
      <w:r>
        <w:tab/>
        <w:t>2.868e0</w:t>
      </w:r>
    </w:p>
    <w:p w:rsidR="00845324" w:rsidRDefault="00845324" w:rsidP="00845324">
      <w:r>
        <w:t>480.5352</w:t>
      </w:r>
      <w:r>
        <w:tab/>
        <w:t>3.038e0</w:t>
      </w:r>
    </w:p>
    <w:p w:rsidR="00845324" w:rsidRDefault="00845324" w:rsidP="00845324">
      <w:r>
        <w:t>480.6135</w:t>
      </w:r>
      <w:r>
        <w:tab/>
        <w:t>1.013e0</w:t>
      </w:r>
    </w:p>
    <w:p w:rsidR="00845324" w:rsidRDefault="00845324" w:rsidP="00845324">
      <w:r>
        <w:t>480.7350</w:t>
      </w:r>
      <w:r>
        <w:tab/>
        <w:t>2.071e0</w:t>
      </w:r>
    </w:p>
    <w:p w:rsidR="00845324" w:rsidRDefault="00845324" w:rsidP="00845324">
      <w:r>
        <w:t>480.7755</w:t>
      </w:r>
      <w:r>
        <w:tab/>
        <w:t>3.038e0</w:t>
      </w:r>
    </w:p>
    <w:p w:rsidR="00845324" w:rsidRDefault="00845324" w:rsidP="00845324">
      <w:r>
        <w:t>480.8370</w:t>
      </w:r>
      <w:r>
        <w:tab/>
        <w:t>2.897e0</w:t>
      </w:r>
    </w:p>
    <w:p w:rsidR="00845324" w:rsidRDefault="00845324" w:rsidP="00845324">
      <w:r>
        <w:t>480.8908</w:t>
      </w:r>
      <w:r>
        <w:tab/>
        <w:t>1.552e0</w:t>
      </w:r>
    </w:p>
    <w:p w:rsidR="00845324" w:rsidRDefault="00845324" w:rsidP="00845324">
      <w:r>
        <w:t>481.0815</w:t>
      </w:r>
      <w:r>
        <w:tab/>
        <w:t>2.025e0</w:t>
      </w:r>
    </w:p>
    <w:p w:rsidR="00845324" w:rsidRDefault="00845324" w:rsidP="00845324">
      <w:r>
        <w:t>481.1706</w:t>
      </w:r>
      <w:r>
        <w:tab/>
        <w:t>4.450e0</w:t>
      </w:r>
    </w:p>
    <w:p w:rsidR="00845324" w:rsidRDefault="00845324" w:rsidP="00845324">
      <w:r>
        <w:t>481.2565</w:t>
      </w:r>
      <w:r>
        <w:tab/>
        <w:t>1.115e1</w:t>
      </w:r>
    </w:p>
    <w:p w:rsidR="00845324" w:rsidRDefault="00845324" w:rsidP="00845324">
      <w:r>
        <w:t>481.4015</w:t>
      </w:r>
      <w:r>
        <w:tab/>
        <w:t>1.353e0</w:t>
      </w:r>
    </w:p>
    <w:p w:rsidR="00845324" w:rsidRDefault="00845324" w:rsidP="00845324">
      <w:r>
        <w:t>481.4778</w:t>
      </w:r>
      <w:r>
        <w:tab/>
        <w:t>5.938e0</w:t>
      </w:r>
    </w:p>
    <w:p w:rsidR="00845324" w:rsidRDefault="00845324" w:rsidP="00845324">
      <w:r>
        <w:t>481.6279</w:t>
      </w:r>
      <w:r>
        <w:tab/>
        <w:t>1.013e0</w:t>
      </w:r>
    </w:p>
    <w:p w:rsidR="00845324" w:rsidRDefault="00845324" w:rsidP="00845324">
      <w:r>
        <w:t>481.6814</w:t>
      </w:r>
      <w:r>
        <w:tab/>
        <w:t>2.025e0</w:t>
      </w:r>
    </w:p>
    <w:p w:rsidR="00845324" w:rsidRDefault="00845324" w:rsidP="00845324">
      <w:r>
        <w:t>481.7824</w:t>
      </w:r>
      <w:r>
        <w:tab/>
        <w:t>4.051e0</w:t>
      </w:r>
    </w:p>
    <w:p w:rsidR="00845324" w:rsidRDefault="00845324" w:rsidP="00845324">
      <w:r>
        <w:t>481.8374</w:t>
      </w:r>
      <w:r>
        <w:tab/>
        <w:t>2.603e0</w:t>
      </w:r>
    </w:p>
    <w:p w:rsidR="00845324" w:rsidRDefault="00845324" w:rsidP="00845324">
      <w:r>
        <w:t>481.8879</w:t>
      </w:r>
      <w:r>
        <w:tab/>
        <w:t>4.291e0</w:t>
      </w:r>
    </w:p>
    <w:p w:rsidR="00845324" w:rsidRDefault="00845324" w:rsidP="00845324">
      <w:r>
        <w:lastRenderedPageBreak/>
        <w:t>482.0281</w:t>
      </w:r>
      <w:r>
        <w:tab/>
        <w:t>7.623e0</w:t>
      </w:r>
    </w:p>
    <w:p w:rsidR="00845324" w:rsidRDefault="00845324" w:rsidP="00845324">
      <w:r>
        <w:t>482.0988</w:t>
      </w:r>
      <w:r>
        <w:tab/>
        <w:t>1.013e0</w:t>
      </w:r>
    </w:p>
    <w:p w:rsidR="00845324" w:rsidRDefault="00845324" w:rsidP="00845324">
      <w:r>
        <w:t>482.2046</w:t>
      </w:r>
      <w:r>
        <w:tab/>
        <w:t>1.255e0</w:t>
      </w:r>
    </w:p>
    <w:p w:rsidR="00845324" w:rsidRDefault="00845324" w:rsidP="00845324">
      <w:r>
        <w:t>482.2572</w:t>
      </w:r>
      <w:r>
        <w:tab/>
        <w:t>3.052e0</w:t>
      </w:r>
    </w:p>
    <w:p w:rsidR="00845324" w:rsidRDefault="00845324" w:rsidP="00845324">
      <w:r>
        <w:t>482.4088</w:t>
      </w:r>
      <w:r>
        <w:tab/>
        <w:t>2.571e1</w:t>
      </w:r>
    </w:p>
    <w:p w:rsidR="00845324" w:rsidRDefault="00845324" w:rsidP="00845324">
      <w:r>
        <w:t>482.4822</w:t>
      </w:r>
      <w:r>
        <w:tab/>
        <w:t>4.748e0</w:t>
      </w:r>
    </w:p>
    <w:p w:rsidR="00845324" w:rsidRDefault="00845324" w:rsidP="00845324">
      <w:r>
        <w:t>482.5885</w:t>
      </w:r>
      <w:r>
        <w:tab/>
        <w:t>2.025e0</w:t>
      </w:r>
    </w:p>
    <w:p w:rsidR="00845324" w:rsidRDefault="00845324" w:rsidP="00845324">
      <w:r>
        <w:t>482.6485</w:t>
      </w:r>
      <w:r>
        <w:tab/>
        <w:t>3.038e0</w:t>
      </w:r>
    </w:p>
    <w:p w:rsidR="00845324" w:rsidRDefault="00845324" w:rsidP="00845324">
      <w:r>
        <w:t>482.7012</w:t>
      </w:r>
      <w:r>
        <w:tab/>
        <w:t>4.051e0</w:t>
      </w:r>
    </w:p>
    <w:p w:rsidR="00845324" w:rsidRDefault="00845324" w:rsidP="00845324">
      <w:r>
        <w:t>482.8294</w:t>
      </w:r>
      <w:r>
        <w:tab/>
        <w:t>2.603e0</w:t>
      </w:r>
    </w:p>
    <w:p w:rsidR="00845324" w:rsidRDefault="00845324" w:rsidP="00845324">
      <w:r>
        <w:t>482.9200</w:t>
      </w:r>
      <w:r>
        <w:tab/>
        <w:t>1.836e0</w:t>
      </w:r>
    </w:p>
    <w:p w:rsidR="00845324" w:rsidRDefault="00845324" w:rsidP="00845324">
      <w:r>
        <w:t>482.9883</w:t>
      </w:r>
      <w:r>
        <w:tab/>
        <w:t>1.757e0</w:t>
      </w:r>
    </w:p>
    <w:p w:rsidR="00845324" w:rsidRDefault="00845324" w:rsidP="00845324">
      <w:r>
        <w:t>483.0743</w:t>
      </w:r>
      <w:r>
        <w:tab/>
        <w:t>2.025e0</w:t>
      </w:r>
    </w:p>
    <w:p w:rsidR="00845324" w:rsidRDefault="00845324" w:rsidP="00845324">
      <w:r>
        <w:t>483.1888</w:t>
      </w:r>
      <w:r>
        <w:tab/>
        <w:t>6.362e0</w:t>
      </w:r>
    </w:p>
    <w:p w:rsidR="00845324" w:rsidRDefault="00845324" w:rsidP="00845324">
      <w:r>
        <w:t>483.2461</w:t>
      </w:r>
      <w:r>
        <w:tab/>
        <w:t>1.395e0</w:t>
      </w:r>
    </w:p>
    <w:p w:rsidR="00845324" w:rsidRDefault="00845324" w:rsidP="00845324">
      <w:r>
        <w:t>483.3079</w:t>
      </w:r>
      <w:r>
        <w:tab/>
        <w:t>1.339e0</w:t>
      </w:r>
    </w:p>
    <w:p w:rsidR="00845324" w:rsidRDefault="00845324" w:rsidP="00845324">
      <w:r>
        <w:t>483.3707</w:t>
      </w:r>
      <w:r>
        <w:tab/>
        <w:t>1.597e0</w:t>
      </w:r>
    </w:p>
    <w:p w:rsidR="00845324" w:rsidRDefault="00845324" w:rsidP="00845324">
      <w:r>
        <w:t>483.4305</w:t>
      </w:r>
      <w:r>
        <w:tab/>
        <w:t>3.140e0</w:t>
      </w:r>
    </w:p>
    <w:p w:rsidR="00845324" w:rsidRDefault="00845324" w:rsidP="00845324">
      <w:r>
        <w:t>483.5324</w:t>
      </w:r>
      <w:r>
        <w:tab/>
        <w:t>5.021e0</w:t>
      </w:r>
    </w:p>
    <w:p w:rsidR="00845324" w:rsidRDefault="00845324" w:rsidP="00845324">
      <w:r>
        <w:lastRenderedPageBreak/>
        <w:t>483.6046</w:t>
      </w:r>
      <w:r>
        <w:tab/>
        <w:t>4.051e0</w:t>
      </w:r>
    </w:p>
    <w:p w:rsidR="00845324" w:rsidRDefault="00845324" w:rsidP="00845324">
      <w:r>
        <w:t>483.7305</w:t>
      </w:r>
      <w:r>
        <w:tab/>
        <w:t>2.839e0</w:t>
      </w:r>
    </w:p>
    <w:p w:rsidR="00845324" w:rsidRDefault="00845324" w:rsidP="00845324">
      <w:r>
        <w:t>483.7856</w:t>
      </w:r>
      <w:r>
        <w:tab/>
        <w:t>1.013e0</w:t>
      </w:r>
    </w:p>
    <w:p w:rsidR="00845324" w:rsidRDefault="00845324" w:rsidP="00845324">
      <w:r>
        <w:t>483.8805</w:t>
      </w:r>
      <w:r>
        <w:tab/>
        <w:t>1.264e0</w:t>
      </w:r>
    </w:p>
    <w:p w:rsidR="00845324" w:rsidRDefault="00845324" w:rsidP="00845324">
      <w:r>
        <w:t>483.9978</w:t>
      </w:r>
      <w:r>
        <w:tab/>
        <w:t>2.814e0</w:t>
      </w:r>
    </w:p>
    <w:p w:rsidR="00845324" w:rsidRDefault="00845324" w:rsidP="00845324">
      <w:r>
        <w:t>484.1158</w:t>
      </w:r>
      <w:r>
        <w:tab/>
        <w:t>5.442e0</w:t>
      </w:r>
    </w:p>
    <w:p w:rsidR="00845324" w:rsidRDefault="00845324" w:rsidP="00845324">
      <w:r>
        <w:t>484.1811</w:t>
      </w:r>
      <w:r>
        <w:tab/>
        <w:t>6.772e0</w:t>
      </w:r>
    </w:p>
    <w:p w:rsidR="00845324" w:rsidRDefault="00845324" w:rsidP="00845324">
      <w:r>
        <w:t>484.2429</w:t>
      </w:r>
      <w:r>
        <w:tab/>
        <w:t>2.953e0</w:t>
      </w:r>
    </w:p>
    <w:p w:rsidR="00845324" w:rsidRDefault="00845324" w:rsidP="00845324">
      <w:r>
        <w:t>484.3090</w:t>
      </w:r>
      <w:r>
        <w:tab/>
        <w:t>5.754e0</w:t>
      </w:r>
    </w:p>
    <w:p w:rsidR="00845324" w:rsidRDefault="00845324" w:rsidP="00845324">
      <w:r>
        <w:t>484.3942</w:t>
      </w:r>
      <w:r>
        <w:tab/>
        <w:t>6.501e0</w:t>
      </w:r>
    </w:p>
    <w:p w:rsidR="00845324" w:rsidRDefault="00845324" w:rsidP="00845324">
      <w:r>
        <w:t>484.5093</w:t>
      </w:r>
      <w:r>
        <w:tab/>
        <w:t>1.898e0</w:t>
      </w:r>
    </w:p>
    <w:p w:rsidR="00845324" w:rsidRDefault="00845324" w:rsidP="00845324">
      <w:r>
        <w:t>484.5839</w:t>
      </w:r>
      <w:r>
        <w:tab/>
        <w:t>3.038e0</w:t>
      </w:r>
    </w:p>
    <w:p w:rsidR="00845324" w:rsidRDefault="00845324" w:rsidP="00845324">
      <w:r>
        <w:t>484.6759</w:t>
      </w:r>
      <w:r>
        <w:tab/>
        <w:t>4.051e0</w:t>
      </w:r>
    </w:p>
    <w:p w:rsidR="00845324" w:rsidRDefault="00845324" w:rsidP="00845324">
      <w:r>
        <w:t>484.7649</w:t>
      </w:r>
      <w:r>
        <w:tab/>
        <w:t>4.051e0</w:t>
      </w:r>
    </w:p>
    <w:p w:rsidR="00845324" w:rsidRDefault="00845324" w:rsidP="00845324">
      <w:r>
        <w:t>484.8290</w:t>
      </w:r>
      <w:r>
        <w:tab/>
        <w:t>2.240e0</w:t>
      </w:r>
    </w:p>
    <w:p w:rsidR="00845324" w:rsidRDefault="00845324" w:rsidP="00845324">
      <w:r>
        <w:t>484.9117</w:t>
      </w:r>
      <w:r>
        <w:tab/>
        <w:t>2.549e0</w:t>
      </w:r>
    </w:p>
    <w:p w:rsidR="00845324" w:rsidRDefault="00845324" w:rsidP="00845324">
      <w:r>
        <w:t>484.9638</w:t>
      </w:r>
      <w:r>
        <w:tab/>
        <w:t>1.891e0</w:t>
      </w:r>
    </w:p>
    <w:p w:rsidR="00845324" w:rsidRDefault="00845324" w:rsidP="00845324">
      <w:r>
        <w:t>485.0667</w:t>
      </w:r>
      <w:r>
        <w:tab/>
        <w:t>6.076e0</w:t>
      </w:r>
    </w:p>
    <w:p w:rsidR="00845324" w:rsidRDefault="00845324" w:rsidP="00845324">
      <w:r>
        <w:t>485.1696</w:t>
      </w:r>
      <w:r>
        <w:tab/>
        <w:t>2.908e0</w:t>
      </w:r>
    </w:p>
    <w:p w:rsidR="00845324" w:rsidRDefault="00845324" w:rsidP="00845324">
      <w:r>
        <w:lastRenderedPageBreak/>
        <w:t>485.3507</w:t>
      </w:r>
      <w:r>
        <w:tab/>
        <w:t>1.143e0</w:t>
      </w:r>
    </w:p>
    <w:p w:rsidR="00845324" w:rsidRDefault="00845324" w:rsidP="00845324">
      <w:r>
        <w:t>485.4399</w:t>
      </w:r>
      <w:r>
        <w:tab/>
        <w:t>1.041e0</w:t>
      </w:r>
    </w:p>
    <w:p w:rsidR="00845324" w:rsidRDefault="00845324" w:rsidP="00845324">
      <w:r>
        <w:t>485.5760</w:t>
      </w:r>
      <w:r>
        <w:tab/>
        <w:t>1.013e0</w:t>
      </w:r>
    </w:p>
    <w:p w:rsidR="00845324" w:rsidRDefault="00845324" w:rsidP="00845324">
      <w:r>
        <w:t>485.6857</w:t>
      </w:r>
      <w:r>
        <w:tab/>
        <w:t>2.025e0</w:t>
      </w:r>
    </w:p>
    <w:p w:rsidR="00845324" w:rsidRDefault="00845324" w:rsidP="00845324">
      <w:r>
        <w:t>485.8126</w:t>
      </w:r>
      <w:r>
        <w:tab/>
        <w:t>3.273e0</w:t>
      </w:r>
    </w:p>
    <w:p w:rsidR="00845324" w:rsidRDefault="00845324" w:rsidP="00845324">
      <w:r>
        <w:t>485.9407</w:t>
      </w:r>
      <w:r>
        <w:tab/>
        <w:t>3.843e0</w:t>
      </w:r>
    </w:p>
    <w:p w:rsidR="00845324" w:rsidRDefault="00845324" w:rsidP="00845324">
      <w:r>
        <w:t>486.0597</w:t>
      </w:r>
      <w:r>
        <w:tab/>
        <w:t>3.038e0</w:t>
      </w:r>
    </w:p>
    <w:p w:rsidR="00845324" w:rsidRDefault="00845324" w:rsidP="00845324">
      <w:r>
        <w:t>486.1257</w:t>
      </w:r>
      <w:r>
        <w:tab/>
        <w:t>1.233e0</w:t>
      </w:r>
    </w:p>
    <w:p w:rsidR="00845324" w:rsidRDefault="00845324" w:rsidP="00845324">
      <w:r>
        <w:t>486.3000</w:t>
      </w:r>
      <w:r>
        <w:tab/>
        <w:t>1.294e1</w:t>
      </w:r>
    </w:p>
    <w:p w:rsidR="00845324" w:rsidRDefault="00845324" w:rsidP="00845324">
      <w:r>
        <w:t>486.3525</w:t>
      </w:r>
      <w:r>
        <w:tab/>
        <w:t>5.607e0</w:t>
      </w:r>
    </w:p>
    <w:p w:rsidR="00845324" w:rsidRDefault="00845324" w:rsidP="00845324">
      <w:r>
        <w:t>486.4180</w:t>
      </w:r>
      <w:r>
        <w:tab/>
        <w:t>1.860e0</w:t>
      </w:r>
    </w:p>
    <w:p w:rsidR="00845324" w:rsidRDefault="00845324" w:rsidP="00845324">
      <w:r>
        <w:t>486.4698</w:t>
      </w:r>
      <w:r>
        <w:tab/>
        <w:t>1.019e0</w:t>
      </w:r>
    </w:p>
    <w:p w:rsidR="00845324" w:rsidRDefault="00845324" w:rsidP="00845324">
      <w:r>
        <w:t>486.5632</w:t>
      </w:r>
      <w:r>
        <w:tab/>
        <w:t>1.013e0</w:t>
      </w:r>
    </w:p>
    <w:p w:rsidR="00845324" w:rsidRDefault="00845324" w:rsidP="00845324">
      <w:r>
        <w:t>486.6199</w:t>
      </w:r>
      <w:r>
        <w:tab/>
        <w:t>1.013e0</w:t>
      </w:r>
    </w:p>
    <w:p w:rsidR="00845324" w:rsidRDefault="00845324" w:rsidP="00845324">
      <w:r>
        <w:t>486.6595</w:t>
      </w:r>
      <w:r>
        <w:tab/>
        <w:t>1.013e0</w:t>
      </w:r>
    </w:p>
    <w:p w:rsidR="00845324" w:rsidRDefault="00845324" w:rsidP="00845324">
      <w:r>
        <w:t>486.8976</w:t>
      </w:r>
      <w:r>
        <w:tab/>
        <w:t>3.161e0</w:t>
      </w:r>
    </w:p>
    <w:p w:rsidR="00845324" w:rsidRDefault="00845324" w:rsidP="00845324">
      <w:r>
        <w:t>486.9456</w:t>
      </w:r>
      <w:r>
        <w:tab/>
        <w:t>1.171e0</w:t>
      </w:r>
    </w:p>
    <w:p w:rsidR="00845324" w:rsidRDefault="00845324" w:rsidP="00845324">
      <w:r>
        <w:t>487.0930</w:t>
      </w:r>
      <w:r>
        <w:tab/>
        <w:t>2.922e0</w:t>
      </w:r>
    </w:p>
    <w:p w:rsidR="00845324" w:rsidRDefault="00845324" w:rsidP="00845324">
      <w:r>
        <w:t>487.2224</w:t>
      </w:r>
      <w:r>
        <w:tab/>
        <w:t>7.053e0</w:t>
      </w:r>
    </w:p>
    <w:p w:rsidR="00845324" w:rsidRDefault="00845324" w:rsidP="00845324">
      <w:r>
        <w:lastRenderedPageBreak/>
        <w:t>487.3487</w:t>
      </w:r>
      <w:r>
        <w:tab/>
        <w:t>5.384e0</w:t>
      </w:r>
    </w:p>
    <w:p w:rsidR="00845324" w:rsidRDefault="00845324" w:rsidP="00845324">
      <w:r>
        <w:t>487.4165</w:t>
      </w:r>
      <w:r>
        <w:tab/>
        <w:t>2.053e0</w:t>
      </w:r>
    </w:p>
    <w:p w:rsidR="00845324" w:rsidRDefault="00845324" w:rsidP="00845324">
      <w:r>
        <w:t>487.5014</w:t>
      </w:r>
      <w:r>
        <w:tab/>
        <w:t>1.813e0</w:t>
      </w:r>
    </w:p>
    <w:p w:rsidR="00845324" w:rsidRDefault="00845324" w:rsidP="00845324">
      <w:r>
        <w:t>487.5580</w:t>
      </w:r>
      <w:r>
        <w:tab/>
        <w:t>1.013e0</w:t>
      </w:r>
    </w:p>
    <w:p w:rsidR="00845324" w:rsidRDefault="00845324" w:rsidP="00845324">
      <w:r>
        <w:t>487.8079</w:t>
      </w:r>
      <w:r>
        <w:tab/>
        <w:t>2.324e0</w:t>
      </w:r>
    </w:p>
    <w:p w:rsidR="00845324" w:rsidRDefault="00845324" w:rsidP="00845324">
      <w:r>
        <w:t>487.8575</w:t>
      </w:r>
      <w:r>
        <w:tab/>
        <w:t>2.902e0</w:t>
      </w:r>
    </w:p>
    <w:p w:rsidR="00845324" w:rsidRDefault="00845324" w:rsidP="00845324">
      <w:r>
        <w:t>487.9438</w:t>
      </w:r>
      <w:r>
        <w:tab/>
        <w:t>2.806e0</w:t>
      </w:r>
    </w:p>
    <w:p w:rsidR="00845324" w:rsidRDefault="00845324" w:rsidP="00845324">
      <w:r>
        <w:t>488.2566</w:t>
      </w:r>
      <w:r>
        <w:tab/>
        <w:t>6.041e0</w:t>
      </w:r>
    </w:p>
    <w:p w:rsidR="00845324" w:rsidRDefault="00845324" w:rsidP="00845324">
      <w:r>
        <w:t>488.3410</w:t>
      </w:r>
      <w:r>
        <w:tab/>
        <w:t>2.761e0</w:t>
      </w:r>
    </w:p>
    <w:p w:rsidR="00845324" w:rsidRDefault="00845324" w:rsidP="00845324">
      <w:r>
        <w:t>488.3913</w:t>
      </w:r>
      <w:r>
        <w:tab/>
        <w:t>1.665e0</w:t>
      </w:r>
    </w:p>
    <w:p w:rsidR="00845324" w:rsidRDefault="00845324" w:rsidP="00845324">
      <w:r>
        <w:t>488.5294</w:t>
      </w:r>
      <w:r>
        <w:tab/>
        <w:t>1.983e0</w:t>
      </w:r>
    </w:p>
    <w:p w:rsidR="00845324" w:rsidRDefault="00845324" w:rsidP="00845324">
      <w:r>
        <w:t>488.6085</w:t>
      </w:r>
      <w:r>
        <w:tab/>
        <w:t>2.025e0</w:t>
      </w:r>
    </w:p>
    <w:p w:rsidR="00845324" w:rsidRDefault="00845324" w:rsidP="00845324">
      <w:r>
        <w:t>488.6678</w:t>
      </w:r>
      <w:r>
        <w:tab/>
        <w:t>4.051e0</w:t>
      </w:r>
    </w:p>
    <w:p w:rsidR="00845324" w:rsidRDefault="00845324" w:rsidP="00845324">
      <w:r>
        <w:t>488.8199</w:t>
      </w:r>
      <w:r>
        <w:tab/>
        <w:t>1.092e0</w:t>
      </w:r>
    </w:p>
    <w:p w:rsidR="00845324" w:rsidRDefault="00845324" w:rsidP="00845324">
      <w:r>
        <w:t>488.8806</w:t>
      </w:r>
      <w:r>
        <w:tab/>
        <w:t>3.394e0</w:t>
      </w:r>
    </w:p>
    <w:p w:rsidR="00845324" w:rsidRDefault="00845324" w:rsidP="00845324">
      <w:r>
        <w:t>488.9480</w:t>
      </w:r>
      <w:r>
        <w:tab/>
        <w:t>1.953e0</w:t>
      </w:r>
    </w:p>
    <w:p w:rsidR="00845324" w:rsidRDefault="00845324" w:rsidP="00845324">
      <w:r>
        <w:t>489.0005</w:t>
      </w:r>
      <w:r>
        <w:tab/>
        <w:t>4.714e0</w:t>
      </w:r>
    </w:p>
    <w:p w:rsidR="00845324" w:rsidRDefault="00845324" w:rsidP="00845324">
      <w:r>
        <w:t>489.0836</w:t>
      </w:r>
      <w:r>
        <w:tab/>
        <w:t>2.025e0</w:t>
      </w:r>
    </w:p>
    <w:p w:rsidR="00845324" w:rsidRDefault="00845324" w:rsidP="00845324">
      <w:r>
        <w:t>489.1638</w:t>
      </w:r>
      <w:r>
        <w:tab/>
        <w:t>2.561e0</w:t>
      </w:r>
    </w:p>
    <w:p w:rsidR="00845324" w:rsidRDefault="00845324" w:rsidP="00845324">
      <w:r>
        <w:lastRenderedPageBreak/>
        <w:t>489.2690</w:t>
      </w:r>
      <w:r>
        <w:tab/>
        <w:t>1.093e0</w:t>
      </w:r>
    </w:p>
    <w:p w:rsidR="00845324" w:rsidRDefault="00845324" w:rsidP="00845324">
      <w:r>
        <w:t>489.3276</w:t>
      </w:r>
      <w:r>
        <w:tab/>
        <w:t>6.663e0</w:t>
      </w:r>
    </w:p>
    <w:p w:rsidR="00845324" w:rsidRDefault="00845324" w:rsidP="00845324">
      <w:r>
        <w:t>489.4004</w:t>
      </w:r>
      <w:r>
        <w:tab/>
        <w:t>2.114e0</w:t>
      </w:r>
    </w:p>
    <w:p w:rsidR="00845324" w:rsidRDefault="00845324" w:rsidP="00845324">
      <w:r>
        <w:t>489.4583</w:t>
      </w:r>
      <w:r>
        <w:tab/>
        <w:t>1.965e0</w:t>
      </w:r>
    </w:p>
    <w:p w:rsidR="00845324" w:rsidRDefault="00845324" w:rsidP="00845324">
      <w:r>
        <w:t>489.5229</w:t>
      </w:r>
      <w:r>
        <w:tab/>
        <w:t>3.923e0</w:t>
      </w:r>
    </w:p>
    <w:p w:rsidR="00845324" w:rsidRDefault="00845324" w:rsidP="00845324">
      <w:r>
        <w:t>489.6129</w:t>
      </w:r>
      <w:r>
        <w:tab/>
        <w:t>3.038e0</w:t>
      </w:r>
    </w:p>
    <w:p w:rsidR="00845324" w:rsidRDefault="00845324" w:rsidP="00845324">
      <w:r>
        <w:t>489.6649</w:t>
      </w:r>
      <w:r>
        <w:tab/>
        <w:t>1.013e0</w:t>
      </w:r>
    </w:p>
    <w:p w:rsidR="00845324" w:rsidRDefault="00845324" w:rsidP="00845324">
      <w:r>
        <w:t>489.7459</w:t>
      </w:r>
      <w:r>
        <w:tab/>
        <w:t>1.991e0</w:t>
      </w:r>
    </w:p>
    <w:p w:rsidR="00845324" w:rsidRDefault="00845324" w:rsidP="00845324">
      <w:r>
        <w:t>490.0401</w:t>
      </w:r>
      <w:r>
        <w:tab/>
        <w:t>1.981e0</w:t>
      </w:r>
    </w:p>
    <w:p w:rsidR="00845324" w:rsidRDefault="00845324" w:rsidP="00845324">
      <w:r>
        <w:t>490.1459</w:t>
      </w:r>
      <w:r>
        <w:tab/>
        <w:t>2.025e0</w:t>
      </w:r>
    </w:p>
    <w:p w:rsidR="00845324" w:rsidRDefault="00845324" w:rsidP="00845324">
      <w:r>
        <w:t>490.2069</w:t>
      </w:r>
      <w:r>
        <w:tab/>
        <w:t>1.482e0</w:t>
      </w:r>
    </w:p>
    <w:p w:rsidR="00845324" w:rsidRDefault="00845324" w:rsidP="00845324">
      <w:r>
        <w:t>490.2694</w:t>
      </w:r>
      <w:r>
        <w:tab/>
        <w:t>1.996e0</w:t>
      </w:r>
    </w:p>
    <w:p w:rsidR="00845324" w:rsidRDefault="00845324" w:rsidP="00845324">
      <w:r>
        <w:t>490.3489</w:t>
      </w:r>
      <w:r>
        <w:tab/>
        <w:t>4.110e0</w:t>
      </w:r>
    </w:p>
    <w:p w:rsidR="00845324" w:rsidRDefault="00845324" w:rsidP="00845324">
      <w:r>
        <w:t>490.4112</w:t>
      </w:r>
      <w:r>
        <w:tab/>
        <w:t>2.303e0</w:t>
      </w:r>
    </w:p>
    <w:p w:rsidR="00845324" w:rsidRDefault="00845324" w:rsidP="00845324">
      <w:r>
        <w:t>490.4922</w:t>
      </w:r>
      <w:r>
        <w:tab/>
        <w:t>2.558e0</w:t>
      </w:r>
    </w:p>
    <w:p w:rsidR="00845324" w:rsidRDefault="00845324" w:rsidP="00845324">
      <w:r>
        <w:t>490.6673</w:t>
      </w:r>
      <w:r>
        <w:tab/>
        <w:t>1.013e0</w:t>
      </w:r>
    </w:p>
    <w:p w:rsidR="00845324" w:rsidRDefault="00845324" w:rsidP="00845324">
      <w:r>
        <w:t>490.7915</w:t>
      </w:r>
      <w:r>
        <w:tab/>
        <w:t>3.953e0</w:t>
      </w:r>
    </w:p>
    <w:p w:rsidR="00845324" w:rsidRDefault="00845324" w:rsidP="00845324">
      <w:r>
        <w:t>490.8913</w:t>
      </w:r>
      <w:r>
        <w:tab/>
        <w:t>1.647e0</w:t>
      </w:r>
    </w:p>
    <w:p w:rsidR="00845324" w:rsidRDefault="00845324" w:rsidP="00845324">
      <w:r>
        <w:t>490.9904</w:t>
      </w:r>
      <w:r>
        <w:tab/>
        <w:t>3.782e0</w:t>
      </w:r>
    </w:p>
    <w:p w:rsidR="00845324" w:rsidRDefault="00845324" w:rsidP="00845324">
      <w:r>
        <w:lastRenderedPageBreak/>
        <w:t>491.0889</w:t>
      </w:r>
      <w:r>
        <w:tab/>
        <w:t>3.038e0</w:t>
      </w:r>
    </w:p>
    <w:p w:rsidR="00845324" w:rsidRDefault="00845324" w:rsidP="00845324">
      <w:r>
        <w:t>491.1652</w:t>
      </w:r>
      <w:r>
        <w:tab/>
        <w:t>2.025e0</w:t>
      </w:r>
    </w:p>
    <w:p w:rsidR="00845324" w:rsidRDefault="00845324" w:rsidP="00845324">
      <w:r>
        <w:t>491.2914</w:t>
      </w:r>
      <w:r>
        <w:tab/>
        <w:t>2.280e0</w:t>
      </w:r>
    </w:p>
    <w:p w:rsidR="00845324" w:rsidRDefault="00845324" w:rsidP="00845324">
      <w:r>
        <w:t>491.5630</w:t>
      </w:r>
      <w:r>
        <w:tab/>
        <w:t>1.013e0</w:t>
      </w:r>
    </w:p>
    <w:p w:rsidR="00845324" w:rsidRDefault="00845324" w:rsidP="00845324">
      <w:r>
        <w:t>491.6030</w:t>
      </w:r>
      <w:r>
        <w:tab/>
        <w:t>1.013e0</w:t>
      </w:r>
    </w:p>
    <w:p w:rsidR="00845324" w:rsidRDefault="00845324" w:rsidP="00845324">
      <w:r>
        <w:t>491.6780</w:t>
      </w:r>
      <w:r>
        <w:tab/>
        <w:t>1.013e0</w:t>
      </w:r>
    </w:p>
    <w:p w:rsidR="00845324" w:rsidRDefault="00845324" w:rsidP="00845324">
      <w:r>
        <w:t>491.7443</w:t>
      </w:r>
      <w:r>
        <w:tab/>
        <w:t>2.025e0</w:t>
      </w:r>
    </w:p>
    <w:p w:rsidR="00845324" w:rsidRDefault="00845324" w:rsidP="00845324">
      <w:r>
        <w:t>491.8214</w:t>
      </w:r>
      <w:r>
        <w:tab/>
        <w:t>4.711e0</w:t>
      </w:r>
    </w:p>
    <w:p w:rsidR="00845324" w:rsidRDefault="00845324" w:rsidP="00845324">
      <w:r>
        <w:t>491.8855</w:t>
      </w:r>
      <w:r>
        <w:tab/>
        <w:t>1.831e0</w:t>
      </w:r>
    </w:p>
    <w:p w:rsidR="00845324" w:rsidRDefault="00845324" w:rsidP="00845324">
      <w:r>
        <w:t>492.0061</w:t>
      </w:r>
      <w:r>
        <w:tab/>
        <w:t>1.802e0</w:t>
      </w:r>
    </w:p>
    <w:p w:rsidR="00845324" w:rsidRDefault="00845324" w:rsidP="00845324">
      <w:r>
        <w:t>492.1466</w:t>
      </w:r>
      <w:r>
        <w:tab/>
        <w:t>5.063e0</w:t>
      </w:r>
    </w:p>
    <w:p w:rsidR="00845324" w:rsidRDefault="00845324" w:rsidP="00845324">
      <w:r>
        <w:t>492.2333</w:t>
      </w:r>
      <w:r>
        <w:tab/>
        <w:t>3.533e0</w:t>
      </w:r>
    </w:p>
    <w:p w:rsidR="00845324" w:rsidRDefault="00845324" w:rsidP="00845324">
      <w:r>
        <w:t>492.3616</w:t>
      </w:r>
      <w:r>
        <w:tab/>
        <w:t>5.481e0</w:t>
      </w:r>
    </w:p>
    <w:p w:rsidR="00845324" w:rsidRDefault="00845324" w:rsidP="00845324">
      <w:r>
        <w:t>492.4091</w:t>
      </w:r>
      <w:r>
        <w:tab/>
        <w:t>1.917e0</w:t>
      </w:r>
    </w:p>
    <w:p w:rsidR="00845324" w:rsidRDefault="00845324" w:rsidP="00845324">
      <w:r>
        <w:t>492.4991</w:t>
      </w:r>
      <w:r>
        <w:tab/>
        <w:t>2.814e0</w:t>
      </w:r>
    </w:p>
    <w:p w:rsidR="00845324" w:rsidRDefault="00845324" w:rsidP="00845324">
      <w:r>
        <w:t>492.6520</w:t>
      </w:r>
      <w:r>
        <w:tab/>
        <w:t>1.013e0</w:t>
      </w:r>
    </w:p>
    <w:p w:rsidR="00845324" w:rsidRDefault="00845324" w:rsidP="00845324">
      <w:r>
        <w:t>492.8471</w:t>
      </w:r>
      <w:r>
        <w:tab/>
        <w:t>1.053e0</w:t>
      </w:r>
    </w:p>
    <w:p w:rsidR="00845324" w:rsidRDefault="00845324" w:rsidP="00845324">
      <w:r>
        <w:t>492.9091</w:t>
      </w:r>
      <w:r>
        <w:tab/>
        <w:t>2.725e0</w:t>
      </w:r>
    </w:p>
    <w:p w:rsidR="00845324" w:rsidRDefault="00845324" w:rsidP="00845324">
      <w:r>
        <w:t>492.9525</w:t>
      </w:r>
      <w:r>
        <w:tab/>
        <w:t>4.189e0</w:t>
      </w:r>
    </w:p>
    <w:p w:rsidR="00845324" w:rsidRDefault="00845324" w:rsidP="00845324">
      <w:r>
        <w:lastRenderedPageBreak/>
        <w:t>493.0215</w:t>
      </w:r>
      <w:r>
        <w:tab/>
        <w:t>3.917e0</w:t>
      </w:r>
    </w:p>
    <w:p w:rsidR="00845324" w:rsidRDefault="00845324" w:rsidP="00845324">
      <w:r>
        <w:t>493.0640</w:t>
      </w:r>
      <w:r>
        <w:tab/>
        <w:t>2.025e0</w:t>
      </w:r>
    </w:p>
    <w:p w:rsidR="00845324" w:rsidRDefault="00845324" w:rsidP="00845324">
      <w:r>
        <w:t>493.1689</w:t>
      </w:r>
      <w:r>
        <w:tab/>
        <w:t>3.038e0</w:t>
      </w:r>
    </w:p>
    <w:p w:rsidR="00845324" w:rsidRDefault="00845324" w:rsidP="00845324">
      <w:r>
        <w:t>493.2753</w:t>
      </w:r>
      <w:r>
        <w:tab/>
        <w:t>5.142e0</w:t>
      </w:r>
    </w:p>
    <w:p w:rsidR="00845324" w:rsidRDefault="00845324" w:rsidP="00845324">
      <w:r>
        <w:t>493.4984</w:t>
      </w:r>
      <w:r>
        <w:tab/>
        <w:t>2.791e0</w:t>
      </w:r>
    </w:p>
    <w:p w:rsidR="00845324" w:rsidRDefault="00845324" w:rsidP="00845324">
      <w:r>
        <w:t>493.5763</w:t>
      </w:r>
      <w:r>
        <w:tab/>
        <w:t>3.038e0</w:t>
      </w:r>
    </w:p>
    <w:p w:rsidR="00845324" w:rsidRDefault="00845324" w:rsidP="00845324">
      <w:r>
        <w:t>493.6877</w:t>
      </w:r>
      <w:r>
        <w:tab/>
        <w:t>2.025e0</w:t>
      </w:r>
    </w:p>
    <w:p w:rsidR="00845324" w:rsidRDefault="00845324" w:rsidP="00845324">
      <w:r>
        <w:t>493.7632</w:t>
      </w:r>
      <w:r>
        <w:tab/>
        <w:t>2.025e0</w:t>
      </w:r>
    </w:p>
    <w:p w:rsidR="00845324" w:rsidRDefault="00845324" w:rsidP="00845324">
      <w:r>
        <w:t>493.8636</w:t>
      </w:r>
      <w:r>
        <w:tab/>
        <w:t>8.188e0</w:t>
      </w:r>
    </w:p>
    <w:p w:rsidR="00845324" w:rsidRDefault="00845324" w:rsidP="00845324">
      <w:r>
        <w:t>494.0360</w:t>
      </w:r>
      <w:r>
        <w:tab/>
        <w:t>4.018e0</w:t>
      </w:r>
    </w:p>
    <w:p w:rsidR="00845324" w:rsidRDefault="00845324" w:rsidP="00845324">
      <w:r>
        <w:t>494.1279</w:t>
      </w:r>
      <w:r>
        <w:tab/>
        <w:t>6.076e0</w:t>
      </w:r>
    </w:p>
    <w:p w:rsidR="00845324" w:rsidRDefault="00845324" w:rsidP="00845324">
      <w:r>
        <w:t>494.2771</w:t>
      </w:r>
      <w:r>
        <w:tab/>
        <w:t>1.290e0</w:t>
      </w:r>
    </w:p>
    <w:p w:rsidR="00845324" w:rsidRDefault="00845324" w:rsidP="00845324">
      <w:r>
        <w:t>494.4391</w:t>
      </w:r>
      <w:r>
        <w:tab/>
        <w:t>3.379e0</w:t>
      </w:r>
    </w:p>
    <w:p w:rsidR="00845324" w:rsidRDefault="00845324" w:rsidP="00845324">
      <w:r>
        <w:t>494.5801</w:t>
      </w:r>
      <w:r>
        <w:tab/>
        <w:t>6.076e0</w:t>
      </w:r>
    </w:p>
    <w:p w:rsidR="00845324" w:rsidRDefault="00845324" w:rsidP="00845324">
      <w:r>
        <w:t>494.6865</w:t>
      </w:r>
      <w:r>
        <w:tab/>
        <w:t>3.038e0</w:t>
      </w:r>
    </w:p>
    <w:p w:rsidR="00845324" w:rsidRDefault="00845324" w:rsidP="00845324">
      <w:r>
        <w:t>494.8166</w:t>
      </w:r>
      <w:r>
        <w:tab/>
        <w:t>3.544e0</w:t>
      </w:r>
    </w:p>
    <w:p w:rsidR="00845324" w:rsidRDefault="00845324" w:rsidP="00845324">
      <w:r>
        <w:t>494.9285</w:t>
      </w:r>
      <w:r>
        <w:tab/>
        <w:t>6.250e0</w:t>
      </w:r>
    </w:p>
    <w:p w:rsidR="00845324" w:rsidRDefault="00845324" w:rsidP="00845324">
      <w:r>
        <w:t>495.0026</w:t>
      </w:r>
      <w:r>
        <w:tab/>
        <w:t>1.013e0</w:t>
      </w:r>
    </w:p>
    <w:p w:rsidR="00845324" w:rsidRDefault="00845324" w:rsidP="00845324">
      <w:r>
        <w:t>495.0849</w:t>
      </w:r>
      <w:r>
        <w:tab/>
        <w:t>6.076e0</w:t>
      </w:r>
    </w:p>
    <w:p w:rsidR="00845324" w:rsidRDefault="00845324" w:rsidP="00845324">
      <w:r>
        <w:lastRenderedPageBreak/>
        <w:t>495.2168</w:t>
      </w:r>
      <w:r>
        <w:tab/>
        <w:t>3.105e0</w:t>
      </w:r>
    </w:p>
    <w:p w:rsidR="00845324" w:rsidRDefault="00845324" w:rsidP="00845324">
      <w:r>
        <w:t>495.3072</w:t>
      </w:r>
      <w:r>
        <w:tab/>
        <w:t>1.596e0</w:t>
      </w:r>
    </w:p>
    <w:p w:rsidR="00845324" w:rsidRDefault="00845324" w:rsidP="00845324">
      <w:r>
        <w:t>495.4841</w:t>
      </w:r>
      <w:r>
        <w:tab/>
        <w:t>2.642e0</w:t>
      </w:r>
    </w:p>
    <w:p w:rsidR="00845324" w:rsidRDefault="00845324" w:rsidP="00845324">
      <w:r>
        <w:t>495.5290</w:t>
      </w:r>
      <w:r>
        <w:tab/>
        <w:t>4.196e0</w:t>
      </w:r>
    </w:p>
    <w:p w:rsidR="00845324" w:rsidRDefault="00845324" w:rsidP="00845324">
      <w:r>
        <w:t>495.5785</w:t>
      </w:r>
      <w:r>
        <w:tab/>
        <w:t>2.025e0</w:t>
      </w:r>
    </w:p>
    <w:p w:rsidR="00845324" w:rsidRDefault="00845324" w:rsidP="00845324">
      <w:r>
        <w:t>495.6697</w:t>
      </w:r>
      <w:r>
        <w:tab/>
        <w:t>3.038e0</w:t>
      </w:r>
    </w:p>
    <w:p w:rsidR="00845324" w:rsidRDefault="00845324" w:rsidP="00845324">
      <w:r>
        <w:t>495.7678</w:t>
      </w:r>
      <w:r>
        <w:tab/>
        <w:t>2.025e0</w:t>
      </w:r>
    </w:p>
    <w:p w:rsidR="00845324" w:rsidRDefault="00845324" w:rsidP="00845324">
      <w:r>
        <w:t>495.8189</w:t>
      </w:r>
      <w:r>
        <w:tab/>
        <w:t>4.172e0</w:t>
      </w:r>
    </w:p>
    <w:p w:rsidR="00845324" w:rsidRDefault="00845324" w:rsidP="00845324">
      <w:r>
        <w:t>495.8633</w:t>
      </w:r>
      <w:r>
        <w:tab/>
        <w:t>4.094e0</w:t>
      </w:r>
    </w:p>
    <w:p w:rsidR="00845324" w:rsidRDefault="00845324" w:rsidP="00845324">
      <w:r>
        <w:t>495.9304</w:t>
      </w:r>
      <w:r>
        <w:tab/>
        <w:t>2.041e0</w:t>
      </w:r>
    </w:p>
    <w:p w:rsidR="00845324" w:rsidRDefault="00845324" w:rsidP="00845324">
      <w:r>
        <w:t>496.0307</w:t>
      </w:r>
      <w:r>
        <w:tab/>
        <w:t>1.927e0</w:t>
      </w:r>
    </w:p>
    <w:p w:rsidR="00845324" w:rsidRDefault="00845324" w:rsidP="00845324">
      <w:r>
        <w:t>496.0841</w:t>
      </w:r>
      <w:r>
        <w:tab/>
        <w:t>2.025e0</w:t>
      </w:r>
    </w:p>
    <w:p w:rsidR="00845324" w:rsidRDefault="00845324" w:rsidP="00845324">
      <w:r>
        <w:t>496.1825</w:t>
      </w:r>
      <w:r>
        <w:tab/>
        <w:t>4.555e0</w:t>
      </w:r>
    </w:p>
    <w:p w:rsidR="00845324" w:rsidRDefault="00845324" w:rsidP="00845324">
      <w:r>
        <w:t>496.3275</w:t>
      </w:r>
      <w:r>
        <w:tab/>
        <w:t>2.927e0</w:t>
      </w:r>
    </w:p>
    <w:p w:rsidR="00845324" w:rsidRDefault="00845324" w:rsidP="00845324">
      <w:r>
        <w:t>496.4325</w:t>
      </w:r>
      <w:r>
        <w:tab/>
        <w:t>3.042e1</w:t>
      </w:r>
    </w:p>
    <w:p w:rsidR="00845324" w:rsidRDefault="00845324" w:rsidP="00845324">
      <w:r>
        <w:t>496.5352</w:t>
      </w:r>
      <w:r>
        <w:tab/>
        <w:t>1.848e0</w:t>
      </w:r>
    </w:p>
    <w:p w:rsidR="00845324" w:rsidRDefault="00845324" w:rsidP="00845324">
      <w:r>
        <w:t>496.6550</w:t>
      </w:r>
      <w:r>
        <w:tab/>
        <w:t>2.025e0</w:t>
      </w:r>
    </w:p>
    <w:p w:rsidR="00845324" w:rsidRDefault="00845324" w:rsidP="00845324">
      <w:r>
        <w:t>496.7190</w:t>
      </w:r>
      <w:r>
        <w:tab/>
        <w:t>2.025e0</w:t>
      </w:r>
    </w:p>
    <w:p w:rsidR="00845324" w:rsidRDefault="00845324" w:rsidP="00845324">
      <w:r>
        <w:t>496.8190</w:t>
      </w:r>
      <w:r>
        <w:tab/>
        <w:t>4.947e0</w:t>
      </w:r>
    </w:p>
    <w:p w:rsidR="00845324" w:rsidRDefault="00845324" w:rsidP="00845324">
      <w:r>
        <w:lastRenderedPageBreak/>
        <w:t>496.9252</w:t>
      </w:r>
      <w:r>
        <w:tab/>
        <w:t>1.875e0</w:t>
      </w:r>
    </w:p>
    <w:p w:rsidR="00845324" w:rsidRDefault="00845324" w:rsidP="00845324">
      <w:r>
        <w:t>497.0079</w:t>
      </w:r>
      <w:r>
        <w:tab/>
        <w:t>3.038e0</w:t>
      </w:r>
    </w:p>
    <w:p w:rsidR="00845324" w:rsidRDefault="00845324" w:rsidP="00845324">
      <w:r>
        <w:t>497.0874</w:t>
      </w:r>
      <w:r>
        <w:tab/>
        <w:t>2.025e0</w:t>
      </w:r>
    </w:p>
    <w:p w:rsidR="00845324" w:rsidRDefault="00845324" w:rsidP="00845324">
      <w:r>
        <w:t>497.1287</w:t>
      </w:r>
      <w:r>
        <w:tab/>
        <w:t>1.013e0</w:t>
      </w:r>
    </w:p>
    <w:p w:rsidR="00845324" w:rsidRDefault="00845324" w:rsidP="00845324">
      <w:r>
        <w:t>497.2382</w:t>
      </w:r>
      <w:r>
        <w:tab/>
        <w:t>9.120e0</w:t>
      </w:r>
    </w:p>
    <w:p w:rsidR="00845324" w:rsidRDefault="00845324" w:rsidP="00845324">
      <w:r>
        <w:t>497.3414</w:t>
      </w:r>
      <w:r>
        <w:tab/>
        <w:t>3.413e0</w:t>
      </w:r>
    </w:p>
    <w:p w:rsidR="00845324" w:rsidRDefault="00845324" w:rsidP="00845324">
      <w:r>
        <w:t>497.4157</w:t>
      </w:r>
      <w:r>
        <w:tab/>
        <w:t>9.138e0</w:t>
      </w:r>
    </w:p>
    <w:p w:rsidR="00845324" w:rsidRDefault="00845324" w:rsidP="00845324">
      <w:r>
        <w:t>497.5600</w:t>
      </w:r>
      <w:r>
        <w:tab/>
        <w:t>3.038e0</w:t>
      </w:r>
    </w:p>
    <w:p w:rsidR="00845324" w:rsidRDefault="00845324" w:rsidP="00845324">
      <w:r>
        <w:t>497.6736</w:t>
      </w:r>
      <w:r>
        <w:tab/>
        <w:t>5.063e0</w:t>
      </w:r>
    </w:p>
    <w:p w:rsidR="00845324" w:rsidRDefault="00845324" w:rsidP="00845324">
      <w:r>
        <w:t>497.8063</w:t>
      </w:r>
      <w:r>
        <w:tab/>
        <w:t>3.038e0</w:t>
      </w:r>
    </w:p>
    <w:p w:rsidR="00845324" w:rsidRDefault="00845324" w:rsidP="00845324">
      <w:r>
        <w:t>497.9409</w:t>
      </w:r>
      <w:r>
        <w:tab/>
        <w:t>2.696e0</w:t>
      </w:r>
    </w:p>
    <w:p w:rsidR="00845324" w:rsidRDefault="00845324" w:rsidP="00845324">
      <w:r>
        <w:t>498.0362</w:t>
      </w:r>
      <w:r>
        <w:tab/>
        <w:t>2.025e0</w:t>
      </w:r>
    </w:p>
    <w:p w:rsidR="00845324" w:rsidRDefault="00845324" w:rsidP="00845324">
      <w:r>
        <w:t>498.0784</w:t>
      </w:r>
      <w:r>
        <w:tab/>
        <w:t>3.038e0</w:t>
      </w:r>
    </w:p>
    <w:p w:rsidR="00845324" w:rsidRDefault="00845324" w:rsidP="00845324">
      <w:r>
        <w:t>498.1542</w:t>
      </w:r>
      <w:r>
        <w:tab/>
        <w:t>6.076e0</w:t>
      </w:r>
    </w:p>
    <w:p w:rsidR="00845324" w:rsidRDefault="00845324" w:rsidP="00845324">
      <w:r>
        <w:t>498.2236</w:t>
      </w:r>
      <w:r>
        <w:tab/>
        <w:t>6.075e0</w:t>
      </w:r>
    </w:p>
    <w:p w:rsidR="00845324" w:rsidRDefault="00845324" w:rsidP="00845324">
      <w:r>
        <w:t>498.3056</w:t>
      </w:r>
      <w:r>
        <w:tab/>
        <w:t>6.673e0</w:t>
      </w:r>
    </w:p>
    <w:p w:rsidR="00845324" w:rsidRDefault="00845324" w:rsidP="00845324">
      <w:r>
        <w:t>498.4279</w:t>
      </w:r>
      <w:r>
        <w:tab/>
        <w:t>8.742e0</w:t>
      </w:r>
    </w:p>
    <w:p w:rsidR="00845324" w:rsidRDefault="00845324" w:rsidP="00845324">
      <w:r>
        <w:t>498.5805</w:t>
      </w:r>
      <w:r>
        <w:tab/>
        <w:t>2.025e0</w:t>
      </w:r>
    </w:p>
    <w:p w:rsidR="00845324" w:rsidRDefault="00845324" w:rsidP="00845324">
      <w:r>
        <w:t>498.7014</w:t>
      </w:r>
      <w:r>
        <w:tab/>
        <w:t>1.389e0</w:t>
      </w:r>
    </w:p>
    <w:p w:rsidR="00845324" w:rsidRDefault="00845324" w:rsidP="00845324">
      <w:r>
        <w:lastRenderedPageBreak/>
        <w:t>498.7660</w:t>
      </w:r>
      <w:r>
        <w:tab/>
        <w:t>2.025e0</w:t>
      </w:r>
    </w:p>
    <w:p w:rsidR="00845324" w:rsidRDefault="00845324" w:rsidP="00845324">
      <w:r>
        <w:t>498.8290</w:t>
      </w:r>
      <w:r>
        <w:tab/>
        <w:t>2.574e0</w:t>
      </w:r>
    </w:p>
    <w:p w:rsidR="00845324" w:rsidRDefault="00845324" w:rsidP="00845324">
      <w:r>
        <w:t>498.8862</w:t>
      </w:r>
      <w:r>
        <w:tab/>
        <w:t>2.659e0</w:t>
      </w:r>
    </w:p>
    <w:p w:rsidR="00845324" w:rsidRDefault="00845324" w:rsidP="00845324">
      <w:r>
        <w:t>499.0162</w:t>
      </w:r>
      <w:r>
        <w:tab/>
        <w:t>5.390e0</w:t>
      </w:r>
    </w:p>
    <w:p w:rsidR="00845324" w:rsidRDefault="00845324" w:rsidP="00845324">
      <w:r>
        <w:t>499.0824</w:t>
      </w:r>
      <w:r>
        <w:tab/>
        <w:t>2.025e0</w:t>
      </w:r>
    </w:p>
    <w:p w:rsidR="00845324" w:rsidRDefault="00845324" w:rsidP="00845324">
      <w:r>
        <w:t>499.2063</w:t>
      </w:r>
      <w:r>
        <w:tab/>
        <w:t>2.025e0</w:t>
      </w:r>
    </w:p>
    <w:p w:rsidR="00845324" w:rsidRDefault="00845324" w:rsidP="00845324">
      <w:r>
        <w:t>499.2721</w:t>
      </w:r>
      <w:r>
        <w:tab/>
        <w:t>4.229e0</w:t>
      </w:r>
    </w:p>
    <w:p w:rsidR="00845324" w:rsidRDefault="00845324" w:rsidP="00845324">
      <w:r>
        <w:t>499.3333</w:t>
      </w:r>
      <w:r>
        <w:tab/>
        <w:t>1.871e0</w:t>
      </w:r>
    </w:p>
    <w:p w:rsidR="00845324" w:rsidRDefault="00845324" w:rsidP="00845324">
      <w:r>
        <w:t>499.4750</w:t>
      </w:r>
      <w:r>
        <w:tab/>
        <w:t>3.349e0</w:t>
      </w:r>
    </w:p>
    <w:p w:rsidR="00845324" w:rsidRDefault="00845324" w:rsidP="00845324">
      <w:r>
        <w:t>499.5304</w:t>
      </w:r>
      <w:r>
        <w:tab/>
        <w:t>4.797e0</w:t>
      </w:r>
    </w:p>
    <w:p w:rsidR="00845324" w:rsidRDefault="00845324" w:rsidP="00845324">
      <w:r>
        <w:t>499.6059</w:t>
      </w:r>
      <w:r>
        <w:tab/>
        <w:t>1.013e0</w:t>
      </w:r>
    </w:p>
    <w:p w:rsidR="00845324" w:rsidRDefault="00845324" w:rsidP="00845324">
      <w:r>
        <w:t>499.6551</w:t>
      </w:r>
      <w:r>
        <w:tab/>
        <w:t>1.013e0</w:t>
      </w:r>
    </w:p>
    <w:p w:rsidR="00845324" w:rsidRDefault="00845324" w:rsidP="00845324">
      <w:r>
        <w:t>499.8183</w:t>
      </w:r>
      <w:r>
        <w:tab/>
        <w:t>5.330e0</w:t>
      </w:r>
    </w:p>
    <w:p w:rsidR="00845324" w:rsidRDefault="00845324" w:rsidP="00845324">
      <w:r>
        <w:t>499.8923</w:t>
      </w:r>
      <w:r>
        <w:tab/>
        <w:t>4.084e0</w:t>
      </w:r>
    </w:p>
    <w:p w:rsidR="00845324" w:rsidRPr="00044EB7" w:rsidRDefault="00845324" w:rsidP="00845324">
      <w:r>
        <w:t>499.9406</w:t>
      </w:r>
      <w:r>
        <w:tab/>
        <w:t>2.941e0</w:t>
      </w:r>
      <w:bookmarkStart w:id="0" w:name="_GoBack"/>
      <w:bookmarkEnd w:id="0"/>
    </w:p>
    <w:sectPr w:rsidR="00845324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24"/>
    <w:rsid w:val="00044EB7"/>
    <w:rsid w:val="004C2A0A"/>
    <w:rsid w:val="00595483"/>
    <w:rsid w:val="0084532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301</Pages>
  <Words>14561</Words>
  <Characters>83003</Characters>
  <Application>Microsoft Office Word</Application>
  <DocSecurity>0</DocSecurity>
  <Lines>691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97370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2021-10-01T09:32:00Z</dcterms:created>
  <dcterms:modified xsi:type="dcterms:W3CDTF">2021-10-01T09:34:00Z</dcterms:modified>
</cp:coreProperties>
</file>